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1FD" w:rsidRPr="00285152" w:rsidRDefault="003961FD" w:rsidP="00285152">
      <w:pPr>
        <w:pStyle w:val="Standardnte"/>
        <w:rPr>
          <w:rFonts w:ascii="Bookman Old Style" w:hAnsi="Bookman Old Style" w:cs="Arial"/>
          <w:bCs/>
          <w:sz w:val="20"/>
          <w:szCs w:val="20"/>
        </w:rPr>
      </w:pPr>
      <w:r>
        <w:rPr>
          <w:rFonts w:ascii="Bookman Old Style" w:hAnsi="Bookman Old Style" w:cs="Arial"/>
          <w:bCs/>
          <w:sz w:val="20"/>
          <w:szCs w:val="20"/>
        </w:rPr>
        <w:t>Příloha č. 6 výzvy</w:t>
      </w:r>
    </w:p>
    <w:p w:rsidR="003961FD" w:rsidRPr="00EA49F7" w:rsidRDefault="003961FD" w:rsidP="00A40305">
      <w:pPr>
        <w:pStyle w:val="Standardnte"/>
        <w:jc w:val="center"/>
        <w:rPr>
          <w:rFonts w:ascii="Bookman Old Style" w:hAnsi="Bookman Old Style" w:cs="Arial"/>
          <w:b/>
          <w:color w:val="FF00FF"/>
          <w:sz w:val="36"/>
          <w:szCs w:val="36"/>
        </w:rPr>
      </w:pPr>
      <w:r w:rsidRPr="00EA49F7">
        <w:rPr>
          <w:rFonts w:ascii="Bookman Old Style" w:hAnsi="Bookman Old Style" w:cs="Arial"/>
          <w:b/>
          <w:bCs/>
          <w:sz w:val="36"/>
          <w:szCs w:val="36"/>
        </w:rPr>
        <w:t>Smlouva o výpůjčce</w:t>
      </w:r>
    </w:p>
    <w:p w:rsidR="003961FD" w:rsidRPr="0038386E" w:rsidRDefault="003961FD" w:rsidP="001B409A">
      <w:pPr>
        <w:pStyle w:val="Standardnte"/>
        <w:jc w:val="center"/>
        <w:rPr>
          <w:rFonts w:ascii="Bookman Old Style" w:hAnsi="Bookman Old Style" w:cs="Arial"/>
          <w:bCs/>
          <w:color w:val="auto"/>
        </w:rPr>
      </w:pPr>
      <w:r w:rsidRPr="0038386E">
        <w:rPr>
          <w:rFonts w:ascii="Bookman Old Style" w:hAnsi="Bookman Old Style" w:cs="Arial"/>
          <w:bCs/>
          <w:color w:val="auto"/>
        </w:rPr>
        <w:t xml:space="preserve">uzavřená dle § </w:t>
      </w:r>
      <w:smartTag w:uri="urn:schemas-microsoft-com:office:smarttags" w:element="metricconverter">
        <w:smartTagPr>
          <w:attr w:name="ProductID" w:val="2193 a"/>
        </w:smartTagPr>
        <w:r w:rsidRPr="0038386E">
          <w:rPr>
            <w:rFonts w:ascii="Bookman Old Style" w:hAnsi="Bookman Old Style" w:cs="Arial"/>
            <w:bCs/>
            <w:color w:val="auto"/>
          </w:rPr>
          <w:t>2193 a</w:t>
        </w:r>
      </w:smartTag>
      <w:r w:rsidRPr="0038386E">
        <w:rPr>
          <w:rFonts w:ascii="Bookman Old Style" w:hAnsi="Bookman Old Style" w:cs="Arial"/>
          <w:bCs/>
          <w:color w:val="auto"/>
        </w:rPr>
        <w:t xml:space="preserve"> násl. zákona č. 89/2012 Sb., občanský zákoník, v platném znění (dále jen „občanský zákoník“)</w:t>
      </w:r>
    </w:p>
    <w:p w:rsidR="003961FD" w:rsidRPr="0038386E" w:rsidRDefault="003961FD" w:rsidP="001B409A">
      <w:pPr>
        <w:pStyle w:val="Standardnte"/>
        <w:jc w:val="center"/>
        <w:rPr>
          <w:rFonts w:ascii="Bookman Old Style" w:hAnsi="Bookman Old Style" w:cs="Arial"/>
          <w:bCs/>
          <w:color w:val="auto"/>
        </w:rPr>
      </w:pPr>
    </w:p>
    <w:p w:rsidR="003961FD" w:rsidRPr="00EA49F7" w:rsidRDefault="003961FD" w:rsidP="001B409A">
      <w:pPr>
        <w:pStyle w:val="Standardnte"/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  <w:bCs/>
        </w:rPr>
        <w:t>mezi</w:t>
      </w:r>
    </w:p>
    <w:p w:rsidR="003961FD" w:rsidRPr="00EA49F7" w:rsidRDefault="003961FD" w:rsidP="00A40305">
      <w:pPr>
        <w:pStyle w:val="Standardnte"/>
        <w:jc w:val="both"/>
        <w:rPr>
          <w:rFonts w:ascii="Bookman Old Style" w:hAnsi="Bookman Old Style" w:cs="Arial"/>
          <w:sz w:val="18"/>
          <w:szCs w:val="18"/>
        </w:rPr>
      </w:pPr>
    </w:p>
    <w:p w:rsidR="003961FD" w:rsidRPr="00EA49F7" w:rsidRDefault="003961FD" w:rsidP="00EA49F7">
      <w:pPr>
        <w:autoSpaceDE/>
        <w:autoSpaceDN/>
        <w:spacing w:line="360" w:lineRule="auto"/>
        <w:ind w:left="2124" w:hanging="2112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b/>
          <w:sz w:val="24"/>
          <w:szCs w:val="24"/>
        </w:rPr>
        <w:t xml:space="preserve">1. </w:t>
      </w:r>
      <w:r w:rsidRPr="0020785D">
        <w:rPr>
          <w:rFonts w:ascii="Bookman Old Style" w:hAnsi="Bookman Old Style"/>
          <w:b/>
          <w:sz w:val="24"/>
          <w:szCs w:val="24"/>
          <w:u w:val="single"/>
        </w:rPr>
        <w:t>Půjčitel:</w:t>
      </w:r>
      <w:r w:rsidRPr="00EA49F7"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>název</w:t>
      </w:r>
      <w:r w:rsidRPr="00EA49F7">
        <w:rPr>
          <w:rFonts w:ascii="Bookman Old Style" w:hAnsi="Bookman Old Style"/>
          <w:sz w:val="24"/>
          <w:szCs w:val="24"/>
        </w:rPr>
        <w:t xml:space="preserve"> </w:t>
      </w:r>
      <w:permStart w:id="0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…………………………………………………………………..</w:t>
      </w:r>
      <w:permEnd w:id="0"/>
    </w:p>
    <w:p w:rsidR="003961FD" w:rsidRPr="00EA49F7" w:rsidRDefault="003961FD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 xml:space="preserve">se sídlem: </w:t>
      </w:r>
      <w:permStart w:id="1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…………………………………………………………..</w:t>
      </w:r>
      <w:permEnd w:id="1"/>
    </w:p>
    <w:p w:rsidR="003961FD" w:rsidRPr="00EA49F7" w:rsidRDefault="003961FD" w:rsidP="00EA49F7">
      <w:pPr>
        <w:autoSpaceDE/>
        <w:autoSpaceDN/>
        <w:spacing w:line="360" w:lineRule="auto"/>
        <w:ind w:left="2124" w:firstLine="3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>(přesný název a sídlo dle výpisu z obchodního rejstříku)</w:t>
      </w:r>
    </w:p>
    <w:p w:rsidR="003961FD" w:rsidRPr="00EA49F7" w:rsidRDefault="003961FD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>Zapsan</w:t>
      </w:r>
      <w:r>
        <w:rPr>
          <w:rFonts w:ascii="Bookman Old Style" w:hAnsi="Bookman Old Style"/>
          <w:sz w:val="24"/>
          <w:szCs w:val="24"/>
        </w:rPr>
        <w:t>ý</w:t>
      </w:r>
      <w:r w:rsidRPr="00EA49F7">
        <w:rPr>
          <w:rFonts w:ascii="Bookman Old Style" w:hAnsi="Bookman Old Style"/>
          <w:sz w:val="24"/>
          <w:szCs w:val="24"/>
        </w:rPr>
        <w:t xml:space="preserve"> v: </w:t>
      </w:r>
      <w:permStart w:id="2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………………………………………………………….</w:t>
      </w:r>
      <w:permEnd w:id="2"/>
    </w:p>
    <w:p w:rsidR="003961FD" w:rsidRPr="00EA49F7" w:rsidRDefault="003961FD" w:rsidP="00EA49F7">
      <w:pPr>
        <w:autoSpaceDE/>
        <w:autoSpaceDN/>
        <w:spacing w:line="360" w:lineRule="auto"/>
        <w:ind w:left="2830" w:hanging="709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>Zastoupen</w:t>
      </w:r>
      <w:r>
        <w:rPr>
          <w:rFonts w:ascii="Bookman Old Style" w:hAnsi="Bookman Old Style"/>
          <w:sz w:val="24"/>
          <w:szCs w:val="24"/>
        </w:rPr>
        <w:t>ý</w:t>
      </w:r>
      <w:r w:rsidRPr="00EA49F7">
        <w:rPr>
          <w:rFonts w:ascii="Bookman Old Style" w:hAnsi="Bookman Old Style"/>
          <w:sz w:val="24"/>
          <w:szCs w:val="24"/>
        </w:rPr>
        <w:t xml:space="preserve">: </w:t>
      </w:r>
      <w:permStart w:id="3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</w:t>
      </w:r>
      <w:permEnd w:id="3"/>
    </w:p>
    <w:p w:rsidR="003961FD" w:rsidRPr="00EA49F7" w:rsidRDefault="003961FD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 xml:space="preserve">IČO: </w:t>
      </w:r>
      <w:permStart w:id="4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…………………………………………………………………….</w:t>
      </w:r>
      <w:permEnd w:id="4"/>
    </w:p>
    <w:p w:rsidR="003961FD" w:rsidRPr="00EA49F7" w:rsidRDefault="003961FD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 xml:space="preserve">DIČ: </w:t>
      </w:r>
      <w:permStart w:id="5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……………………………………………………………………</w:t>
      </w:r>
      <w:permEnd w:id="5"/>
    </w:p>
    <w:p w:rsidR="003961FD" w:rsidRPr="00EA49F7" w:rsidRDefault="003961FD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 xml:space="preserve">Bankovní spojení: </w:t>
      </w:r>
      <w:permStart w:id="6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……………………………………………….</w:t>
      </w:r>
      <w:permEnd w:id="6"/>
    </w:p>
    <w:p w:rsidR="003961FD" w:rsidRPr="00EA49F7" w:rsidRDefault="003961FD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 xml:space="preserve">č.účtu: </w:t>
      </w:r>
      <w:permStart w:id="7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………………………………………………………………..</w:t>
      </w:r>
      <w:permEnd w:id="7"/>
    </w:p>
    <w:p w:rsidR="003961FD" w:rsidRDefault="003961FD" w:rsidP="00EA49F7">
      <w:pPr>
        <w:autoSpaceDE/>
        <w:autoSpaceDN/>
        <w:jc w:val="both"/>
        <w:rPr>
          <w:rFonts w:ascii="Bookman Old Style" w:hAnsi="Bookman Old Style"/>
          <w:sz w:val="24"/>
          <w:szCs w:val="24"/>
        </w:rPr>
      </w:pPr>
    </w:p>
    <w:p w:rsidR="003961FD" w:rsidRPr="00EA49F7" w:rsidRDefault="003961FD" w:rsidP="00EA49F7">
      <w:pPr>
        <w:autoSpaceDE/>
        <w:autoSpaceDN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 xml:space="preserve"> (dále jen „p</w:t>
      </w:r>
      <w:r>
        <w:rPr>
          <w:rFonts w:ascii="Bookman Old Style" w:hAnsi="Bookman Old Style"/>
          <w:sz w:val="24"/>
          <w:szCs w:val="24"/>
        </w:rPr>
        <w:t>ůjčitel</w:t>
      </w:r>
      <w:r w:rsidRPr="00EA49F7">
        <w:rPr>
          <w:rFonts w:ascii="Bookman Old Style" w:hAnsi="Bookman Old Style"/>
          <w:sz w:val="24"/>
          <w:szCs w:val="24"/>
        </w:rPr>
        <w:t>“)</w:t>
      </w:r>
    </w:p>
    <w:p w:rsidR="003961FD" w:rsidRDefault="003961FD" w:rsidP="00EA49F7">
      <w:pPr>
        <w:autoSpaceDE/>
        <w:autoSpaceDN/>
        <w:ind w:left="2832" w:hanging="2112"/>
        <w:jc w:val="both"/>
        <w:rPr>
          <w:rFonts w:ascii="Bookman Old Style" w:hAnsi="Bookman Old Style"/>
          <w:b/>
          <w:sz w:val="24"/>
          <w:szCs w:val="24"/>
        </w:rPr>
      </w:pPr>
    </w:p>
    <w:p w:rsidR="003961FD" w:rsidRPr="00EA49F7" w:rsidRDefault="003961FD" w:rsidP="00EA49F7">
      <w:pPr>
        <w:autoSpaceDE/>
        <w:autoSpaceDN/>
        <w:ind w:left="2832" w:hanging="2112"/>
        <w:jc w:val="both"/>
        <w:rPr>
          <w:rFonts w:ascii="Bookman Old Style" w:hAnsi="Bookman Old Style"/>
          <w:b/>
          <w:sz w:val="24"/>
          <w:szCs w:val="24"/>
        </w:rPr>
      </w:pPr>
    </w:p>
    <w:p w:rsidR="003961FD" w:rsidRPr="00EA49F7" w:rsidRDefault="003961FD" w:rsidP="00EA49F7">
      <w:pPr>
        <w:autoSpaceDE/>
        <w:autoSpaceDN/>
        <w:ind w:left="360" w:hanging="360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 2.</w:t>
      </w:r>
      <w:r w:rsidRPr="0020785D">
        <w:rPr>
          <w:rFonts w:ascii="Bookman Old Style" w:hAnsi="Bookman Old Style"/>
          <w:b/>
          <w:sz w:val="24"/>
          <w:szCs w:val="24"/>
        </w:rPr>
        <w:t xml:space="preserve"> </w:t>
      </w:r>
      <w:r w:rsidRPr="0020785D">
        <w:rPr>
          <w:rFonts w:ascii="Bookman Old Style" w:hAnsi="Bookman Old Style"/>
          <w:b/>
          <w:sz w:val="24"/>
          <w:szCs w:val="24"/>
          <w:u w:val="single"/>
        </w:rPr>
        <w:t>Vypůjčitel</w:t>
      </w:r>
      <w:r w:rsidRPr="00EA49F7">
        <w:rPr>
          <w:rFonts w:ascii="Bookman Old Style" w:hAnsi="Bookman Old Style"/>
          <w:b/>
          <w:sz w:val="24"/>
          <w:szCs w:val="24"/>
        </w:rPr>
        <w:t>:</w:t>
      </w:r>
      <w:r w:rsidRPr="00EA49F7">
        <w:rPr>
          <w:rFonts w:ascii="Bookman Old Style" w:hAnsi="Bookman Old Style"/>
          <w:b/>
          <w:sz w:val="24"/>
          <w:szCs w:val="24"/>
        </w:rPr>
        <w:tab/>
        <w:t xml:space="preserve">Nemocnice Nové Město na Moravě, příspěvková </w:t>
      </w:r>
    </w:p>
    <w:p w:rsidR="003961FD" w:rsidRPr="00EA49F7" w:rsidRDefault="003961FD" w:rsidP="00EA49F7">
      <w:pPr>
        <w:autoSpaceDE/>
        <w:autoSpaceDN/>
        <w:ind w:left="360" w:hanging="360"/>
        <w:jc w:val="both"/>
        <w:rPr>
          <w:rFonts w:ascii="Bookman Old Style" w:hAnsi="Bookman Old Style"/>
          <w:b/>
          <w:sz w:val="24"/>
          <w:szCs w:val="24"/>
        </w:rPr>
      </w:pPr>
      <w:r w:rsidRPr="00EA49F7">
        <w:rPr>
          <w:rFonts w:ascii="Bookman Old Style" w:hAnsi="Bookman Old Style"/>
          <w:b/>
          <w:sz w:val="24"/>
          <w:szCs w:val="24"/>
        </w:rPr>
        <w:t xml:space="preserve">                          organizace                                               </w:t>
      </w:r>
    </w:p>
    <w:p w:rsidR="003961FD" w:rsidRPr="00EA49F7" w:rsidRDefault="003961FD" w:rsidP="00EA49F7">
      <w:pPr>
        <w:keepNext/>
        <w:autoSpaceDE/>
        <w:autoSpaceDN/>
        <w:outlineLvl w:val="0"/>
        <w:rPr>
          <w:rFonts w:ascii="Bookman Old Style" w:hAnsi="Bookman Old Style"/>
          <w:b/>
          <w:bCs/>
          <w:sz w:val="24"/>
          <w:szCs w:val="24"/>
        </w:rPr>
      </w:pPr>
      <w:r w:rsidRPr="00EA49F7">
        <w:rPr>
          <w:b/>
          <w:bCs/>
          <w:sz w:val="24"/>
          <w:szCs w:val="24"/>
        </w:rPr>
        <w:tab/>
      </w:r>
      <w:r w:rsidRPr="00EA49F7">
        <w:rPr>
          <w:b/>
          <w:bCs/>
          <w:sz w:val="24"/>
          <w:szCs w:val="24"/>
        </w:rPr>
        <w:tab/>
      </w:r>
      <w:r w:rsidRPr="00EA49F7">
        <w:rPr>
          <w:b/>
          <w:bCs/>
          <w:sz w:val="24"/>
          <w:szCs w:val="24"/>
        </w:rPr>
        <w:tab/>
      </w:r>
      <w:r w:rsidRPr="00EA49F7">
        <w:rPr>
          <w:rFonts w:ascii="Bookman Old Style" w:hAnsi="Bookman Old Style"/>
          <w:b/>
          <w:bCs/>
          <w:sz w:val="24"/>
          <w:szCs w:val="24"/>
        </w:rPr>
        <w:t>se sídlem:</w:t>
      </w:r>
      <w:r w:rsidRPr="00EA49F7">
        <w:rPr>
          <w:b/>
          <w:bCs/>
          <w:sz w:val="24"/>
          <w:szCs w:val="24"/>
        </w:rPr>
        <w:t xml:space="preserve"> </w:t>
      </w:r>
      <w:r w:rsidRPr="00EA49F7">
        <w:rPr>
          <w:rFonts w:ascii="Bookman Old Style" w:hAnsi="Bookman Old Style"/>
          <w:b/>
          <w:bCs/>
          <w:sz w:val="24"/>
          <w:szCs w:val="24"/>
        </w:rPr>
        <w:t xml:space="preserve">Žďárská 610, 592 31 Nové Město na Moravě                                   </w:t>
      </w:r>
    </w:p>
    <w:p w:rsidR="003961FD" w:rsidRPr="00EA49F7" w:rsidRDefault="003961FD" w:rsidP="00EA49F7">
      <w:pPr>
        <w:autoSpaceDE/>
        <w:autoSpaceDN/>
        <w:ind w:left="2124"/>
        <w:rPr>
          <w:rFonts w:ascii="Bookman Old Style" w:hAnsi="Bookman Old Style"/>
          <w:b/>
          <w:bCs/>
          <w:sz w:val="24"/>
          <w:szCs w:val="24"/>
        </w:rPr>
      </w:pPr>
      <w:r w:rsidRPr="00EA49F7">
        <w:rPr>
          <w:rFonts w:ascii="Bookman Old Style" w:hAnsi="Bookman Old Style"/>
          <w:b/>
          <w:bCs/>
          <w:sz w:val="24"/>
          <w:szCs w:val="24"/>
        </w:rPr>
        <w:t>Zapsaná v obchodním rejstříku vedeného Krajským soudem v Brně, oddíl Pr, vložka 1446</w:t>
      </w:r>
    </w:p>
    <w:p w:rsidR="003961FD" w:rsidRPr="00EA49F7" w:rsidRDefault="003961FD" w:rsidP="00EA49F7">
      <w:pPr>
        <w:autoSpaceDE/>
        <w:autoSpaceDN/>
        <w:ind w:left="360" w:firstLine="708"/>
        <w:rPr>
          <w:rFonts w:ascii="Bookman Old Style" w:hAnsi="Bookman Old Style"/>
          <w:b/>
          <w:bCs/>
          <w:sz w:val="24"/>
          <w:szCs w:val="24"/>
        </w:rPr>
      </w:pPr>
      <w:r w:rsidRPr="00EA49F7">
        <w:rPr>
          <w:rFonts w:ascii="Bookman Old Style" w:hAnsi="Bookman Old Style"/>
          <w:b/>
          <w:bCs/>
          <w:sz w:val="24"/>
          <w:szCs w:val="24"/>
        </w:rPr>
        <w:t xml:space="preserve">             Zastoupená: JUDr. Věrou Palečkovou, ředitelkou</w:t>
      </w:r>
    </w:p>
    <w:p w:rsidR="003961FD" w:rsidRPr="00EA49F7" w:rsidRDefault="003961FD" w:rsidP="00EA49F7">
      <w:pPr>
        <w:autoSpaceDE/>
        <w:autoSpaceDN/>
        <w:ind w:left="708"/>
        <w:jc w:val="both"/>
        <w:rPr>
          <w:rFonts w:ascii="Bookman Old Style" w:hAnsi="Bookman Old Style"/>
          <w:b/>
          <w:sz w:val="24"/>
          <w:szCs w:val="24"/>
        </w:rPr>
      </w:pPr>
      <w:r w:rsidRPr="00EA49F7">
        <w:rPr>
          <w:rFonts w:ascii="Bookman Old Style" w:hAnsi="Bookman Old Style"/>
          <w:b/>
          <w:sz w:val="24"/>
          <w:szCs w:val="24"/>
        </w:rPr>
        <w:tab/>
      </w:r>
      <w:r w:rsidRPr="00EA49F7">
        <w:rPr>
          <w:rFonts w:ascii="Bookman Old Style" w:hAnsi="Bookman Old Style"/>
          <w:b/>
          <w:sz w:val="24"/>
          <w:szCs w:val="24"/>
        </w:rPr>
        <w:tab/>
        <w:t>IČO: 00842001</w:t>
      </w:r>
    </w:p>
    <w:p w:rsidR="003961FD" w:rsidRPr="00EA49F7" w:rsidRDefault="003961FD" w:rsidP="00EA49F7">
      <w:pPr>
        <w:autoSpaceDE/>
        <w:autoSpaceDN/>
        <w:ind w:left="708"/>
        <w:jc w:val="both"/>
        <w:rPr>
          <w:rFonts w:ascii="Bookman Old Style" w:hAnsi="Bookman Old Style"/>
          <w:b/>
          <w:sz w:val="24"/>
          <w:szCs w:val="24"/>
        </w:rPr>
      </w:pPr>
      <w:r w:rsidRPr="00EA49F7">
        <w:rPr>
          <w:rFonts w:ascii="Bookman Old Style" w:hAnsi="Bookman Old Style"/>
          <w:b/>
          <w:sz w:val="24"/>
          <w:szCs w:val="24"/>
        </w:rPr>
        <w:tab/>
      </w:r>
      <w:r w:rsidRPr="00EA49F7">
        <w:rPr>
          <w:rFonts w:ascii="Bookman Old Style" w:hAnsi="Bookman Old Style"/>
          <w:b/>
          <w:sz w:val="24"/>
          <w:szCs w:val="24"/>
        </w:rPr>
        <w:tab/>
        <w:t>DIČ: CZ 00842001</w:t>
      </w:r>
    </w:p>
    <w:p w:rsidR="003961FD" w:rsidRPr="00EA49F7" w:rsidRDefault="003961FD" w:rsidP="00EA49F7">
      <w:pPr>
        <w:autoSpaceDE/>
        <w:autoSpaceDN/>
        <w:ind w:left="2124"/>
        <w:jc w:val="both"/>
        <w:rPr>
          <w:rFonts w:ascii="Bookman Old Style" w:hAnsi="Bookman Old Style"/>
          <w:b/>
          <w:sz w:val="24"/>
          <w:szCs w:val="24"/>
        </w:rPr>
      </w:pPr>
      <w:r w:rsidRPr="00EA49F7">
        <w:rPr>
          <w:rFonts w:ascii="Bookman Old Style" w:hAnsi="Bookman Old Style"/>
          <w:b/>
          <w:sz w:val="24"/>
          <w:szCs w:val="24"/>
        </w:rPr>
        <w:t xml:space="preserve">Bankovní spojení: </w:t>
      </w:r>
      <w:r>
        <w:rPr>
          <w:rFonts w:ascii="Bookman Old Style" w:hAnsi="Bookman Old Style"/>
          <w:b/>
          <w:sz w:val="24"/>
          <w:szCs w:val="24"/>
        </w:rPr>
        <w:t>Komerční banka a. s.</w:t>
      </w:r>
    </w:p>
    <w:p w:rsidR="003961FD" w:rsidRPr="00EA49F7" w:rsidRDefault="003961FD" w:rsidP="00EA49F7">
      <w:pPr>
        <w:autoSpaceDE/>
        <w:autoSpaceDN/>
        <w:ind w:left="2124"/>
        <w:jc w:val="both"/>
        <w:rPr>
          <w:rFonts w:ascii="Bookman Old Style" w:hAnsi="Bookman Old Style"/>
          <w:b/>
          <w:sz w:val="24"/>
          <w:szCs w:val="24"/>
        </w:rPr>
      </w:pPr>
      <w:r w:rsidRPr="00EA49F7">
        <w:rPr>
          <w:rFonts w:ascii="Bookman Old Style" w:hAnsi="Bookman Old Style"/>
          <w:b/>
          <w:sz w:val="24"/>
          <w:szCs w:val="24"/>
        </w:rPr>
        <w:t xml:space="preserve">č.účtu: </w:t>
      </w:r>
      <w:r>
        <w:rPr>
          <w:rFonts w:ascii="Bookman Old Style" w:hAnsi="Bookman Old Style"/>
          <w:b/>
          <w:sz w:val="24"/>
          <w:szCs w:val="24"/>
        </w:rPr>
        <w:t>16434751/0100</w:t>
      </w:r>
    </w:p>
    <w:p w:rsidR="003961FD" w:rsidRPr="00EA49F7" w:rsidRDefault="003961FD" w:rsidP="00EA49F7">
      <w:pPr>
        <w:autoSpaceDE/>
        <w:autoSpaceDN/>
        <w:jc w:val="both"/>
        <w:rPr>
          <w:rFonts w:ascii="Bookman Old Style" w:hAnsi="Bookman Old Style"/>
          <w:sz w:val="24"/>
          <w:szCs w:val="24"/>
        </w:rPr>
      </w:pPr>
    </w:p>
    <w:p w:rsidR="003961FD" w:rsidRPr="00EA49F7" w:rsidRDefault="003961FD" w:rsidP="00EA49F7">
      <w:pPr>
        <w:autoSpaceDE/>
        <w:autoSpaceDN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>(dále jen „</w:t>
      </w:r>
      <w:r>
        <w:rPr>
          <w:rFonts w:ascii="Bookman Old Style" w:hAnsi="Bookman Old Style"/>
          <w:sz w:val="24"/>
          <w:szCs w:val="24"/>
        </w:rPr>
        <w:t>vypůjčitel</w:t>
      </w:r>
      <w:r w:rsidRPr="00EA49F7">
        <w:rPr>
          <w:rFonts w:ascii="Bookman Old Style" w:hAnsi="Bookman Old Style"/>
          <w:sz w:val="24"/>
          <w:szCs w:val="24"/>
        </w:rPr>
        <w:t>“)</w:t>
      </w:r>
    </w:p>
    <w:p w:rsidR="003961FD" w:rsidRPr="00EA49F7" w:rsidRDefault="003961FD" w:rsidP="00A40305">
      <w:pPr>
        <w:pStyle w:val="NADPIS"/>
        <w:widowControl/>
        <w:jc w:val="left"/>
        <w:rPr>
          <w:rFonts w:ascii="Bookman Old Style" w:hAnsi="Bookman Old Style" w:cs="Arial"/>
        </w:rPr>
      </w:pPr>
    </w:p>
    <w:p w:rsidR="003961FD" w:rsidRDefault="003961FD" w:rsidP="00EA49F7">
      <w:pPr>
        <w:pStyle w:val="BodyText3"/>
        <w:jc w:val="center"/>
        <w:rPr>
          <w:rFonts w:ascii="Bookman Old Style" w:hAnsi="Bookman Old Style"/>
          <w:b/>
          <w:sz w:val="26"/>
        </w:rPr>
      </w:pPr>
      <w:r>
        <w:rPr>
          <w:rFonts w:ascii="Bookman Old Style" w:hAnsi="Bookman Old Style"/>
          <w:b/>
          <w:sz w:val="26"/>
        </w:rPr>
        <w:t>Čl. I.</w:t>
      </w:r>
    </w:p>
    <w:p w:rsidR="003961FD" w:rsidRDefault="003961FD" w:rsidP="00EA49F7">
      <w:pPr>
        <w:jc w:val="center"/>
        <w:rPr>
          <w:rFonts w:ascii="Bookman Old Style" w:hAnsi="Bookman Old Style"/>
          <w:b/>
          <w:sz w:val="26"/>
        </w:rPr>
      </w:pPr>
      <w:r>
        <w:rPr>
          <w:rFonts w:ascii="Bookman Old Style" w:hAnsi="Bookman Old Style"/>
          <w:b/>
          <w:sz w:val="26"/>
        </w:rPr>
        <w:t>Předmět výpůjčky</w:t>
      </w:r>
    </w:p>
    <w:p w:rsidR="003961FD" w:rsidRPr="00EA49F7" w:rsidRDefault="003961FD" w:rsidP="00A40305">
      <w:pPr>
        <w:pStyle w:val="Standardnte"/>
        <w:jc w:val="both"/>
        <w:rPr>
          <w:rFonts w:ascii="Bookman Old Style" w:hAnsi="Bookman Old Style" w:cs="Arial"/>
        </w:rPr>
      </w:pPr>
    </w:p>
    <w:p w:rsidR="003961FD" w:rsidRPr="00255704" w:rsidRDefault="003961FD" w:rsidP="00EA49F7">
      <w:pPr>
        <w:pStyle w:val="ListParagraph"/>
        <w:numPr>
          <w:ilvl w:val="0"/>
          <w:numId w:val="13"/>
          <w:numberingChange w:id="0" w:author="Unknown" w:date="2016-02-10T07:11:00Z" w:original="%1:1:0:.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  <w:i/>
        </w:rPr>
      </w:pPr>
      <w:r w:rsidRPr="00255704">
        <w:rPr>
          <w:rFonts w:ascii="Bookman Old Style" w:hAnsi="Bookman Old Style"/>
          <w:sz w:val="24"/>
          <w:szCs w:val="24"/>
        </w:rPr>
        <w:t xml:space="preserve">Půjčitel se zavazuje přenechat vypůjčiteli do bezplatného užívání následující předmět výpůjčky – zdravotnický prostředek – </w:t>
      </w:r>
      <w:r w:rsidRPr="00255704">
        <w:rPr>
          <w:rFonts w:ascii="Bookman Old Style" w:hAnsi="Bookman Old Style"/>
          <w:b/>
          <w:sz w:val="24"/>
          <w:szCs w:val="24"/>
        </w:rPr>
        <w:t>funkční nov</w:t>
      </w:r>
      <w:r>
        <w:rPr>
          <w:rFonts w:ascii="Bookman Old Style" w:hAnsi="Bookman Old Style"/>
          <w:b/>
          <w:sz w:val="24"/>
          <w:szCs w:val="24"/>
        </w:rPr>
        <w:t>ý</w:t>
      </w:r>
      <w:r w:rsidRPr="00255704">
        <w:rPr>
          <w:rFonts w:ascii="Bookman Old Style" w:hAnsi="Bookman Old Style"/>
          <w:b/>
          <w:sz w:val="24"/>
          <w:szCs w:val="24"/>
        </w:rPr>
        <w:t>, nerepasovan</w:t>
      </w:r>
      <w:r>
        <w:rPr>
          <w:rFonts w:ascii="Bookman Old Style" w:hAnsi="Bookman Old Style"/>
          <w:b/>
          <w:sz w:val="24"/>
          <w:szCs w:val="24"/>
        </w:rPr>
        <w:t>ý</w:t>
      </w:r>
      <w:r w:rsidRPr="00255704">
        <w:rPr>
          <w:rFonts w:ascii="Bookman Old Style" w:hAnsi="Bookman Old Style"/>
          <w:b/>
          <w:sz w:val="24"/>
          <w:szCs w:val="24"/>
        </w:rPr>
        <w:t xml:space="preserve"> integrovan</w:t>
      </w:r>
      <w:r>
        <w:rPr>
          <w:rFonts w:ascii="Bookman Old Style" w:hAnsi="Bookman Old Style"/>
          <w:b/>
          <w:sz w:val="24"/>
          <w:szCs w:val="24"/>
        </w:rPr>
        <w:t>ý</w:t>
      </w:r>
      <w:r w:rsidRPr="00255704">
        <w:rPr>
          <w:rFonts w:ascii="Bookman Old Style" w:hAnsi="Bookman Old Style"/>
          <w:b/>
          <w:sz w:val="24"/>
          <w:szCs w:val="24"/>
        </w:rPr>
        <w:t xml:space="preserve"> automatick</w:t>
      </w:r>
      <w:r>
        <w:rPr>
          <w:rFonts w:ascii="Bookman Old Style" w:hAnsi="Bookman Old Style"/>
          <w:b/>
          <w:sz w:val="24"/>
          <w:szCs w:val="24"/>
        </w:rPr>
        <w:t>ý systém</w:t>
      </w:r>
      <w:r w:rsidRPr="00255704">
        <w:rPr>
          <w:rFonts w:ascii="Bookman Old Style" w:hAnsi="Bookman Old Style"/>
          <w:b/>
          <w:sz w:val="24"/>
          <w:szCs w:val="24"/>
        </w:rPr>
        <w:t xml:space="preserve"> na analýzu moč</w:t>
      </w:r>
      <w:r>
        <w:rPr>
          <w:rFonts w:ascii="Bookman Old Style" w:hAnsi="Bookman Old Style"/>
          <w:b/>
          <w:sz w:val="24"/>
          <w:szCs w:val="24"/>
        </w:rPr>
        <w:t>i</w:t>
      </w:r>
      <w:r w:rsidRPr="00255704">
        <w:rPr>
          <w:rFonts w:ascii="Bookman Old Style" w:hAnsi="Bookman Old Style"/>
          <w:b/>
          <w:sz w:val="24"/>
          <w:szCs w:val="24"/>
        </w:rPr>
        <w:t xml:space="preserve"> (moč chemicky + sediment) </w:t>
      </w:r>
      <w:r w:rsidRPr="00C072E2">
        <w:rPr>
          <w:rFonts w:ascii="Bookman Old Style" w:hAnsi="Bookman Old Style" w:cs="Arial"/>
          <w:i/>
          <w:sz w:val="24"/>
          <w:szCs w:val="24"/>
        </w:rPr>
        <w:t>(v případě většího počtu výpůjček bude seznam zařízení (přístrojů) uveden v</w:t>
      </w:r>
      <w:r>
        <w:rPr>
          <w:rFonts w:ascii="Bookman Old Style" w:hAnsi="Bookman Old Style" w:cs="Arial"/>
          <w:i/>
          <w:sz w:val="24"/>
          <w:szCs w:val="24"/>
        </w:rPr>
        <w:t xml:space="preserve"> samostatné </w:t>
      </w:r>
      <w:r w:rsidRPr="00C072E2">
        <w:rPr>
          <w:rFonts w:ascii="Bookman Old Style" w:hAnsi="Bookman Old Style" w:cs="Arial"/>
          <w:i/>
          <w:caps/>
          <w:sz w:val="24"/>
          <w:szCs w:val="24"/>
        </w:rPr>
        <w:t>příloze</w:t>
      </w:r>
      <w:r w:rsidRPr="00C072E2">
        <w:rPr>
          <w:rFonts w:ascii="Bookman Old Style" w:hAnsi="Bookman Old Style" w:cs="Arial"/>
          <w:i/>
          <w:sz w:val="24"/>
          <w:szCs w:val="24"/>
        </w:rPr>
        <w:t xml:space="preserve"> č. 5 této smlouvy, který bude upravován dle aktuálního stavu):</w:t>
      </w:r>
    </w:p>
    <w:p w:rsidR="003961FD" w:rsidRPr="00EA49F7" w:rsidRDefault="003961FD" w:rsidP="00A40305">
      <w:pPr>
        <w:pStyle w:val="Standardnte"/>
        <w:ind w:left="426" w:hanging="426"/>
        <w:jc w:val="both"/>
        <w:rPr>
          <w:rFonts w:ascii="Bookman Old Style" w:hAnsi="Bookman Old Style" w:cs="Arial"/>
          <w:bCs/>
          <w:color w:val="0000FF"/>
        </w:rPr>
      </w:pPr>
    </w:p>
    <w:p w:rsidR="003961FD" w:rsidRDefault="003961FD" w:rsidP="00A40305">
      <w:pPr>
        <w:pStyle w:val="Standardnte"/>
        <w:ind w:left="568" w:hanging="142"/>
        <w:jc w:val="both"/>
        <w:rPr>
          <w:rFonts w:ascii="Bookman Old Style" w:hAnsi="Bookman Old Style" w:cs="Arial"/>
          <w:bCs/>
          <w:color w:val="auto"/>
          <w:u w:val="single"/>
        </w:rPr>
      </w:pPr>
    </w:p>
    <w:p w:rsidR="003961FD" w:rsidRDefault="003961FD" w:rsidP="00A40305">
      <w:pPr>
        <w:pStyle w:val="Standardnte"/>
        <w:ind w:left="568" w:hanging="142"/>
        <w:jc w:val="both"/>
        <w:rPr>
          <w:rFonts w:ascii="Bookman Old Style" w:hAnsi="Bookman Old Style" w:cs="Arial"/>
          <w:bCs/>
          <w:color w:val="auto"/>
          <w:u w:val="single"/>
        </w:rPr>
      </w:pPr>
    </w:p>
    <w:p w:rsidR="003961FD" w:rsidRDefault="003961FD" w:rsidP="00A40305">
      <w:pPr>
        <w:pStyle w:val="Standardnte"/>
        <w:ind w:left="568" w:hanging="142"/>
        <w:jc w:val="both"/>
        <w:rPr>
          <w:rFonts w:ascii="Bookman Old Style" w:hAnsi="Bookman Old Style" w:cs="Arial"/>
          <w:bCs/>
          <w:color w:val="auto"/>
          <w:u w:val="single"/>
        </w:rPr>
      </w:pPr>
    </w:p>
    <w:p w:rsidR="003961FD" w:rsidRDefault="003961FD" w:rsidP="00A40305">
      <w:pPr>
        <w:pStyle w:val="Standardnte"/>
        <w:ind w:left="568" w:hanging="142"/>
        <w:jc w:val="both"/>
        <w:rPr>
          <w:rFonts w:ascii="Bookman Old Style" w:hAnsi="Bookman Old Style" w:cs="Arial"/>
          <w:bCs/>
          <w:color w:val="auto"/>
          <w:u w:val="single"/>
        </w:rPr>
      </w:pPr>
    </w:p>
    <w:tbl>
      <w:tblPr>
        <w:tblW w:w="0" w:type="auto"/>
        <w:tblInd w:w="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6"/>
        <w:gridCol w:w="2467"/>
        <w:gridCol w:w="3166"/>
        <w:gridCol w:w="1054"/>
        <w:gridCol w:w="1510"/>
      </w:tblGrid>
      <w:tr w:rsidR="003961FD" w:rsidRPr="00EA49F7" w:rsidTr="0099488D">
        <w:tc>
          <w:tcPr>
            <w:tcW w:w="806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permStart w:id="8" w:edGrp="everyone"/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Pol.</w:t>
            </w:r>
          </w:p>
        </w:tc>
        <w:tc>
          <w:tcPr>
            <w:tcW w:w="2467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Název</w:t>
            </w:r>
          </w:p>
        </w:tc>
        <w:tc>
          <w:tcPr>
            <w:tcW w:w="3166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Výrobce</w:t>
            </w:r>
          </w:p>
        </w:tc>
        <w:tc>
          <w:tcPr>
            <w:tcW w:w="105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výr. číslo</w:t>
            </w:r>
          </w:p>
        </w:tc>
        <w:tc>
          <w:tcPr>
            <w:tcW w:w="1510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pořizovací cena v Kč bez DPH</w:t>
            </w:r>
          </w:p>
        </w:tc>
      </w:tr>
      <w:tr w:rsidR="003961FD" w:rsidRPr="00EA49F7" w:rsidTr="0099488D">
        <w:trPr>
          <w:trHeight w:val="492"/>
        </w:trPr>
        <w:tc>
          <w:tcPr>
            <w:tcW w:w="806" w:type="dxa"/>
            <w:tcBorders>
              <w:top w:val="double" w:sz="4" w:space="0" w:color="auto"/>
            </w:tcBorders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2467" w:type="dxa"/>
            <w:tcBorders>
              <w:top w:val="double" w:sz="4" w:space="0" w:color="auto"/>
            </w:tcBorders>
            <w:vAlign w:val="center"/>
          </w:tcPr>
          <w:p w:rsidR="003961FD" w:rsidRPr="00F9039D" w:rsidRDefault="003961FD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3166" w:type="dxa"/>
            <w:tcBorders>
              <w:top w:val="double" w:sz="4" w:space="0" w:color="auto"/>
            </w:tcBorders>
            <w:vAlign w:val="center"/>
          </w:tcPr>
          <w:p w:rsidR="003961FD" w:rsidRPr="00F9039D" w:rsidRDefault="003961FD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double" w:sz="4" w:space="0" w:color="auto"/>
            </w:tcBorders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double" w:sz="4" w:space="0" w:color="auto"/>
            </w:tcBorders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</w:tr>
      <w:tr w:rsidR="003961FD" w:rsidRPr="00EA49F7" w:rsidTr="0099488D">
        <w:trPr>
          <w:trHeight w:val="492"/>
        </w:trPr>
        <w:tc>
          <w:tcPr>
            <w:tcW w:w="806" w:type="dxa"/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2467" w:type="dxa"/>
            <w:vAlign w:val="center"/>
          </w:tcPr>
          <w:p w:rsidR="003961FD" w:rsidRPr="00F9039D" w:rsidRDefault="003961FD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3166" w:type="dxa"/>
            <w:vAlign w:val="center"/>
          </w:tcPr>
          <w:p w:rsidR="003961FD" w:rsidRPr="00F9039D" w:rsidRDefault="003961FD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</w:tr>
      <w:tr w:rsidR="003961FD" w:rsidRPr="00EA49F7" w:rsidTr="0099488D">
        <w:trPr>
          <w:trHeight w:val="492"/>
        </w:trPr>
        <w:tc>
          <w:tcPr>
            <w:tcW w:w="806" w:type="dxa"/>
            <w:tcBorders>
              <w:bottom w:val="single" w:sz="12" w:space="0" w:color="auto"/>
            </w:tcBorders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2467" w:type="dxa"/>
            <w:tcBorders>
              <w:bottom w:val="single" w:sz="12" w:space="0" w:color="auto"/>
            </w:tcBorders>
            <w:vAlign w:val="center"/>
          </w:tcPr>
          <w:p w:rsidR="003961FD" w:rsidRPr="00F9039D" w:rsidRDefault="003961FD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3166" w:type="dxa"/>
            <w:tcBorders>
              <w:bottom w:val="single" w:sz="12" w:space="0" w:color="auto"/>
            </w:tcBorders>
            <w:vAlign w:val="center"/>
          </w:tcPr>
          <w:p w:rsidR="003961FD" w:rsidRPr="00F9039D" w:rsidRDefault="003961FD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510" w:type="dxa"/>
            <w:tcBorders>
              <w:bottom w:val="single" w:sz="12" w:space="0" w:color="auto"/>
            </w:tcBorders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</w:tr>
      <w:permEnd w:id="8"/>
    </w:tbl>
    <w:p w:rsidR="003961FD" w:rsidRPr="00EA49F7" w:rsidRDefault="003961FD" w:rsidP="00A40305">
      <w:pPr>
        <w:pStyle w:val="Standardnte"/>
        <w:ind w:left="426" w:hanging="426"/>
        <w:jc w:val="both"/>
        <w:rPr>
          <w:rFonts w:ascii="Bookman Old Style" w:hAnsi="Bookman Old Style" w:cs="Arial"/>
          <w:color w:val="auto"/>
        </w:rPr>
      </w:pPr>
    </w:p>
    <w:p w:rsidR="003961FD" w:rsidRDefault="003961FD" w:rsidP="0099488D">
      <w:pPr>
        <w:pStyle w:val="ListParagraph"/>
        <w:numPr>
          <w:ilvl w:val="0"/>
          <w:numId w:val="13"/>
          <w:numberingChange w:id="1" w:author="Unknown" w:date="2016-02-10T07:11:00Z" w:original="%1:2:0:.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Specifikace a technický popis předmětu výpůjčky jsou uvedeny v přílohách č. 1 a č. 2 této smlouvy.</w:t>
      </w:r>
    </w:p>
    <w:p w:rsidR="003961FD" w:rsidRDefault="003961FD" w:rsidP="0099488D">
      <w:pPr>
        <w:pStyle w:val="ListParagraph"/>
        <w:numPr>
          <w:ilvl w:val="0"/>
          <w:numId w:val="13"/>
          <w:numberingChange w:id="2" w:author="Unknown" w:date="2016-02-10T07:11:00Z" w:original="%1:3:0:.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  <w:sz w:val="24"/>
          <w:szCs w:val="24"/>
        </w:rPr>
      </w:pPr>
      <w:r w:rsidRPr="0099488D">
        <w:rPr>
          <w:rFonts w:ascii="Bookman Old Style" w:hAnsi="Bookman Old Style" w:cs="Arial"/>
          <w:sz w:val="24"/>
          <w:szCs w:val="24"/>
        </w:rPr>
        <w:t>Vypůjčitel je po dobu trvání výpůjčky oprávněn užívat předmět výpůjčky na svém</w:t>
      </w:r>
      <w:permStart w:id="9" w:edGrp="everyone"/>
      <w:r>
        <w:rPr>
          <w:rFonts w:ascii="Bookman Old Style" w:hAnsi="Bookman Old Style" w:cs="Arial"/>
          <w:sz w:val="24"/>
          <w:szCs w:val="24"/>
        </w:rPr>
        <w:t xml:space="preserve"> oddělení klinické biochemie,</w:t>
      </w:r>
      <w:permEnd w:id="9"/>
      <w:r w:rsidRPr="0099488D">
        <w:rPr>
          <w:rFonts w:ascii="Bookman Old Style" w:hAnsi="Bookman Old Style" w:cs="Arial"/>
          <w:sz w:val="24"/>
          <w:szCs w:val="24"/>
        </w:rPr>
        <w:t xml:space="preserve"> a to bezúplatně.</w:t>
      </w:r>
    </w:p>
    <w:p w:rsidR="003961FD" w:rsidRPr="00672723" w:rsidRDefault="003961FD" w:rsidP="00672723">
      <w:pPr>
        <w:pStyle w:val="ListParagraph"/>
        <w:numPr>
          <w:ilvl w:val="0"/>
          <w:numId w:val="13"/>
          <w:numberingChange w:id="3" w:author="Unknown" w:date="2016-02-10T07:11:00Z" w:original="%1:4:0:.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  <w:sz w:val="24"/>
          <w:szCs w:val="24"/>
        </w:rPr>
      </w:pPr>
      <w:r w:rsidRPr="00672723">
        <w:rPr>
          <w:rFonts w:ascii="Bookman Old Style" w:hAnsi="Bookman Old Style" w:cs="Arial"/>
          <w:sz w:val="24"/>
          <w:szCs w:val="24"/>
        </w:rPr>
        <w:t>Součástí výpůjčky je doprava předmětu výpůjčky vypůjčiteli včetně instalace, uvedení do provozu, provedení potřebných zkoušek a kalibrací k uvedení do provozu, instruktáž obsluhy a provádění bezplatného záručního a event. pozáručního servisu a předepsaných bezpečnostně technických prohlídek (včetně včasného dodání protokolů) po celou dobu trvání výpůjčky.</w:t>
      </w:r>
    </w:p>
    <w:p w:rsidR="003961FD" w:rsidRPr="00E872AB" w:rsidRDefault="003961FD" w:rsidP="002245EF">
      <w:pPr>
        <w:pStyle w:val="ListParagraph"/>
        <w:numPr>
          <w:ilvl w:val="0"/>
          <w:numId w:val="13"/>
          <w:numberingChange w:id="4" w:author="Unknown" w:date="2016-02-10T07:11:00Z" w:original="%1:5:0:.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/>
          <w:sz w:val="24"/>
          <w:szCs w:val="24"/>
        </w:rPr>
      </w:pPr>
      <w:r w:rsidRPr="00E872AB">
        <w:rPr>
          <w:rFonts w:ascii="Bookman Old Style" w:hAnsi="Bookman Old Style"/>
          <w:sz w:val="24"/>
          <w:szCs w:val="24"/>
        </w:rPr>
        <w:t>Půjčitel prohlašuje, že předmět výpůjčky splňuje z pohledu kvality všechny příslušné předepsané normy a je v souladu s platnou legislativou pro tuto oblast zejména se zákonem č. </w:t>
      </w:r>
      <w:r>
        <w:rPr>
          <w:rFonts w:ascii="Bookman Old Style" w:hAnsi="Bookman Old Style"/>
          <w:sz w:val="24"/>
          <w:szCs w:val="24"/>
        </w:rPr>
        <w:t>268/2014</w:t>
      </w:r>
      <w:r w:rsidRPr="00E872AB">
        <w:rPr>
          <w:rFonts w:ascii="Bookman Old Style" w:hAnsi="Bookman Old Style"/>
          <w:sz w:val="24"/>
          <w:szCs w:val="24"/>
        </w:rPr>
        <w:t xml:space="preserve"> Sb., o zdravotnických prostředcích a o změně </w:t>
      </w:r>
      <w:r>
        <w:rPr>
          <w:rFonts w:ascii="Bookman Old Style" w:hAnsi="Bookman Old Style"/>
          <w:sz w:val="24"/>
          <w:szCs w:val="24"/>
        </w:rPr>
        <w:t>zákona č. 634/2004 Sb., o správních poplatcích,</w:t>
      </w:r>
      <w:r w:rsidRPr="00E872AB">
        <w:rPr>
          <w:rFonts w:ascii="Bookman Old Style" w:hAnsi="Bookman Old Style"/>
          <w:sz w:val="24"/>
          <w:szCs w:val="24"/>
        </w:rPr>
        <w:t xml:space="preserve"> ve znění pozdějších předpisů (dále jen „zákon č. </w:t>
      </w:r>
      <w:r>
        <w:rPr>
          <w:rFonts w:ascii="Bookman Old Style" w:hAnsi="Bookman Old Style"/>
          <w:sz w:val="24"/>
          <w:szCs w:val="24"/>
        </w:rPr>
        <w:t>268/2014</w:t>
      </w:r>
      <w:r w:rsidRPr="00E872AB">
        <w:rPr>
          <w:rFonts w:ascii="Bookman Old Style" w:hAnsi="Bookman Old Style"/>
          <w:sz w:val="24"/>
          <w:szCs w:val="24"/>
        </w:rPr>
        <w:t xml:space="preserve"> Sb.“)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B14E53">
        <w:rPr>
          <w:rFonts w:ascii="Bookman Old Style" w:hAnsi="Bookman Old Style"/>
          <w:sz w:val="24"/>
          <w:szCs w:val="24"/>
        </w:rPr>
        <w:t>a jeho příslušnými prováděcími předpisy: nařízeními vlády ke zdravotnickým prostředkům č. 54/2015 Sb., č. 55/2015 Sb., č. 56/2015 Sb.) a vyhláškou č. 62/2015</w:t>
      </w:r>
      <w:r w:rsidRPr="00E872AB">
        <w:rPr>
          <w:rFonts w:ascii="Bookman Old Style" w:hAnsi="Bookman Old Style"/>
          <w:sz w:val="24"/>
          <w:szCs w:val="24"/>
        </w:rPr>
        <w:t>, zákonem č. 102/2001 Sb., o obecné bezpečnosti výrobků, ve znění pozdějších předpisů, zákonem č. 22/1997 Sb., o technických požadavcích na výrobky a o změně a doplnění některých zákonů,</w:t>
      </w:r>
      <w:r>
        <w:rPr>
          <w:rFonts w:ascii="Bookman Old Style" w:hAnsi="Bookman Old Style"/>
          <w:sz w:val="24"/>
          <w:szCs w:val="24"/>
        </w:rPr>
        <w:t xml:space="preserve"> ve znění pozdějších předpisů a </w:t>
      </w:r>
      <w:r w:rsidRPr="00E872AB">
        <w:rPr>
          <w:rFonts w:ascii="Bookman Old Style" w:hAnsi="Bookman Old Style"/>
          <w:sz w:val="24"/>
          <w:szCs w:val="24"/>
        </w:rPr>
        <w:t>harmonizovanými českými technickými normami a ostatními ČSN vztahujícími se k předmětu výpůjčky.</w:t>
      </w:r>
    </w:p>
    <w:p w:rsidR="003961FD" w:rsidRPr="002245EF" w:rsidRDefault="003961FD" w:rsidP="0099488D">
      <w:pPr>
        <w:pStyle w:val="ListParagraph"/>
        <w:numPr>
          <w:ilvl w:val="0"/>
          <w:numId w:val="13"/>
          <w:numberingChange w:id="5" w:author="Unknown" w:date="2016-02-10T07:11:00Z" w:original="%1:6:0:.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</w:rPr>
      </w:pPr>
      <w:r w:rsidRPr="009B10AC">
        <w:rPr>
          <w:rFonts w:ascii="Bookman Old Style" w:hAnsi="Bookman Old Style" w:cs="Arial"/>
          <w:sz w:val="24"/>
          <w:szCs w:val="24"/>
        </w:rPr>
        <w:t>Půjčitel prohlašuje, že předmět výpůjčky je zdravotnickým prostředkem, u kterého výrobce stanoveným způsobem posoudil soulad jeho vlastností s technickými požadavky stanovenými zvláštními právními předpisy s přihlédnutím k určenému účelu použití, a vydal o tom písemné prohlášení o shodě. Kopie prohlášení o shodě byla vypůjčiteli předána při podpisu této smlouvy, což vypůjčitel potvrzuje.</w:t>
      </w:r>
    </w:p>
    <w:p w:rsidR="003961FD" w:rsidRPr="005D733E" w:rsidRDefault="003961FD" w:rsidP="0099488D">
      <w:pPr>
        <w:pStyle w:val="ListParagraph"/>
        <w:numPr>
          <w:ilvl w:val="0"/>
          <w:numId w:val="13"/>
          <w:numberingChange w:id="6" w:author="Unknown" w:date="2016-02-10T07:11:00Z" w:original="%1:7:0:.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</w:rPr>
      </w:pPr>
      <w:r w:rsidRPr="009B10AC">
        <w:rPr>
          <w:rFonts w:ascii="Bookman Old Style" w:hAnsi="Bookman Old Style" w:cs="Arial"/>
          <w:sz w:val="24"/>
          <w:szCs w:val="24"/>
        </w:rPr>
        <w:t xml:space="preserve">Půjčitel prohlašuje, že je výhradním vlastníkem předmětu výpůjčky a je oprávněn jej přenechat vypůjčiteli ve smyslu § </w:t>
      </w:r>
      <w:smartTag w:uri="urn:schemas-microsoft-com:office:smarttags" w:element="metricconverter">
        <w:smartTagPr>
          <w:attr w:name="ProductID" w:val="2193 a"/>
        </w:smartTagPr>
        <w:r w:rsidRPr="009B10AC">
          <w:rPr>
            <w:rFonts w:ascii="Bookman Old Style" w:hAnsi="Bookman Old Style" w:cs="Arial"/>
            <w:sz w:val="24"/>
            <w:szCs w:val="24"/>
          </w:rPr>
          <w:t>2193 a</w:t>
        </w:r>
      </w:smartTag>
      <w:r w:rsidRPr="009B10AC">
        <w:rPr>
          <w:rFonts w:ascii="Bookman Old Style" w:hAnsi="Bookman Old Style" w:cs="Arial"/>
          <w:sz w:val="24"/>
          <w:szCs w:val="24"/>
        </w:rPr>
        <w:t xml:space="preserve"> násl. občanského zákoníku. Půjčitel účetně odepisuje pořizovací hodnotu předmětu výpůjčky.</w:t>
      </w:r>
    </w:p>
    <w:p w:rsidR="003961FD" w:rsidRPr="00F1410E" w:rsidRDefault="003961FD" w:rsidP="00F1410E">
      <w:pPr>
        <w:pStyle w:val="ListParagraph"/>
        <w:numPr>
          <w:ilvl w:val="0"/>
          <w:numId w:val="13"/>
          <w:numberingChange w:id="7" w:author="Unknown" w:date="2016-02-10T07:11:00Z" w:original="%1:8:0:.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Předmět výpůjčky zůstává ve vlastnictví půjčitele.</w:t>
      </w:r>
    </w:p>
    <w:p w:rsidR="003961FD" w:rsidRDefault="003961FD" w:rsidP="00F1410E">
      <w:pPr>
        <w:pStyle w:val="ListParagraph"/>
        <w:jc w:val="both"/>
        <w:rPr>
          <w:rFonts w:ascii="Bookman Old Style" w:hAnsi="Bookman Old Style" w:cs="Arial"/>
          <w:sz w:val="24"/>
          <w:szCs w:val="24"/>
        </w:rPr>
      </w:pPr>
    </w:p>
    <w:p w:rsidR="003961FD" w:rsidRDefault="003961FD" w:rsidP="00F1410E">
      <w:pPr>
        <w:pStyle w:val="ListParagraph"/>
        <w:jc w:val="both"/>
        <w:rPr>
          <w:rFonts w:ascii="Bookman Old Style" w:hAnsi="Bookman Old Style" w:cs="Arial"/>
          <w:sz w:val="24"/>
          <w:szCs w:val="24"/>
        </w:rPr>
      </w:pPr>
    </w:p>
    <w:p w:rsidR="003961FD" w:rsidRDefault="003961FD" w:rsidP="00F1410E">
      <w:pPr>
        <w:pStyle w:val="ListParagraph"/>
        <w:jc w:val="both"/>
        <w:rPr>
          <w:rFonts w:ascii="Bookman Old Style" w:hAnsi="Bookman Old Style" w:cs="Arial"/>
          <w:sz w:val="24"/>
          <w:szCs w:val="24"/>
        </w:rPr>
      </w:pPr>
    </w:p>
    <w:p w:rsidR="003961FD" w:rsidRDefault="003961FD" w:rsidP="00F1410E">
      <w:pPr>
        <w:pStyle w:val="ListParagraph"/>
        <w:jc w:val="both"/>
        <w:rPr>
          <w:rFonts w:ascii="Bookman Old Style" w:hAnsi="Bookman Old Style" w:cs="Arial"/>
          <w:sz w:val="24"/>
          <w:szCs w:val="24"/>
        </w:rPr>
      </w:pPr>
    </w:p>
    <w:p w:rsidR="003961FD" w:rsidRDefault="003961FD" w:rsidP="00F1410E">
      <w:pPr>
        <w:pStyle w:val="ListParagraph"/>
        <w:jc w:val="both"/>
        <w:rPr>
          <w:rFonts w:ascii="Bookman Old Style" w:hAnsi="Bookman Old Style" w:cs="Arial"/>
          <w:sz w:val="24"/>
          <w:szCs w:val="24"/>
        </w:rPr>
      </w:pPr>
    </w:p>
    <w:p w:rsidR="003961FD" w:rsidRDefault="003961FD" w:rsidP="00F1410E">
      <w:pPr>
        <w:pStyle w:val="ListParagraph"/>
        <w:jc w:val="both"/>
        <w:rPr>
          <w:rFonts w:ascii="Bookman Old Style" w:hAnsi="Bookman Old Style" w:cs="Arial"/>
          <w:sz w:val="24"/>
          <w:szCs w:val="24"/>
        </w:rPr>
      </w:pPr>
    </w:p>
    <w:p w:rsidR="003961FD" w:rsidRPr="00F1410E" w:rsidRDefault="003961FD" w:rsidP="00F1410E">
      <w:pPr>
        <w:pStyle w:val="ListParagraph"/>
        <w:jc w:val="both"/>
        <w:rPr>
          <w:rFonts w:ascii="Bookman Old Style" w:hAnsi="Bookman Old Style" w:cs="Arial"/>
          <w:sz w:val="24"/>
          <w:szCs w:val="24"/>
        </w:rPr>
      </w:pPr>
    </w:p>
    <w:p w:rsidR="003961FD" w:rsidRPr="00E30564" w:rsidRDefault="003961FD" w:rsidP="00E30564">
      <w:pPr>
        <w:pStyle w:val="BodyText3"/>
        <w:jc w:val="center"/>
        <w:rPr>
          <w:rFonts w:ascii="Bookman Old Style" w:hAnsi="Bookman Old Style"/>
          <w:b/>
          <w:sz w:val="26"/>
          <w:szCs w:val="26"/>
        </w:rPr>
      </w:pPr>
      <w:r w:rsidRPr="00E30564">
        <w:rPr>
          <w:rFonts w:ascii="Bookman Old Style" w:hAnsi="Bookman Old Style"/>
          <w:b/>
          <w:sz w:val="26"/>
          <w:szCs w:val="26"/>
        </w:rPr>
        <w:t>Čl. II.</w:t>
      </w:r>
    </w:p>
    <w:p w:rsidR="003961FD" w:rsidRPr="00E30564" w:rsidRDefault="003961FD" w:rsidP="001B409A">
      <w:pPr>
        <w:pStyle w:val="Standardnte"/>
        <w:jc w:val="center"/>
        <w:rPr>
          <w:rFonts w:ascii="Bookman Old Style" w:hAnsi="Bookman Old Style" w:cs="Arial"/>
          <w:b/>
          <w:bCs/>
          <w:color w:val="auto"/>
          <w:sz w:val="26"/>
          <w:szCs w:val="26"/>
        </w:rPr>
      </w:pPr>
      <w:r w:rsidRPr="00E30564">
        <w:rPr>
          <w:rFonts w:ascii="Bookman Old Style" w:hAnsi="Bookman Old Style" w:cs="Arial"/>
          <w:b/>
          <w:bCs/>
          <w:color w:val="auto"/>
          <w:sz w:val="26"/>
          <w:szCs w:val="26"/>
        </w:rPr>
        <w:t>Místo předání předmětu výpůjčky, kontaktní osoby</w:t>
      </w:r>
    </w:p>
    <w:p w:rsidR="003961FD" w:rsidRPr="00EA49F7" w:rsidRDefault="003961FD" w:rsidP="001B409A">
      <w:pPr>
        <w:pStyle w:val="Standardnte"/>
        <w:jc w:val="both"/>
        <w:rPr>
          <w:rFonts w:ascii="Bookman Old Style" w:hAnsi="Bookman Old Style" w:cs="Arial"/>
        </w:rPr>
      </w:pPr>
    </w:p>
    <w:p w:rsidR="003961FD" w:rsidRPr="00EA49F7" w:rsidRDefault="003961FD" w:rsidP="00EA49F7">
      <w:pPr>
        <w:pStyle w:val="Standardnte"/>
        <w:numPr>
          <w:ilvl w:val="0"/>
          <w:numId w:val="14"/>
          <w:numberingChange w:id="8" w:author="Unknown" w:date="2016-02-10T07:11:00Z" w:original="%1:1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Půjčitel předá předmět výpůjčky pověřenému pracovišti vypůjčitele </w:t>
      </w:r>
      <w:r w:rsidRPr="00EA49F7">
        <w:rPr>
          <w:rFonts w:ascii="Bookman Old Style" w:hAnsi="Bookman Old Style" w:cs="Arial"/>
          <w:color w:val="auto"/>
        </w:rPr>
        <w:t xml:space="preserve">do </w:t>
      </w:r>
      <w:r w:rsidRPr="001479BE">
        <w:rPr>
          <w:rFonts w:ascii="Bookman Old Style" w:hAnsi="Bookman Old Style" w:cs="Arial"/>
          <w:b/>
          <w:bCs/>
          <w:color w:val="auto"/>
        </w:rPr>
        <w:t>4 týdnů</w:t>
      </w:r>
      <w:r>
        <w:rPr>
          <w:rFonts w:ascii="Bookman Old Style" w:hAnsi="Bookman Old Style" w:cs="Arial"/>
          <w:bCs/>
          <w:color w:val="auto"/>
        </w:rPr>
        <w:t xml:space="preserve"> </w:t>
      </w:r>
      <w:r w:rsidRPr="00EA49F7">
        <w:rPr>
          <w:rFonts w:ascii="Bookman Old Style" w:hAnsi="Bookman Old Style" w:cs="Arial"/>
        </w:rPr>
        <w:t>ode dne účinnosti této smlouvy.</w:t>
      </w:r>
    </w:p>
    <w:p w:rsidR="003961FD" w:rsidRPr="00590CB2" w:rsidRDefault="003961FD" w:rsidP="00401EAE">
      <w:pPr>
        <w:pStyle w:val="Standardnte"/>
        <w:numPr>
          <w:ilvl w:val="0"/>
          <w:numId w:val="14"/>
          <w:numberingChange w:id="9" w:author="Unknown" w:date="2016-02-10T07:11:00Z" w:original="%1:2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 Pověřeným </w:t>
      </w:r>
      <w:r w:rsidRPr="00590CB2">
        <w:rPr>
          <w:rFonts w:ascii="Bookman Old Style" w:hAnsi="Bookman Old Style" w:cs="Arial"/>
        </w:rPr>
        <w:t>pracovištěm vypůjčitele je</w:t>
      </w:r>
      <w:r w:rsidRPr="00590CB2">
        <w:rPr>
          <w:rFonts w:ascii="Bookman Old Style" w:hAnsi="Bookman Old Style" w:cs="Arial"/>
          <w:bCs/>
          <w:color w:val="auto"/>
        </w:rPr>
        <w:t xml:space="preserve"> Oddělení klinické biochemie.</w:t>
      </w:r>
    </w:p>
    <w:p w:rsidR="003961FD" w:rsidRPr="00590CB2" w:rsidRDefault="003961FD" w:rsidP="002C7EC8">
      <w:pPr>
        <w:spacing w:line="360" w:lineRule="auto"/>
        <w:ind w:left="426"/>
        <w:rPr>
          <w:rFonts w:ascii="Bookman Old Style" w:hAnsi="Bookman Old Style" w:cs="Arial"/>
          <w:sz w:val="24"/>
          <w:szCs w:val="24"/>
        </w:rPr>
      </w:pPr>
      <w:r w:rsidRPr="00590CB2">
        <w:rPr>
          <w:rFonts w:ascii="Bookman Old Style" w:hAnsi="Bookman Old Style" w:cs="Arial"/>
          <w:sz w:val="24"/>
          <w:szCs w:val="24"/>
        </w:rPr>
        <w:t xml:space="preserve">- kontaktní osoba za pověřené pracoviště vypůjčitele (vč. tel. čísla): </w:t>
      </w:r>
    </w:p>
    <w:p w:rsidR="003961FD" w:rsidRDefault="003961FD" w:rsidP="001B12A4">
      <w:pPr>
        <w:spacing w:line="360" w:lineRule="auto"/>
        <w:ind w:left="567"/>
        <w:rPr>
          <w:rFonts w:ascii="Bookman Old Style" w:hAnsi="Bookman Old Style" w:cs="Arial"/>
          <w:sz w:val="24"/>
          <w:szCs w:val="24"/>
        </w:rPr>
      </w:pPr>
      <w:r w:rsidRPr="00590CB2">
        <w:rPr>
          <w:rFonts w:ascii="Bookman Old Style" w:hAnsi="Bookman Old Style" w:cs="Arial"/>
          <w:sz w:val="24"/>
          <w:szCs w:val="24"/>
        </w:rPr>
        <w:t xml:space="preserve">prim. MUDr. Vlasta Musilová, </w:t>
      </w:r>
      <w:r w:rsidRPr="00590CB2">
        <w:rPr>
          <w:rFonts w:ascii="Bookman Old Style" w:hAnsi="Bookman Old Style" w:cs="Arial"/>
          <w:sz w:val="24"/>
          <w:szCs w:val="24"/>
        </w:rPr>
        <w:tab/>
        <w:t>tel. +420 566 801 490;</w:t>
      </w:r>
      <w:r w:rsidRPr="00397502"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 xml:space="preserve"> </w:t>
      </w:r>
    </w:p>
    <w:p w:rsidR="003961FD" w:rsidRPr="00397502" w:rsidRDefault="003961FD" w:rsidP="00397502">
      <w:pPr>
        <w:spacing w:line="360" w:lineRule="auto"/>
        <w:ind w:left="4107" w:firstLine="141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email: </w:t>
      </w:r>
      <w:hyperlink r:id="rId7" w:history="1">
        <w:r w:rsidRPr="00E86634">
          <w:rPr>
            <w:rStyle w:val="Hyperlink"/>
            <w:rFonts w:ascii="Bookman Old Style" w:hAnsi="Bookman Old Style" w:cs="Arial"/>
            <w:sz w:val="24"/>
            <w:szCs w:val="24"/>
          </w:rPr>
          <w:t>vlasta.musilova@nnm.cz</w:t>
        </w:r>
      </w:hyperlink>
    </w:p>
    <w:p w:rsidR="003961FD" w:rsidRPr="00D96501" w:rsidRDefault="003961FD" w:rsidP="00D96501">
      <w:pPr>
        <w:spacing w:line="360" w:lineRule="auto"/>
        <w:ind w:left="567" w:hanging="141"/>
        <w:rPr>
          <w:rFonts w:ascii="Bookman Old Style" w:hAnsi="Bookman Old Style" w:cs="Arial"/>
          <w:sz w:val="24"/>
          <w:szCs w:val="24"/>
        </w:rPr>
      </w:pPr>
      <w:r w:rsidRPr="00397502">
        <w:rPr>
          <w:rFonts w:ascii="Bookman Old Style" w:hAnsi="Bookman Old Style" w:cs="Arial"/>
          <w:sz w:val="24"/>
          <w:szCs w:val="24"/>
        </w:rPr>
        <w:t xml:space="preserve">- technické oddělení: - </w:t>
      </w:r>
      <w:r w:rsidRPr="00D96501">
        <w:rPr>
          <w:rFonts w:ascii="Bookman Old Style" w:hAnsi="Bookman Old Style" w:cs="Arial"/>
          <w:sz w:val="24"/>
          <w:szCs w:val="24"/>
        </w:rPr>
        <w:t xml:space="preserve">Ing. Marek Líbal, tel.: +420 566 801 608; </w:t>
      </w:r>
    </w:p>
    <w:p w:rsidR="003961FD" w:rsidRPr="00397502" w:rsidRDefault="003961FD" w:rsidP="00B15B4B">
      <w:pPr>
        <w:spacing w:line="360" w:lineRule="auto"/>
        <w:ind w:left="2978" w:firstLine="141"/>
        <w:rPr>
          <w:rFonts w:ascii="Bookman Old Style" w:hAnsi="Bookman Old Style" w:cs="Arial"/>
          <w:sz w:val="24"/>
          <w:szCs w:val="24"/>
        </w:rPr>
      </w:pPr>
      <w:r w:rsidRPr="00397502">
        <w:rPr>
          <w:rFonts w:ascii="Bookman Old Style" w:hAnsi="Bookman Old Style" w:cs="Arial"/>
          <w:sz w:val="24"/>
          <w:szCs w:val="24"/>
        </w:rPr>
        <w:t xml:space="preserve">email: </w:t>
      </w:r>
      <w:hyperlink r:id="rId8" w:history="1">
        <w:r w:rsidRPr="00397502">
          <w:rPr>
            <w:rStyle w:val="Hyperlink"/>
            <w:rFonts w:ascii="Bookman Old Style" w:hAnsi="Bookman Old Style" w:cs="Arial"/>
            <w:sz w:val="24"/>
            <w:szCs w:val="24"/>
          </w:rPr>
          <w:t>technicke@nnm.cz</w:t>
        </w:r>
      </w:hyperlink>
      <w:r w:rsidRPr="00397502">
        <w:rPr>
          <w:rFonts w:ascii="Bookman Old Style" w:hAnsi="Bookman Old Style" w:cs="Arial"/>
          <w:sz w:val="24"/>
          <w:szCs w:val="24"/>
        </w:rPr>
        <w:t xml:space="preserve"> </w:t>
      </w:r>
    </w:p>
    <w:p w:rsidR="003961FD" w:rsidRPr="00397502" w:rsidRDefault="003961FD" w:rsidP="00A06EB7">
      <w:pPr>
        <w:ind w:left="425"/>
        <w:rPr>
          <w:rFonts w:ascii="Bookman Old Style" w:hAnsi="Bookman Old Style" w:cs="Arial"/>
          <w:sz w:val="24"/>
          <w:szCs w:val="24"/>
        </w:rPr>
      </w:pPr>
      <w:r w:rsidRPr="00397502">
        <w:rPr>
          <w:rFonts w:ascii="Bookman Old Style" w:hAnsi="Bookman Old Style" w:cs="Arial"/>
          <w:sz w:val="24"/>
          <w:szCs w:val="24"/>
        </w:rPr>
        <w:t>- za půjčitele – osoba odpovědná za instalaci:</w:t>
      </w:r>
      <w:permStart w:id="10" w:edGrp="everyone"/>
      <w:r w:rsidRPr="00397502">
        <w:rPr>
          <w:rFonts w:ascii="Bookman Old Style" w:hAnsi="Bookman Old Style" w:cs="Arial"/>
          <w:sz w:val="24"/>
          <w:szCs w:val="24"/>
        </w:rPr>
        <w:t>……………………........................</w:t>
      </w:r>
      <w:permEnd w:id="10"/>
    </w:p>
    <w:p w:rsidR="003961FD" w:rsidRPr="00397502" w:rsidRDefault="003961FD" w:rsidP="00A06EB7">
      <w:pPr>
        <w:ind w:left="425"/>
        <w:rPr>
          <w:rFonts w:ascii="Bookman Old Style" w:hAnsi="Bookman Old Style" w:cs="Arial"/>
        </w:rPr>
      </w:pP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  <w:t xml:space="preserve">     </w:t>
      </w:r>
      <w:r w:rsidRPr="00397502">
        <w:rPr>
          <w:rFonts w:ascii="Bookman Old Style" w:hAnsi="Bookman Old Style" w:cs="Arial"/>
        </w:rPr>
        <w:t>(jméno a příjmení, tel. a email)</w:t>
      </w:r>
    </w:p>
    <w:p w:rsidR="003961FD" w:rsidRPr="00397502" w:rsidRDefault="003961FD" w:rsidP="00A06EB7">
      <w:pPr>
        <w:ind w:left="425"/>
        <w:rPr>
          <w:rFonts w:ascii="Bookman Old Style" w:hAnsi="Bookman Old Style" w:cs="Arial"/>
        </w:rPr>
      </w:pPr>
    </w:p>
    <w:p w:rsidR="003961FD" w:rsidRPr="00397502" w:rsidRDefault="003961FD" w:rsidP="009B10AC">
      <w:pPr>
        <w:ind w:left="425"/>
        <w:rPr>
          <w:rFonts w:ascii="Bookman Old Style" w:hAnsi="Bookman Old Style" w:cs="Arial"/>
          <w:sz w:val="24"/>
          <w:szCs w:val="24"/>
        </w:rPr>
      </w:pPr>
      <w:r w:rsidRPr="00397502">
        <w:rPr>
          <w:rFonts w:ascii="Bookman Old Style" w:hAnsi="Bookman Old Style" w:cs="Arial"/>
          <w:sz w:val="24"/>
          <w:szCs w:val="24"/>
        </w:rPr>
        <w:t xml:space="preserve">- za půjčitele – osoba odpovědná za servis, PBTK: </w:t>
      </w:r>
      <w:permStart w:id="11" w:edGrp="everyone"/>
      <w:r w:rsidRPr="00397502">
        <w:rPr>
          <w:rFonts w:ascii="Bookman Old Style" w:hAnsi="Bookman Old Style" w:cs="Arial"/>
          <w:sz w:val="24"/>
          <w:szCs w:val="24"/>
        </w:rPr>
        <w:t>…………………………………</w:t>
      </w:r>
      <w:permEnd w:id="11"/>
    </w:p>
    <w:p w:rsidR="003961FD" w:rsidRPr="00EA49F7" w:rsidRDefault="003961FD" w:rsidP="00A06EB7">
      <w:pPr>
        <w:ind w:left="425"/>
        <w:rPr>
          <w:rFonts w:ascii="Bookman Old Style" w:hAnsi="Bookman Old Style" w:cs="Arial"/>
          <w:sz w:val="24"/>
          <w:szCs w:val="24"/>
        </w:rPr>
      </w:pP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  <w:t xml:space="preserve">                                                   </w:t>
      </w:r>
      <w:r w:rsidRPr="00397502">
        <w:rPr>
          <w:rFonts w:ascii="Bookman Old Style" w:hAnsi="Bookman Old Style" w:cs="Arial"/>
        </w:rPr>
        <w:t>(jméno</w:t>
      </w:r>
      <w:r w:rsidRPr="00A06EB7">
        <w:rPr>
          <w:rFonts w:ascii="Bookman Old Style" w:hAnsi="Bookman Old Style" w:cs="Arial"/>
        </w:rPr>
        <w:t xml:space="preserve"> a příjmení, tel. a email)</w:t>
      </w:r>
    </w:p>
    <w:p w:rsidR="003961FD" w:rsidRDefault="003961FD" w:rsidP="001B409A">
      <w:pPr>
        <w:pStyle w:val="Standardnte"/>
        <w:jc w:val="both"/>
        <w:rPr>
          <w:rFonts w:ascii="Bookman Old Style" w:hAnsi="Bookman Old Style" w:cs="Arial"/>
        </w:rPr>
      </w:pPr>
    </w:p>
    <w:p w:rsidR="003961FD" w:rsidRDefault="003961FD" w:rsidP="00E30564">
      <w:pPr>
        <w:pStyle w:val="BodyText3"/>
        <w:jc w:val="center"/>
        <w:rPr>
          <w:rFonts w:ascii="Bookman Old Style" w:hAnsi="Bookman Old Style"/>
          <w:b/>
          <w:sz w:val="26"/>
        </w:rPr>
      </w:pPr>
      <w:r>
        <w:rPr>
          <w:rFonts w:ascii="Bookman Old Style" w:hAnsi="Bookman Old Style"/>
          <w:b/>
          <w:sz w:val="26"/>
        </w:rPr>
        <w:t>Čl. III.</w:t>
      </w:r>
    </w:p>
    <w:p w:rsidR="003961FD" w:rsidRPr="00E30564" w:rsidRDefault="003961FD" w:rsidP="001B409A">
      <w:pPr>
        <w:pStyle w:val="Standardnte"/>
        <w:jc w:val="center"/>
        <w:rPr>
          <w:rFonts w:ascii="Bookman Old Style" w:hAnsi="Bookman Old Style" w:cs="Arial"/>
          <w:b/>
          <w:bCs/>
          <w:color w:val="auto"/>
          <w:sz w:val="26"/>
          <w:szCs w:val="26"/>
        </w:rPr>
      </w:pPr>
      <w:r w:rsidRPr="00E30564">
        <w:rPr>
          <w:rFonts w:ascii="Bookman Old Style" w:hAnsi="Bookman Old Style" w:cs="Arial"/>
          <w:b/>
          <w:bCs/>
          <w:color w:val="auto"/>
          <w:sz w:val="26"/>
          <w:szCs w:val="26"/>
        </w:rPr>
        <w:t>Doba výpůjčky a dodání výpůjčky</w:t>
      </w:r>
    </w:p>
    <w:p w:rsidR="003961FD" w:rsidRPr="0038386E" w:rsidRDefault="003961FD" w:rsidP="001B409A">
      <w:pPr>
        <w:pStyle w:val="Standardnte"/>
        <w:jc w:val="center"/>
        <w:rPr>
          <w:rFonts w:ascii="Bookman Old Style" w:hAnsi="Bookman Old Style" w:cs="Arial"/>
          <w:color w:val="auto"/>
        </w:rPr>
      </w:pPr>
    </w:p>
    <w:p w:rsidR="003961FD" w:rsidRPr="0038386E" w:rsidRDefault="003961FD" w:rsidP="009B10AC">
      <w:pPr>
        <w:pStyle w:val="Standardnte"/>
        <w:numPr>
          <w:ilvl w:val="0"/>
          <w:numId w:val="15"/>
          <w:numberingChange w:id="10" w:author="Unknown" w:date="2016-02-10T07:11:00Z" w:original="%1:1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bCs/>
          <w:color w:val="auto"/>
        </w:rPr>
      </w:pPr>
      <w:r w:rsidRPr="0038386E">
        <w:rPr>
          <w:rFonts w:ascii="Bookman Old Style" w:hAnsi="Bookman Old Style" w:cs="Arial"/>
          <w:color w:val="auto"/>
        </w:rPr>
        <w:t>Výpůjčka se sjednává na dobu použitelnosti předmětu výpůjčky.</w:t>
      </w:r>
    </w:p>
    <w:p w:rsidR="003961FD" w:rsidRPr="00377507" w:rsidRDefault="003961FD" w:rsidP="00F22739">
      <w:pPr>
        <w:pStyle w:val="Standardnte"/>
        <w:numPr>
          <w:ilvl w:val="0"/>
          <w:numId w:val="15"/>
          <w:numberingChange w:id="11" w:author="Unknown" w:date="2016-02-10T07:11:00Z" w:original="%1:2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38386E">
        <w:rPr>
          <w:rFonts w:ascii="Bookman Old Style" w:hAnsi="Bookman Old Style" w:cs="Arial"/>
          <w:color w:val="auto"/>
        </w:rPr>
        <w:t xml:space="preserve">Půjčitel je povinen vyzvat vypůjčitele k převzetí výpůjčky nejméně 3 pracovní dny před dodáním předmětu výpůjčky. Kontaktní </w:t>
      </w:r>
      <w:r w:rsidRPr="00EA49F7">
        <w:rPr>
          <w:rFonts w:ascii="Bookman Old Style" w:hAnsi="Bookman Old Style" w:cs="Arial"/>
        </w:rPr>
        <w:t xml:space="preserve">osobou za vypůjčitele je Ing. </w:t>
      </w:r>
      <w:r>
        <w:rPr>
          <w:rFonts w:ascii="Bookman Old Style" w:hAnsi="Bookman Old Style" w:cs="Arial"/>
        </w:rPr>
        <w:t>Marek Líbal, přístrojový technik, tel.: +420 566 801 608; email:</w:t>
      </w:r>
      <w:r>
        <w:fldChar w:fldCharType="begin"/>
      </w:r>
      <w:r>
        <w:instrText>HYPERLINK "file:///C:\\Users\\Standard\\AppData\\Local\\Temp\\Temp1_prilohy_32119.zip\\technicke@nnm.cz"</w:instrText>
      </w:r>
      <w:r>
        <w:fldChar w:fldCharType="separate"/>
      </w:r>
      <w:r w:rsidRPr="00966BC8">
        <w:rPr>
          <w:rStyle w:val="Hyperlink"/>
          <w:rFonts w:ascii="Bookman Old Style" w:hAnsi="Bookman Old Style" w:cs="Arial"/>
        </w:rPr>
        <w:t>technicke@nnm.cz</w:t>
      </w:r>
      <w:r>
        <w:fldChar w:fldCharType="end"/>
      </w:r>
    </w:p>
    <w:p w:rsidR="003961FD" w:rsidRPr="00377507" w:rsidRDefault="003961FD" w:rsidP="00377507">
      <w:pPr>
        <w:pStyle w:val="Standardnte"/>
        <w:numPr>
          <w:ilvl w:val="0"/>
          <w:numId w:val="15"/>
          <w:numberingChange w:id="12" w:author="Unknown" w:date="2016-02-10T07:11:00Z" w:original="%1:3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 w:rsidRPr="00377507">
        <w:rPr>
          <w:rFonts w:ascii="Bookman Old Style" w:hAnsi="Bookman Old Style" w:cs="Arial"/>
          <w:color w:val="auto"/>
        </w:rPr>
        <w:t xml:space="preserve">Pokud předmět </w:t>
      </w:r>
      <w:r>
        <w:rPr>
          <w:rFonts w:ascii="Bookman Old Style" w:hAnsi="Bookman Old Style" w:cs="Arial"/>
          <w:color w:val="auto"/>
        </w:rPr>
        <w:t xml:space="preserve">výpůjčky </w:t>
      </w:r>
      <w:r w:rsidRPr="00377507">
        <w:rPr>
          <w:rFonts w:ascii="Bookman Old Style" w:hAnsi="Bookman Old Style" w:cs="Arial"/>
          <w:color w:val="auto"/>
        </w:rPr>
        <w:t xml:space="preserve">či jeho části vyžadují zapojení do počítačové sítě zadavatele a toto si vyžádá  zajištění součinnosti ze strany zadavatele, musí být rozsah této součinnosti v nabídce popsán. Dále o konkrétním termínu provedení instalace v místě plnění musí být dodavatelem  informován zaměstnanec úseku informatiky zadavatele (dále jen </w:t>
      </w:r>
      <w:r>
        <w:rPr>
          <w:rFonts w:ascii="Bookman Old Style" w:hAnsi="Bookman Old Style" w:cs="Arial"/>
          <w:color w:val="auto"/>
        </w:rPr>
        <w:t>„</w:t>
      </w:r>
      <w:r w:rsidRPr="00377507">
        <w:rPr>
          <w:rFonts w:ascii="Bookman Old Style" w:hAnsi="Bookman Old Style" w:cs="Arial"/>
          <w:color w:val="auto"/>
        </w:rPr>
        <w:t>ÚI</w:t>
      </w:r>
      <w:r>
        <w:rPr>
          <w:rFonts w:ascii="Bookman Old Style" w:hAnsi="Bookman Old Style" w:cs="Arial"/>
          <w:color w:val="auto"/>
        </w:rPr>
        <w:t>“</w:t>
      </w:r>
      <w:r w:rsidRPr="00377507">
        <w:rPr>
          <w:rFonts w:ascii="Bookman Old Style" w:hAnsi="Bookman Old Style" w:cs="Arial"/>
          <w:color w:val="auto"/>
        </w:rPr>
        <w:t xml:space="preserve">) a to minimálně týden (7 kalendářních dnů), emailem na </w:t>
      </w:r>
      <w:r w:rsidRPr="00377507">
        <w:t xml:space="preserve">adresu </w:t>
      </w:r>
      <w:r>
        <w:fldChar w:fldCharType="begin"/>
      </w:r>
      <w:r>
        <w:instrText>HYPERLINK "mailto:it@nnm.cz"</w:instrText>
      </w:r>
      <w:r>
        <w:fldChar w:fldCharType="separate"/>
      </w:r>
      <w:r w:rsidRPr="00377507">
        <w:rPr>
          <w:rFonts w:ascii="Bookman Old Style" w:hAnsi="Bookman Old Style"/>
          <w:color w:val="0000FF"/>
          <w:u w:val="single"/>
        </w:rPr>
        <w:t>it@nnm.cz</w:t>
      </w:r>
      <w:r>
        <w:fldChar w:fldCharType="end"/>
      </w:r>
      <w:r w:rsidRPr="00377507">
        <w:rPr>
          <w:rFonts w:ascii="Bookman Old Style" w:hAnsi="Bookman Old Style" w:cs="Arial"/>
          <w:color w:val="auto"/>
        </w:rPr>
        <w:t>. Pokud ÚI nebude schopen z kapacitních, technických či časových důvodů součinnost v požadovaném termínu a rozsahu zajistit oznám</w:t>
      </w:r>
      <w:r>
        <w:rPr>
          <w:rFonts w:ascii="Bookman Old Style" w:hAnsi="Bookman Old Style" w:cs="Arial"/>
          <w:color w:val="auto"/>
        </w:rPr>
        <w:t>í to dodavateli nejpozději do 3 </w:t>
      </w:r>
      <w:r w:rsidRPr="00377507">
        <w:rPr>
          <w:rFonts w:ascii="Bookman Old Style" w:hAnsi="Bookman Old Style" w:cs="Arial"/>
          <w:color w:val="auto"/>
        </w:rPr>
        <w:t>pracovních  dnů po obdržení požadavku a navrhne termín vlastní.“</w:t>
      </w:r>
    </w:p>
    <w:p w:rsidR="003961FD" w:rsidRPr="00136332" w:rsidRDefault="003961FD" w:rsidP="00136332">
      <w:pPr>
        <w:pStyle w:val="Standardnte"/>
        <w:numPr>
          <w:ilvl w:val="0"/>
          <w:numId w:val="15"/>
          <w:numberingChange w:id="13" w:author="Unknown" w:date="2016-02-10T07:11:00Z" w:original="%1:4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136332">
        <w:rPr>
          <w:rFonts w:ascii="Bookman Old Style" w:hAnsi="Bookman Old Style" w:cs="Arial"/>
        </w:rPr>
        <w:t>Výpůjčka zaniká, je-li předmět výpůjčky zničen anebo poškozen tak, že se stane nezpůsobilý k použití ke stanovenému účelu a nelze jej obvyklým způsobem opravit; nárok půjčitele na náhradu škody tím není dotčen.</w:t>
      </w:r>
    </w:p>
    <w:p w:rsidR="003961FD" w:rsidRDefault="003961FD" w:rsidP="00917A17">
      <w:pPr>
        <w:pStyle w:val="BodyText3"/>
        <w:jc w:val="center"/>
        <w:rPr>
          <w:rFonts w:ascii="Bookman Old Style" w:hAnsi="Bookman Old Style"/>
          <w:b/>
          <w:sz w:val="26"/>
          <w:szCs w:val="26"/>
        </w:rPr>
      </w:pPr>
    </w:p>
    <w:p w:rsidR="003961FD" w:rsidRPr="00917A17" w:rsidRDefault="003961FD" w:rsidP="00917A17">
      <w:pPr>
        <w:pStyle w:val="BodyText3"/>
        <w:jc w:val="center"/>
        <w:rPr>
          <w:rFonts w:ascii="Bookman Old Style" w:hAnsi="Bookman Old Style"/>
          <w:b/>
          <w:sz w:val="26"/>
          <w:szCs w:val="26"/>
        </w:rPr>
      </w:pPr>
      <w:r w:rsidRPr="00917A17">
        <w:rPr>
          <w:rFonts w:ascii="Bookman Old Style" w:hAnsi="Bookman Old Style"/>
          <w:b/>
          <w:sz w:val="26"/>
          <w:szCs w:val="26"/>
        </w:rPr>
        <w:t>Čl. IV.</w:t>
      </w:r>
    </w:p>
    <w:p w:rsidR="003961FD" w:rsidRPr="00917A17" w:rsidRDefault="003961FD" w:rsidP="00917A17">
      <w:pPr>
        <w:pStyle w:val="Standardnte"/>
        <w:ind w:hanging="360"/>
        <w:jc w:val="center"/>
        <w:rPr>
          <w:rFonts w:ascii="Bookman Old Style" w:hAnsi="Bookman Old Style" w:cs="Arial"/>
          <w:b/>
          <w:bCs/>
          <w:color w:val="auto"/>
          <w:sz w:val="26"/>
          <w:szCs w:val="26"/>
        </w:rPr>
      </w:pPr>
      <w:r w:rsidRPr="00917A17">
        <w:rPr>
          <w:rFonts w:ascii="Bookman Old Style" w:hAnsi="Bookman Old Style" w:cs="Arial"/>
          <w:b/>
          <w:bCs/>
          <w:color w:val="auto"/>
          <w:sz w:val="26"/>
          <w:szCs w:val="26"/>
        </w:rPr>
        <w:t>Práva a povinnosti půjčitele</w:t>
      </w:r>
    </w:p>
    <w:p w:rsidR="003961FD" w:rsidRDefault="003961FD" w:rsidP="00102183">
      <w:pPr>
        <w:pStyle w:val="Standardnte"/>
        <w:tabs>
          <w:tab w:val="left" w:pos="426"/>
        </w:tabs>
        <w:ind w:left="426"/>
        <w:jc w:val="both"/>
        <w:rPr>
          <w:rFonts w:ascii="Bookman Old Style" w:hAnsi="Bookman Old Style" w:cs="Arial"/>
          <w:bCs/>
          <w:u w:val="single"/>
        </w:rPr>
      </w:pPr>
    </w:p>
    <w:p w:rsidR="003961FD" w:rsidRPr="00541148" w:rsidRDefault="003961FD" w:rsidP="00B94B2B">
      <w:pPr>
        <w:pStyle w:val="Standardnte"/>
        <w:numPr>
          <w:ilvl w:val="0"/>
          <w:numId w:val="16"/>
          <w:numberingChange w:id="14" w:author="Unknown" w:date="2016-02-10T07:11:00Z" w:original="%1:1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bCs/>
          <w:u w:val="single"/>
        </w:rPr>
      </w:pPr>
      <w:r w:rsidRPr="00541148">
        <w:rPr>
          <w:rFonts w:ascii="Bookman Old Style" w:hAnsi="Bookman Old Style" w:cs="Arial"/>
          <w:bCs/>
          <w:u w:val="single"/>
        </w:rPr>
        <w:t>Půjčitel se zavazuje:</w:t>
      </w:r>
    </w:p>
    <w:p w:rsidR="003961FD" w:rsidRPr="00541148" w:rsidRDefault="003961FD" w:rsidP="00C65A6A">
      <w:pPr>
        <w:pStyle w:val="Standardnte"/>
        <w:numPr>
          <w:ilvl w:val="1"/>
          <w:numId w:val="20"/>
          <w:numberingChange w:id="15" w:author="Unknown" w:date="2016-02-10T07:11:00Z" w:original="%2:1:4:)"/>
        </w:numPr>
        <w:tabs>
          <w:tab w:val="clear" w:pos="1440"/>
        </w:tabs>
        <w:ind w:left="709" w:hanging="283"/>
        <w:jc w:val="both"/>
        <w:rPr>
          <w:rFonts w:ascii="Bookman Old Style" w:hAnsi="Bookman Old Style" w:cs="Arial"/>
          <w:bCs/>
        </w:rPr>
      </w:pPr>
      <w:r w:rsidRPr="00541148">
        <w:rPr>
          <w:rFonts w:ascii="Bookman Old Style" w:hAnsi="Bookman Old Style" w:cs="Arial"/>
          <w:bCs/>
        </w:rPr>
        <w:t xml:space="preserve">nainstalovat </w:t>
      </w:r>
      <w:r w:rsidRPr="00541148">
        <w:rPr>
          <w:rFonts w:ascii="Bookman Old Style" w:hAnsi="Bookman Old Style"/>
        </w:rPr>
        <w:t>předmět výpůjčky v sou</w:t>
      </w:r>
      <w:r>
        <w:rPr>
          <w:rFonts w:ascii="Bookman Old Style" w:hAnsi="Bookman Old Style"/>
        </w:rPr>
        <w:t>ladu se zákonem č. 268/2014 Sb.;</w:t>
      </w:r>
    </w:p>
    <w:p w:rsidR="003961FD" w:rsidRPr="00541148" w:rsidRDefault="003961FD" w:rsidP="00C65A6A">
      <w:pPr>
        <w:pStyle w:val="Standardnte"/>
        <w:numPr>
          <w:ilvl w:val="1"/>
          <w:numId w:val="20"/>
          <w:numberingChange w:id="16" w:author="Unknown" w:date="2016-02-10T07:11:00Z" w:original="%2:2:4:)"/>
        </w:numPr>
        <w:tabs>
          <w:tab w:val="clear" w:pos="1440"/>
        </w:tabs>
        <w:ind w:left="709" w:hanging="283"/>
        <w:jc w:val="both"/>
        <w:rPr>
          <w:rFonts w:ascii="Bookman Old Style" w:hAnsi="Bookman Old Style" w:cs="Arial"/>
          <w:bCs/>
        </w:rPr>
      </w:pPr>
      <w:r w:rsidRPr="00541148">
        <w:rPr>
          <w:rFonts w:ascii="Bookman Old Style" w:hAnsi="Bookman Old Style" w:cs="Arial"/>
          <w:bCs/>
        </w:rPr>
        <w:t>předat vypůjčiteli předmět výpůjčky i s příslušenstvím ve stavu způsobilém k řádnému užívání, včetně aplikace požadovaných metod, provedené vstupní validace přístroje po instalaci a včetně vystavení validačního protokolu</w:t>
      </w:r>
      <w:r>
        <w:rPr>
          <w:rFonts w:ascii="Bookman Old Style" w:hAnsi="Bookman Old Style" w:cs="Arial"/>
          <w:bCs/>
        </w:rPr>
        <w:t>;</w:t>
      </w:r>
    </w:p>
    <w:p w:rsidR="003961FD" w:rsidRDefault="003961FD" w:rsidP="00C65A6A">
      <w:pPr>
        <w:pStyle w:val="Standardnte"/>
        <w:numPr>
          <w:ilvl w:val="1"/>
          <w:numId w:val="20"/>
          <w:numberingChange w:id="17" w:author="Unknown" w:date="2016-02-10T07:11:00Z" w:original="%2:3:4:)"/>
        </w:numPr>
        <w:tabs>
          <w:tab w:val="clear" w:pos="1440"/>
        </w:tabs>
        <w:ind w:left="709" w:hanging="283"/>
        <w:jc w:val="both"/>
        <w:rPr>
          <w:rFonts w:ascii="Bookman Old Style" w:hAnsi="Bookman Old Style" w:cs="Arial"/>
          <w:bCs/>
        </w:rPr>
      </w:pPr>
      <w:r w:rsidRPr="00B94B2B">
        <w:rPr>
          <w:rFonts w:ascii="Bookman Old Style" w:hAnsi="Bookman Old Style" w:cs="Arial"/>
          <w:bCs/>
        </w:rPr>
        <w:t>instruovat vypůjčitele o řádném užívání předmětu výpůjčky</w:t>
      </w:r>
      <w:r>
        <w:rPr>
          <w:rFonts w:ascii="Bookman Old Style" w:hAnsi="Bookman Old Style" w:cs="Arial"/>
          <w:bCs/>
        </w:rPr>
        <w:t xml:space="preserve"> (obsluha, nastavení, kalibrace, požadavky na pravidelnou údržbu atd.); protokol o </w:t>
      </w:r>
      <w:r w:rsidRPr="00B94B2B">
        <w:rPr>
          <w:rFonts w:ascii="Bookman Old Style" w:hAnsi="Bookman Old Style" w:cs="Arial"/>
          <w:bCs/>
        </w:rPr>
        <w:t>zaškolení bude přiložen ke smlo</w:t>
      </w:r>
      <w:r>
        <w:rPr>
          <w:rFonts w:ascii="Bookman Old Style" w:hAnsi="Bookman Old Style" w:cs="Arial"/>
          <w:bCs/>
        </w:rPr>
        <w:t>uvě;</w:t>
      </w:r>
    </w:p>
    <w:p w:rsidR="003961FD" w:rsidRDefault="003961FD" w:rsidP="00C65A6A">
      <w:pPr>
        <w:pStyle w:val="Standardnte"/>
        <w:numPr>
          <w:ilvl w:val="1"/>
          <w:numId w:val="20"/>
          <w:numberingChange w:id="18" w:author="Unknown" w:date="2016-02-10T07:11:00Z" w:original="%2:4:4:)"/>
        </w:numPr>
        <w:tabs>
          <w:tab w:val="clear" w:pos="1440"/>
        </w:tabs>
        <w:ind w:left="709" w:hanging="283"/>
        <w:jc w:val="both"/>
        <w:rPr>
          <w:rFonts w:ascii="Bookman Old Style" w:hAnsi="Bookman Old Style" w:cs="Arial"/>
          <w:bCs/>
        </w:rPr>
      </w:pPr>
      <w:r w:rsidRPr="00B94B2B">
        <w:rPr>
          <w:rFonts w:ascii="Bookman Old Style" w:hAnsi="Bookman Old Style" w:cs="Arial"/>
          <w:bCs/>
        </w:rPr>
        <w:t>provádět na svoje náklady servis</w:t>
      </w:r>
      <w:r>
        <w:rPr>
          <w:rFonts w:ascii="Bookman Old Style" w:hAnsi="Bookman Old Style" w:cs="Arial"/>
          <w:bCs/>
        </w:rPr>
        <w:t xml:space="preserve">, </w:t>
      </w:r>
      <w:r w:rsidRPr="00B94B2B">
        <w:rPr>
          <w:rFonts w:ascii="Bookman Old Style" w:hAnsi="Bookman Old Style" w:cs="Arial"/>
          <w:bCs/>
        </w:rPr>
        <w:t>opravy</w:t>
      </w:r>
      <w:r>
        <w:rPr>
          <w:rFonts w:ascii="Bookman Old Style" w:hAnsi="Bookman Old Style" w:cs="Arial"/>
          <w:bCs/>
        </w:rPr>
        <w:t xml:space="preserve"> a bezpečnostně technické prohlídky </w:t>
      </w:r>
      <w:r w:rsidRPr="00B94B2B">
        <w:rPr>
          <w:rFonts w:ascii="Bookman Old Style" w:hAnsi="Bookman Old Style" w:cs="Arial"/>
          <w:bCs/>
        </w:rPr>
        <w:t xml:space="preserve">předmětu výpůjčky v době trvání výpůjčky prostřednictvím pověřené </w:t>
      </w:r>
      <w:r>
        <w:rPr>
          <w:rFonts w:ascii="Bookman Old Style" w:hAnsi="Bookman Old Style" w:cs="Arial"/>
          <w:bCs/>
        </w:rPr>
        <w:t xml:space="preserve">autorizované </w:t>
      </w:r>
      <w:r w:rsidRPr="00B94B2B">
        <w:rPr>
          <w:rFonts w:ascii="Bookman Old Style" w:hAnsi="Bookman Old Style" w:cs="Arial"/>
          <w:bCs/>
        </w:rPr>
        <w:t>osoby</w:t>
      </w:r>
      <w:r>
        <w:rPr>
          <w:rFonts w:ascii="Bookman Old Style" w:hAnsi="Bookman Old Style" w:cs="Arial"/>
          <w:bCs/>
        </w:rPr>
        <w:t>; dostupnost servisu 7 dní v týdnu;</w:t>
      </w:r>
    </w:p>
    <w:p w:rsidR="003961FD" w:rsidRPr="00B94B2B" w:rsidRDefault="003961FD" w:rsidP="00C65A6A">
      <w:pPr>
        <w:pStyle w:val="Standardnte"/>
        <w:numPr>
          <w:ilvl w:val="1"/>
          <w:numId w:val="20"/>
          <w:numberingChange w:id="19" w:author="Unknown" w:date="2016-02-10T07:11:00Z" w:original="%2:5:4:)"/>
        </w:numPr>
        <w:tabs>
          <w:tab w:val="clear" w:pos="1440"/>
        </w:tabs>
        <w:ind w:left="709" w:hanging="283"/>
        <w:jc w:val="both"/>
        <w:rPr>
          <w:rFonts w:ascii="Bookman Old Style" w:hAnsi="Bookman Old Style" w:cs="Arial"/>
          <w:bCs/>
        </w:rPr>
      </w:pPr>
      <w:r>
        <w:rPr>
          <w:rFonts w:ascii="Bookman Old Style" w:hAnsi="Bookman Old Style" w:cs="Arial"/>
          <w:bCs/>
        </w:rPr>
        <w:t>v rámci pravidelné servisní prohlídky vždy vystavit a předat validační protokol vypůjčiteli.</w:t>
      </w:r>
    </w:p>
    <w:p w:rsidR="003961FD" w:rsidRPr="00410C0C" w:rsidRDefault="003961FD" w:rsidP="00F22739">
      <w:pPr>
        <w:pStyle w:val="Standardnte"/>
        <w:numPr>
          <w:ilvl w:val="0"/>
          <w:numId w:val="16"/>
          <w:numberingChange w:id="20" w:author="Unknown" w:date="2016-02-10T07:11:00Z" w:original="%1:2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u w:val="single"/>
        </w:rPr>
      </w:pPr>
      <w:r w:rsidRPr="00410C0C">
        <w:rPr>
          <w:rFonts w:ascii="Bookman Old Style" w:hAnsi="Bookman Old Style" w:cs="Arial"/>
          <w:u w:val="single"/>
        </w:rPr>
        <w:t>Půjčitel se zavazuje, že spolu s předmětem výpůjčky předá vypůjčiteli:</w:t>
      </w:r>
    </w:p>
    <w:p w:rsidR="003961FD" w:rsidRPr="00EA49F7" w:rsidRDefault="003961FD" w:rsidP="009B10AC">
      <w:pPr>
        <w:pStyle w:val="Standardnte"/>
        <w:numPr>
          <w:ilvl w:val="0"/>
          <w:numId w:val="21"/>
          <w:numberingChange w:id="21" w:author="Unknown" w:date="2016-02-10T07:11:00Z" w:original="%1:1:4:)"/>
        </w:numPr>
        <w:jc w:val="both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uživatelskou dokumentaci a návod k </w:t>
      </w:r>
      <w:r>
        <w:rPr>
          <w:rFonts w:ascii="Bookman Old Style" w:hAnsi="Bookman Old Style" w:cs="Arial"/>
        </w:rPr>
        <w:t>použití</w:t>
      </w:r>
      <w:r w:rsidRPr="00EA49F7">
        <w:rPr>
          <w:rFonts w:ascii="Bookman Old Style" w:hAnsi="Bookman Old Style" w:cs="Arial"/>
        </w:rPr>
        <w:t xml:space="preserve"> v českém jazyce</w:t>
      </w:r>
      <w:r>
        <w:rPr>
          <w:rFonts w:ascii="Bookman Old Style" w:hAnsi="Bookman Old Style" w:cs="Arial"/>
        </w:rPr>
        <w:t xml:space="preserve"> - v tištěné i </w:t>
      </w:r>
      <w:r w:rsidRPr="00EA49F7">
        <w:rPr>
          <w:rFonts w:ascii="Bookman Old Style" w:hAnsi="Bookman Old Style" w:cs="Arial"/>
        </w:rPr>
        <w:t>elektronické podobě;</w:t>
      </w:r>
    </w:p>
    <w:p w:rsidR="003961FD" w:rsidRDefault="003961FD" w:rsidP="00410C0C">
      <w:pPr>
        <w:pStyle w:val="Standardnte"/>
        <w:numPr>
          <w:ilvl w:val="0"/>
          <w:numId w:val="21"/>
          <w:numberingChange w:id="22" w:author="Unknown" w:date="2016-02-10T07:11:00Z" w:original="%1:2:4:)"/>
        </w:num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doklady prokazující </w:t>
      </w:r>
      <w:r w:rsidRPr="00EA49F7">
        <w:rPr>
          <w:rFonts w:ascii="Bookman Old Style" w:hAnsi="Bookman Old Style" w:cs="Arial"/>
        </w:rPr>
        <w:t xml:space="preserve">způsobilost </w:t>
      </w:r>
      <w:r>
        <w:rPr>
          <w:rFonts w:ascii="Bookman Old Style" w:hAnsi="Bookman Old Style" w:cs="Arial"/>
        </w:rPr>
        <w:t xml:space="preserve">předmětu výpůjčky </w:t>
      </w:r>
      <w:r w:rsidRPr="00EA49F7">
        <w:rPr>
          <w:rFonts w:ascii="Bookman Old Style" w:hAnsi="Bookman Old Style" w:cs="Arial"/>
        </w:rPr>
        <w:t>k použití při poskytování zdravotní péče dle platné legislativy ČR, zej</w:t>
      </w:r>
      <w:r>
        <w:rPr>
          <w:rFonts w:ascii="Bookman Old Style" w:hAnsi="Bookman Old Style" w:cs="Arial"/>
        </w:rPr>
        <w:t>ména dle zákona č. 268/2014 Sb.;</w:t>
      </w:r>
    </w:p>
    <w:p w:rsidR="003961FD" w:rsidRPr="00410C0C" w:rsidRDefault="003961FD" w:rsidP="00410C0C">
      <w:pPr>
        <w:pStyle w:val="Standardnte"/>
        <w:numPr>
          <w:ilvl w:val="0"/>
          <w:numId w:val="21"/>
          <w:numberingChange w:id="23" w:author="Unknown" w:date="2016-02-10T07:11:00Z" w:original="%1:3:4:)"/>
        </w:numPr>
        <w:jc w:val="both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  <w:bCs/>
          <w:color w:val="auto"/>
        </w:rPr>
        <w:t>Prohlášení o shodě</w:t>
      </w:r>
      <w:r>
        <w:rPr>
          <w:rFonts w:ascii="Bookman Old Style" w:hAnsi="Bookman Old Style" w:cs="Arial"/>
          <w:bCs/>
          <w:color w:val="auto"/>
        </w:rPr>
        <w:t xml:space="preserve"> </w:t>
      </w:r>
      <w:r w:rsidRPr="00EA49F7">
        <w:rPr>
          <w:rFonts w:ascii="Bookman Old Style" w:hAnsi="Bookman Old Style" w:cs="Arial"/>
          <w:bCs/>
          <w:color w:val="auto"/>
        </w:rPr>
        <w:t>s uvedením zařazení do třídy ZP</w:t>
      </w:r>
      <w:r>
        <w:rPr>
          <w:rFonts w:ascii="Bookman Old Style" w:hAnsi="Bookman Old Style" w:cs="Arial"/>
          <w:bCs/>
          <w:color w:val="auto"/>
        </w:rPr>
        <w:t xml:space="preserve"> - </w:t>
      </w:r>
      <w:r>
        <w:rPr>
          <w:rFonts w:ascii="Bookman Old Style" w:hAnsi="Bookman Old Style" w:cs="Arial"/>
        </w:rPr>
        <w:t>v tištěné i </w:t>
      </w:r>
      <w:r w:rsidRPr="00EA49F7">
        <w:rPr>
          <w:rFonts w:ascii="Bookman Old Style" w:hAnsi="Bookman Old Style" w:cs="Arial"/>
        </w:rPr>
        <w:t>elektronické podobě</w:t>
      </w:r>
      <w:r w:rsidRPr="00EA49F7">
        <w:rPr>
          <w:rFonts w:ascii="Bookman Old Style" w:hAnsi="Bookman Old Style" w:cs="Arial"/>
          <w:bCs/>
          <w:color w:val="auto"/>
        </w:rPr>
        <w:t>;</w:t>
      </w:r>
    </w:p>
    <w:p w:rsidR="003961FD" w:rsidRPr="000D33DC" w:rsidRDefault="003961FD" w:rsidP="001B409A">
      <w:pPr>
        <w:pStyle w:val="Standardnte"/>
        <w:numPr>
          <w:ilvl w:val="0"/>
          <w:numId w:val="21"/>
          <w:numberingChange w:id="24" w:author="Unknown" w:date="2016-02-10T07:11:00Z" w:original="%1:4:4:)"/>
        </w:numPr>
        <w:jc w:val="both"/>
        <w:rPr>
          <w:rFonts w:ascii="Bookman Old Style" w:hAnsi="Bookman Old Style" w:cs="Arial"/>
        </w:rPr>
      </w:pPr>
      <w:r w:rsidRPr="000D33DC">
        <w:rPr>
          <w:rFonts w:ascii="Bookman Old Style" w:hAnsi="Bookman Old Style" w:cs="Arial"/>
          <w:bCs/>
          <w:color w:val="auto"/>
        </w:rPr>
        <w:t xml:space="preserve">Protokol o zaškolení obsluhy </w:t>
      </w:r>
      <w:r w:rsidRPr="000D33DC">
        <w:rPr>
          <w:rFonts w:ascii="Bookman Old Style" w:hAnsi="Bookman Old Style" w:cs="Arial"/>
          <w:color w:val="auto"/>
        </w:rPr>
        <w:t>s podpisy školitele a školené obsluhy, viz příloha č. 3 této smlouvy.</w:t>
      </w:r>
      <w:r w:rsidRPr="000D33DC">
        <w:rPr>
          <w:rFonts w:ascii="Bookman Old Style" w:hAnsi="Bookman Old Style" w:cs="Arial"/>
        </w:rPr>
        <w:t xml:space="preserve">   </w:t>
      </w:r>
    </w:p>
    <w:p w:rsidR="003961FD" w:rsidRDefault="003961FD" w:rsidP="00142198">
      <w:pPr>
        <w:pStyle w:val="Standardnte"/>
        <w:numPr>
          <w:ilvl w:val="0"/>
          <w:numId w:val="16"/>
          <w:numberingChange w:id="25" w:author="Unknown" w:date="2016-02-10T07:11:00Z" w:original="%1:3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  <w:color w:val="auto"/>
        </w:rPr>
        <w:t xml:space="preserve">Půjčitel garantuje, že po dobu trvání výpůjčky </w:t>
      </w:r>
      <w:r>
        <w:rPr>
          <w:rFonts w:ascii="Bookman Old Style" w:hAnsi="Bookman Old Style" w:cs="Arial"/>
        </w:rPr>
        <w:t>bude předmět výpůjčky</w:t>
      </w:r>
      <w:r w:rsidRPr="00DF3452">
        <w:rPr>
          <w:rFonts w:ascii="Bookman Old Style" w:hAnsi="Bookman Old Style" w:cs="Arial"/>
        </w:rPr>
        <w:t xml:space="preserve"> plně funkční a bude mít vlastnosti odpovídající obsahu technických norem, eventuálně dalších technických požadavků či norem, např. ISO, které má dané zařízení splňovat a které se na dané zařízení vztahují.</w:t>
      </w:r>
    </w:p>
    <w:p w:rsidR="003961FD" w:rsidRPr="00EA49F7" w:rsidRDefault="003961FD" w:rsidP="00F22739">
      <w:pPr>
        <w:pStyle w:val="Standardnte"/>
        <w:numPr>
          <w:ilvl w:val="0"/>
          <w:numId w:val="16"/>
          <w:numberingChange w:id="26" w:author="Unknown" w:date="2016-02-10T07:11:00Z" w:original="%1:4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>
        <w:rPr>
          <w:rFonts w:ascii="Bookman Old Style" w:hAnsi="Bookman Old Style" w:cs="Arial"/>
          <w:color w:val="auto"/>
        </w:rPr>
        <w:t>V případě</w:t>
      </w:r>
      <w:r w:rsidRPr="00EA49F7">
        <w:rPr>
          <w:rFonts w:ascii="Bookman Old Style" w:hAnsi="Bookman Old Style" w:cs="Arial"/>
          <w:color w:val="auto"/>
        </w:rPr>
        <w:t xml:space="preserve"> ukončení výpůjčky </w:t>
      </w:r>
      <w:r>
        <w:rPr>
          <w:rFonts w:ascii="Bookman Old Style" w:hAnsi="Bookman Old Style" w:cs="Arial"/>
          <w:color w:val="auto"/>
        </w:rPr>
        <w:t xml:space="preserve">bude půjčitelem a </w:t>
      </w:r>
      <w:r w:rsidRPr="00EA49F7">
        <w:rPr>
          <w:rFonts w:ascii="Bookman Old Style" w:hAnsi="Bookman Old Style" w:cs="Arial"/>
          <w:color w:val="auto"/>
        </w:rPr>
        <w:t xml:space="preserve"> </w:t>
      </w:r>
      <w:r>
        <w:rPr>
          <w:rFonts w:ascii="Bookman Old Style" w:hAnsi="Bookman Old Style" w:cs="Arial"/>
          <w:color w:val="auto"/>
        </w:rPr>
        <w:t>kontaktní (příp. jinou pověřenou) osobou vypůjčitele vyhotoven „</w:t>
      </w:r>
      <w:r w:rsidRPr="00EA49F7">
        <w:rPr>
          <w:rFonts w:ascii="Bookman Old Style" w:hAnsi="Bookman Old Style" w:cs="Arial"/>
          <w:color w:val="auto"/>
        </w:rPr>
        <w:t>Protokol o převzetí výpůjčky zpět půjčitelem</w:t>
      </w:r>
      <w:r>
        <w:rPr>
          <w:rFonts w:ascii="Bookman Old Style" w:hAnsi="Bookman Old Style" w:cs="Arial"/>
          <w:color w:val="auto"/>
        </w:rPr>
        <w:t>“</w:t>
      </w:r>
      <w:r w:rsidRPr="00EA49F7">
        <w:rPr>
          <w:rFonts w:ascii="Bookman Old Style" w:hAnsi="Bookman Old Style" w:cs="Arial"/>
          <w:color w:val="auto"/>
        </w:rPr>
        <w:t xml:space="preserve"> (</w:t>
      </w:r>
      <w:r>
        <w:rPr>
          <w:rFonts w:ascii="Bookman Old Style" w:hAnsi="Bookman Old Style" w:cs="Arial"/>
          <w:color w:val="auto"/>
        </w:rPr>
        <w:t xml:space="preserve">vzor </w:t>
      </w:r>
      <w:r w:rsidRPr="00EA49F7">
        <w:rPr>
          <w:rFonts w:ascii="Bookman Old Style" w:hAnsi="Bookman Old Style" w:cs="Arial"/>
          <w:color w:val="auto"/>
        </w:rPr>
        <w:t>viz příloha</w:t>
      </w:r>
      <w:r>
        <w:rPr>
          <w:rFonts w:ascii="Bookman Old Style" w:hAnsi="Bookman Old Style" w:cs="Arial"/>
          <w:color w:val="auto"/>
        </w:rPr>
        <w:t xml:space="preserve"> č.</w:t>
      </w:r>
      <w:r w:rsidRPr="00EA49F7">
        <w:rPr>
          <w:rFonts w:ascii="Bookman Old Style" w:hAnsi="Bookman Old Style" w:cs="Arial"/>
          <w:color w:val="auto"/>
        </w:rPr>
        <w:t xml:space="preserve"> </w:t>
      </w:r>
      <w:r>
        <w:rPr>
          <w:rFonts w:ascii="Bookman Old Style" w:hAnsi="Bookman Old Style" w:cs="Arial"/>
          <w:color w:val="auto"/>
        </w:rPr>
        <w:t>4</w:t>
      </w:r>
      <w:r w:rsidRPr="00EA49F7">
        <w:rPr>
          <w:rFonts w:ascii="Bookman Old Style" w:hAnsi="Bookman Old Style" w:cs="Arial"/>
          <w:color w:val="auto"/>
        </w:rPr>
        <w:t xml:space="preserve"> této smlouvy)</w:t>
      </w:r>
      <w:r>
        <w:rPr>
          <w:rFonts w:ascii="Bookman Old Style" w:hAnsi="Bookman Old Style" w:cs="Arial"/>
          <w:color w:val="auto"/>
        </w:rPr>
        <w:t>, a to</w:t>
      </w:r>
      <w:r w:rsidRPr="00EA49F7">
        <w:rPr>
          <w:rFonts w:ascii="Bookman Old Style" w:hAnsi="Bookman Old Style" w:cs="Arial"/>
          <w:color w:val="auto"/>
        </w:rPr>
        <w:t xml:space="preserve"> </w:t>
      </w:r>
      <w:r>
        <w:rPr>
          <w:rFonts w:ascii="Bookman Old Style" w:hAnsi="Bookman Old Style" w:cs="Arial"/>
          <w:color w:val="auto"/>
        </w:rPr>
        <w:t>ve dvou vyhotoveních, z nichž po jednom vyhotovení obdrží půjčitel i vypůjčitel, kopii protokolu obdrží i pověřené pracoviště vypůjčitele.</w:t>
      </w:r>
    </w:p>
    <w:p w:rsidR="003961FD" w:rsidRPr="00EA49F7" w:rsidRDefault="003961FD" w:rsidP="00F22739">
      <w:pPr>
        <w:pStyle w:val="Standardnte"/>
        <w:numPr>
          <w:ilvl w:val="0"/>
          <w:numId w:val="16"/>
          <w:numberingChange w:id="27" w:author="Unknown" w:date="2016-02-10T07:11:00Z" w:original="%1:5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 w:rsidRPr="00EA49F7">
        <w:rPr>
          <w:rFonts w:ascii="Bookman Old Style" w:hAnsi="Bookman Old Style" w:cs="Arial"/>
          <w:color w:val="auto"/>
        </w:rPr>
        <w:t>Půjčitel se zavazuje vypůjčiteli dodávat spotřební materiál potřebný pro řádné užívání předmětu výpůjčky v sortimentu a cenách dle</w:t>
      </w:r>
      <w:r>
        <w:rPr>
          <w:rFonts w:ascii="Bookman Old Style" w:hAnsi="Bookman Old Style" w:cs="Arial"/>
          <w:color w:val="auto"/>
        </w:rPr>
        <w:t xml:space="preserve"> kupní smlouvy, uzavřené s půjčitelem, vztahující se k veřejné </w:t>
      </w:r>
      <w:r w:rsidRPr="00EA49F7">
        <w:rPr>
          <w:rFonts w:ascii="Bookman Old Style" w:hAnsi="Bookman Old Style" w:cs="Arial"/>
          <w:color w:val="auto"/>
        </w:rPr>
        <w:t>zakáz</w:t>
      </w:r>
      <w:r>
        <w:rPr>
          <w:rFonts w:ascii="Bookman Old Style" w:hAnsi="Bookman Old Style" w:cs="Arial"/>
          <w:color w:val="auto"/>
        </w:rPr>
        <w:t>ce</w:t>
      </w:r>
      <w:r w:rsidRPr="00EA49F7">
        <w:rPr>
          <w:rFonts w:ascii="Bookman Old Style" w:hAnsi="Bookman Old Style" w:cs="Arial"/>
          <w:color w:val="auto"/>
        </w:rPr>
        <w:t xml:space="preserve"> </w:t>
      </w:r>
      <w:r>
        <w:rPr>
          <w:rFonts w:ascii="Bookman Old Style" w:hAnsi="Bookman Old Style" w:cs="Arial"/>
          <w:color w:val="auto"/>
        </w:rPr>
        <w:t xml:space="preserve">malého rozsahu </w:t>
      </w:r>
      <w:r w:rsidRPr="00EA49F7">
        <w:rPr>
          <w:rFonts w:ascii="Bookman Old Style" w:hAnsi="Bookman Old Style" w:cs="Arial"/>
          <w:color w:val="auto"/>
        </w:rPr>
        <w:t>s názvem „Dodávk</w:t>
      </w:r>
      <w:r>
        <w:rPr>
          <w:rFonts w:ascii="Bookman Old Style" w:hAnsi="Bookman Old Style" w:cs="Arial"/>
          <w:color w:val="auto"/>
        </w:rPr>
        <w:t>y</w:t>
      </w:r>
      <w:r w:rsidRPr="00EA49F7">
        <w:rPr>
          <w:rFonts w:ascii="Bookman Old Style" w:hAnsi="Bookman Old Style" w:cs="Arial"/>
          <w:color w:val="auto"/>
        </w:rPr>
        <w:t xml:space="preserve"> </w:t>
      </w:r>
      <w:r>
        <w:rPr>
          <w:rFonts w:ascii="Bookman Old Style" w:hAnsi="Bookman Old Style" w:cs="Arial"/>
          <w:color w:val="auto"/>
        </w:rPr>
        <w:t xml:space="preserve">reagencií a provozního </w:t>
      </w:r>
      <w:r w:rsidRPr="00EA49F7">
        <w:rPr>
          <w:rFonts w:ascii="Bookman Old Style" w:hAnsi="Bookman Old Style" w:cs="Arial"/>
          <w:color w:val="auto"/>
        </w:rPr>
        <w:t xml:space="preserve">spotřebního materiálu </w:t>
      </w:r>
      <w:r>
        <w:rPr>
          <w:rFonts w:ascii="Bookman Old Style" w:hAnsi="Bookman Old Style" w:cs="Arial"/>
          <w:color w:val="auto"/>
        </w:rPr>
        <w:t>vázané na výpůjčku automatického systému pro vyšetření moči</w:t>
      </w:r>
      <w:r w:rsidRPr="00EA49F7">
        <w:rPr>
          <w:rFonts w:ascii="Bookman Old Style" w:hAnsi="Bookman Old Style" w:cs="Arial"/>
          <w:color w:val="auto"/>
        </w:rPr>
        <w:t>“</w:t>
      </w:r>
      <w:r>
        <w:rPr>
          <w:rFonts w:ascii="Bookman Old Style" w:hAnsi="Bookman Old Style" w:cs="Arial"/>
          <w:color w:val="auto"/>
        </w:rPr>
        <w:t xml:space="preserve"> ev. č. VZ/16/01.</w:t>
      </w:r>
    </w:p>
    <w:p w:rsidR="003961FD" w:rsidRDefault="003961FD" w:rsidP="00737384">
      <w:pPr>
        <w:pStyle w:val="BodyText3"/>
        <w:jc w:val="center"/>
        <w:rPr>
          <w:rFonts w:ascii="Bookman Old Style" w:hAnsi="Bookman Old Style"/>
          <w:b/>
          <w:sz w:val="26"/>
          <w:szCs w:val="26"/>
        </w:rPr>
      </w:pPr>
    </w:p>
    <w:p w:rsidR="003961FD" w:rsidRPr="00136332" w:rsidRDefault="003961FD" w:rsidP="00737384">
      <w:pPr>
        <w:pStyle w:val="BodyText3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Čl. </w:t>
      </w:r>
      <w:r w:rsidRPr="00136332">
        <w:rPr>
          <w:rFonts w:ascii="Bookman Old Style" w:hAnsi="Bookman Old Style"/>
          <w:b/>
          <w:sz w:val="26"/>
          <w:szCs w:val="26"/>
        </w:rPr>
        <w:t>V.</w:t>
      </w:r>
    </w:p>
    <w:p w:rsidR="003961FD" w:rsidRPr="00737384" w:rsidRDefault="003961FD" w:rsidP="00A40305">
      <w:pPr>
        <w:pStyle w:val="Standardnte"/>
        <w:jc w:val="center"/>
        <w:rPr>
          <w:rFonts w:ascii="Bookman Old Style" w:hAnsi="Bookman Old Style" w:cs="Arial"/>
          <w:b/>
          <w:sz w:val="26"/>
          <w:szCs w:val="26"/>
        </w:rPr>
      </w:pPr>
      <w:r w:rsidRPr="00737384">
        <w:rPr>
          <w:rFonts w:ascii="Bookman Old Style" w:hAnsi="Bookman Old Style" w:cs="Arial"/>
          <w:b/>
          <w:bCs/>
          <w:color w:val="auto"/>
          <w:sz w:val="26"/>
          <w:szCs w:val="26"/>
        </w:rPr>
        <w:t>Práva a povinnosti vypůjčitele</w:t>
      </w:r>
    </w:p>
    <w:p w:rsidR="003961FD" w:rsidRPr="00EA49F7" w:rsidRDefault="003961FD" w:rsidP="00A40305">
      <w:pPr>
        <w:pStyle w:val="Standardnte"/>
        <w:jc w:val="both"/>
        <w:rPr>
          <w:rFonts w:ascii="Bookman Old Style" w:hAnsi="Bookman Old Style" w:cs="Arial"/>
        </w:rPr>
      </w:pPr>
    </w:p>
    <w:p w:rsidR="003961FD" w:rsidRPr="00392948" w:rsidRDefault="003961FD" w:rsidP="00BE63C9">
      <w:pPr>
        <w:pStyle w:val="Standardnte"/>
        <w:numPr>
          <w:ilvl w:val="0"/>
          <w:numId w:val="27"/>
          <w:numberingChange w:id="28" w:author="Unknown" w:date="2016-02-10T07:11:00Z" w:original="%1:1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u w:val="single"/>
        </w:rPr>
      </w:pPr>
      <w:r w:rsidRPr="00392948">
        <w:rPr>
          <w:rFonts w:ascii="Bookman Old Style" w:hAnsi="Bookman Old Style" w:cs="Arial"/>
          <w:u w:val="single"/>
        </w:rPr>
        <w:t>Vypůjčitel se zavazuje:</w:t>
      </w:r>
    </w:p>
    <w:p w:rsidR="003961FD" w:rsidRDefault="003961FD" w:rsidP="00BE63C9">
      <w:pPr>
        <w:pStyle w:val="Standardnte"/>
        <w:numPr>
          <w:ilvl w:val="0"/>
          <w:numId w:val="26"/>
          <w:numberingChange w:id="29" w:author="Unknown" w:date="2016-02-10T07:11:00Z" w:original="%1:1:4:)"/>
        </w:numPr>
        <w:jc w:val="both"/>
        <w:rPr>
          <w:rFonts w:ascii="Bookman Old Style" w:hAnsi="Bookman Old Style" w:cs="Arial"/>
        </w:rPr>
      </w:pPr>
      <w:r w:rsidRPr="00DB2459">
        <w:rPr>
          <w:rFonts w:ascii="Bookman Old Style" w:hAnsi="Bookman Old Style" w:cs="Arial"/>
        </w:rPr>
        <w:t>poskytnout půjčiteli potřebnou součinnost při uvedení předmětu výpůjčky do provozu a potvrdit protokolárně jeho převzetí</w:t>
      </w:r>
      <w:r>
        <w:rPr>
          <w:rFonts w:ascii="Bookman Old Style" w:hAnsi="Bookman Old Style" w:cs="Arial"/>
        </w:rPr>
        <w:t>;</w:t>
      </w:r>
    </w:p>
    <w:p w:rsidR="003961FD" w:rsidRPr="00BE63C9" w:rsidRDefault="003961FD" w:rsidP="00BE63C9">
      <w:pPr>
        <w:pStyle w:val="Standardnte"/>
        <w:numPr>
          <w:ilvl w:val="0"/>
          <w:numId w:val="26"/>
          <w:numberingChange w:id="30" w:author="Unknown" w:date="2016-02-10T07:11:00Z" w:original="%1:2:4:)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předmět výpůjčky užívat řádně a pouze k účelu, k jakému je výrobcem určen a dodržovat veškeré pokyny výrobce uvedené v náv</w:t>
      </w:r>
      <w:r>
        <w:rPr>
          <w:rFonts w:ascii="Bookman Old Style" w:hAnsi="Bookman Old Style" w:cs="Arial"/>
        </w:rPr>
        <w:t>odu k použití předmětu výpůjčky;</w:t>
      </w:r>
    </w:p>
    <w:p w:rsidR="003961FD" w:rsidRPr="00BE63C9" w:rsidRDefault="003961FD" w:rsidP="00BE63C9">
      <w:pPr>
        <w:pStyle w:val="Standardnte"/>
        <w:numPr>
          <w:ilvl w:val="0"/>
          <w:numId w:val="26"/>
          <w:numberingChange w:id="31" w:author="Unknown" w:date="2016-02-10T07:11:00Z" w:original="%1:3:4:)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provádět čištění a údržbu předmětu výpůjčky pouze v souladu s návodem k použití na svůj náklad</w:t>
      </w:r>
      <w:r>
        <w:rPr>
          <w:rFonts w:ascii="Bookman Old Style" w:hAnsi="Bookman Old Style" w:cs="Arial"/>
        </w:rPr>
        <w:t>;</w:t>
      </w:r>
    </w:p>
    <w:p w:rsidR="003961FD" w:rsidRPr="00BE63C9" w:rsidRDefault="003961FD" w:rsidP="00BE63C9">
      <w:pPr>
        <w:pStyle w:val="Standardnte"/>
        <w:numPr>
          <w:ilvl w:val="0"/>
          <w:numId w:val="26"/>
          <w:numberingChange w:id="32" w:author="Unknown" w:date="2016-02-10T07:11:00Z" w:original="%1:4:4:)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předmět výpůjčky chránit před poškozením, zničením a ztrátou</w:t>
      </w:r>
      <w:r>
        <w:rPr>
          <w:rFonts w:ascii="Bookman Old Style" w:hAnsi="Bookman Old Style" w:cs="Arial"/>
        </w:rPr>
        <w:t>;</w:t>
      </w:r>
    </w:p>
    <w:p w:rsidR="003961FD" w:rsidRPr="00BE63C9" w:rsidRDefault="003961FD" w:rsidP="00BE63C9">
      <w:pPr>
        <w:pStyle w:val="Standardnte"/>
        <w:numPr>
          <w:ilvl w:val="0"/>
          <w:numId w:val="26"/>
          <w:numberingChange w:id="33" w:author="Unknown" w:date="2016-02-10T07:11:00Z" w:original="%1:5:4:)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v průběhu doby trvání výpůjčky oznámit bez zbytečného odkladu půjčiteli všechny závady a poruchy předmětu výpůjčky</w:t>
      </w:r>
      <w:r>
        <w:rPr>
          <w:rFonts w:ascii="Bookman Old Style" w:hAnsi="Bookman Old Style" w:cs="Arial"/>
        </w:rPr>
        <w:t>;</w:t>
      </w:r>
    </w:p>
    <w:p w:rsidR="003961FD" w:rsidRPr="00BE63C9" w:rsidRDefault="003961FD" w:rsidP="00BE63C9">
      <w:pPr>
        <w:pStyle w:val="Standardnte"/>
        <w:numPr>
          <w:ilvl w:val="0"/>
          <w:numId w:val="26"/>
          <w:numberingChange w:id="34" w:author="Unknown" w:date="2016-02-10T07:11:00Z" w:original="%1:6:4:)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předložit předmět výpůjčky k provedení pravidelných servisních  či jiných kontrol předmětu výpůjčky v souladu s pokyny výrobce, a to na základě žádosti půjčitele nejméně 2 dny předem</w:t>
      </w:r>
      <w:r>
        <w:rPr>
          <w:rFonts w:ascii="Bookman Old Style" w:hAnsi="Bookman Old Style" w:cs="Arial"/>
        </w:rPr>
        <w:t>;</w:t>
      </w:r>
    </w:p>
    <w:p w:rsidR="003961FD" w:rsidRPr="00BE63C9" w:rsidRDefault="003961FD" w:rsidP="00BE63C9">
      <w:pPr>
        <w:pStyle w:val="Standardnte"/>
        <w:numPr>
          <w:ilvl w:val="0"/>
          <w:numId w:val="26"/>
          <w:numberingChange w:id="35" w:author="Unknown" w:date="2016-02-10T07:11:00Z" w:original="%1:7:4:)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nezajišťovat servis a opravy prostřednictvím jiného subjektu, než prostřednictvím půjčitele. Při porušení tohoto ustanovení je povinen náklady na servis či opravy hradit ze svého a odpovídá za případnou škodu, která by tímto na předmětu výpůjčky vznikla</w:t>
      </w:r>
      <w:r>
        <w:rPr>
          <w:rFonts w:ascii="Bookman Old Style" w:hAnsi="Bookman Old Style" w:cs="Arial"/>
        </w:rPr>
        <w:t>;</w:t>
      </w:r>
    </w:p>
    <w:p w:rsidR="003961FD" w:rsidRPr="00BE63C9" w:rsidRDefault="003961FD" w:rsidP="00BE63C9">
      <w:pPr>
        <w:pStyle w:val="Standardnte"/>
        <w:numPr>
          <w:ilvl w:val="0"/>
          <w:numId w:val="26"/>
          <w:numberingChange w:id="36" w:author="Unknown" w:date="2016-02-10T07:11:00Z" w:original="%1:8:4:)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předložit předmět výpůjčky půjčiteli k provedení inventarizace majetku půjčitele</w:t>
      </w:r>
      <w:r>
        <w:rPr>
          <w:rFonts w:ascii="Bookman Old Style" w:hAnsi="Bookman Old Style" w:cs="Arial"/>
        </w:rPr>
        <w:t>;</w:t>
      </w:r>
    </w:p>
    <w:p w:rsidR="003961FD" w:rsidRPr="00BE63C9" w:rsidRDefault="003961FD" w:rsidP="00BE63C9">
      <w:pPr>
        <w:pStyle w:val="Standardnte"/>
        <w:numPr>
          <w:ilvl w:val="0"/>
          <w:numId w:val="26"/>
          <w:numberingChange w:id="37" w:author="Unknown" w:date="2016-02-10T07:11:00Z" w:original="%1:9:4:)"/>
        </w:num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v případě ukončení</w:t>
      </w:r>
      <w:r w:rsidRPr="00BE63C9">
        <w:rPr>
          <w:rFonts w:ascii="Bookman Old Style" w:hAnsi="Bookman Old Style" w:cs="Arial"/>
        </w:rPr>
        <w:t xml:space="preserve"> doby trvání výpůjčky vrátit předmět výpůjčky ve stavu, v jakém jej převzal s přihlédnutím k obvyklému opotřeben</w:t>
      </w:r>
      <w:r>
        <w:rPr>
          <w:rFonts w:ascii="Bookman Old Style" w:hAnsi="Bookman Old Style" w:cs="Arial"/>
        </w:rPr>
        <w:t>í;</w:t>
      </w:r>
    </w:p>
    <w:p w:rsidR="003961FD" w:rsidRPr="00BE63C9" w:rsidRDefault="003961FD" w:rsidP="00BE63C9">
      <w:pPr>
        <w:pStyle w:val="Standardnte"/>
        <w:numPr>
          <w:ilvl w:val="0"/>
          <w:numId w:val="26"/>
          <w:numberingChange w:id="38" w:author="Unknown" w:date="2016-02-10T07:11:00Z" w:original="%1:10:4:)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nahradit půjčiteli škodu v případě poškození předmětu výpůjčky, které vzniklo užíváním v rozporu s návodem k použití, nebo v rozporu s instruktáží o použití předmětu výpůjčky, anebo vzniklého jiným zaviněným jednáním, a dále v případě zničení nebo ztráty předmětu výpůjčky.</w:t>
      </w:r>
    </w:p>
    <w:p w:rsidR="003961FD" w:rsidRDefault="003961FD" w:rsidP="00BE63C9">
      <w:pPr>
        <w:pStyle w:val="Standardnte"/>
        <w:numPr>
          <w:ilvl w:val="0"/>
          <w:numId w:val="27"/>
          <w:numberingChange w:id="39" w:author="Unknown" w:date="2016-02-10T07:11:00Z" w:original="%1:2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Vypůjčitel není povinen předmět výpůjčky pojistit.</w:t>
      </w:r>
    </w:p>
    <w:p w:rsidR="003961FD" w:rsidRDefault="003961FD" w:rsidP="00BE63C9">
      <w:pPr>
        <w:pStyle w:val="Standardnte"/>
        <w:numPr>
          <w:ilvl w:val="0"/>
          <w:numId w:val="27"/>
          <w:numberingChange w:id="40" w:author="Unknown" w:date="2016-02-10T07:11:00Z" w:original="%1:3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V případě vzniku škody na předmětu výpůjčky z důvodu zanedbání povinností vypůjčitele je tento povinen uhradit vzniklou škodu. Výše náhrady celkové škody, požadovaná půjčitelem, může dosahovat maximálně časové účetní hodnoty předmětu výpůjčky.</w:t>
      </w:r>
    </w:p>
    <w:p w:rsidR="003961FD" w:rsidRDefault="003961FD" w:rsidP="00DB2459">
      <w:pPr>
        <w:pStyle w:val="Standardnte"/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Za opotřebení předmětu výpůjčky způsobené jeho řádným používáním vypůjčitel neodpovídá.</w:t>
      </w:r>
    </w:p>
    <w:p w:rsidR="003961FD" w:rsidRDefault="003961FD" w:rsidP="00BE63C9">
      <w:pPr>
        <w:pStyle w:val="Standardnte"/>
        <w:numPr>
          <w:ilvl w:val="0"/>
          <w:numId w:val="27"/>
          <w:numberingChange w:id="41" w:author="Unknown" w:date="2016-02-10T07:11:00Z" w:original="%1:4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Během sjednané doby výpůjčky není vypůjčitel oprávněn přenechat předmět výpůjčky k užívání třetí osobě. Porušení tohoto zákazu zakládá právo půjčitele žádat vrácení předmětu výpůjčky před skončením stanovené doby zapůjčení.</w:t>
      </w:r>
    </w:p>
    <w:p w:rsidR="003961FD" w:rsidRPr="00BE63C9" w:rsidRDefault="003961FD" w:rsidP="00BE63C9">
      <w:pPr>
        <w:pStyle w:val="Standardnte"/>
        <w:numPr>
          <w:ilvl w:val="0"/>
          <w:numId w:val="27"/>
          <w:numberingChange w:id="42" w:author="Unknown" w:date="2016-02-10T07:11:00Z" w:original="%1:5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Vypůjčitel je povinen v rámci používání předmětu výpůjčky používat pouze provozních materiálů určených a schválených výrobcem (po vzájemné dohodě obou smluvních stran lze používat i jiné), určit pracovníky zodpovědné za provoz předmětu výpůjčky a umožnit půjčiteli na jeho vyžádání přístup za účelem výkonu servisu a ověření stavu zařízení.</w:t>
      </w:r>
    </w:p>
    <w:p w:rsidR="003961FD" w:rsidRDefault="003961FD" w:rsidP="00136332">
      <w:pPr>
        <w:pStyle w:val="Standardnte"/>
        <w:numPr>
          <w:ilvl w:val="0"/>
          <w:numId w:val="27"/>
          <w:numberingChange w:id="43" w:author="Unknown" w:date="2016-02-10T07:11:00Z" w:original="%1:6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Podpisem této smlouvy vypůjčitel stvrzuje, že se seznámil s technickým stavem předmětu výpůjčky a že byl seznámen s požadavky na jeho obsluhu a údržbu.</w:t>
      </w:r>
    </w:p>
    <w:p w:rsidR="003961FD" w:rsidRDefault="003961FD" w:rsidP="00136332">
      <w:pPr>
        <w:pStyle w:val="BodyText3"/>
        <w:jc w:val="center"/>
        <w:rPr>
          <w:rFonts w:ascii="Bookman Old Style" w:hAnsi="Bookman Old Style"/>
          <w:b/>
          <w:sz w:val="26"/>
          <w:szCs w:val="26"/>
        </w:rPr>
      </w:pPr>
    </w:p>
    <w:p w:rsidR="003961FD" w:rsidRDefault="003961FD" w:rsidP="00136332">
      <w:pPr>
        <w:pStyle w:val="BodyText3"/>
        <w:jc w:val="center"/>
        <w:rPr>
          <w:rFonts w:ascii="Bookman Old Style" w:hAnsi="Bookman Old Style"/>
          <w:b/>
          <w:sz w:val="26"/>
          <w:szCs w:val="26"/>
        </w:rPr>
      </w:pPr>
    </w:p>
    <w:p w:rsidR="003961FD" w:rsidRPr="00136332" w:rsidRDefault="003961FD" w:rsidP="00136332">
      <w:pPr>
        <w:pStyle w:val="BodyText3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Čl. </w:t>
      </w:r>
      <w:r w:rsidRPr="00136332">
        <w:rPr>
          <w:rFonts w:ascii="Bookman Old Style" w:hAnsi="Bookman Old Style"/>
          <w:b/>
          <w:sz w:val="26"/>
          <w:szCs w:val="26"/>
        </w:rPr>
        <w:t>V</w:t>
      </w:r>
      <w:r>
        <w:rPr>
          <w:rFonts w:ascii="Bookman Old Style" w:hAnsi="Bookman Old Style"/>
          <w:b/>
          <w:sz w:val="26"/>
          <w:szCs w:val="26"/>
        </w:rPr>
        <w:t>I</w:t>
      </w:r>
      <w:r w:rsidRPr="00136332">
        <w:rPr>
          <w:rFonts w:ascii="Bookman Old Style" w:hAnsi="Bookman Old Style"/>
          <w:b/>
          <w:sz w:val="26"/>
          <w:szCs w:val="26"/>
        </w:rPr>
        <w:t>.</w:t>
      </w:r>
    </w:p>
    <w:p w:rsidR="003961FD" w:rsidRPr="00136332" w:rsidRDefault="003961FD" w:rsidP="00A40305">
      <w:pPr>
        <w:pStyle w:val="Standardnte"/>
        <w:tabs>
          <w:tab w:val="num" w:pos="426"/>
        </w:tabs>
        <w:ind w:left="426" w:hanging="426"/>
        <w:jc w:val="center"/>
        <w:rPr>
          <w:rFonts w:ascii="Bookman Old Style" w:hAnsi="Bookman Old Style" w:cs="Arial"/>
          <w:b/>
          <w:sz w:val="26"/>
          <w:szCs w:val="26"/>
        </w:rPr>
      </w:pPr>
      <w:r w:rsidRPr="00136332">
        <w:rPr>
          <w:rFonts w:ascii="Bookman Old Style" w:hAnsi="Bookman Old Style" w:cs="Arial"/>
          <w:b/>
          <w:bCs/>
          <w:color w:val="auto"/>
          <w:sz w:val="26"/>
          <w:szCs w:val="26"/>
        </w:rPr>
        <w:t>Provoz a údržba předmětu výpůjčky</w:t>
      </w:r>
    </w:p>
    <w:p w:rsidR="003961FD" w:rsidRPr="00EA49F7" w:rsidRDefault="003961FD" w:rsidP="00A40305">
      <w:pPr>
        <w:adjustRightInd w:val="0"/>
        <w:ind w:left="426" w:hanging="425"/>
        <w:jc w:val="both"/>
        <w:rPr>
          <w:rFonts w:ascii="Bookman Old Style" w:hAnsi="Bookman Old Style" w:cs="Arial"/>
          <w:sz w:val="24"/>
          <w:szCs w:val="24"/>
        </w:rPr>
      </w:pPr>
    </w:p>
    <w:p w:rsidR="003961FD" w:rsidRPr="00EA49F7" w:rsidRDefault="003961FD" w:rsidP="00136332">
      <w:pPr>
        <w:pStyle w:val="Standardnte"/>
        <w:numPr>
          <w:ilvl w:val="0"/>
          <w:numId w:val="28"/>
          <w:numberingChange w:id="44" w:author="Unknown" w:date="2016-02-10T07:11:00Z" w:original="%1:1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bCs/>
          <w:color w:val="auto"/>
        </w:rPr>
      </w:pPr>
      <w:r w:rsidRPr="00EA49F7">
        <w:rPr>
          <w:rFonts w:ascii="Bookman Old Style" w:hAnsi="Bookman Old Style" w:cs="Arial"/>
          <w:color w:val="auto"/>
        </w:rPr>
        <w:t xml:space="preserve">Půjčitel </w:t>
      </w:r>
      <w:r w:rsidRPr="00EA49F7">
        <w:rPr>
          <w:rFonts w:ascii="Bookman Old Style" w:hAnsi="Bookman Old Style" w:cs="Arial"/>
          <w:bCs/>
          <w:color w:val="auto"/>
        </w:rPr>
        <w:t>poskytuje</w:t>
      </w:r>
      <w:r w:rsidRPr="00EA49F7">
        <w:rPr>
          <w:rFonts w:ascii="Bookman Old Style" w:hAnsi="Bookman Old Style" w:cs="Arial"/>
          <w:color w:val="auto"/>
        </w:rPr>
        <w:t xml:space="preserve"> vypůjčiteli na předmět výpůjčky záruku po dobu min. 24</w:t>
      </w:r>
      <w:r>
        <w:rPr>
          <w:rFonts w:ascii="Bookman Old Style" w:hAnsi="Bookman Old Style" w:cs="Arial"/>
          <w:bCs/>
          <w:color w:val="auto"/>
        </w:rPr>
        <w:t> </w:t>
      </w:r>
      <w:r w:rsidRPr="00EA49F7">
        <w:rPr>
          <w:rFonts w:ascii="Bookman Old Style" w:hAnsi="Bookman Old Style" w:cs="Arial"/>
          <w:bCs/>
          <w:color w:val="auto"/>
        </w:rPr>
        <w:t>měsíců</w:t>
      </w:r>
      <w:r w:rsidRPr="00EA49F7">
        <w:rPr>
          <w:rFonts w:ascii="Bookman Old Style" w:hAnsi="Bookman Old Style" w:cs="Arial"/>
          <w:color w:val="auto"/>
        </w:rPr>
        <w:t xml:space="preserve"> od protokolárního předání vypůjčiteli, během níž má vypůjčitel nárok na plné bezplatné servisní zabezpečení ze strany půjčitele</w:t>
      </w:r>
      <w:r w:rsidRPr="00EA49F7">
        <w:rPr>
          <w:rFonts w:ascii="Bookman Old Style" w:hAnsi="Bookman Old Style" w:cs="Arial"/>
          <w:bCs/>
          <w:color w:val="auto"/>
        </w:rPr>
        <w:t>.</w:t>
      </w:r>
    </w:p>
    <w:p w:rsidR="003961FD" w:rsidRPr="00EA49F7" w:rsidRDefault="003961FD" w:rsidP="00136332">
      <w:pPr>
        <w:pStyle w:val="Standardnte"/>
        <w:numPr>
          <w:ilvl w:val="0"/>
          <w:numId w:val="28"/>
          <w:numberingChange w:id="45" w:author="Unknown" w:date="2016-02-10T07:11:00Z" w:original="%1:2:0:.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 w:rsidRPr="00EA49F7">
        <w:rPr>
          <w:rFonts w:ascii="Bookman Old Style" w:hAnsi="Bookman Old Style" w:cs="Arial"/>
          <w:color w:val="auto"/>
        </w:rPr>
        <w:t>V pozáruční době se půjčitel zavazuje po celou dobu výpůjčky poskytovat vypůjčiteli k předmětu výpůjčky tyto následné služby:</w:t>
      </w:r>
    </w:p>
    <w:p w:rsidR="003961FD" w:rsidRDefault="003961FD" w:rsidP="00261DCC">
      <w:pPr>
        <w:pStyle w:val="Standardnte"/>
        <w:ind w:left="360"/>
        <w:jc w:val="both"/>
        <w:rPr>
          <w:rFonts w:ascii="Bookman Old Style" w:hAnsi="Bookman Old Style" w:cs="Arial"/>
          <w:color w:val="auto"/>
        </w:rPr>
      </w:pPr>
    </w:p>
    <w:tbl>
      <w:tblPr>
        <w:tblW w:w="0" w:type="auto"/>
        <w:tblInd w:w="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2162"/>
        <w:gridCol w:w="2162"/>
        <w:gridCol w:w="2162"/>
      </w:tblGrid>
      <w:tr w:rsidR="003961FD" w:rsidRPr="00EA49F7" w:rsidTr="00F9039D">
        <w:tc>
          <w:tcPr>
            <w:tcW w:w="2552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Druh služby</w:t>
            </w:r>
          </w:p>
        </w:tc>
        <w:tc>
          <w:tcPr>
            <w:tcW w:w="2162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Sjednává</w:t>
            </w:r>
          </w:p>
        </w:tc>
        <w:tc>
          <w:tcPr>
            <w:tcW w:w="2162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Službu poskytuje</w:t>
            </w:r>
          </w:p>
        </w:tc>
        <w:tc>
          <w:tcPr>
            <w:tcW w:w="2162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Na náklady/účet</w:t>
            </w:r>
          </w:p>
        </w:tc>
      </w:tr>
      <w:tr w:rsidR="003961FD" w:rsidRPr="00EA49F7" w:rsidTr="00F9039D">
        <w:trPr>
          <w:trHeight w:val="492"/>
        </w:trPr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:rsidR="003961FD" w:rsidRPr="00F9039D" w:rsidRDefault="003961FD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PBTK, validace*</w:t>
            </w:r>
          </w:p>
        </w:tc>
        <w:tc>
          <w:tcPr>
            <w:tcW w:w="2162" w:type="dxa"/>
            <w:tcBorders>
              <w:top w:val="double" w:sz="4" w:space="0" w:color="auto"/>
            </w:tcBorders>
            <w:vAlign w:val="center"/>
          </w:tcPr>
          <w:p w:rsidR="003961FD" w:rsidRPr="00F9039D" w:rsidRDefault="003961FD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</w:t>
            </w:r>
          </w:p>
        </w:tc>
        <w:tc>
          <w:tcPr>
            <w:tcW w:w="2162" w:type="dxa"/>
            <w:tcBorders>
              <w:top w:val="double" w:sz="4" w:space="0" w:color="auto"/>
            </w:tcBorders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</w:t>
            </w:r>
          </w:p>
        </w:tc>
        <w:tc>
          <w:tcPr>
            <w:tcW w:w="2162" w:type="dxa"/>
            <w:tcBorders>
              <w:top w:val="double" w:sz="4" w:space="0" w:color="auto"/>
            </w:tcBorders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půjčitele</w:t>
            </w:r>
          </w:p>
        </w:tc>
      </w:tr>
      <w:tr w:rsidR="003961FD" w:rsidRPr="00EA49F7" w:rsidTr="00F9039D">
        <w:trPr>
          <w:trHeight w:val="492"/>
        </w:trPr>
        <w:tc>
          <w:tcPr>
            <w:tcW w:w="2552" w:type="dxa"/>
            <w:vAlign w:val="center"/>
          </w:tcPr>
          <w:p w:rsidR="003961FD" w:rsidRPr="00F9039D" w:rsidRDefault="003961FD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Opravy, servis, dopravné**</w:t>
            </w:r>
          </w:p>
        </w:tc>
        <w:tc>
          <w:tcPr>
            <w:tcW w:w="2162" w:type="dxa"/>
            <w:vAlign w:val="center"/>
          </w:tcPr>
          <w:p w:rsidR="003961FD" w:rsidRPr="00F9039D" w:rsidRDefault="003961FD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vypůjčitel</w:t>
            </w:r>
          </w:p>
        </w:tc>
        <w:tc>
          <w:tcPr>
            <w:tcW w:w="2162" w:type="dxa"/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</w:t>
            </w:r>
          </w:p>
        </w:tc>
        <w:tc>
          <w:tcPr>
            <w:tcW w:w="2162" w:type="dxa"/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půjčitele</w:t>
            </w:r>
          </w:p>
        </w:tc>
      </w:tr>
      <w:tr w:rsidR="003961FD" w:rsidRPr="00EA49F7" w:rsidTr="00F9039D">
        <w:trPr>
          <w:trHeight w:val="492"/>
        </w:trPr>
        <w:tc>
          <w:tcPr>
            <w:tcW w:w="2552" w:type="dxa"/>
            <w:vAlign w:val="center"/>
          </w:tcPr>
          <w:p w:rsidR="003961FD" w:rsidRPr="00F9039D" w:rsidRDefault="003961FD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Náhradní díly</w:t>
            </w:r>
          </w:p>
        </w:tc>
        <w:tc>
          <w:tcPr>
            <w:tcW w:w="2162" w:type="dxa"/>
            <w:vAlign w:val="center"/>
          </w:tcPr>
          <w:p w:rsidR="003961FD" w:rsidRPr="00F9039D" w:rsidRDefault="003961FD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vypůjčitel</w:t>
            </w:r>
          </w:p>
        </w:tc>
        <w:tc>
          <w:tcPr>
            <w:tcW w:w="2162" w:type="dxa"/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</w:t>
            </w:r>
          </w:p>
        </w:tc>
        <w:tc>
          <w:tcPr>
            <w:tcW w:w="2162" w:type="dxa"/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půjčitele</w:t>
            </w:r>
          </w:p>
        </w:tc>
      </w:tr>
      <w:tr w:rsidR="003961FD" w:rsidRPr="00EA49F7" w:rsidTr="00F9039D">
        <w:trPr>
          <w:trHeight w:val="492"/>
        </w:trPr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3961FD" w:rsidRPr="00F9039D" w:rsidRDefault="003961FD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Provozní materiál</w:t>
            </w:r>
          </w:p>
        </w:tc>
        <w:tc>
          <w:tcPr>
            <w:tcW w:w="2162" w:type="dxa"/>
            <w:tcBorders>
              <w:bottom w:val="single" w:sz="12" w:space="0" w:color="auto"/>
            </w:tcBorders>
            <w:vAlign w:val="center"/>
          </w:tcPr>
          <w:p w:rsidR="003961FD" w:rsidRPr="00F9039D" w:rsidRDefault="003961FD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vypůjčitel</w:t>
            </w:r>
          </w:p>
        </w:tc>
        <w:tc>
          <w:tcPr>
            <w:tcW w:w="2162" w:type="dxa"/>
            <w:tcBorders>
              <w:bottom w:val="single" w:sz="12" w:space="0" w:color="auto"/>
            </w:tcBorders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</w:t>
            </w:r>
          </w:p>
        </w:tc>
        <w:tc>
          <w:tcPr>
            <w:tcW w:w="2162" w:type="dxa"/>
            <w:tcBorders>
              <w:bottom w:val="single" w:sz="12" w:space="0" w:color="auto"/>
            </w:tcBorders>
            <w:vAlign w:val="center"/>
          </w:tcPr>
          <w:p w:rsidR="003961FD" w:rsidRPr="00F9039D" w:rsidRDefault="003961FD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vypůjčitele</w:t>
            </w:r>
          </w:p>
        </w:tc>
      </w:tr>
    </w:tbl>
    <w:p w:rsidR="003961FD" w:rsidRDefault="003961FD" w:rsidP="00261DCC">
      <w:pPr>
        <w:pStyle w:val="Standardnte"/>
        <w:ind w:left="360"/>
        <w:jc w:val="both"/>
        <w:rPr>
          <w:rFonts w:ascii="Bookman Old Style" w:hAnsi="Bookman Old Style" w:cs="Arial"/>
          <w:color w:val="auto"/>
        </w:rPr>
      </w:pPr>
    </w:p>
    <w:p w:rsidR="003961FD" w:rsidRDefault="003961FD" w:rsidP="003A3CFB">
      <w:pPr>
        <w:pStyle w:val="Standardnte"/>
        <w:ind w:left="851" w:hanging="284"/>
        <w:jc w:val="both"/>
        <w:rPr>
          <w:rFonts w:ascii="Bookman Old Style" w:hAnsi="Bookman Old Style" w:cs="Arial"/>
          <w:color w:val="auto"/>
        </w:rPr>
      </w:pPr>
      <w:r w:rsidRPr="00551F89">
        <w:rPr>
          <w:rFonts w:ascii="Bookman Old Style" w:hAnsi="Bookman Old Style" w:cs="Arial"/>
          <w:color w:val="auto"/>
        </w:rPr>
        <w:t>*</w:t>
      </w:r>
      <w:r>
        <w:rPr>
          <w:rFonts w:ascii="Bookman Old Style" w:hAnsi="Bookman Old Style" w:cs="Arial"/>
          <w:color w:val="auto"/>
        </w:rPr>
        <w:t xml:space="preserve"> PBTK = periodické bezpečnostně technické kontroly na předmětu výpůjčky ve smyslu zákona č. 268/2014 Sb., </w:t>
      </w:r>
    </w:p>
    <w:p w:rsidR="003961FD" w:rsidRDefault="003961FD" w:rsidP="00B22E90">
      <w:pPr>
        <w:pStyle w:val="Standardnte"/>
        <w:ind w:left="851" w:hanging="284"/>
        <w:jc w:val="both"/>
        <w:rPr>
          <w:rFonts w:ascii="Bookman Old Style" w:hAnsi="Bookman Old Style" w:cs="Arial"/>
          <w:color w:val="auto"/>
        </w:rPr>
      </w:pPr>
      <w:r>
        <w:rPr>
          <w:rFonts w:ascii="Bookman Old Style" w:hAnsi="Bookman Old Style" w:cs="Arial"/>
          <w:color w:val="auto"/>
        </w:rPr>
        <w:t>** v</w:t>
      </w:r>
      <w:r w:rsidRPr="00EA49F7">
        <w:rPr>
          <w:rFonts w:ascii="Bookman Old Style" w:hAnsi="Bookman Old Style" w:cs="Arial"/>
          <w:color w:val="auto"/>
        </w:rPr>
        <w:t xml:space="preserve"> případě poruchy předmětu výpůjčky bude </w:t>
      </w:r>
      <w:r>
        <w:rPr>
          <w:rFonts w:ascii="Bookman Old Style" w:hAnsi="Bookman Old Style" w:cs="Arial"/>
          <w:color w:val="auto"/>
        </w:rPr>
        <w:t>v záruční i pozáruční době nástup na opravu do 24 hodin od nahlášení; dostupnost servisu 7 dní v týdnu. O</w:t>
      </w:r>
      <w:r w:rsidRPr="00EA49F7">
        <w:rPr>
          <w:rFonts w:ascii="Bookman Old Style" w:hAnsi="Bookman Old Style" w:cs="Arial"/>
          <w:color w:val="auto"/>
        </w:rPr>
        <w:t>pětovné uvedení přístroje do provozu</w:t>
      </w:r>
      <w:r>
        <w:rPr>
          <w:rFonts w:ascii="Bookman Old Style" w:hAnsi="Bookman Old Style" w:cs="Arial"/>
          <w:color w:val="auto"/>
        </w:rPr>
        <w:t xml:space="preserve"> (provedení opravy a předání funkčního zařízení)</w:t>
      </w:r>
      <w:r w:rsidRPr="00EA49F7">
        <w:rPr>
          <w:rFonts w:ascii="Bookman Old Style" w:hAnsi="Bookman Old Style" w:cs="Arial"/>
          <w:color w:val="auto"/>
        </w:rPr>
        <w:t xml:space="preserve"> bude zajištěno nejpozději </w:t>
      </w:r>
      <w:r>
        <w:rPr>
          <w:rFonts w:ascii="Bookman Old Style" w:hAnsi="Bookman Old Style" w:cs="Arial"/>
          <w:color w:val="auto"/>
        </w:rPr>
        <w:t>do 3 pracovních dnů od nahlášení poruchy</w:t>
      </w:r>
      <w:r w:rsidRPr="00EA49F7">
        <w:rPr>
          <w:rFonts w:ascii="Bookman Old Style" w:hAnsi="Bookman Old Style" w:cs="Arial"/>
          <w:color w:val="auto"/>
        </w:rPr>
        <w:t xml:space="preserve">. V případě, že nebude oprava provedena </w:t>
      </w:r>
      <w:r>
        <w:rPr>
          <w:rFonts w:ascii="Bookman Old Style" w:hAnsi="Bookman Old Style" w:cs="Arial"/>
          <w:color w:val="auto"/>
        </w:rPr>
        <w:t>ve shora uvedené</w:t>
      </w:r>
      <w:r w:rsidRPr="00EA49F7">
        <w:rPr>
          <w:rFonts w:ascii="Bookman Old Style" w:hAnsi="Bookman Old Style" w:cs="Arial"/>
          <w:color w:val="auto"/>
        </w:rPr>
        <w:t xml:space="preserve"> </w:t>
      </w:r>
      <w:r>
        <w:rPr>
          <w:rFonts w:ascii="Bookman Old Style" w:hAnsi="Bookman Old Style" w:cs="Arial"/>
          <w:color w:val="auto"/>
        </w:rPr>
        <w:t>lhůtě</w:t>
      </w:r>
      <w:r w:rsidRPr="00EA49F7">
        <w:rPr>
          <w:rFonts w:ascii="Bookman Old Style" w:hAnsi="Bookman Old Style" w:cs="Arial"/>
          <w:color w:val="auto"/>
        </w:rPr>
        <w:t>, půjčitel zapůjčí vypůjčiteli po dobu opravy jiný přístroj odpovídají</w:t>
      </w:r>
      <w:r>
        <w:rPr>
          <w:rFonts w:ascii="Bookman Old Style" w:hAnsi="Bookman Old Style" w:cs="Arial"/>
          <w:color w:val="auto"/>
        </w:rPr>
        <w:t>cí</w:t>
      </w:r>
      <w:r w:rsidRPr="00EA49F7">
        <w:rPr>
          <w:rFonts w:ascii="Bookman Old Style" w:hAnsi="Bookman Old Style" w:cs="Arial"/>
          <w:color w:val="auto"/>
        </w:rPr>
        <w:t xml:space="preserve"> kvality</w:t>
      </w:r>
      <w:r>
        <w:rPr>
          <w:rFonts w:ascii="Bookman Old Style" w:hAnsi="Bookman Old Style" w:cs="Arial"/>
          <w:color w:val="auto"/>
        </w:rPr>
        <w:t>,</w:t>
      </w:r>
      <w:r w:rsidRPr="00EA49F7">
        <w:rPr>
          <w:rFonts w:ascii="Bookman Old Style" w:hAnsi="Bookman Old Style" w:cs="Arial"/>
          <w:color w:val="auto"/>
        </w:rPr>
        <w:t xml:space="preserve"> opatřený instalačním protokolem (na tento náhradní přístroj se vztahují stejné podmínky vyplývající z této smlouvy jako na přístroj původní).</w:t>
      </w:r>
    </w:p>
    <w:p w:rsidR="003961FD" w:rsidRDefault="003961FD" w:rsidP="00B22E90">
      <w:pPr>
        <w:pStyle w:val="Standardnte"/>
        <w:tabs>
          <w:tab w:val="left" w:pos="426"/>
        </w:tabs>
        <w:jc w:val="both"/>
        <w:rPr>
          <w:rFonts w:ascii="Bookman Old Style" w:hAnsi="Bookman Old Style" w:cs="Arial"/>
        </w:rPr>
      </w:pPr>
    </w:p>
    <w:p w:rsidR="003961FD" w:rsidRPr="00541148" w:rsidRDefault="003961FD" w:rsidP="00740EDA">
      <w:pPr>
        <w:pStyle w:val="Standardnte"/>
        <w:numPr>
          <w:ilvl w:val="0"/>
          <w:numId w:val="28"/>
          <w:numberingChange w:id="46" w:author="Unknown" w:date="2016-02-10T07:11:00Z" w:original="%1:3:0:."/>
        </w:numPr>
        <w:tabs>
          <w:tab w:val="left" w:pos="426"/>
        </w:tabs>
        <w:spacing w:after="120"/>
        <w:ind w:left="426"/>
        <w:jc w:val="both"/>
        <w:rPr>
          <w:rFonts w:ascii="Bookman Old Style" w:hAnsi="Bookman Old Style" w:cs="Arial"/>
          <w:color w:val="auto"/>
        </w:rPr>
      </w:pPr>
      <w:r w:rsidRPr="00B22E90">
        <w:rPr>
          <w:rFonts w:ascii="Bookman Old Style" w:hAnsi="Bookman Old Style" w:cs="Arial"/>
          <w:color w:val="auto"/>
        </w:rPr>
        <w:t xml:space="preserve">Půjčitel prohlašuje, že splňuje z hlediska kvalifikace a věcného vybavení veškeré podmínky pro výkon servisní činnosti pro předmět výpůjčky a je-li tento zdravotnickým prostředkem, </w:t>
      </w:r>
      <w:r w:rsidRPr="00541148">
        <w:rPr>
          <w:rFonts w:ascii="Bookman Old Style" w:hAnsi="Bookman Old Style" w:cs="Arial"/>
          <w:color w:val="auto"/>
        </w:rPr>
        <w:t>pak včetně smyslu zák. č. 268/2014 Sb., ve znění pozdějších předpisů. Tím je míněno, mimo jiné, že:</w:t>
      </w:r>
    </w:p>
    <w:p w:rsidR="003961FD" w:rsidRPr="00541148" w:rsidRDefault="003961FD" w:rsidP="00740EDA">
      <w:pPr>
        <w:pStyle w:val="Standardnte"/>
        <w:numPr>
          <w:ilvl w:val="0"/>
          <w:numId w:val="29"/>
          <w:numberingChange w:id="47" w:author="Unknown" w:date="2016-02-10T07:11:00Z" w:original="%1:1:4:)"/>
        </w:numPr>
        <w:spacing w:after="120"/>
        <w:ind w:left="851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</w:t>
      </w:r>
      <w:r w:rsidRPr="00541148">
        <w:rPr>
          <w:rFonts w:ascii="Bookman Old Style" w:hAnsi="Bookman Old Style" w:cs="Arial"/>
        </w:rPr>
        <w:t>má příslušné certifikace a registrace k odborným činnostem, ke kterým se touto smlouvou zavazuje;</w:t>
      </w:r>
    </w:p>
    <w:p w:rsidR="003961FD" w:rsidRPr="00541148" w:rsidRDefault="003961FD" w:rsidP="00740EDA">
      <w:pPr>
        <w:pStyle w:val="Standardnte"/>
        <w:numPr>
          <w:ilvl w:val="0"/>
          <w:numId w:val="29"/>
          <w:numberingChange w:id="48" w:author="Unknown" w:date="2016-02-10T07:11:00Z" w:original="%1:2:4:)"/>
        </w:numPr>
        <w:spacing w:after="120"/>
        <w:ind w:left="851"/>
        <w:jc w:val="both"/>
        <w:rPr>
          <w:rFonts w:ascii="Bookman Old Style" w:hAnsi="Bookman Old Style" w:cs="Arial"/>
        </w:rPr>
      </w:pPr>
      <w:r w:rsidRPr="00541148">
        <w:rPr>
          <w:rFonts w:ascii="Bookman Old Style" w:hAnsi="Bookman Old Style" w:cs="Arial"/>
        </w:rPr>
        <w:t>má dostatečnou kapacitu materiální i odbornou, aby mohl řádně dostát svým závazkům.</w:t>
      </w:r>
    </w:p>
    <w:p w:rsidR="003961FD" w:rsidRPr="00EA49F7" w:rsidRDefault="003961FD" w:rsidP="00740EDA">
      <w:pPr>
        <w:pStyle w:val="Standardnte"/>
        <w:numPr>
          <w:ilvl w:val="0"/>
          <w:numId w:val="28"/>
          <w:numberingChange w:id="49" w:author="Unknown" w:date="2016-02-10T07:11:00Z" w:original="%1:4:0:."/>
        </w:numPr>
        <w:tabs>
          <w:tab w:val="left" w:pos="426"/>
        </w:tabs>
        <w:spacing w:after="120"/>
        <w:ind w:left="426"/>
        <w:jc w:val="both"/>
        <w:rPr>
          <w:rFonts w:ascii="Bookman Old Style" w:hAnsi="Bookman Old Style" w:cs="Arial"/>
        </w:rPr>
      </w:pPr>
      <w:r w:rsidRPr="00541148">
        <w:rPr>
          <w:rFonts w:ascii="Bookman Old Style" w:hAnsi="Bookman Old Style" w:cs="Arial"/>
        </w:rPr>
        <w:t>Půjčitel se zavazuje vypůjčiteli uhradit veškeré škody, které utrpí jako následek skutečnosti, že toto prohlášení se ukáže jako nepravdivé</w:t>
      </w:r>
      <w:r w:rsidRPr="00EA49F7">
        <w:rPr>
          <w:rFonts w:ascii="Bookman Old Style" w:hAnsi="Bookman Old Style" w:cs="Arial"/>
        </w:rPr>
        <w:t xml:space="preserve">. </w:t>
      </w:r>
    </w:p>
    <w:p w:rsidR="003961FD" w:rsidRDefault="003961FD" w:rsidP="00740EDA">
      <w:pPr>
        <w:pStyle w:val="Standardnte"/>
        <w:spacing w:after="120"/>
        <w:ind w:left="426"/>
        <w:jc w:val="both"/>
        <w:rPr>
          <w:rFonts w:ascii="Bookman Old Style" w:hAnsi="Bookman Old Style" w:cs="Arial"/>
          <w:color w:val="auto"/>
        </w:rPr>
      </w:pPr>
      <w:r w:rsidRPr="00EA49F7">
        <w:rPr>
          <w:rFonts w:ascii="Bookman Old Style" w:hAnsi="Bookman Old Style" w:cs="Arial"/>
        </w:rPr>
        <w:t xml:space="preserve">Pokud nebude moci některý ze závazků plnit sám, je povinen zajistit jeho plnění třetí stranou, </w:t>
      </w:r>
      <w:r w:rsidRPr="00EA49F7">
        <w:rPr>
          <w:rFonts w:ascii="Bookman Old Style" w:hAnsi="Bookman Old Style" w:cs="Arial"/>
          <w:color w:val="auto"/>
        </w:rPr>
        <w:t>oprávněnou k dané činnosti. Půjčitel přejímá na sebe odpovědnost za provedení činností třetí osobou.</w:t>
      </w:r>
    </w:p>
    <w:p w:rsidR="003961FD" w:rsidRPr="00792CC3" w:rsidRDefault="003961FD" w:rsidP="00A40305">
      <w:pPr>
        <w:pStyle w:val="Standardnte"/>
        <w:ind w:left="426"/>
        <w:jc w:val="both"/>
        <w:rPr>
          <w:rFonts w:ascii="Bookman Old Style" w:hAnsi="Bookman Old Style" w:cs="Arial"/>
          <w:color w:val="auto"/>
        </w:rPr>
      </w:pPr>
    </w:p>
    <w:p w:rsidR="003961FD" w:rsidRPr="00792CC3" w:rsidRDefault="003961FD" w:rsidP="00A40305">
      <w:pPr>
        <w:pStyle w:val="Standardnte"/>
        <w:ind w:left="426"/>
        <w:jc w:val="both"/>
        <w:rPr>
          <w:rFonts w:ascii="Bookman Old Style" w:hAnsi="Bookman Old Style" w:cs="Arial"/>
          <w:color w:val="auto"/>
        </w:rPr>
      </w:pPr>
    </w:p>
    <w:p w:rsidR="003961FD" w:rsidRPr="00792CC3" w:rsidRDefault="003961FD" w:rsidP="00792CC3">
      <w:pPr>
        <w:pStyle w:val="BodyText3"/>
        <w:jc w:val="center"/>
        <w:rPr>
          <w:rFonts w:ascii="Bookman Old Style" w:hAnsi="Bookman Old Style"/>
          <w:b/>
          <w:sz w:val="26"/>
          <w:szCs w:val="26"/>
        </w:rPr>
      </w:pPr>
      <w:r w:rsidRPr="00792CC3">
        <w:rPr>
          <w:rFonts w:ascii="Bookman Old Style" w:hAnsi="Bookman Old Style"/>
          <w:b/>
          <w:sz w:val="26"/>
          <w:szCs w:val="26"/>
        </w:rPr>
        <w:t>Čl. V</w:t>
      </w:r>
      <w:r>
        <w:rPr>
          <w:rFonts w:ascii="Bookman Old Style" w:hAnsi="Bookman Old Style"/>
          <w:b/>
          <w:sz w:val="26"/>
          <w:szCs w:val="26"/>
        </w:rPr>
        <w:t>I</w:t>
      </w:r>
      <w:r w:rsidRPr="00792CC3">
        <w:rPr>
          <w:rFonts w:ascii="Bookman Old Style" w:hAnsi="Bookman Old Style"/>
          <w:b/>
          <w:sz w:val="26"/>
          <w:szCs w:val="26"/>
        </w:rPr>
        <w:t>I.</w:t>
      </w:r>
    </w:p>
    <w:p w:rsidR="003961FD" w:rsidRPr="00792CC3" w:rsidRDefault="003961FD" w:rsidP="00A40305">
      <w:pPr>
        <w:pStyle w:val="Standardnte"/>
        <w:jc w:val="center"/>
        <w:rPr>
          <w:rFonts w:ascii="Bookman Old Style" w:hAnsi="Bookman Old Style" w:cs="Arial"/>
          <w:b/>
          <w:bCs/>
          <w:color w:val="auto"/>
          <w:sz w:val="26"/>
          <w:szCs w:val="26"/>
        </w:rPr>
      </w:pPr>
      <w:r w:rsidRPr="00792CC3">
        <w:rPr>
          <w:rFonts w:ascii="Bookman Old Style" w:hAnsi="Bookman Old Style" w:cs="Arial"/>
          <w:b/>
          <w:bCs/>
          <w:color w:val="auto"/>
          <w:sz w:val="26"/>
          <w:szCs w:val="26"/>
        </w:rPr>
        <w:t>Závěrečná ustanovení</w:t>
      </w:r>
    </w:p>
    <w:p w:rsidR="003961FD" w:rsidRPr="00EA49F7" w:rsidRDefault="003961FD" w:rsidP="008629A9">
      <w:pPr>
        <w:pStyle w:val="Standardnte"/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</w:p>
    <w:p w:rsidR="003961FD" w:rsidRDefault="003961FD" w:rsidP="00740EDA">
      <w:pPr>
        <w:pStyle w:val="Standardnte"/>
        <w:numPr>
          <w:ilvl w:val="0"/>
          <w:numId w:val="30"/>
          <w:numberingChange w:id="50" w:author="Unknown" w:date="2016-02-10T07:11:00Z" w:original="%1:1:0:."/>
        </w:numPr>
        <w:tabs>
          <w:tab w:val="left" w:pos="426"/>
        </w:tabs>
        <w:spacing w:before="120" w:after="120"/>
        <w:ind w:left="426"/>
        <w:jc w:val="both"/>
        <w:rPr>
          <w:rFonts w:ascii="Bookman Old Style" w:hAnsi="Bookman Old Style" w:cs="Arial"/>
        </w:rPr>
      </w:pPr>
      <w:r w:rsidRPr="003932C7">
        <w:rPr>
          <w:rFonts w:ascii="Bookman Old Style" w:hAnsi="Bookman Old Style" w:cs="Arial"/>
          <w:u w:val="single"/>
        </w:rPr>
        <w:t>Půjčitel</w:t>
      </w:r>
      <w:r w:rsidRPr="00136332">
        <w:rPr>
          <w:rFonts w:ascii="Bookman Old Style" w:hAnsi="Bookman Old Style" w:cs="Arial"/>
        </w:rPr>
        <w:t xml:space="preserve"> je o</w:t>
      </w:r>
      <w:r>
        <w:rPr>
          <w:rFonts w:ascii="Bookman Old Style" w:hAnsi="Bookman Old Style" w:cs="Arial"/>
        </w:rPr>
        <w:t>právněn písemně vypovědět tuto smlouvu:</w:t>
      </w:r>
    </w:p>
    <w:p w:rsidR="003961FD" w:rsidRDefault="003961FD" w:rsidP="00740EDA">
      <w:pPr>
        <w:pStyle w:val="Standardnte"/>
        <w:numPr>
          <w:ilvl w:val="0"/>
          <w:numId w:val="31"/>
          <w:numberingChange w:id="51" w:author="Unknown" w:date="2016-02-10T07:11:00Z" w:original="%1:1:4:)"/>
        </w:numPr>
        <w:tabs>
          <w:tab w:val="left" w:pos="426"/>
        </w:tabs>
        <w:spacing w:before="120" w:after="120"/>
        <w:jc w:val="both"/>
        <w:rPr>
          <w:rFonts w:ascii="Bookman Old Style" w:hAnsi="Bookman Old Style" w:cs="Arial"/>
        </w:rPr>
      </w:pPr>
      <w:r w:rsidRPr="00136332">
        <w:rPr>
          <w:rFonts w:ascii="Bookman Old Style" w:hAnsi="Bookman Old Style" w:cs="Arial"/>
        </w:rPr>
        <w:t>pokud je předmět výpůjčky užíván v rozporu s touto smlo</w:t>
      </w:r>
      <w:r>
        <w:rPr>
          <w:rFonts w:ascii="Bookman Old Style" w:hAnsi="Bookman Old Style" w:cs="Arial"/>
        </w:rPr>
        <w:t>uvou anebo s návodem k použití,</w:t>
      </w:r>
    </w:p>
    <w:p w:rsidR="003961FD" w:rsidRDefault="003961FD" w:rsidP="00740EDA">
      <w:pPr>
        <w:pStyle w:val="Standardnte"/>
        <w:numPr>
          <w:ilvl w:val="0"/>
          <w:numId w:val="31"/>
          <w:numberingChange w:id="52" w:author="Unknown" w:date="2016-02-10T07:11:00Z" w:original="%1:2:4:)"/>
        </w:numPr>
        <w:tabs>
          <w:tab w:val="left" w:pos="426"/>
        </w:tabs>
        <w:spacing w:before="120" w:after="120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pokud vypůjčitel nesplní podmínky a povinnosti dle čl. V této smlouvy</w:t>
      </w:r>
    </w:p>
    <w:p w:rsidR="003961FD" w:rsidRDefault="003961FD" w:rsidP="00740EDA">
      <w:pPr>
        <w:pStyle w:val="Standardnte"/>
        <w:tabs>
          <w:tab w:val="left" w:pos="426"/>
        </w:tabs>
        <w:spacing w:before="120" w:after="120"/>
        <w:ind w:left="426"/>
        <w:jc w:val="both"/>
        <w:rPr>
          <w:rFonts w:ascii="Bookman Old Style" w:hAnsi="Bookman Old Style" w:cs="Arial"/>
        </w:rPr>
      </w:pPr>
      <w:r w:rsidRPr="00136332">
        <w:rPr>
          <w:rFonts w:ascii="Bookman Old Style" w:hAnsi="Bookman Old Style" w:cs="Arial"/>
        </w:rPr>
        <w:t>Výpově</w:t>
      </w:r>
      <w:r>
        <w:rPr>
          <w:rFonts w:ascii="Bookman Old Style" w:hAnsi="Bookman Old Style" w:cs="Arial"/>
        </w:rPr>
        <w:t>d</w:t>
      </w:r>
      <w:r w:rsidRPr="00136332">
        <w:rPr>
          <w:rFonts w:ascii="Bookman Old Style" w:hAnsi="Bookman Old Style" w:cs="Arial"/>
        </w:rPr>
        <w:t xml:space="preserve">ní doba </w:t>
      </w:r>
      <w:r>
        <w:rPr>
          <w:rFonts w:ascii="Bookman Old Style" w:hAnsi="Bookman Old Style" w:cs="Arial"/>
        </w:rPr>
        <w:t xml:space="preserve">se v obou případech </w:t>
      </w:r>
      <w:r w:rsidRPr="00136332">
        <w:rPr>
          <w:rFonts w:ascii="Bookman Old Style" w:hAnsi="Bookman Old Style" w:cs="Arial"/>
        </w:rPr>
        <w:t xml:space="preserve">sjednává v trvání 3 měsíců a začíná běžet dnem </w:t>
      </w:r>
      <w:r>
        <w:rPr>
          <w:rFonts w:ascii="Bookman Old Style" w:hAnsi="Bookman Old Style" w:cs="Arial"/>
        </w:rPr>
        <w:t>doručení výpovědi vypůjčiteli</w:t>
      </w:r>
      <w:r w:rsidRPr="00136332">
        <w:rPr>
          <w:rFonts w:ascii="Bookman Old Style" w:hAnsi="Bookman Old Style" w:cs="Arial"/>
        </w:rPr>
        <w:t xml:space="preserve">. </w:t>
      </w:r>
      <w:r>
        <w:rPr>
          <w:rFonts w:ascii="Bookman Old Style" w:hAnsi="Bookman Old Style" w:cs="Arial"/>
        </w:rPr>
        <w:t>Smlouva zaniká uplynutím výpověd</w:t>
      </w:r>
      <w:r w:rsidRPr="00136332">
        <w:rPr>
          <w:rFonts w:ascii="Bookman Old Style" w:hAnsi="Bookman Old Style" w:cs="Arial"/>
        </w:rPr>
        <w:t>ní doby.</w:t>
      </w:r>
    </w:p>
    <w:p w:rsidR="003961FD" w:rsidRDefault="003961FD" w:rsidP="00740EDA">
      <w:pPr>
        <w:pStyle w:val="Standardnte"/>
        <w:numPr>
          <w:ilvl w:val="0"/>
          <w:numId w:val="30"/>
          <w:numberingChange w:id="53" w:author="Unknown" w:date="2016-02-10T07:11:00Z" w:original="%1:2:0:."/>
        </w:numPr>
        <w:tabs>
          <w:tab w:val="left" w:pos="426"/>
        </w:tabs>
        <w:spacing w:before="120" w:after="120"/>
        <w:ind w:left="426"/>
        <w:jc w:val="both"/>
        <w:rPr>
          <w:rFonts w:ascii="Bookman Old Style" w:hAnsi="Bookman Old Style" w:cs="Arial"/>
        </w:rPr>
      </w:pPr>
      <w:r w:rsidRPr="003932C7">
        <w:rPr>
          <w:rFonts w:ascii="Bookman Old Style" w:hAnsi="Bookman Old Style" w:cs="Arial"/>
          <w:color w:val="auto"/>
          <w:u w:val="single"/>
        </w:rPr>
        <w:t>Vypůjčitel</w:t>
      </w:r>
      <w:r w:rsidRPr="00EA49F7">
        <w:rPr>
          <w:rFonts w:ascii="Bookman Old Style" w:hAnsi="Bookman Old Style" w:cs="Arial"/>
        </w:rPr>
        <w:t xml:space="preserve"> je oprávněn písemně vypovědět tuto smlouvu</w:t>
      </w:r>
      <w:r>
        <w:rPr>
          <w:rFonts w:ascii="Bookman Old Style" w:hAnsi="Bookman Old Style" w:cs="Arial"/>
        </w:rPr>
        <w:t>:</w:t>
      </w:r>
    </w:p>
    <w:p w:rsidR="003961FD" w:rsidRDefault="003961FD" w:rsidP="00740EDA">
      <w:pPr>
        <w:pStyle w:val="Standardnte"/>
        <w:numPr>
          <w:ilvl w:val="0"/>
          <w:numId w:val="32"/>
          <w:numberingChange w:id="54" w:author="Unknown" w:date="2016-02-10T07:11:00Z" w:original="%1:1:4:)"/>
        </w:numPr>
        <w:tabs>
          <w:tab w:val="left" w:pos="426"/>
        </w:tabs>
        <w:spacing w:before="120" w:after="120"/>
        <w:jc w:val="both"/>
        <w:rPr>
          <w:rFonts w:ascii="Bookman Old Style" w:hAnsi="Bookman Old Style" w:cs="Arial"/>
        </w:rPr>
      </w:pPr>
      <w:r w:rsidRPr="00136332">
        <w:rPr>
          <w:rFonts w:ascii="Bookman Old Style" w:hAnsi="Bookman Old Style" w:cs="Arial"/>
        </w:rPr>
        <w:t xml:space="preserve">pokud </w:t>
      </w:r>
      <w:r>
        <w:rPr>
          <w:rFonts w:ascii="Bookman Old Style" w:hAnsi="Bookman Old Style" w:cs="Arial"/>
        </w:rPr>
        <w:t>vypůjčitel nesplní podmínky a povinnosti dle č. IV. této smlouvy,</w:t>
      </w:r>
    </w:p>
    <w:p w:rsidR="003961FD" w:rsidRDefault="003961FD" w:rsidP="00740EDA">
      <w:pPr>
        <w:pStyle w:val="Standardnte"/>
        <w:numPr>
          <w:ilvl w:val="0"/>
          <w:numId w:val="32"/>
          <w:numberingChange w:id="55" w:author="Unknown" w:date="2016-02-10T07:11:00Z" w:original="%1:2:4:)"/>
        </w:numPr>
        <w:tabs>
          <w:tab w:val="left" w:pos="426"/>
        </w:tabs>
        <w:spacing w:before="120" w:after="120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i bez uvedení důvodu.</w:t>
      </w:r>
    </w:p>
    <w:p w:rsidR="003961FD" w:rsidRDefault="003961FD" w:rsidP="00740EDA">
      <w:pPr>
        <w:pStyle w:val="Standardnte"/>
        <w:tabs>
          <w:tab w:val="left" w:pos="426"/>
        </w:tabs>
        <w:spacing w:before="120" w:after="120"/>
        <w:ind w:left="426"/>
        <w:jc w:val="both"/>
        <w:rPr>
          <w:rFonts w:ascii="Bookman Old Style" w:hAnsi="Bookman Old Style" w:cs="Arial"/>
        </w:rPr>
      </w:pPr>
      <w:r w:rsidRPr="00136332">
        <w:rPr>
          <w:rFonts w:ascii="Bookman Old Style" w:hAnsi="Bookman Old Style" w:cs="Arial"/>
        </w:rPr>
        <w:t>Výpově</w:t>
      </w:r>
      <w:r>
        <w:rPr>
          <w:rFonts w:ascii="Bookman Old Style" w:hAnsi="Bookman Old Style" w:cs="Arial"/>
        </w:rPr>
        <w:t>d</w:t>
      </w:r>
      <w:r w:rsidRPr="00136332">
        <w:rPr>
          <w:rFonts w:ascii="Bookman Old Style" w:hAnsi="Bookman Old Style" w:cs="Arial"/>
        </w:rPr>
        <w:t xml:space="preserve">ní doba </w:t>
      </w:r>
      <w:r>
        <w:rPr>
          <w:rFonts w:ascii="Bookman Old Style" w:hAnsi="Bookman Old Style" w:cs="Arial"/>
        </w:rPr>
        <w:t xml:space="preserve">se v obou případech </w:t>
      </w:r>
      <w:r w:rsidRPr="00136332">
        <w:rPr>
          <w:rFonts w:ascii="Bookman Old Style" w:hAnsi="Bookman Old Style" w:cs="Arial"/>
        </w:rPr>
        <w:t xml:space="preserve">sjednává v trvání 3 měsíců a začíná běžet dnem </w:t>
      </w:r>
      <w:r>
        <w:rPr>
          <w:rFonts w:ascii="Bookman Old Style" w:hAnsi="Bookman Old Style" w:cs="Arial"/>
        </w:rPr>
        <w:t>doručení výpovědi půjčiteli. Smlouva zaniká uplynutím výpověd</w:t>
      </w:r>
      <w:r w:rsidRPr="00136332">
        <w:rPr>
          <w:rFonts w:ascii="Bookman Old Style" w:hAnsi="Bookman Old Style" w:cs="Arial"/>
        </w:rPr>
        <w:t>ní doby.</w:t>
      </w:r>
    </w:p>
    <w:p w:rsidR="003961FD" w:rsidRPr="00D838D5" w:rsidRDefault="003961FD" w:rsidP="00740EDA">
      <w:pPr>
        <w:pStyle w:val="Standardnte"/>
        <w:numPr>
          <w:ilvl w:val="0"/>
          <w:numId w:val="30"/>
          <w:numberingChange w:id="56" w:author="Unknown" w:date="2016-02-10T07:11:00Z" w:original="%1:3:0:."/>
        </w:numPr>
        <w:tabs>
          <w:tab w:val="left" w:pos="426"/>
        </w:tabs>
        <w:spacing w:before="120" w:after="120"/>
        <w:ind w:left="426"/>
        <w:jc w:val="both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</w:rPr>
        <w:t>Vypůjčitel</w:t>
      </w:r>
      <w:r w:rsidRPr="00D838D5">
        <w:rPr>
          <w:rFonts w:ascii="Bookman Old Style" w:hAnsi="Bookman Old Style" w:cs="Arial"/>
        </w:rPr>
        <w:t xml:space="preserve"> je oprávněn vypovědět tuto smlouvu také v případě, že v souvislosti s plněním účelu této smlouvy dojde ke spáchání trestného činu. Výpovědní doba činí 3 dny a začíná běžet dnem následujícím po dni, kdy bylo písemné vyhotovení výpovědi doručeno </w:t>
      </w:r>
      <w:r>
        <w:rPr>
          <w:rFonts w:ascii="Bookman Old Style" w:hAnsi="Bookman Old Style" w:cs="Arial"/>
        </w:rPr>
        <w:t>půjčiteli</w:t>
      </w:r>
      <w:r w:rsidRPr="00D838D5">
        <w:rPr>
          <w:rFonts w:ascii="Bookman Old Style" w:hAnsi="Bookman Old Style" w:cs="Arial"/>
        </w:rPr>
        <w:t>.</w:t>
      </w:r>
    </w:p>
    <w:p w:rsidR="003961FD" w:rsidRDefault="003961FD" w:rsidP="00740EDA">
      <w:pPr>
        <w:pStyle w:val="Standardnte"/>
        <w:numPr>
          <w:ilvl w:val="0"/>
          <w:numId w:val="30"/>
          <w:numberingChange w:id="57" w:author="Unknown" w:date="2016-02-10T07:11:00Z" w:original="%1:4:0:."/>
        </w:numPr>
        <w:tabs>
          <w:tab w:val="left" w:pos="426"/>
        </w:tabs>
        <w:spacing w:before="120" w:after="120"/>
        <w:ind w:left="426"/>
        <w:jc w:val="both"/>
        <w:rPr>
          <w:rFonts w:ascii="Bookman Old Style" w:hAnsi="Bookman Old Style" w:cs="Arial"/>
          <w:color w:val="auto"/>
        </w:rPr>
      </w:pPr>
      <w:r>
        <w:rPr>
          <w:rFonts w:ascii="Bookman Old Style" w:hAnsi="Bookman Old Style" w:cs="Arial"/>
          <w:color w:val="auto"/>
        </w:rPr>
        <w:t>Smlouvu lze vypovědět i dohodou smluvních stran.</w:t>
      </w:r>
    </w:p>
    <w:p w:rsidR="003961FD" w:rsidRPr="00A32701" w:rsidRDefault="003961FD" w:rsidP="00740EDA">
      <w:pPr>
        <w:pStyle w:val="Standardnte"/>
        <w:numPr>
          <w:ilvl w:val="0"/>
          <w:numId w:val="30"/>
          <w:numberingChange w:id="58" w:author="Unknown" w:date="2016-02-10T07:11:00Z" w:original="%1:5:0:."/>
        </w:numPr>
        <w:tabs>
          <w:tab w:val="left" w:pos="426"/>
        </w:tabs>
        <w:spacing w:before="120" w:after="120"/>
        <w:ind w:left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  <w:color w:val="auto"/>
        </w:rPr>
        <w:t xml:space="preserve">Smlouva o výpůjčce se vztahuje k veřejné zakázce malého rozsahu na dodávky </w:t>
      </w:r>
      <w:r>
        <w:rPr>
          <w:rFonts w:ascii="Bookman Old Style" w:hAnsi="Bookman Old Style" w:cs="Arial"/>
        </w:rPr>
        <w:t>pod</w:t>
      </w:r>
      <w:r w:rsidRPr="00A32701">
        <w:rPr>
          <w:rFonts w:ascii="Bookman Old Style" w:hAnsi="Bookman Old Style" w:cs="Arial"/>
        </w:rPr>
        <w:t xml:space="preserve"> názvem </w:t>
      </w:r>
      <w:r w:rsidRPr="008D4EA0">
        <w:rPr>
          <w:rFonts w:ascii="Bookman Old Style" w:hAnsi="Bookman Old Style" w:cs="Arial"/>
          <w:color w:val="auto"/>
        </w:rPr>
        <w:t xml:space="preserve">„Dodávky reagencií a provozního spotřebního materiálu vázané na výpůjčku analyzátoru pro vyšetření moče“ </w:t>
      </w:r>
      <w:r w:rsidRPr="00A32701">
        <w:rPr>
          <w:rFonts w:ascii="Bookman Old Style" w:hAnsi="Bookman Old Style" w:cs="Arial"/>
        </w:rPr>
        <w:t xml:space="preserve">ev. č. </w:t>
      </w:r>
      <w:r>
        <w:rPr>
          <w:rFonts w:ascii="Bookman Old Style" w:hAnsi="Bookman Old Style" w:cs="Arial"/>
        </w:rPr>
        <w:t>VZ/16/01</w:t>
      </w:r>
      <w:r w:rsidRPr="00A32701">
        <w:rPr>
          <w:rFonts w:ascii="Bookman Old Style" w:hAnsi="Bookman Old Style" w:cs="Arial"/>
        </w:rPr>
        <w:t>.</w:t>
      </w:r>
      <w:r>
        <w:rPr>
          <w:rFonts w:ascii="Bookman Old Style" w:hAnsi="Bookman Old Style" w:cs="Arial"/>
        </w:rPr>
        <w:t xml:space="preserve"> Kupní smlouva na dodávky reagencií a provozního spotřebního materiálu je uzavírána současně s touto smlouvou o výpůjčce.</w:t>
      </w:r>
    </w:p>
    <w:p w:rsidR="003961FD" w:rsidRPr="00792CC3" w:rsidRDefault="003961FD" w:rsidP="00740EDA">
      <w:pPr>
        <w:pStyle w:val="Standardnte"/>
        <w:numPr>
          <w:ilvl w:val="0"/>
          <w:numId w:val="30"/>
          <w:numberingChange w:id="59" w:author="Unknown" w:date="2016-02-10T07:11:00Z" w:original="%1:6:0:."/>
        </w:numPr>
        <w:tabs>
          <w:tab w:val="left" w:pos="426"/>
        </w:tabs>
        <w:spacing w:before="120" w:after="120"/>
        <w:ind w:left="426"/>
        <w:jc w:val="both"/>
        <w:rPr>
          <w:rFonts w:ascii="Bookman Old Style" w:hAnsi="Bookman Old Style" w:cs="Arial"/>
          <w:color w:val="auto"/>
        </w:rPr>
      </w:pPr>
      <w:r w:rsidRPr="00792CC3">
        <w:rPr>
          <w:rFonts w:ascii="Bookman Old Style" w:hAnsi="Bookman Old Style" w:cs="Arial"/>
          <w:color w:val="auto"/>
        </w:rPr>
        <w:t>Tato smlouva je vyhotovena ve dvou stejno</w:t>
      </w:r>
      <w:r>
        <w:rPr>
          <w:rFonts w:ascii="Bookman Old Style" w:hAnsi="Bookman Old Style" w:cs="Arial"/>
          <w:color w:val="auto"/>
        </w:rPr>
        <w:t>pisech s platností originálu, z </w:t>
      </w:r>
      <w:r w:rsidRPr="00792CC3">
        <w:rPr>
          <w:rFonts w:ascii="Bookman Old Style" w:hAnsi="Bookman Old Style" w:cs="Arial"/>
          <w:color w:val="auto"/>
        </w:rPr>
        <w:t xml:space="preserve">nichž každá ze </w:t>
      </w:r>
      <w:r>
        <w:rPr>
          <w:rFonts w:ascii="Bookman Old Style" w:hAnsi="Bookman Old Style" w:cs="Arial"/>
          <w:color w:val="auto"/>
        </w:rPr>
        <w:t xml:space="preserve">smluvních </w:t>
      </w:r>
      <w:r w:rsidRPr="00792CC3">
        <w:rPr>
          <w:rFonts w:ascii="Bookman Old Style" w:hAnsi="Bookman Old Style" w:cs="Arial"/>
          <w:color w:val="auto"/>
        </w:rPr>
        <w:t>stran obdrží jedno vyhotovení.</w:t>
      </w:r>
    </w:p>
    <w:p w:rsidR="003961FD" w:rsidRPr="000D33DC" w:rsidRDefault="003961FD" w:rsidP="00740EDA">
      <w:pPr>
        <w:pStyle w:val="Standardnte"/>
        <w:numPr>
          <w:ilvl w:val="0"/>
          <w:numId w:val="30"/>
          <w:numberingChange w:id="60" w:author="Unknown" w:date="2016-02-10T07:11:00Z" w:original="%1:7:0:."/>
        </w:numPr>
        <w:tabs>
          <w:tab w:val="left" w:pos="426"/>
        </w:tabs>
        <w:spacing w:before="120" w:after="120"/>
        <w:ind w:left="426"/>
        <w:jc w:val="both"/>
        <w:rPr>
          <w:rFonts w:ascii="Bookman Old Style" w:hAnsi="Bookman Old Style" w:cs="Arial"/>
          <w:color w:val="auto"/>
        </w:rPr>
      </w:pPr>
      <w:r w:rsidRPr="000D33DC">
        <w:rPr>
          <w:rFonts w:ascii="Bookman Old Style" w:hAnsi="Bookman Old Style" w:cs="Arial"/>
        </w:rPr>
        <w:t>Smluvní strany prohlašují, že projev vůle byl svobodný a vážný a tato smlouva je pro ně srozumitelná ve všech ustanoveních a jejich důsledcích. Smluvní strany se zavazují tuto smlouvu bezvýhradně a přesně dodržovat a na důkaz toho stvrzují tuto smlouvu vlastnoručními podpisy.</w:t>
      </w:r>
      <w:r w:rsidRPr="000D33DC">
        <w:rPr>
          <w:rFonts w:ascii="Bookman Old Style" w:hAnsi="Bookman Old Style" w:cs="Arial"/>
          <w:color w:val="auto"/>
        </w:rPr>
        <w:tab/>
      </w:r>
    </w:p>
    <w:p w:rsidR="003961FD" w:rsidRPr="000D33DC" w:rsidRDefault="003961FD" w:rsidP="00740EDA">
      <w:pPr>
        <w:pStyle w:val="Standardnte"/>
        <w:numPr>
          <w:ilvl w:val="0"/>
          <w:numId w:val="30"/>
          <w:numberingChange w:id="61" w:author="Unknown" w:date="2016-02-10T07:11:00Z" w:original="%1:8:0:."/>
        </w:numPr>
        <w:tabs>
          <w:tab w:val="left" w:pos="426"/>
        </w:tabs>
        <w:spacing w:before="120" w:after="120"/>
        <w:ind w:left="426"/>
        <w:jc w:val="both"/>
        <w:rPr>
          <w:rFonts w:ascii="Bookman Old Style" w:hAnsi="Bookman Old Style" w:cs="Arial"/>
          <w:color w:val="auto"/>
        </w:rPr>
      </w:pPr>
      <w:r w:rsidRPr="000D33DC">
        <w:rPr>
          <w:rFonts w:ascii="Bookman Old Style" w:hAnsi="Bookman Old Style" w:cs="Arial"/>
          <w:color w:val="auto"/>
        </w:rPr>
        <w:t xml:space="preserve">Tato smlouva, její přílohy a dodatky nabývají platnosti a účinnosti dnem jejich podpisu oběma smluvními stranami. </w:t>
      </w:r>
    </w:p>
    <w:p w:rsidR="003961FD" w:rsidRPr="000D33DC" w:rsidRDefault="003961FD" w:rsidP="00740EDA">
      <w:pPr>
        <w:pStyle w:val="Standardnte"/>
        <w:numPr>
          <w:ilvl w:val="0"/>
          <w:numId w:val="30"/>
          <w:numberingChange w:id="62" w:author="Unknown" w:date="2016-02-10T07:11:00Z" w:original="%1:9:0:."/>
        </w:numPr>
        <w:tabs>
          <w:tab w:val="left" w:pos="426"/>
        </w:tabs>
        <w:spacing w:before="120" w:after="120"/>
        <w:ind w:left="426"/>
        <w:jc w:val="both"/>
        <w:rPr>
          <w:rFonts w:ascii="Bookman Old Style" w:hAnsi="Bookman Old Style" w:cs="Arial"/>
          <w:color w:val="auto"/>
        </w:rPr>
      </w:pPr>
      <w:r w:rsidRPr="000D33DC">
        <w:rPr>
          <w:rFonts w:ascii="Bookman Old Style" w:hAnsi="Bookman Old Style" w:cs="Arial"/>
        </w:rPr>
        <w:t>Případné změny a doplňky této smlouvy mohou být provedeny pouze písemnými dodatky a po vzájemné dohodě obou smluvních stran. Dodatky k této smlouvě budou číslovány a řazeny chronologicky za sebou. Veškeré dodatky a přílohy se stávají nedílnou součástí této smlouvy.</w:t>
      </w:r>
    </w:p>
    <w:p w:rsidR="003961FD" w:rsidRPr="000D33DC" w:rsidRDefault="003961FD" w:rsidP="004A5A3D">
      <w:pPr>
        <w:pStyle w:val="Standardnte"/>
        <w:numPr>
          <w:ilvl w:val="0"/>
          <w:numId w:val="30"/>
          <w:numberingChange w:id="63" w:author="Unknown" w:date="2016-02-10T07:11:00Z" w:original="%1:10:0:."/>
        </w:numPr>
        <w:tabs>
          <w:tab w:val="left" w:pos="426"/>
        </w:tabs>
        <w:spacing w:before="120" w:after="120"/>
        <w:jc w:val="both"/>
        <w:rPr>
          <w:rFonts w:ascii="Bookman Old Style" w:hAnsi="Bookman Old Style" w:cs="Arial"/>
          <w:color w:val="auto"/>
        </w:rPr>
      </w:pPr>
      <w:r w:rsidRPr="000D33DC">
        <w:rPr>
          <w:rFonts w:ascii="Bookman Old Style" w:hAnsi="Bookman Old Style" w:cs="Arial"/>
          <w:color w:val="auto"/>
        </w:rPr>
        <w:t>P</w:t>
      </w:r>
      <w:r w:rsidRPr="000D33DC">
        <w:rPr>
          <w:rFonts w:ascii="Bookman Old Style" w:hAnsi="Bookman Old Style" w:cs="Arial"/>
        </w:rPr>
        <w:t>ůjčitel a jeho zaměstnanci se zavazují k zajištění ochrany informací, citlivých dat a osobních údajů</w:t>
      </w:r>
      <w:r w:rsidRPr="000D33DC">
        <w:rPr>
          <w:rFonts w:ascii="Bookman Old Style" w:hAnsi="Bookman Old Style" w:cs="Arial"/>
          <w:color w:val="auto"/>
        </w:rPr>
        <w:t xml:space="preserve"> </w:t>
      </w:r>
      <w:r w:rsidRPr="000D33DC">
        <w:rPr>
          <w:rFonts w:ascii="Bookman Old Style" w:hAnsi="Bookman Old Style" w:cs="Arial"/>
        </w:rPr>
        <w:t>vypůjčitele nebo jeho pacientů, se kterými při plnění této smlouvy přijde do styku. Půjčitel se zavazuje k zabezpečení mlčenlivosti všech jeho zaměstnanců o těchto údajích i o dalších bezpečnostních opatřeních, vedoucí k ochraně těchto údajů, aby zabránili jakémukoli zneužití dat a osobních údajů. Smluvní strany se zavazují k dodržení veškerých ujednání tohoto článku smlouvy i po ukončení účinnosti tohoto smluvního vztahu. Tento závazek o mlčenlivosti podléhá požadavkům zákona č. 101/2000 Sb.,</w:t>
      </w:r>
      <w:r w:rsidRPr="000D33DC">
        <w:rPr>
          <w:rFonts w:ascii="Bookman Old Style" w:hAnsi="Bookman Old Style" w:cs="Arial"/>
          <w:color w:val="auto"/>
        </w:rPr>
        <w:t> o ochraně osobních údajů</w:t>
      </w:r>
      <w:r>
        <w:rPr>
          <w:rFonts w:ascii="Bookman Old Style" w:hAnsi="Bookman Old Style" w:cs="Arial"/>
          <w:color w:val="auto"/>
        </w:rPr>
        <w:t xml:space="preserve"> </w:t>
      </w:r>
      <w:r w:rsidRPr="004A5A3D">
        <w:rPr>
          <w:rFonts w:ascii="Bookman Old Style" w:hAnsi="Bookman Old Style" w:cs="Arial"/>
          <w:color w:val="auto"/>
        </w:rPr>
        <w:t>a</w:t>
      </w:r>
      <w:r>
        <w:rPr>
          <w:rFonts w:ascii="Bookman Old Style" w:hAnsi="Bookman Old Style" w:cs="Arial"/>
          <w:color w:val="auto"/>
        </w:rPr>
        <w:t> </w:t>
      </w:r>
      <w:r w:rsidRPr="004A5A3D">
        <w:rPr>
          <w:rFonts w:ascii="Bookman Old Style" w:hAnsi="Bookman Old Style" w:cs="Arial"/>
          <w:color w:val="auto"/>
        </w:rPr>
        <w:t>o</w:t>
      </w:r>
      <w:r>
        <w:rPr>
          <w:rFonts w:ascii="Bookman Old Style" w:hAnsi="Bookman Old Style" w:cs="Arial"/>
          <w:color w:val="auto"/>
        </w:rPr>
        <w:t> </w:t>
      </w:r>
      <w:r w:rsidRPr="004A5A3D">
        <w:rPr>
          <w:rFonts w:ascii="Bookman Old Style" w:hAnsi="Bookman Old Style" w:cs="Arial"/>
          <w:color w:val="auto"/>
        </w:rPr>
        <w:t>změně některých zákonů</w:t>
      </w:r>
      <w:r>
        <w:rPr>
          <w:rFonts w:ascii="Bookman Old Style" w:hAnsi="Bookman Old Style" w:cs="Arial"/>
          <w:color w:val="auto"/>
        </w:rPr>
        <w:t xml:space="preserve">, </w:t>
      </w:r>
      <w:r w:rsidRPr="00E872AB">
        <w:rPr>
          <w:rFonts w:ascii="Bookman Old Style" w:hAnsi="Bookman Old Style"/>
        </w:rPr>
        <w:t>ve znění pozdějších předpisů</w:t>
      </w:r>
      <w:r w:rsidRPr="000D33DC">
        <w:rPr>
          <w:rFonts w:ascii="Bookman Old Style" w:hAnsi="Bookman Old Style" w:cs="Arial"/>
          <w:color w:val="auto"/>
        </w:rPr>
        <w:t xml:space="preserve">, </w:t>
      </w:r>
      <w:r w:rsidRPr="000D33DC">
        <w:rPr>
          <w:rFonts w:ascii="Bookman Old Style" w:hAnsi="Bookman Old Style" w:cs="Arial"/>
        </w:rPr>
        <w:t>zákona č.</w:t>
      </w:r>
      <w:r>
        <w:rPr>
          <w:rFonts w:ascii="Bookman Old Style" w:hAnsi="Bookman Old Style" w:cs="Arial"/>
        </w:rPr>
        <w:t> </w:t>
      </w:r>
      <w:r w:rsidRPr="000D33DC">
        <w:rPr>
          <w:rFonts w:ascii="Bookman Old Style" w:hAnsi="Bookman Old Style" w:cs="Arial"/>
        </w:rPr>
        <w:t>372/2011</w:t>
      </w:r>
      <w:r w:rsidRPr="000D33DC">
        <w:rPr>
          <w:rFonts w:ascii="Bookman Old Style" w:hAnsi="Bookman Old Style" w:cs="Arial"/>
          <w:color w:val="auto"/>
        </w:rPr>
        <w:t> </w:t>
      </w:r>
      <w:bookmarkStart w:id="64" w:name="_GoBack"/>
      <w:bookmarkEnd w:id="64"/>
      <w:r w:rsidRPr="000D33DC">
        <w:rPr>
          <w:rFonts w:ascii="Bookman Old Style" w:hAnsi="Bookman Old Style" w:cs="Arial"/>
          <w:color w:val="auto"/>
        </w:rPr>
        <w:t xml:space="preserve">Sb., zákon o </w:t>
      </w:r>
      <w:r>
        <w:rPr>
          <w:rFonts w:ascii="Bookman Old Style" w:hAnsi="Bookman Old Style" w:cs="Arial"/>
          <w:color w:val="auto"/>
        </w:rPr>
        <w:t xml:space="preserve">zdravotních službách </w:t>
      </w:r>
      <w:r w:rsidRPr="004A5A3D">
        <w:rPr>
          <w:rFonts w:ascii="Bookman Old Style" w:hAnsi="Bookman Old Style" w:cs="Arial"/>
          <w:color w:val="auto"/>
        </w:rPr>
        <w:t>a</w:t>
      </w:r>
      <w:r>
        <w:rPr>
          <w:rFonts w:ascii="Bookman Old Style" w:hAnsi="Bookman Old Style" w:cs="Arial"/>
          <w:color w:val="auto"/>
        </w:rPr>
        <w:t> </w:t>
      </w:r>
      <w:r w:rsidRPr="004A5A3D">
        <w:rPr>
          <w:rFonts w:ascii="Bookman Old Style" w:hAnsi="Bookman Old Style" w:cs="Arial"/>
          <w:color w:val="auto"/>
        </w:rPr>
        <w:t>podmínkách jejich poskytování</w:t>
      </w:r>
      <w:r>
        <w:rPr>
          <w:rFonts w:ascii="Bookman Old Style" w:hAnsi="Bookman Old Style" w:cs="Arial"/>
          <w:color w:val="auto"/>
        </w:rPr>
        <w:t xml:space="preserve">, </w:t>
      </w:r>
      <w:r w:rsidRPr="00E872AB">
        <w:rPr>
          <w:rFonts w:ascii="Bookman Old Style" w:hAnsi="Bookman Old Style"/>
        </w:rPr>
        <w:t>ve znění pozdějších předpisů</w:t>
      </w:r>
      <w:r>
        <w:rPr>
          <w:rFonts w:ascii="Bookman Old Style" w:hAnsi="Bookman Old Style" w:cs="Arial"/>
          <w:color w:val="auto"/>
        </w:rPr>
        <w:t>, zákona č. </w:t>
      </w:r>
      <w:r w:rsidRPr="000D33DC">
        <w:rPr>
          <w:rFonts w:ascii="Bookman Old Style" w:hAnsi="Bookman Old Style" w:cs="Arial"/>
          <w:color w:val="auto"/>
        </w:rPr>
        <w:t>373/2011 Sb., o specifických zdravotních službách </w:t>
      </w:r>
      <w:r w:rsidRPr="000D33DC">
        <w:rPr>
          <w:rFonts w:ascii="Bookman Old Style" w:hAnsi="Bookman Old Style" w:cs="Arial"/>
        </w:rPr>
        <w:t xml:space="preserve"> </w:t>
      </w:r>
      <w:r w:rsidRPr="00E872AB">
        <w:rPr>
          <w:rFonts w:ascii="Bookman Old Style" w:hAnsi="Bookman Old Style"/>
        </w:rPr>
        <w:t>ve znění pozdějších předpisů</w:t>
      </w:r>
      <w:r w:rsidRPr="000D33DC">
        <w:rPr>
          <w:rFonts w:ascii="Bookman Old Style" w:hAnsi="Bookman Old Style" w:cs="Arial"/>
        </w:rPr>
        <w:t xml:space="preserve"> a vyhlášky č. </w:t>
      </w:r>
      <w:r w:rsidRPr="000D33DC">
        <w:rPr>
          <w:rFonts w:ascii="Bookman Old Style" w:hAnsi="Bookman Old Style" w:cs="Arial"/>
          <w:color w:val="auto"/>
        </w:rPr>
        <w:t> 98/2012 Sb. o zdravotnické dokumentaci.  </w:t>
      </w:r>
    </w:p>
    <w:p w:rsidR="003961FD" w:rsidRPr="00EA49F7" w:rsidRDefault="003961FD" w:rsidP="00740EDA">
      <w:pPr>
        <w:pStyle w:val="Standardnte"/>
        <w:numPr>
          <w:ilvl w:val="0"/>
          <w:numId w:val="30"/>
          <w:numberingChange w:id="65" w:author="Unknown" w:date="2016-02-10T07:11:00Z" w:original="%1:11:0:."/>
        </w:numPr>
        <w:tabs>
          <w:tab w:val="left" w:pos="426"/>
        </w:tabs>
        <w:spacing w:before="120" w:after="120"/>
        <w:ind w:left="426" w:hanging="426"/>
        <w:jc w:val="both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  <w:color w:val="auto"/>
        </w:rPr>
        <w:t xml:space="preserve">Práva a povinnosti touto smlouvou neupravená (nebo upravená neplatně nebo neúčinně), se řídí právním řádem České republiky, </w:t>
      </w:r>
      <w:r>
        <w:rPr>
          <w:rFonts w:ascii="Bookman Old Style" w:hAnsi="Bookman Old Style" w:cs="Arial"/>
          <w:color w:val="auto"/>
        </w:rPr>
        <w:t xml:space="preserve">a to </w:t>
      </w:r>
      <w:r w:rsidRPr="00EA49F7">
        <w:rPr>
          <w:rFonts w:ascii="Bookman Old Style" w:hAnsi="Bookman Old Style" w:cs="Arial"/>
          <w:color w:val="auto"/>
        </w:rPr>
        <w:t xml:space="preserve">zejména </w:t>
      </w:r>
      <w:r>
        <w:rPr>
          <w:rFonts w:ascii="Bookman Old Style" w:hAnsi="Bookman Old Style" w:cs="Arial"/>
          <w:color w:val="auto"/>
        </w:rPr>
        <w:t xml:space="preserve">ustanovením § 2193 a násl. </w:t>
      </w:r>
      <w:r w:rsidRPr="00EA49F7">
        <w:rPr>
          <w:rFonts w:ascii="Bookman Old Style" w:hAnsi="Bookman Old Style" w:cs="Arial"/>
          <w:color w:val="auto"/>
        </w:rPr>
        <w:t>občansk</w:t>
      </w:r>
      <w:r>
        <w:rPr>
          <w:rFonts w:ascii="Bookman Old Style" w:hAnsi="Bookman Old Style" w:cs="Arial"/>
          <w:color w:val="auto"/>
        </w:rPr>
        <w:t>ého zákoníku</w:t>
      </w:r>
      <w:r w:rsidRPr="00EA49F7">
        <w:rPr>
          <w:rFonts w:ascii="Bookman Old Style" w:hAnsi="Bookman Old Style" w:cs="Arial"/>
          <w:color w:val="auto"/>
        </w:rPr>
        <w:t>.</w:t>
      </w:r>
    </w:p>
    <w:p w:rsidR="003961FD" w:rsidRDefault="003961FD" w:rsidP="00740EDA">
      <w:pPr>
        <w:pStyle w:val="Standardnte"/>
        <w:spacing w:before="120" w:after="120"/>
        <w:ind w:left="426"/>
        <w:jc w:val="both"/>
        <w:rPr>
          <w:rFonts w:ascii="Bookman Old Style" w:hAnsi="Bookman Old Style" w:cs="Arial"/>
          <w:color w:val="auto"/>
        </w:rPr>
      </w:pPr>
      <w:r w:rsidRPr="00EA49F7">
        <w:rPr>
          <w:rFonts w:ascii="Bookman Old Style" w:hAnsi="Bookman Old Style" w:cs="Arial"/>
          <w:color w:val="auto"/>
        </w:rPr>
        <w:t>Smluvní strany se zavazují řešit jakýkoliv spor z této smlouvy nejprve smírnou cestou. Nebude-li spor vyřešen smírně, je kterákoliv ze smluvních stran oprávněna jej předložit k věcně a místně příslušnému soudu České republiky.</w:t>
      </w:r>
    </w:p>
    <w:p w:rsidR="003961FD" w:rsidRDefault="003961FD" w:rsidP="00CB286B">
      <w:pPr>
        <w:pStyle w:val="Standardnte"/>
        <w:numPr>
          <w:ilvl w:val="0"/>
          <w:numId w:val="30"/>
          <w:numberingChange w:id="66" w:author="Unknown" w:date="2016-02-10T07:11:00Z" w:original="%1:12:0:."/>
        </w:numPr>
        <w:tabs>
          <w:tab w:val="left" w:pos="426"/>
        </w:tabs>
        <w:spacing w:before="120" w:after="120"/>
        <w:ind w:left="426" w:hanging="426"/>
        <w:jc w:val="both"/>
        <w:rPr>
          <w:rFonts w:ascii="Bookman Old Style" w:hAnsi="Bookman Old Style" w:cs="Arial"/>
          <w:color w:val="auto"/>
        </w:rPr>
      </w:pPr>
      <w:r>
        <w:rPr>
          <w:rFonts w:ascii="Bookman Old Style" w:hAnsi="Bookman Old Style" w:cs="Arial"/>
          <w:color w:val="auto"/>
        </w:rPr>
        <w:t>Tato smlouva je uzavírána na základě výsledku veřejné zakázky malého rozsahu na dodávky „Dílčí dodávky reagencií a provozního spotřebního materiálu vázané na výpůjčku automatického systému pro vyšetření moče“ vedené u vypůjčitele pod ev. č. VZ/16/01.</w:t>
      </w:r>
    </w:p>
    <w:p w:rsidR="003961FD" w:rsidRPr="00EA49F7" w:rsidRDefault="003961FD" w:rsidP="00740EDA">
      <w:pPr>
        <w:pStyle w:val="Standardnte"/>
        <w:numPr>
          <w:ilvl w:val="0"/>
          <w:numId w:val="30"/>
          <w:numberingChange w:id="67" w:author="Unknown" w:date="2016-02-10T07:11:00Z" w:original="%1:13:0:."/>
        </w:numPr>
        <w:tabs>
          <w:tab w:val="left" w:pos="426"/>
        </w:tabs>
        <w:spacing w:before="120" w:after="120"/>
        <w:ind w:left="426" w:hanging="426"/>
        <w:jc w:val="both"/>
        <w:rPr>
          <w:rFonts w:ascii="Bookman Old Style" w:hAnsi="Bookman Old Style" w:cs="Arial"/>
          <w:color w:val="auto"/>
        </w:rPr>
      </w:pPr>
      <w:r>
        <w:rPr>
          <w:rFonts w:ascii="Bookman Old Style" w:hAnsi="Bookman Old Style" w:cs="Arial"/>
          <w:color w:val="auto"/>
        </w:rPr>
        <w:t>Výpůjčka zařízení byla schválena usnesením Rady Kraje Vysočina č. 0151/04/2016 ze dne 26. 1. 2016.</w:t>
      </w:r>
    </w:p>
    <w:p w:rsidR="003961FD" w:rsidRPr="00EA49F7" w:rsidRDefault="003961FD" w:rsidP="00740EDA">
      <w:pPr>
        <w:pStyle w:val="Standardnte"/>
        <w:spacing w:before="120" w:after="120"/>
        <w:ind w:left="426"/>
        <w:jc w:val="both"/>
        <w:rPr>
          <w:rFonts w:ascii="Bookman Old Style" w:hAnsi="Bookman Old Style" w:cs="Arial"/>
          <w:color w:val="auto"/>
        </w:rPr>
      </w:pPr>
    </w:p>
    <w:p w:rsidR="003961FD" w:rsidRPr="00EA49F7" w:rsidRDefault="003961FD" w:rsidP="00740EDA">
      <w:pPr>
        <w:pStyle w:val="Standardnte"/>
        <w:spacing w:before="120" w:after="120"/>
        <w:ind w:left="426"/>
        <w:jc w:val="both"/>
        <w:rPr>
          <w:rFonts w:ascii="Bookman Old Style" w:hAnsi="Bookman Old Style" w:cs="Arial"/>
        </w:rPr>
      </w:pPr>
    </w:p>
    <w:p w:rsidR="003961FD" w:rsidRPr="00EA49F7" w:rsidRDefault="003961FD" w:rsidP="001B409A">
      <w:pPr>
        <w:pStyle w:val="Standardnte"/>
        <w:jc w:val="both"/>
        <w:rPr>
          <w:rFonts w:ascii="Bookman Old Style" w:hAnsi="Bookman Old Style" w:cs="Arial"/>
          <w:color w:val="auto"/>
        </w:rPr>
      </w:pPr>
      <w:r w:rsidRPr="00EA49F7">
        <w:rPr>
          <w:rFonts w:ascii="Bookman Old Style" w:hAnsi="Bookman Old Style" w:cs="Arial"/>
          <w:bCs/>
          <w:color w:val="auto"/>
        </w:rPr>
        <w:t>V</w:t>
      </w:r>
      <w:r>
        <w:rPr>
          <w:rFonts w:ascii="Bookman Old Style" w:hAnsi="Bookman Old Style" w:cs="Arial"/>
          <w:bCs/>
          <w:color w:val="auto"/>
        </w:rPr>
        <w:t> Novém Městě na Moravě, dne ………</w:t>
      </w:r>
      <w:r w:rsidRPr="00EA49F7">
        <w:rPr>
          <w:rFonts w:ascii="Bookman Old Style" w:hAnsi="Bookman Old Style" w:cs="Arial"/>
          <w:bCs/>
          <w:color w:val="auto"/>
        </w:rPr>
        <w:tab/>
      </w:r>
      <w:r>
        <w:rPr>
          <w:rFonts w:ascii="Bookman Old Style" w:hAnsi="Bookman Old Style" w:cs="Arial"/>
          <w:bCs/>
          <w:color w:val="auto"/>
        </w:rPr>
        <w:t xml:space="preserve"> </w:t>
      </w:r>
      <w:r w:rsidRPr="00EA49F7">
        <w:rPr>
          <w:rFonts w:ascii="Bookman Old Style" w:hAnsi="Bookman Old Style" w:cs="Arial"/>
          <w:bCs/>
          <w:color w:val="auto"/>
        </w:rPr>
        <w:t xml:space="preserve"> </w:t>
      </w:r>
      <w:r>
        <w:rPr>
          <w:rFonts w:ascii="Bookman Old Style" w:hAnsi="Bookman Old Style" w:cs="Arial"/>
          <w:bCs/>
          <w:color w:val="auto"/>
        </w:rPr>
        <w:t>V</w:t>
      </w:r>
      <w:permStart w:id="12" w:edGrp="everyone"/>
      <w:r>
        <w:rPr>
          <w:rFonts w:ascii="Bookman Old Style" w:hAnsi="Bookman Old Style" w:cs="Arial"/>
          <w:bCs/>
          <w:color w:val="auto"/>
        </w:rPr>
        <w:t>………………………………</w:t>
      </w:r>
      <w:permEnd w:id="12"/>
      <w:r>
        <w:rPr>
          <w:rFonts w:ascii="Bookman Old Style" w:hAnsi="Bookman Old Style" w:cs="Arial"/>
          <w:bCs/>
          <w:color w:val="auto"/>
        </w:rPr>
        <w:t>.dne</w:t>
      </w:r>
      <w:permStart w:id="13" w:edGrp="everyone"/>
      <w:r>
        <w:rPr>
          <w:rFonts w:ascii="Bookman Old Style" w:hAnsi="Bookman Old Style" w:cs="Arial"/>
          <w:bCs/>
          <w:color w:val="auto"/>
        </w:rPr>
        <w:t>……….</w:t>
      </w:r>
      <w:permEnd w:id="13"/>
      <w:r w:rsidRPr="00EA49F7">
        <w:rPr>
          <w:rFonts w:ascii="Bookman Old Style" w:hAnsi="Bookman Old Style" w:cs="Arial"/>
          <w:color w:val="auto"/>
        </w:rPr>
        <w:tab/>
      </w:r>
      <w:r w:rsidRPr="00EA49F7">
        <w:rPr>
          <w:rFonts w:ascii="Bookman Old Style" w:hAnsi="Bookman Old Style" w:cs="Arial"/>
          <w:color w:val="auto"/>
        </w:rPr>
        <w:tab/>
      </w:r>
    </w:p>
    <w:p w:rsidR="003961FD" w:rsidRPr="006F3F4B" w:rsidRDefault="003961FD" w:rsidP="00A40305">
      <w:pPr>
        <w:autoSpaceDE/>
        <w:autoSpaceDN/>
        <w:rPr>
          <w:rFonts w:ascii="Bookman Old Style" w:hAnsi="Bookman Old Style" w:cs="Arial"/>
          <w:sz w:val="24"/>
          <w:szCs w:val="24"/>
          <w:u w:val="single"/>
        </w:rPr>
      </w:pPr>
      <w:r w:rsidRPr="006F3F4B">
        <w:rPr>
          <w:rFonts w:ascii="Bookman Old Style" w:hAnsi="Bookman Old Style" w:cs="Arial"/>
          <w:sz w:val="24"/>
          <w:szCs w:val="24"/>
          <w:u w:val="single"/>
        </w:rPr>
        <w:t>Za vypůjčitele:</w:t>
      </w:r>
      <w:r w:rsidRPr="006F3F4B">
        <w:rPr>
          <w:rFonts w:ascii="Bookman Old Style" w:hAnsi="Bookman Old Style" w:cs="Arial"/>
          <w:sz w:val="24"/>
          <w:szCs w:val="24"/>
        </w:rPr>
        <w:tab/>
      </w:r>
      <w:r w:rsidRPr="006F3F4B">
        <w:rPr>
          <w:rFonts w:ascii="Bookman Old Style" w:hAnsi="Bookman Old Style" w:cs="Arial"/>
          <w:sz w:val="24"/>
          <w:szCs w:val="24"/>
        </w:rPr>
        <w:tab/>
      </w:r>
      <w:r w:rsidRPr="006F3F4B">
        <w:rPr>
          <w:rFonts w:ascii="Bookman Old Style" w:hAnsi="Bookman Old Style" w:cs="Arial"/>
          <w:sz w:val="24"/>
          <w:szCs w:val="24"/>
        </w:rPr>
        <w:tab/>
      </w:r>
      <w:r w:rsidRPr="006F3F4B">
        <w:rPr>
          <w:rFonts w:ascii="Bookman Old Style" w:hAnsi="Bookman Old Style" w:cs="Arial"/>
          <w:sz w:val="24"/>
          <w:szCs w:val="24"/>
        </w:rPr>
        <w:tab/>
      </w:r>
      <w:r w:rsidRPr="006F3F4B">
        <w:rPr>
          <w:rFonts w:ascii="Bookman Old Style" w:hAnsi="Bookman Old Style" w:cs="Arial"/>
          <w:sz w:val="24"/>
          <w:szCs w:val="24"/>
        </w:rPr>
        <w:tab/>
      </w:r>
      <w:r w:rsidRPr="006F3F4B">
        <w:rPr>
          <w:rFonts w:ascii="Bookman Old Style" w:hAnsi="Bookman Old Style" w:cs="Arial"/>
          <w:sz w:val="24"/>
          <w:szCs w:val="24"/>
          <w:u w:val="single"/>
        </w:rPr>
        <w:t>Za půjčitele:</w:t>
      </w:r>
    </w:p>
    <w:p w:rsidR="003961FD" w:rsidRDefault="003961FD" w:rsidP="00A40305">
      <w:pPr>
        <w:autoSpaceDE/>
        <w:autoSpaceDN/>
        <w:rPr>
          <w:rFonts w:ascii="Bookman Old Style" w:hAnsi="Bookman Old Style" w:cs="Arial"/>
          <w:sz w:val="24"/>
          <w:szCs w:val="24"/>
          <w:u w:val="single"/>
        </w:rPr>
      </w:pPr>
    </w:p>
    <w:p w:rsidR="003961FD" w:rsidRDefault="003961FD" w:rsidP="00A40305">
      <w:pPr>
        <w:autoSpaceDE/>
        <w:autoSpaceDN/>
        <w:rPr>
          <w:rFonts w:ascii="Bookman Old Style" w:hAnsi="Bookman Old Style" w:cs="Arial"/>
          <w:sz w:val="24"/>
          <w:szCs w:val="24"/>
          <w:u w:val="single"/>
        </w:rPr>
      </w:pPr>
    </w:p>
    <w:p w:rsidR="003961FD" w:rsidRPr="006F3F4B" w:rsidRDefault="003961FD" w:rsidP="00A40305">
      <w:pPr>
        <w:autoSpaceDE/>
        <w:autoSpaceDN/>
        <w:rPr>
          <w:rFonts w:ascii="Bookman Old Style" w:hAnsi="Bookman Old Style" w:cs="Arial"/>
          <w:sz w:val="24"/>
          <w:szCs w:val="24"/>
          <w:u w:val="dotted"/>
        </w:rPr>
      </w:pPr>
      <w:r w:rsidRPr="006F3F4B">
        <w:rPr>
          <w:rFonts w:ascii="Bookman Old Style" w:hAnsi="Bookman Old Style" w:cs="Arial"/>
          <w:sz w:val="24"/>
          <w:szCs w:val="24"/>
          <w:u w:val="dotted"/>
        </w:rPr>
        <w:tab/>
      </w:r>
      <w:r w:rsidRPr="006F3F4B">
        <w:rPr>
          <w:rFonts w:ascii="Bookman Old Style" w:hAnsi="Bookman Old Style" w:cs="Arial"/>
          <w:sz w:val="24"/>
          <w:szCs w:val="24"/>
          <w:u w:val="dotted"/>
        </w:rPr>
        <w:tab/>
      </w:r>
      <w:r w:rsidRPr="006F3F4B">
        <w:rPr>
          <w:rFonts w:ascii="Bookman Old Style" w:hAnsi="Bookman Old Style" w:cs="Arial"/>
          <w:sz w:val="24"/>
          <w:szCs w:val="24"/>
          <w:u w:val="dotted"/>
        </w:rPr>
        <w:tab/>
      </w:r>
      <w:r w:rsidRPr="006F3F4B">
        <w:rPr>
          <w:rFonts w:ascii="Bookman Old Style" w:hAnsi="Bookman Old Style" w:cs="Arial"/>
          <w:sz w:val="24"/>
          <w:szCs w:val="24"/>
          <w:u w:val="dotted"/>
        </w:rPr>
        <w:tab/>
      </w:r>
      <w:r w:rsidRPr="006F3F4B"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</w:p>
    <w:p w:rsidR="003961FD" w:rsidRPr="006F3F4B" w:rsidRDefault="003961FD" w:rsidP="00A40305">
      <w:pPr>
        <w:autoSpaceDE/>
        <w:autoSpaceDN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  JUDr. Věra Palečková</w:t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permStart w:id="14" w:edGrp="everyone"/>
      <w:r>
        <w:rPr>
          <w:rFonts w:ascii="Bookman Old Style" w:hAnsi="Bookman Old Style" w:cs="Arial"/>
          <w:sz w:val="24"/>
          <w:szCs w:val="24"/>
        </w:rPr>
        <w:t>(jméno, příjmení, razítko a podpis)</w:t>
      </w:r>
      <w:permEnd w:id="14"/>
    </w:p>
    <w:p w:rsidR="003961FD" w:rsidRPr="006F3F4B" w:rsidRDefault="003961FD" w:rsidP="00A40305">
      <w:pPr>
        <w:autoSpaceDE/>
        <w:autoSpaceDN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   ředitelka nemocnice</w:t>
      </w:r>
    </w:p>
    <w:p w:rsidR="003961FD" w:rsidRDefault="003961FD" w:rsidP="00A40305">
      <w:pPr>
        <w:autoSpaceDE/>
        <w:autoSpaceDN/>
        <w:rPr>
          <w:rFonts w:ascii="Bookman Old Style" w:hAnsi="Bookman Old Style" w:cs="Arial"/>
          <w:u w:val="single"/>
        </w:rPr>
      </w:pPr>
    </w:p>
    <w:p w:rsidR="003961FD" w:rsidRDefault="003961FD" w:rsidP="00A40305">
      <w:pPr>
        <w:autoSpaceDE/>
        <w:autoSpaceDN/>
        <w:rPr>
          <w:rFonts w:ascii="Bookman Old Style" w:hAnsi="Bookman Old Style" w:cs="Arial"/>
          <w:u w:val="single"/>
        </w:rPr>
      </w:pPr>
    </w:p>
    <w:p w:rsidR="003961FD" w:rsidRDefault="003961FD" w:rsidP="00A40305">
      <w:pPr>
        <w:autoSpaceDE/>
        <w:autoSpaceDN/>
        <w:rPr>
          <w:rFonts w:ascii="Bookman Old Style" w:hAnsi="Bookman Old Style" w:cs="Arial"/>
          <w:u w:val="single"/>
        </w:rPr>
      </w:pPr>
    </w:p>
    <w:p w:rsidR="003961FD" w:rsidRDefault="003961FD" w:rsidP="00A40305">
      <w:pPr>
        <w:autoSpaceDE/>
        <w:autoSpaceDN/>
        <w:rPr>
          <w:rFonts w:ascii="Bookman Old Style" w:hAnsi="Bookman Old Style" w:cs="Arial"/>
          <w:u w:val="single"/>
        </w:rPr>
      </w:pPr>
    </w:p>
    <w:p w:rsidR="003961FD" w:rsidRDefault="003961FD" w:rsidP="00A40305">
      <w:pPr>
        <w:autoSpaceDE/>
        <w:autoSpaceDN/>
        <w:rPr>
          <w:rFonts w:ascii="Bookman Old Style" w:hAnsi="Bookman Old Style" w:cs="Arial"/>
          <w:u w:val="single"/>
        </w:rPr>
      </w:pPr>
    </w:p>
    <w:p w:rsidR="003961FD" w:rsidRPr="0099488D" w:rsidRDefault="003961FD" w:rsidP="00A40305">
      <w:pPr>
        <w:autoSpaceDE/>
        <w:autoSpaceDN/>
        <w:rPr>
          <w:rFonts w:ascii="Bookman Old Style" w:hAnsi="Bookman Old Style" w:cs="Arial"/>
          <w:u w:val="single"/>
        </w:rPr>
      </w:pPr>
      <w:r w:rsidRPr="0099488D">
        <w:rPr>
          <w:rFonts w:ascii="Bookman Old Style" w:hAnsi="Bookman Old Style" w:cs="Arial"/>
          <w:u w:val="single"/>
        </w:rPr>
        <w:t>Přílohy:</w:t>
      </w:r>
    </w:p>
    <w:p w:rsidR="003961FD" w:rsidRPr="00BF2567" w:rsidRDefault="003961FD" w:rsidP="00541BB1">
      <w:pPr>
        <w:autoSpaceDE/>
        <w:autoSpaceDN/>
        <w:ind w:left="1701" w:hanging="1701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Příloha č. 1 - </w:t>
      </w:r>
      <w:r>
        <w:rPr>
          <w:rFonts w:ascii="Bookman Old Style" w:hAnsi="Bookman Old Style" w:cs="Arial"/>
        </w:rPr>
        <w:tab/>
      </w:r>
      <w:r w:rsidRPr="00D77131">
        <w:rPr>
          <w:rFonts w:ascii="Bookman Old Style" w:hAnsi="Bookman Old Style" w:cs="Arial"/>
          <w:iCs/>
        </w:rPr>
        <w:t xml:space="preserve">Technická specifikace předmětu plnění – požadavky na výpůjčku </w:t>
      </w:r>
      <w:r>
        <w:rPr>
          <w:rFonts w:ascii="Bookman Old Style" w:hAnsi="Bookman Old Style" w:cs="Arial"/>
          <w:iCs/>
        </w:rPr>
        <w:t xml:space="preserve">analyzátoru </w:t>
      </w:r>
      <w:r w:rsidRPr="00BF2567">
        <w:rPr>
          <w:rFonts w:ascii="Bookman Old Style" w:hAnsi="Bookman Old Style" w:cs="Arial"/>
          <w:iCs/>
        </w:rPr>
        <w:t>pro vyšetření moče</w:t>
      </w:r>
    </w:p>
    <w:p w:rsidR="003961FD" w:rsidRPr="00BF2567" w:rsidRDefault="003961FD" w:rsidP="00541BB1">
      <w:pPr>
        <w:autoSpaceDE/>
        <w:autoSpaceDN/>
        <w:ind w:left="1701" w:hanging="1701"/>
        <w:rPr>
          <w:rFonts w:ascii="Bookman Old Style" w:hAnsi="Bookman Old Style" w:cs="Arial"/>
        </w:rPr>
      </w:pPr>
      <w:r w:rsidRPr="00BF2567">
        <w:rPr>
          <w:rFonts w:ascii="Bookman Old Style" w:hAnsi="Bookman Old Style" w:cs="Arial"/>
        </w:rPr>
        <w:t xml:space="preserve">Příloha č. 2 - </w:t>
      </w:r>
      <w:r w:rsidRPr="00BF2567">
        <w:rPr>
          <w:rFonts w:ascii="Bookman Old Style" w:hAnsi="Bookman Old Style" w:cs="Arial"/>
        </w:rPr>
        <w:tab/>
        <w:t>Technický popis předmětu výpůjčky</w:t>
      </w:r>
    </w:p>
    <w:p w:rsidR="003961FD" w:rsidRPr="00BF2567" w:rsidRDefault="003961FD" w:rsidP="00541BB1">
      <w:pPr>
        <w:autoSpaceDE/>
        <w:autoSpaceDN/>
        <w:ind w:left="1701" w:hanging="1701"/>
        <w:rPr>
          <w:rFonts w:ascii="Bookman Old Style" w:hAnsi="Bookman Old Style" w:cs="Arial"/>
        </w:rPr>
      </w:pPr>
      <w:r w:rsidRPr="00BF2567">
        <w:rPr>
          <w:rFonts w:ascii="Bookman Old Style" w:hAnsi="Bookman Old Style" w:cs="Arial"/>
        </w:rPr>
        <w:t>Příloha č. 3 -</w:t>
      </w:r>
      <w:r w:rsidRPr="00BF2567">
        <w:rPr>
          <w:rFonts w:ascii="Bookman Old Style" w:hAnsi="Bookman Old Style" w:cs="Arial"/>
        </w:rPr>
        <w:tab/>
        <w:t>Zápis o provedení instruktáže o zacházení se zdravotnickým prostředkem</w:t>
      </w:r>
    </w:p>
    <w:p w:rsidR="003961FD" w:rsidRPr="00BF2567" w:rsidRDefault="003961FD" w:rsidP="00541BB1">
      <w:pPr>
        <w:autoSpaceDE/>
        <w:autoSpaceDN/>
        <w:ind w:left="1701" w:hanging="1701"/>
        <w:rPr>
          <w:rFonts w:ascii="Bookman Old Style" w:hAnsi="Bookman Old Style" w:cs="Arial"/>
        </w:rPr>
      </w:pPr>
      <w:r w:rsidRPr="00BF2567">
        <w:rPr>
          <w:rFonts w:ascii="Bookman Old Style" w:hAnsi="Bookman Old Style" w:cs="Arial"/>
        </w:rPr>
        <w:t xml:space="preserve">Příloha č. 4 - </w:t>
      </w:r>
      <w:r w:rsidRPr="00BF2567">
        <w:rPr>
          <w:rFonts w:ascii="Bookman Old Style" w:hAnsi="Bookman Old Style" w:cs="Arial"/>
        </w:rPr>
        <w:tab/>
        <w:t>Protokol o převzetí výpůjčky zpět půjčitelem</w:t>
      </w:r>
    </w:p>
    <w:p w:rsidR="003961FD" w:rsidRPr="00BF2567" w:rsidRDefault="003961FD" w:rsidP="00541BB1">
      <w:pPr>
        <w:autoSpaceDE/>
        <w:autoSpaceDN/>
        <w:ind w:left="1701" w:hanging="1701"/>
        <w:rPr>
          <w:rFonts w:ascii="Bookman Old Style" w:hAnsi="Bookman Old Style" w:cs="Arial"/>
          <w:i/>
        </w:rPr>
      </w:pPr>
      <w:r w:rsidRPr="00BF2567">
        <w:rPr>
          <w:rFonts w:ascii="Bookman Old Style" w:hAnsi="Bookman Old Style" w:cs="Arial"/>
          <w:i/>
        </w:rPr>
        <w:t xml:space="preserve">Příloha č. 5 - </w:t>
      </w:r>
      <w:r w:rsidRPr="00BF2567">
        <w:rPr>
          <w:rFonts w:ascii="Bookman Old Style" w:hAnsi="Bookman Old Style" w:cs="Arial"/>
          <w:i/>
        </w:rPr>
        <w:tab/>
        <w:t xml:space="preserve">Seznam zařízení (přístrojů) k výpůjčce (pouze ve vhodných případech dle ust. čl. I odst. 1 této smlouvy) </w:t>
      </w:r>
    </w:p>
    <w:p w:rsidR="003961FD" w:rsidRPr="006F3F4B" w:rsidRDefault="003961FD" w:rsidP="00A40305">
      <w:pPr>
        <w:autoSpaceDE/>
        <w:autoSpaceDN/>
        <w:rPr>
          <w:rFonts w:ascii="Bookman Old Style" w:hAnsi="Bookman Old Style" w:cs="Arial"/>
          <w:sz w:val="24"/>
          <w:szCs w:val="24"/>
        </w:rPr>
      </w:pPr>
    </w:p>
    <w:p w:rsidR="003961FD" w:rsidRPr="006F3F4B" w:rsidRDefault="003961FD" w:rsidP="00A40305">
      <w:pPr>
        <w:autoSpaceDE/>
        <w:autoSpaceDN/>
        <w:rPr>
          <w:rFonts w:ascii="Bookman Old Style" w:hAnsi="Bookman Old Style" w:cs="Arial"/>
          <w:sz w:val="24"/>
          <w:szCs w:val="24"/>
        </w:rPr>
      </w:pPr>
    </w:p>
    <w:p w:rsidR="003961FD" w:rsidRPr="00F36A01" w:rsidRDefault="003961FD" w:rsidP="00565297">
      <w:pPr>
        <w:autoSpaceDE/>
        <w:autoSpaceDN/>
        <w:spacing w:after="200" w:line="276" w:lineRule="auto"/>
        <w:rPr>
          <w:rFonts w:ascii="Bookman Old Style" w:hAnsi="Bookman Old Style"/>
          <w:color w:val="000000"/>
          <w:sz w:val="21"/>
          <w:szCs w:val="21"/>
          <w:u w:val="single"/>
          <w:lang w:eastAsia="ar-SA"/>
        </w:rPr>
      </w:pPr>
      <w:r>
        <w:rPr>
          <w:rFonts w:ascii="Bookman Old Style" w:hAnsi="Bookman Old Style" w:cs="Arial"/>
          <w:sz w:val="24"/>
          <w:szCs w:val="24"/>
          <w:u w:val="single"/>
        </w:rPr>
        <w:br w:type="page"/>
        <w:t>P</w:t>
      </w:r>
      <w:r w:rsidRPr="00F36A01">
        <w:rPr>
          <w:rFonts w:ascii="Bookman Old Style" w:hAnsi="Bookman Old Style"/>
          <w:color w:val="000000"/>
          <w:sz w:val="21"/>
          <w:szCs w:val="21"/>
          <w:u w:val="single"/>
          <w:lang w:eastAsia="ar-SA"/>
        </w:rPr>
        <w:t xml:space="preserve">říloha č. 1 </w:t>
      </w:r>
    </w:p>
    <w:p w:rsidR="003961FD" w:rsidRDefault="003961FD" w:rsidP="00831E25">
      <w:pPr>
        <w:suppressAutoHyphens/>
        <w:autoSpaceDE/>
        <w:autoSpaceDN/>
        <w:rPr>
          <w:rFonts w:ascii="Bookman Old Style" w:hAnsi="Bookman Old Style"/>
          <w:color w:val="000000"/>
          <w:sz w:val="21"/>
          <w:szCs w:val="21"/>
          <w:lang w:eastAsia="ar-SA"/>
        </w:rPr>
      </w:pPr>
    </w:p>
    <w:p w:rsidR="003961FD" w:rsidRPr="000215EB" w:rsidRDefault="003961FD" w:rsidP="00AF3F43">
      <w:pPr>
        <w:autoSpaceDE/>
        <w:autoSpaceDN/>
        <w:ind w:left="1701" w:hanging="1701"/>
        <w:rPr>
          <w:rFonts w:ascii="Bookman Old Style" w:hAnsi="Bookman Old Style" w:cs="Arial"/>
        </w:rPr>
      </w:pPr>
      <w:r w:rsidRPr="000215EB">
        <w:rPr>
          <w:rFonts w:ascii="Bookman Old Style" w:hAnsi="Bookman Old Style" w:cs="Arial"/>
          <w:iCs/>
        </w:rPr>
        <w:t xml:space="preserve">Technická specifikace předmětu plnění – požadavky na výpůjčku </w:t>
      </w:r>
      <w:r>
        <w:rPr>
          <w:rFonts w:ascii="Bookman Old Style" w:hAnsi="Bookman Old Style" w:cs="Arial"/>
          <w:iCs/>
        </w:rPr>
        <w:t>analyzátoru pro vyšetření moče</w:t>
      </w:r>
    </w:p>
    <w:p w:rsidR="003961FD" w:rsidRPr="000215EB" w:rsidRDefault="003961FD" w:rsidP="00AF3F43">
      <w:pPr>
        <w:suppressAutoHyphens/>
        <w:autoSpaceDE/>
        <w:autoSpaceDN/>
        <w:rPr>
          <w:rFonts w:ascii="Bookman Old Style" w:hAnsi="Bookman Old Style"/>
          <w:i/>
          <w:color w:val="000000"/>
          <w:lang w:eastAsia="ar-SA"/>
        </w:rPr>
      </w:pPr>
      <w:r w:rsidRPr="000215EB">
        <w:rPr>
          <w:rFonts w:ascii="Bookman Old Style" w:hAnsi="Bookman Old Style"/>
          <w:i/>
          <w:color w:val="000000"/>
          <w:lang w:eastAsia="ar-SA"/>
        </w:rPr>
        <w:t xml:space="preserve"> (vyplněná příloha č. 3 výzvy)</w:t>
      </w:r>
    </w:p>
    <w:p w:rsidR="003961FD" w:rsidRPr="0040529F" w:rsidRDefault="003961FD" w:rsidP="00831E25">
      <w:pPr>
        <w:suppressAutoHyphens/>
        <w:autoSpaceDE/>
        <w:autoSpaceDN/>
        <w:jc w:val="both"/>
        <w:rPr>
          <w:rFonts w:ascii="Bookman Old Style" w:hAnsi="Bookman Old Style"/>
          <w:bCs/>
          <w:sz w:val="24"/>
          <w:szCs w:val="22"/>
          <w:lang w:eastAsia="ar-SA"/>
        </w:rPr>
      </w:pPr>
      <w:r>
        <w:rPr>
          <w:rFonts w:ascii="Bookman Old Style" w:hAnsi="Bookman Old Style"/>
          <w:bCs/>
          <w:sz w:val="24"/>
          <w:szCs w:val="22"/>
          <w:lang w:eastAsia="ar-SA"/>
        </w:rPr>
        <w:t>_____________________________________________________________________________</w:t>
      </w:r>
    </w:p>
    <w:p w:rsidR="003961FD" w:rsidRPr="0040529F" w:rsidRDefault="003961FD" w:rsidP="00280B7E">
      <w:pPr>
        <w:suppressAutoHyphens/>
        <w:autoSpaceDE/>
        <w:autoSpaceDN/>
        <w:jc w:val="both"/>
        <w:rPr>
          <w:rFonts w:ascii="Bookman Old Style" w:hAnsi="Bookman Old Style"/>
          <w:bCs/>
          <w:color w:val="000000"/>
          <w:sz w:val="24"/>
          <w:szCs w:val="22"/>
          <w:lang w:eastAsia="ar-SA"/>
        </w:rPr>
      </w:pPr>
    </w:p>
    <w:p w:rsidR="003961FD" w:rsidRPr="00F36A01" w:rsidRDefault="003961FD" w:rsidP="00A77A83">
      <w:pPr>
        <w:autoSpaceDE/>
        <w:autoSpaceDN/>
        <w:rPr>
          <w:rFonts w:ascii="Bookman Old Style" w:hAnsi="Bookman Old Style" w:cs="Arial"/>
          <w:u w:val="single"/>
        </w:rPr>
      </w:pPr>
      <w:r w:rsidRPr="00F36A01">
        <w:rPr>
          <w:rFonts w:ascii="Bookman Old Style" w:hAnsi="Bookman Old Style" w:cs="Arial"/>
          <w:u w:val="single"/>
        </w:rPr>
        <w:t>Příloha č. 2</w:t>
      </w:r>
    </w:p>
    <w:p w:rsidR="003961FD" w:rsidRPr="00F36A01" w:rsidRDefault="003961FD" w:rsidP="00A77A83">
      <w:pPr>
        <w:autoSpaceDE/>
        <w:autoSpaceDN/>
        <w:rPr>
          <w:rFonts w:ascii="Bookman Old Style" w:hAnsi="Bookman Old Style" w:cs="Arial"/>
        </w:rPr>
      </w:pPr>
    </w:p>
    <w:p w:rsidR="003961FD" w:rsidRDefault="003961FD" w:rsidP="00A77A83">
      <w:pPr>
        <w:autoSpaceDE/>
        <w:autoSpaceDN/>
        <w:rPr>
          <w:rFonts w:ascii="Bookman Old Style" w:hAnsi="Bookman Old Style" w:cs="Arial"/>
          <w:i/>
        </w:rPr>
      </w:pPr>
      <w:r w:rsidRPr="00B17DFB">
        <w:rPr>
          <w:rFonts w:ascii="Bookman Old Style" w:hAnsi="Bookman Old Style" w:cs="Arial"/>
        </w:rPr>
        <w:t xml:space="preserve">Technický popis předmětu </w:t>
      </w:r>
      <w:r>
        <w:rPr>
          <w:rFonts w:ascii="Bookman Old Style" w:hAnsi="Bookman Old Style" w:cs="Arial"/>
        </w:rPr>
        <w:t>výpůjčky</w:t>
      </w:r>
    </w:p>
    <w:p w:rsidR="003961FD" w:rsidRDefault="003961FD" w:rsidP="00A77A83">
      <w:pPr>
        <w:autoSpaceDE/>
        <w:autoSpaceDN/>
        <w:rPr>
          <w:rFonts w:ascii="Bookman Old Style" w:hAnsi="Bookman Old Style" w:cs="Arial"/>
          <w:i/>
        </w:rPr>
      </w:pPr>
      <w:r w:rsidRPr="00F36A01">
        <w:rPr>
          <w:rFonts w:ascii="Bookman Old Style" w:hAnsi="Bookman Old Style" w:cs="Arial"/>
          <w:i/>
        </w:rPr>
        <w:t>(vytvoří uchazeč v souladu se zadávacími podmínkami)</w:t>
      </w:r>
    </w:p>
    <w:p w:rsidR="003961FD" w:rsidRDefault="003961FD" w:rsidP="00A77A83">
      <w:pPr>
        <w:autoSpaceDE/>
        <w:autoSpaceDN/>
        <w:rPr>
          <w:rFonts w:ascii="Bookman Old Style" w:hAnsi="Bookman Old Style" w:cs="Arial"/>
          <w:i/>
        </w:rPr>
      </w:pPr>
    </w:p>
    <w:p w:rsidR="003961FD" w:rsidRPr="00EA49F7" w:rsidRDefault="003961FD" w:rsidP="005F0B13">
      <w:pPr>
        <w:autoSpaceDE/>
        <w:autoSpaceDN/>
        <w:rPr>
          <w:rFonts w:ascii="Bookman Old Style" w:hAnsi="Bookman Old Style" w:cs="Arial"/>
          <w:u w:val="single"/>
        </w:rPr>
      </w:pPr>
      <w:r>
        <w:rPr>
          <w:rFonts w:ascii="Bookman Old Style" w:hAnsi="Bookman Old Style" w:cs="Arial"/>
          <w:u w:val="single"/>
        </w:rPr>
        <w:br w:type="page"/>
      </w:r>
      <w:r w:rsidRPr="00EA49F7">
        <w:rPr>
          <w:rFonts w:ascii="Bookman Old Style" w:hAnsi="Bookman Old Style" w:cs="Arial"/>
          <w:u w:val="single"/>
        </w:rPr>
        <w:t xml:space="preserve">Příloha </w:t>
      </w:r>
      <w:r>
        <w:rPr>
          <w:rFonts w:ascii="Bookman Old Style" w:hAnsi="Bookman Old Style" w:cs="Arial"/>
          <w:u w:val="single"/>
        </w:rPr>
        <w:t>č. 3</w:t>
      </w:r>
    </w:p>
    <w:p w:rsidR="003961FD" w:rsidRPr="00EA49F7" w:rsidRDefault="003961FD" w:rsidP="00A40305">
      <w:pPr>
        <w:spacing w:before="120" w:after="120"/>
        <w:jc w:val="center"/>
        <w:rPr>
          <w:rFonts w:ascii="Bookman Old Style" w:hAnsi="Bookman Old Style" w:cs="Arial"/>
          <w:caps/>
          <w:sz w:val="32"/>
          <w:szCs w:val="32"/>
        </w:rPr>
      </w:pPr>
      <w:bookmarkStart w:id="68" w:name="OLE_LINK1"/>
      <w:r w:rsidRPr="00EA49F7">
        <w:rPr>
          <w:rFonts w:ascii="Bookman Old Style" w:hAnsi="Bookman Old Style" w:cs="Arial"/>
          <w:caps/>
          <w:sz w:val="32"/>
          <w:szCs w:val="32"/>
        </w:rPr>
        <w:t>Zápis o provedení instruktáže o zaCHÁzení SE ZDRAVOTNICKÝM PROSTŘEDKEM (</w:t>
      </w:r>
      <w:r>
        <w:rPr>
          <w:rFonts w:ascii="Bookman Old Style" w:hAnsi="Bookman Old Style" w:cs="Arial"/>
          <w:sz w:val="32"/>
          <w:szCs w:val="32"/>
        </w:rPr>
        <w:t xml:space="preserve">dále jen </w:t>
      </w:r>
      <w:r>
        <w:rPr>
          <w:rFonts w:ascii="Bookman Old Style" w:hAnsi="Bookman Old Style" w:cs="Arial"/>
          <w:caps/>
          <w:sz w:val="32"/>
          <w:szCs w:val="32"/>
        </w:rPr>
        <w:t>„</w:t>
      </w:r>
      <w:r w:rsidRPr="00EA49F7">
        <w:rPr>
          <w:rFonts w:ascii="Bookman Old Style" w:hAnsi="Bookman Old Style" w:cs="Arial"/>
          <w:caps/>
          <w:sz w:val="32"/>
          <w:szCs w:val="32"/>
        </w:rPr>
        <w:t>ZP</w:t>
      </w:r>
      <w:r>
        <w:rPr>
          <w:rFonts w:ascii="Bookman Old Style" w:hAnsi="Bookman Old Style" w:cs="Arial"/>
          <w:caps/>
          <w:sz w:val="32"/>
          <w:szCs w:val="32"/>
        </w:rPr>
        <w:t>“</w:t>
      </w:r>
      <w:r w:rsidRPr="00EA49F7">
        <w:rPr>
          <w:rFonts w:ascii="Bookman Old Style" w:hAnsi="Bookman Old Style" w:cs="Arial"/>
          <w:caps/>
          <w:sz w:val="32"/>
          <w:szCs w:val="32"/>
        </w:rPr>
        <w:t>)</w:t>
      </w:r>
      <w:r>
        <w:rPr>
          <w:rStyle w:val="FootnoteReference"/>
          <w:rFonts w:ascii="Bookman Old Style" w:hAnsi="Bookman Old Style" w:cs="Arial"/>
          <w:caps/>
          <w:sz w:val="32"/>
          <w:szCs w:val="32"/>
        </w:rPr>
        <w:footnoteReference w:id="1"/>
      </w:r>
      <w:r>
        <w:rPr>
          <w:rFonts w:ascii="Bookman Old Style" w:hAnsi="Bookman Old Style" w:cs="Arial"/>
          <w:caps/>
          <w:sz w:val="32"/>
          <w:szCs w:val="32"/>
        </w:rPr>
        <w:t xml:space="preserve"> </w:t>
      </w:r>
    </w:p>
    <w:tbl>
      <w:tblPr>
        <w:tblW w:w="980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43"/>
        <w:gridCol w:w="6858"/>
      </w:tblGrid>
      <w:tr w:rsidR="003961FD" w:rsidRPr="00EA49F7" w:rsidTr="00C7528D">
        <w:trPr>
          <w:trHeight w:hRule="exact" w:val="526"/>
        </w:trPr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</w:rPr>
            </w:pPr>
            <w:r w:rsidRPr="00EA49F7">
              <w:rPr>
                <w:rFonts w:ascii="Bookman Old Style" w:hAnsi="Bookman Old Style" w:cs="Arial"/>
              </w:rPr>
              <w:t>Zdravotnické zařízení:</w:t>
            </w:r>
          </w:p>
        </w:tc>
        <w:tc>
          <w:tcPr>
            <w:tcW w:w="6858" w:type="dxa"/>
            <w:tcBorders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7528D">
            <w:pPr>
              <w:ind w:left="-129"/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Nemocnice Nové Město na Moravě, příspěvková organizace, Žďárská 610, 592 31  Nové Město na Moravě, IČ: 00842001</w:t>
            </w:r>
            <w:r w:rsidRPr="00EA49F7">
              <w:rPr>
                <w:rFonts w:ascii="Bookman Old Style" w:hAnsi="Bookman Old Style" w:cs="Arial"/>
              </w:rPr>
              <w:t xml:space="preserve"> 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</w:tr>
      <w:tr w:rsidR="003961FD" w:rsidRPr="00EA49F7" w:rsidTr="00C7528D">
        <w:trPr>
          <w:trHeight w:hRule="exact" w:val="340"/>
        </w:trPr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</w:rPr>
            </w:pPr>
            <w:r w:rsidRPr="00EA49F7">
              <w:rPr>
                <w:rFonts w:ascii="Bookman Old Style" w:hAnsi="Bookman Old Style" w:cs="Arial"/>
              </w:rPr>
              <w:t>Název a typ přístroje (ZP):</w:t>
            </w:r>
          </w:p>
        </w:tc>
        <w:tc>
          <w:tcPr>
            <w:tcW w:w="6858" w:type="dxa"/>
            <w:tcBorders>
              <w:top w:val="dotted" w:sz="4" w:space="0" w:color="000000"/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ind w:left="-129"/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Start w:id="15" w:edGrp="everyone"/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End w:id="15"/>
          </w:p>
        </w:tc>
      </w:tr>
      <w:tr w:rsidR="003961FD" w:rsidRPr="00EA49F7" w:rsidTr="00C7528D">
        <w:trPr>
          <w:trHeight w:hRule="exact" w:val="340"/>
        </w:trPr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</w:rPr>
            </w:pPr>
            <w:r w:rsidRPr="00EA49F7">
              <w:rPr>
                <w:rFonts w:ascii="Bookman Old Style" w:hAnsi="Bookman Old Style" w:cs="Arial"/>
              </w:rPr>
              <w:t>Termín konání školení:</w:t>
            </w:r>
          </w:p>
        </w:tc>
        <w:tc>
          <w:tcPr>
            <w:tcW w:w="6858" w:type="dxa"/>
            <w:tcBorders>
              <w:top w:val="dotted" w:sz="4" w:space="0" w:color="000000"/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ind w:left="-129"/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Start w:id="16" w:edGrp="everyone"/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End w:id="16"/>
          </w:p>
        </w:tc>
      </w:tr>
      <w:tr w:rsidR="003961FD" w:rsidRPr="00EA49F7" w:rsidTr="00C7528D">
        <w:trPr>
          <w:trHeight w:hRule="exact" w:val="340"/>
        </w:trPr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</w:rPr>
            </w:pPr>
            <w:r w:rsidRPr="00EA49F7">
              <w:rPr>
                <w:rFonts w:ascii="Bookman Old Style" w:hAnsi="Bookman Old Style" w:cs="Arial"/>
              </w:rPr>
              <w:t>Školitel:</w:t>
            </w:r>
          </w:p>
        </w:tc>
        <w:tc>
          <w:tcPr>
            <w:tcW w:w="6858" w:type="dxa"/>
            <w:tcBorders>
              <w:top w:val="dotted" w:sz="4" w:space="0" w:color="000000"/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ind w:left="-129"/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Start w:id="17" w:edGrp="everyone"/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End w:id="17"/>
          </w:p>
        </w:tc>
      </w:tr>
    </w:tbl>
    <w:p w:rsidR="003961FD" w:rsidRPr="00C7528D" w:rsidRDefault="003961FD" w:rsidP="00A40305">
      <w:pPr>
        <w:rPr>
          <w:rFonts w:ascii="Bookman Old Style" w:hAnsi="Bookman Old Style" w:cs="Arial"/>
          <w:sz w:val="8"/>
          <w:szCs w:val="8"/>
        </w:rPr>
      </w:pPr>
    </w:p>
    <w:p w:rsidR="003961FD" w:rsidRPr="00EA49F7" w:rsidRDefault="003961FD" w:rsidP="00A40305">
      <w:pPr>
        <w:jc w:val="both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Účastníci absolvovali instruktáž ve smyslu ustanovení z</w:t>
      </w:r>
      <w:r>
        <w:rPr>
          <w:rFonts w:ascii="Bookman Old Style" w:hAnsi="Bookman Old Style"/>
        </w:rPr>
        <w:t>ákona</w:t>
      </w:r>
      <w:r w:rsidRPr="00EA49F7">
        <w:rPr>
          <w:rFonts w:ascii="Bookman Old Style" w:hAnsi="Bookman Old Style"/>
        </w:rPr>
        <w:t xml:space="preserve"> č. </w:t>
      </w:r>
      <w:r>
        <w:rPr>
          <w:rFonts w:ascii="Bookman Old Style" w:hAnsi="Bookman Old Style"/>
        </w:rPr>
        <w:t>268/2014</w:t>
      </w:r>
      <w:r w:rsidRPr="00EA49F7">
        <w:rPr>
          <w:rFonts w:ascii="Bookman Old Style" w:hAnsi="Bookman Old Style"/>
        </w:rPr>
        <w:t xml:space="preserve"> Sb. o zdravotnických prostředcích</w:t>
      </w:r>
      <w:r>
        <w:rPr>
          <w:rFonts w:ascii="Bookman Old Style" w:hAnsi="Bookman Old Style"/>
        </w:rPr>
        <w:t xml:space="preserve"> a o změně zákona č. 634/2004 Sb., o správních poplatcích ve znění pozdějších předpisů (dále jen </w:t>
      </w:r>
      <w:r w:rsidRPr="0043246C">
        <w:rPr>
          <w:rFonts w:ascii="Bookman Old Style" w:hAnsi="Bookman Old Style"/>
          <w:b/>
        </w:rPr>
        <w:t>„zákon č. 268/2014“</w:t>
      </w:r>
      <w:r>
        <w:rPr>
          <w:rFonts w:ascii="Bookman Old Style" w:hAnsi="Bookman Old Style"/>
        </w:rPr>
        <w:t>)</w:t>
      </w:r>
      <w:r w:rsidRPr="00EA49F7">
        <w:rPr>
          <w:rFonts w:ascii="Bookman Old Style" w:hAnsi="Bookman Old Style"/>
        </w:rPr>
        <w:t xml:space="preserve"> a jeho používání v souladu s návodem k použití.</w:t>
      </w:r>
    </w:p>
    <w:p w:rsidR="003961FD" w:rsidRPr="00C7528D" w:rsidRDefault="003961FD" w:rsidP="00A40305">
      <w:pPr>
        <w:jc w:val="both"/>
        <w:rPr>
          <w:rFonts w:ascii="Bookman Old Style" w:hAnsi="Bookman Old Style"/>
          <w:sz w:val="8"/>
          <w:szCs w:val="8"/>
        </w:rPr>
      </w:pPr>
    </w:p>
    <w:p w:rsidR="003961FD" w:rsidRPr="00EA49F7" w:rsidRDefault="003961FD" w:rsidP="00A40305">
      <w:pPr>
        <w:jc w:val="both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Součástí instruktáže bylo:</w:t>
      </w:r>
    </w:p>
    <w:p w:rsidR="003961FD" w:rsidRPr="00EA49F7" w:rsidRDefault="003961FD" w:rsidP="00A40305">
      <w:pPr>
        <w:numPr>
          <w:ilvl w:val="0"/>
          <w:numId w:val="10"/>
          <w:numberingChange w:id="69" w:author="Unknown" w:date="2016-02-10T07:11:00Z" w:original="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seznámení s používáním ZP, určeným účelem použití a jeho údržbou</w:t>
      </w:r>
    </w:p>
    <w:p w:rsidR="003961FD" w:rsidRPr="00EA49F7" w:rsidRDefault="003961FD" w:rsidP="00A40305">
      <w:pPr>
        <w:numPr>
          <w:ilvl w:val="0"/>
          <w:numId w:val="10"/>
          <w:numberingChange w:id="70" w:author="Unknown" w:date="2016-02-10T07:11:00Z" w:original="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popis funkce a jednotlivých ovládacích prvků ZP</w:t>
      </w:r>
    </w:p>
    <w:p w:rsidR="003961FD" w:rsidRPr="00EA49F7" w:rsidRDefault="003961FD" w:rsidP="00A40305">
      <w:pPr>
        <w:numPr>
          <w:ilvl w:val="0"/>
          <w:numId w:val="10"/>
          <w:numberingChange w:id="71" w:author="Unknown" w:date="2016-02-10T07:11:00Z" w:original="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praktická ukázka použití ZP</w:t>
      </w:r>
    </w:p>
    <w:p w:rsidR="003961FD" w:rsidRPr="00EA49F7" w:rsidRDefault="003961FD" w:rsidP="00A40305">
      <w:pPr>
        <w:numPr>
          <w:ilvl w:val="0"/>
          <w:numId w:val="10"/>
          <w:numberingChange w:id="72" w:author="Unknown" w:date="2016-02-10T07:11:00Z" w:original="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seznámení s podmínkami bezpečného používání ZP při poskytování zdravotní péče, s příslušnými provozními předpisy a předpisy upravujícími bezpečnost a ochranu zdraví při práci</w:t>
      </w:r>
    </w:p>
    <w:p w:rsidR="003961FD" w:rsidRPr="00EA49F7" w:rsidRDefault="003961FD" w:rsidP="00A40305">
      <w:pPr>
        <w:numPr>
          <w:ilvl w:val="0"/>
          <w:numId w:val="10"/>
          <w:numberingChange w:id="73" w:author="Unknown" w:date="2016-02-10T07:11:00Z" w:original="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seznámení se zvláštními riziky spojenými s používáním ZP</w:t>
      </w:r>
    </w:p>
    <w:p w:rsidR="003961FD" w:rsidRPr="00EA49F7" w:rsidRDefault="003961FD" w:rsidP="00A40305">
      <w:pPr>
        <w:numPr>
          <w:ilvl w:val="0"/>
          <w:numId w:val="10"/>
          <w:numberingChange w:id="74" w:author="Unknown" w:date="2016-02-10T07:11:00Z" w:original="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upozornění na nutnost dodržování pokynů výrobce při používání ZP</w:t>
      </w:r>
    </w:p>
    <w:p w:rsidR="003961FD" w:rsidRPr="00EA49F7" w:rsidRDefault="003961FD" w:rsidP="00A40305">
      <w:pPr>
        <w:numPr>
          <w:ilvl w:val="0"/>
          <w:numId w:val="10"/>
          <w:numberingChange w:id="75" w:author="Unknown" w:date="2016-02-10T07:11:00Z" w:original="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instrukce, za jakých podmínek lze ZP zapojit ke společnému používání s jinými ZP, příslušenstvím, potřebným programovým vybavením a jinými předměty.</w:t>
      </w:r>
    </w:p>
    <w:p w:rsidR="003961FD" w:rsidRPr="00C7528D" w:rsidRDefault="003961FD" w:rsidP="00A40305">
      <w:pPr>
        <w:jc w:val="both"/>
        <w:rPr>
          <w:rFonts w:ascii="Bookman Old Style" w:hAnsi="Bookman Old Style"/>
          <w:sz w:val="8"/>
          <w:szCs w:val="8"/>
        </w:rPr>
      </w:pPr>
    </w:p>
    <w:p w:rsidR="003961FD" w:rsidRPr="00EA49F7" w:rsidRDefault="003961FD" w:rsidP="00A40305">
      <w:pPr>
        <w:jc w:val="both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Ve výše uvedených bodech byli účastníci proškoleni i ohledně používání příslušenství, programového vybavení a možných kombinací použití s dalšími ZP.</w:t>
      </w:r>
    </w:p>
    <w:p w:rsidR="003961FD" w:rsidRPr="00C7528D" w:rsidRDefault="003961FD" w:rsidP="00A40305">
      <w:pPr>
        <w:jc w:val="both"/>
        <w:rPr>
          <w:rFonts w:ascii="Bookman Old Style" w:hAnsi="Bookman Old Style"/>
          <w:sz w:val="8"/>
          <w:szCs w:val="8"/>
        </w:rPr>
      </w:pPr>
    </w:p>
    <w:p w:rsidR="003961FD" w:rsidRPr="00EA49F7" w:rsidRDefault="003961FD" w:rsidP="00A40305">
      <w:pPr>
        <w:jc w:val="both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Zástupce zdravotnického zařízení prohlašuje, že školení se zúčastnili jeho zaměstnanci (účastníci) jež mají odpovídající vzdělání, znalosti a praktické zkušenosti potřebné pro odborné používání ZP.</w:t>
      </w:r>
    </w:p>
    <w:p w:rsidR="003961FD" w:rsidRPr="00C7528D" w:rsidRDefault="003961FD" w:rsidP="00A40305">
      <w:pPr>
        <w:jc w:val="both"/>
        <w:rPr>
          <w:rFonts w:ascii="Bookman Old Style" w:hAnsi="Bookman Old Style"/>
          <w:sz w:val="8"/>
          <w:szCs w:val="8"/>
        </w:rPr>
      </w:pPr>
    </w:p>
    <w:p w:rsidR="003961FD" w:rsidRPr="00EA49F7" w:rsidRDefault="003961FD" w:rsidP="00A40305">
      <w:pPr>
        <w:jc w:val="both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Školitel prohlašuje, že:</w:t>
      </w:r>
    </w:p>
    <w:p w:rsidR="003961FD" w:rsidRDefault="003961FD" w:rsidP="00A40305">
      <w:pPr>
        <w:numPr>
          <w:ilvl w:val="0"/>
          <w:numId w:val="10"/>
          <w:numberingChange w:id="76" w:author="Unknown" w:date="2016-02-10T07:11:00Z" w:original="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má odpovídající vzdělání</w:t>
      </w:r>
      <w:r>
        <w:rPr>
          <w:rFonts w:ascii="Bookman Old Style" w:hAnsi="Bookman Old Style"/>
        </w:rPr>
        <w:t xml:space="preserve"> a</w:t>
      </w:r>
      <w:r w:rsidRPr="00EA49F7">
        <w:rPr>
          <w:rFonts w:ascii="Bookman Old Style" w:hAnsi="Bookman Old Style"/>
        </w:rPr>
        <w:t xml:space="preserve"> znalosti</w:t>
      </w:r>
      <w:r>
        <w:rPr>
          <w:rFonts w:ascii="Bookman Old Style" w:hAnsi="Bookman Old Style"/>
        </w:rPr>
        <w:t xml:space="preserve"> i</w:t>
      </w:r>
      <w:r w:rsidRPr="00EA49F7">
        <w:rPr>
          <w:rFonts w:ascii="Bookman Old Style" w:hAnsi="Bookman Old Style"/>
        </w:rPr>
        <w:t xml:space="preserve"> praktické zkuše</w:t>
      </w:r>
      <w:r>
        <w:rPr>
          <w:rFonts w:ascii="Bookman Old Style" w:hAnsi="Bookman Old Style"/>
        </w:rPr>
        <w:t>nosti k provádění instruktáže o </w:t>
      </w:r>
      <w:r w:rsidRPr="00EA49F7">
        <w:rPr>
          <w:rFonts w:ascii="Bookman Old Style" w:hAnsi="Bookman Old Style"/>
        </w:rPr>
        <w:t xml:space="preserve">zacházení s předmětným ZP a jeho používání. </w:t>
      </w:r>
    </w:p>
    <w:p w:rsidR="003961FD" w:rsidRPr="00EA49F7" w:rsidRDefault="003961FD" w:rsidP="00A40305">
      <w:pPr>
        <w:numPr>
          <w:ilvl w:val="0"/>
          <w:numId w:val="10"/>
          <w:numberingChange w:id="77" w:author="Unknown" w:date="2016-02-10T07:11:00Z" w:original="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>
        <w:rPr>
          <w:rFonts w:ascii="Bookman Old Style" w:hAnsi="Bookman Old Style"/>
        </w:rPr>
        <w:t>b</w:t>
      </w:r>
      <w:r w:rsidRPr="00EA49F7">
        <w:rPr>
          <w:rFonts w:ascii="Bookman Old Style" w:hAnsi="Bookman Old Style"/>
        </w:rPr>
        <w:t>yl o určeném účelu použití ZP a způsobu jeho použití poučen výrobcem či jinou způsobilou osobou</w:t>
      </w:r>
      <w:r>
        <w:rPr>
          <w:rFonts w:ascii="Bookman Old Style" w:hAnsi="Bookman Old Style"/>
        </w:rPr>
        <w:t xml:space="preserve"> a poskytuje dostatečnou záruku odborného provádění instruktáže o správném používání daného zdravotnického prostředku.</w:t>
      </w:r>
    </w:p>
    <w:p w:rsidR="003961FD" w:rsidRPr="00EA49F7" w:rsidRDefault="003961FD" w:rsidP="00A40305">
      <w:pPr>
        <w:numPr>
          <w:ilvl w:val="0"/>
          <w:numId w:val="10"/>
          <w:numberingChange w:id="78" w:author="Unknown" w:date="2016-02-10T07:11:00Z" w:original="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účastníci tohoto š</w:t>
      </w:r>
      <w:r>
        <w:rPr>
          <w:rFonts w:ascii="Bookman Old Style" w:hAnsi="Bookman Old Style"/>
        </w:rPr>
        <w:t xml:space="preserve">kolení jsou schopni používat ZP </w:t>
      </w:r>
      <w:r w:rsidRPr="00EA49F7">
        <w:rPr>
          <w:rFonts w:ascii="Bookman Old Style" w:hAnsi="Bookman Old Style"/>
        </w:rPr>
        <w:t>ve smyslu z</w:t>
      </w:r>
      <w:r>
        <w:rPr>
          <w:rFonts w:ascii="Bookman Old Style" w:hAnsi="Bookman Old Style"/>
        </w:rPr>
        <w:t>ákona 268/2014</w:t>
      </w:r>
      <w:r w:rsidRPr="00EA49F7">
        <w:rPr>
          <w:rFonts w:ascii="Bookman Old Style" w:hAnsi="Bookman Old Style"/>
        </w:rPr>
        <w:t xml:space="preserve"> Sb., v platném znění.</w:t>
      </w:r>
    </w:p>
    <w:p w:rsidR="003961FD" w:rsidRPr="00C7528D" w:rsidRDefault="003961FD" w:rsidP="00C7528D">
      <w:pPr>
        <w:jc w:val="both"/>
        <w:rPr>
          <w:rFonts w:ascii="Bookman Old Style" w:hAnsi="Bookman Old Style"/>
          <w:b/>
        </w:rPr>
      </w:pPr>
      <w:r w:rsidRPr="00C7528D">
        <w:rPr>
          <w:rFonts w:ascii="Bookman Old Style" w:hAnsi="Bookman Old Style"/>
          <w:b/>
        </w:rPr>
        <w:t>Účastníci:</w:t>
      </w:r>
    </w:p>
    <w:tbl>
      <w:tblPr>
        <w:tblW w:w="97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3975"/>
        <w:gridCol w:w="1980"/>
        <w:gridCol w:w="1980"/>
        <w:gridCol w:w="1260"/>
      </w:tblGrid>
      <w:tr w:rsidR="003961FD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  <w:bCs/>
              </w:rPr>
            </w:pPr>
            <w:r w:rsidRPr="00EA49F7">
              <w:rPr>
                <w:rFonts w:ascii="Bookman Old Style" w:hAnsi="Bookman Old Style" w:cs="Arial"/>
                <w:bCs/>
              </w:rPr>
              <w:t>Č.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bCs/>
              </w:rPr>
              <w:t xml:space="preserve">Zaměstnanec </w:t>
            </w:r>
            <w:r w:rsidRPr="00EA49F7">
              <w:rPr>
                <w:rFonts w:ascii="Bookman Old Style" w:hAnsi="Bookman Old Style" w:cs="Arial"/>
                <w:bCs/>
                <w:sz w:val="16"/>
                <w:szCs w:val="16"/>
              </w:rPr>
              <w:t>(příjmení, jméno, osobní číslo)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  <w:bCs/>
              </w:rPr>
            </w:pPr>
            <w:r w:rsidRPr="00EA49F7">
              <w:rPr>
                <w:rFonts w:ascii="Bookman Old Style" w:hAnsi="Bookman Old Style" w:cs="Arial"/>
                <w:bCs/>
              </w:rPr>
              <w:t>Pracoviště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  <w:bCs/>
              </w:rPr>
            </w:pPr>
            <w:r w:rsidRPr="00EA49F7">
              <w:rPr>
                <w:rFonts w:ascii="Bookman Old Style" w:hAnsi="Bookman Old Style" w:cs="Arial"/>
                <w:bCs/>
              </w:rPr>
              <w:t>Funkce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  <w:bCs/>
              </w:rPr>
            </w:pPr>
            <w:r w:rsidRPr="00EA49F7">
              <w:rPr>
                <w:rFonts w:ascii="Bookman Old Style" w:hAnsi="Bookman Old Style" w:cs="Arial"/>
                <w:bCs/>
              </w:rPr>
              <w:t>Podpis</w:t>
            </w:r>
          </w:p>
        </w:tc>
      </w:tr>
      <w:tr w:rsidR="003961FD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  <w:bCs/>
              </w:rPr>
            </w:pPr>
            <w:permStart w:id="18" w:edGrp="everyone" w:colFirst="1" w:colLast="1"/>
            <w:permStart w:id="19" w:edGrp="everyone" w:colFirst="2" w:colLast="2"/>
            <w:permStart w:id="20" w:edGrp="everyone" w:colFirst="3" w:colLast="3"/>
            <w:r w:rsidRPr="00EA49F7">
              <w:rPr>
                <w:rFonts w:ascii="Bookman Old Style" w:hAnsi="Bookman Old Style" w:cs="Arial"/>
                <w:bCs/>
              </w:rPr>
              <w:t>1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bookmarkStart w:id="79" w:name="Text5"/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bookmarkEnd w:id="79"/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</w:rPr>
            </w:pPr>
          </w:p>
        </w:tc>
      </w:tr>
      <w:tr w:rsidR="003961FD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  <w:bCs/>
              </w:rPr>
            </w:pPr>
            <w:permStart w:id="21" w:edGrp="everyone" w:colFirst="1" w:colLast="1"/>
            <w:permStart w:id="22" w:edGrp="everyone" w:colFirst="2" w:colLast="2"/>
            <w:permStart w:id="23" w:edGrp="everyone" w:colFirst="3" w:colLast="3"/>
            <w:permEnd w:id="18"/>
            <w:permEnd w:id="19"/>
            <w:permEnd w:id="20"/>
            <w:r w:rsidRPr="00EA49F7">
              <w:rPr>
                <w:rFonts w:ascii="Bookman Old Style" w:hAnsi="Bookman Old Style" w:cs="Arial"/>
                <w:bCs/>
              </w:rPr>
              <w:t>2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</w:rPr>
            </w:pPr>
          </w:p>
        </w:tc>
      </w:tr>
      <w:tr w:rsidR="003961FD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  <w:bCs/>
              </w:rPr>
            </w:pPr>
            <w:permStart w:id="24" w:edGrp="everyone" w:colFirst="1" w:colLast="1"/>
            <w:permStart w:id="25" w:edGrp="everyone" w:colFirst="2" w:colLast="2"/>
            <w:permStart w:id="26" w:edGrp="everyone" w:colFirst="3" w:colLast="3"/>
            <w:permEnd w:id="21"/>
            <w:permEnd w:id="22"/>
            <w:permEnd w:id="23"/>
            <w:r w:rsidRPr="00EA49F7">
              <w:rPr>
                <w:rFonts w:ascii="Bookman Old Style" w:hAnsi="Bookman Old Style" w:cs="Arial"/>
                <w:bCs/>
              </w:rPr>
              <w:t>3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</w:rPr>
            </w:pPr>
          </w:p>
        </w:tc>
      </w:tr>
      <w:tr w:rsidR="003961FD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  <w:bCs/>
              </w:rPr>
            </w:pPr>
            <w:permStart w:id="27" w:edGrp="everyone" w:colFirst="1" w:colLast="1"/>
            <w:permStart w:id="28" w:edGrp="everyone" w:colFirst="2" w:colLast="2"/>
            <w:permStart w:id="29" w:edGrp="everyone" w:colFirst="3" w:colLast="3"/>
            <w:permEnd w:id="24"/>
            <w:permEnd w:id="25"/>
            <w:permEnd w:id="26"/>
            <w:r w:rsidRPr="00EA49F7">
              <w:rPr>
                <w:rFonts w:ascii="Bookman Old Style" w:hAnsi="Bookman Old Style" w:cs="Arial"/>
                <w:bCs/>
              </w:rPr>
              <w:t>4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</w:rPr>
            </w:pPr>
          </w:p>
        </w:tc>
      </w:tr>
      <w:tr w:rsidR="003961FD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  <w:bCs/>
              </w:rPr>
            </w:pPr>
            <w:permStart w:id="30" w:edGrp="everyone" w:colFirst="1" w:colLast="1"/>
            <w:permStart w:id="31" w:edGrp="everyone" w:colFirst="2" w:colLast="2"/>
            <w:permStart w:id="32" w:edGrp="everyone" w:colFirst="3" w:colLast="3"/>
            <w:permEnd w:id="27"/>
            <w:permEnd w:id="28"/>
            <w:permEnd w:id="29"/>
            <w:r w:rsidRPr="00EA49F7">
              <w:rPr>
                <w:rFonts w:ascii="Bookman Old Style" w:hAnsi="Bookman Old Style" w:cs="Arial"/>
                <w:bCs/>
              </w:rPr>
              <w:t>5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</w:rPr>
            </w:pPr>
          </w:p>
        </w:tc>
      </w:tr>
      <w:tr w:rsidR="003961FD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  <w:bCs/>
              </w:rPr>
            </w:pPr>
            <w:permStart w:id="33" w:edGrp="everyone" w:colFirst="1" w:colLast="1"/>
            <w:permStart w:id="34" w:edGrp="everyone" w:colFirst="2" w:colLast="2"/>
            <w:permStart w:id="35" w:edGrp="everyone" w:colFirst="3" w:colLast="3"/>
            <w:permEnd w:id="30"/>
            <w:permEnd w:id="31"/>
            <w:permEnd w:id="32"/>
            <w:r w:rsidRPr="00EA49F7">
              <w:rPr>
                <w:rFonts w:ascii="Bookman Old Style" w:hAnsi="Bookman Old Style" w:cs="Arial"/>
                <w:bCs/>
              </w:rPr>
              <w:t>6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</w:rPr>
            </w:pPr>
          </w:p>
        </w:tc>
      </w:tr>
      <w:tr w:rsidR="003961FD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  <w:bCs/>
              </w:rPr>
            </w:pPr>
            <w:permStart w:id="36" w:edGrp="everyone" w:colFirst="1" w:colLast="1"/>
            <w:permStart w:id="37" w:edGrp="everyone" w:colFirst="2" w:colLast="2"/>
            <w:permStart w:id="38" w:edGrp="everyone" w:colFirst="3" w:colLast="3"/>
            <w:permEnd w:id="33"/>
            <w:permEnd w:id="34"/>
            <w:permEnd w:id="35"/>
            <w:r w:rsidRPr="00EA49F7">
              <w:rPr>
                <w:rFonts w:ascii="Bookman Old Style" w:hAnsi="Bookman Old Style" w:cs="Arial"/>
                <w:bCs/>
              </w:rPr>
              <w:t>7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1FD" w:rsidRPr="00EA49F7" w:rsidRDefault="003961FD" w:rsidP="00CA0EEF">
            <w:pPr>
              <w:rPr>
                <w:rFonts w:ascii="Bookman Old Style" w:hAnsi="Bookman Old Style" w:cs="Arial"/>
              </w:rPr>
            </w:pPr>
          </w:p>
        </w:tc>
      </w:tr>
    </w:tbl>
    <w:permEnd w:id="36"/>
    <w:permEnd w:id="37"/>
    <w:permEnd w:id="38"/>
    <w:p w:rsidR="003961FD" w:rsidRPr="00EA49F7" w:rsidRDefault="003961FD" w:rsidP="00A40305">
      <w:pPr>
        <w:spacing w:before="40"/>
        <w:ind w:left="-113"/>
        <w:jc w:val="both"/>
        <w:rPr>
          <w:rFonts w:ascii="Bookman Old Style" w:hAnsi="Bookman Old Style"/>
          <w:sz w:val="16"/>
          <w:szCs w:val="16"/>
        </w:rPr>
      </w:pPr>
      <w:r w:rsidRPr="00EA49F7">
        <w:rPr>
          <w:rFonts w:ascii="Bookman Old Style" w:hAnsi="Bookman Old Style"/>
          <w:sz w:val="16"/>
          <w:szCs w:val="16"/>
        </w:rPr>
        <w:t>Nevyplněné řádky proškrtněte</w:t>
      </w:r>
    </w:p>
    <w:tbl>
      <w:tblPr>
        <w:tblW w:w="964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38"/>
        <w:gridCol w:w="6110"/>
      </w:tblGrid>
      <w:tr w:rsidR="003961FD" w:rsidRPr="00EA49F7" w:rsidTr="00A40305">
        <w:trPr>
          <w:trHeight w:val="680"/>
        </w:trPr>
        <w:tc>
          <w:tcPr>
            <w:tcW w:w="3538" w:type="dxa"/>
            <w:tcBorders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61FD" w:rsidRPr="00EA49F7" w:rsidRDefault="003961FD" w:rsidP="00CA0EEF">
            <w:pPr>
              <w:jc w:val="right"/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 xml:space="preserve">Školitel 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(razítko a podpis)</w:t>
            </w:r>
            <w:r w:rsidRPr="00EA49F7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6110" w:type="dxa"/>
            <w:tcBorders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61FD" w:rsidRPr="00EA49F7" w:rsidRDefault="003961FD" w:rsidP="00CA0EEF">
            <w:pPr>
              <w:jc w:val="center"/>
              <w:rPr>
                <w:rFonts w:ascii="Bookman Old Style" w:hAnsi="Bookman Old Style" w:cs="Arial"/>
              </w:rPr>
            </w:pPr>
          </w:p>
        </w:tc>
      </w:tr>
      <w:bookmarkEnd w:id="68"/>
    </w:tbl>
    <w:p w:rsidR="003961FD" w:rsidRDefault="003961FD" w:rsidP="00A40305">
      <w:pPr>
        <w:autoSpaceDE/>
        <w:autoSpaceDN/>
        <w:rPr>
          <w:rFonts w:ascii="Bookman Old Style" w:hAnsi="Bookman Old Style" w:cs="Arial"/>
          <w:u w:val="single"/>
        </w:rPr>
      </w:pPr>
    </w:p>
    <w:p w:rsidR="003961FD" w:rsidRPr="00EA49F7" w:rsidRDefault="003961FD" w:rsidP="00A40305">
      <w:pPr>
        <w:autoSpaceDE/>
        <w:autoSpaceDN/>
        <w:rPr>
          <w:rFonts w:ascii="Bookman Old Style" w:hAnsi="Bookman Old Style" w:cs="Arial"/>
          <w:u w:val="single"/>
        </w:rPr>
      </w:pPr>
      <w:r w:rsidRPr="00EA49F7">
        <w:rPr>
          <w:rFonts w:ascii="Bookman Old Style" w:hAnsi="Bookman Old Style" w:cs="Arial"/>
          <w:u w:val="single"/>
        </w:rPr>
        <w:t>Příloha</w:t>
      </w:r>
      <w:r>
        <w:rPr>
          <w:rFonts w:ascii="Bookman Old Style" w:hAnsi="Bookman Old Style" w:cs="Arial"/>
          <w:u w:val="single"/>
        </w:rPr>
        <w:t xml:space="preserve"> č. 4</w:t>
      </w:r>
    </w:p>
    <w:p w:rsidR="003961FD" w:rsidRPr="00EA49F7" w:rsidRDefault="003961FD" w:rsidP="00A40305">
      <w:pPr>
        <w:jc w:val="center"/>
        <w:rPr>
          <w:rFonts w:ascii="Bookman Old Style" w:hAnsi="Bookman Old Style" w:cs="Arial"/>
          <w:sz w:val="32"/>
          <w:szCs w:val="32"/>
          <w:u w:val="single"/>
        </w:rPr>
      </w:pPr>
    </w:p>
    <w:p w:rsidR="003961FD" w:rsidRPr="007B7A8D" w:rsidRDefault="003961FD" w:rsidP="00A40305">
      <w:pPr>
        <w:spacing w:before="160"/>
        <w:jc w:val="center"/>
        <w:rPr>
          <w:rFonts w:ascii="Bookman Old Style" w:hAnsi="Bookman Old Style" w:cs="Arial"/>
          <w:sz w:val="32"/>
          <w:szCs w:val="32"/>
        </w:rPr>
      </w:pPr>
      <w:r w:rsidRPr="00EA49F7">
        <w:rPr>
          <w:rFonts w:ascii="Bookman Old Style" w:hAnsi="Bookman Old Style" w:cs="Arial"/>
          <w:caps/>
          <w:sz w:val="32"/>
          <w:szCs w:val="32"/>
        </w:rPr>
        <w:t>Protokol o převzetí výpůjčky zpět půjčitelem</w:t>
      </w:r>
      <w:r>
        <w:rPr>
          <w:rFonts w:ascii="Bookman Old Style" w:hAnsi="Bookman Old Style" w:cs="Arial"/>
          <w:caps/>
          <w:sz w:val="32"/>
          <w:szCs w:val="32"/>
        </w:rPr>
        <w:t xml:space="preserve"> (</w:t>
      </w:r>
      <w:r>
        <w:rPr>
          <w:rFonts w:ascii="Bookman Old Style" w:hAnsi="Bookman Old Style" w:cs="Arial"/>
          <w:sz w:val="32"/>
          <w:szCs w:val="32"/>
        </w:rPr>
        <w:t>vzor)</w:t>
      </w:r>
      <w:r>
        <w:rPr>
          <w:rStyle w:val="FootnoteReference"/>
          <w:rFonts w:ascii="Bookman Old Style" w:hAnsi="Bookman Old Style" w:cs="Arial"/>
          <w:sz w:val="32"/>
          <w:szCs w:val="32"/>
        </w:rPr>
        <w:footnoteReference w:id="2"/>
      </w:r>
    </w:p>
    <w:p w:rsidR="003961FD" w:rsidRPr="00EA49F7" w:rsidRDefault="003961FD" w:rsidP="00A40305">
      <w:pPr>
        <w:jc w:val="center"/>
        <w:rPr>
          <w:rFonts w:ascii="Bookman Old Style" w:hAnsi="Bookman Old Style" w:cs="Arial"/>
          <w:sz w:val="28"/>
          <w:szCs w:val="28"/>
        </w:rPr>
      </w:pPr>
    </w:p>
    <w:p w:rsidR="003961FD" w:rsidRPr="00CA0EEF" w:rsidRDefault="003961FD" w:rsidP="00CA0EEF">
      <w:pPr>
        <w:numPr>
          <w:ilvl w:val="0"/>
          <w:numId w:val="11"/>
          <w:numberingChange w:id="80" w:author="Unknown" w:date="2016-02-10T07:11:00Z" w:original="%1:1:0:.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  <w:sz w:val="24"/>
          <w:szCs w:val="24"/>
        </w:rPr>
      </w:pPr>
      <w:r w:rsidRPr="00CA0EEF">
        <w:rPr>
          <w:rFonts w:ascii="Bookman Old Style" w:hAnsi="Bookman Old Style" w:cs="Arial"/>
        </w:rPr>
        <w:t xml:space="preserve">Smlouva o výpůjčce č.: </w:t>
      </w:r>
      <w:permStart w:id="39" w:edGrp="everyone"/>
      <w:r w:rsidRPr="00CA0EEF">
        <w:rPr>
          <w:rFonts w:ascii="Bookman Old Style" w:hAnsi="Bookman Old Style" w:cs="Arial"/>
        </w:rPr>
        <w:t>…………………………………………………</w:t>
      </w:r>
      <w:permEnd w:id="39"/>
      <w:r w:rsidRPr="00CA0EEF">
        <w:rPr>
          <w:rFonts w:ascii="Bookman Old Style" w:hAnsi="Bookman Old Style" w:cs="Arial"/>
        </w:rPr>
        <w:t xml:space="preserve">ze dne </w:t>
      </w:r>
      <w:permStart w:id="40" w:edGrp="everyone"/>
      <w:r w:rsidRPr="00CA0EEF">
        <w:rPr>
          <w:rFonts w:ascii="Bookman Old Style" w:hAnsi="Bookman Old Style" w:cs="Arial"/>
        </w:rPr>
        <w:t>…………………………</w:t>
      </w:r>
    </w:p>
    <w:permEnd w:id="40"/>
    <w:p w:rsidR="003961FD" w:rsidRPr="00CA0EEF" w:rsidRDefault="003961FD" w:rsidP="00CA0EEF">
      <w:pPr>
        <w:numPr>
          <w:ilvl w:val="0"/>
          <w:numId w:val="11"/>
          <w:numberingChange w:id="81" w:author="Unknown" w:date="2016-02-10T07:11:00Z" w:original="%1:2:0:.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</w:rPr>
        <w:t>Vypůjčitel</w:t>
      </w:r>
      <w:permStart w:id="41" w:edGrp="everyone"/>
      <w:r>
        <w:rPr>
          <w:rFonts w:ascii="Bookman Old Style" w:hAnsi="Bookman Old Style" w:cs="Arial"/>
        </w:rPr>
        <w:t>:……………………………………………………………………………………………………..</w:t>
      </w:r>
    </w:p>
    <w:permEnd w:id="41"/>
    <w:p w:rsidR="003961FD" w:rsidRPr="00CA0EEF" w:rsidRDefault="003961FD" w:rsidP="00CA0EEF">
      <w:pPr>
        <w:tabs>
          <w:tab w:val="left" w:pos="720"/>
        </w:tabs>
        <w:suppressAutoHyphens/>
        <w:autoSpaceDE/>
        <w:ind w:left="714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</w:rPr>
        <w:t>(název, adresa, IČ)</w:t>
      </w:r>
    </w:p>
    <w:p w:rsidR="003961FD" w:rsidRPr="00CA0EEF" w:rsidRDefault="003961FD" w:rsidP="00CA0EEF">
      <w:pPr>
        <w:numPr>
          <w:ilvl w:val="0"/>
          <w:numId w:val="11"/>
          <w:numberingChange w:id="82" w:author="Unknown" w:date="2016-02-10T07:11:00Z" w:original="%1:3:0:.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</w:rPr>
        <w:t>Půjčitel:</w:t>
      </w:r>
      <w:permStart w:id="42" w:edGrp="everyone"/>
      <w:r>
        <w:rPr>
          <w:rFonts w:ascii="Bookman Old Style" w:hAnsi="Bookman Old Style" w:cs="Arial"/>
        </w:rPr>
        <w:t>……………………………………………………………………………………………………..</w:t>
      </w:r>
      <w:permEnd w:id="42"/>
    </w:p>
    <w:p w:rsidR="003961FD" w:rsidRPr="00CA0EEF" w:rsidRDefault="003961FD" w:rsidP="00CA0EEF">
      <w:pPr>
        <w:tabs>
          <w:tab w:val="left" w:pos="720"/>
        </w:tabs>
        <w:suppressAutoHyphens/>
        <w:autoSpaceDE/>
        <w:ind w:left="714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</w:rPr>
        <w:t>(název, adresa, IČ)</w:t>
      </w:r>
    </w:p>
    <w:p w:rsidR="003961FD" w:rsidRPr="00EA49F7" w:rsidRDefault="003961FD" w:rsidP="00A40305">
      <w:pPr>
        <w:numPr>
          <w:ilvl w:val="0"/>
          <w:numId w:val="11"/>
          <w:numberingChange w:id="83" w:author="Unknown" w:date="2016-02-10T07:11:00Z" w:original="%1:4:0:.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</w:rPr>
      </w:pPr>
      <w:r w:rsidRPr="00EA49F7">
        <w:rPr>
          <w:rFonts w:ascii="Bookman Old Style" w:hAnsi="Bookman Old Style" w:cs="Arial"/>
        </w:rPr>
        <w:t xml:space="preserve">Zdravotnický prostředek: </w:t>
      </w:r>
      <w:permStart w:id="43" w:edGrp="everyone"/>
      <w:r w:rsidRPr="00EA49F7">
        <w:rPr>
          <w:rFonts w:ascii="Bookman Old Style" w:hAnsi="Bookman Old Style" w:cs="Arial"/>
        </w:rPr>
        <w:t>……………………………………………………………………………..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</w:p>
    <w:permEnd w:id="43"/>
    <w:p w:rsidR="003961FD" w:rsidRPr="00EA49F7" w:rsidRDefault="003961FD" w:rsidP="00A40305">
      <w:pPr>
        <w:spacing w:before="200"/>
        <w:ind w:left="357" w:firstLine="351"/>
        <w:rPr>
          <w:rFonts w:ascii="Bookman Old Style" w:hAnsi="Bookman Old Style"/>
        </w:rPr>
      </w:pPr>
      <w:r>
        <w:rPr>
          <w:rFonts w:ascii="Bookman Old Style" w:hAnsi="Bookman Old Style" w:cs="Arial"/>
        </w:rPr>
        <w:t>Výrobce:</w:t>
      </w:r>
      <w:permStart w:id="44" w:edGrp="everyone"/>
      <w:r>
        <w:rPr>
          <w:rFonts w:ascii="Bookman Old Style" w:hAnsi="Bookman Old Style" w:cs="Arial"/>
        </w:rPr>
        <w:t>………………………………………………….</w:t>
      </w:r>
      <w:permEnd w:id="44"/>
      <w:r w:rsidRPr="00EA49F7">
        <w:rPr>
          <w:rFonts w:ascii="Bookman Old Style" w:hAnsi="Bookman Old Style" w:cs="Arial"/>
        </w:rPr>
        <w:t>V</w:t>
      </w:r>
      <w:r>
        <w:rPr>
          <w:rFonts w:ascii="Bookman Old Style" w:hAnsi="Bookman Old Style" w:cs="Arial"/>
        </w:rPr>
        <w:t>ýr. č.:</w:t>
      </w:r>
      <w:permStart w:id="45" w:edGrp="everyone"/>
      <w:r w:rsidRPr="00EA49F7">
        <w:rPr>
          <w:rFonts w:ascii="Bookman Old Style" w:hAnsi="Bookman Old Style" w:cs="Arial"/>
        </w:rPr>
        <w:t>……………………………………..</w:t>
      </w:r>
      <w:permEnd w:id="45"/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</w:p>
    <w:p w:rsidR="003961FD" w:rsidRPr="00EA49F7" w:rsidRDefault="003961FD" w:rsidP="00A40305">
      <w:pPr>
        <w:numPr>
          <w:ilvl w:val="0"/>
          <w:numId w:val="11"/>
          <w:numberingChange w:id="84" w:author="Unknown" w:date="2016-02-10T07:11:00Z" w:original="%1:5:0:.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</w:rPr>
      </w:pPr>
      <w:r w:rsidRPr="00EA49F7">
        <w:rPr>
          <w:rFonts w:ascii="Bookman Old Style" w:hAnsi="Bookman Old Style" w:cs="Arial"/>
        </w:rPr>
        <w:t>Příslušenství:</w:t>
      </w:r>
      <w:permStart w:id="46" w:edGrp="everyone"/>
      <w:r w:rsidRPr="00EA49F7">
        <w:rPr>
          <w:rFonts w:ascii="Bookman Old Style" w:hAnsi="Bookman Old Style" w:cs="Arial"/>
        </w:rPr>
        <w:t xml:space="preserve"> ……………………………………………………………………………….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</w:p>
    <w:permEnd w:id="46"/>
    <w:p w:rsidR="003961FD" w:rsidRPr="00EA49F7" w:rsidRDefault="003961FD" w:rsidP="00A40305">
      <w:pPr>
        <w:numPr>
          <w:ilvl w:val="0"/>
          <w:numId w:val="11"/>
          <w:numberingChange w:id="85" w:author="Unknown" w:date="2016-02-10T07:11:00Z" w:original="%1:6:0:.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</w:rPr>
      </w:pPr>
      <w:r>
        <w:rPr>
          <w:rFonts w:ascii="Bookman Old Style" w:hAnsi="Bookman Old Style" w:cs="Arial"/>
        </w:rPr>
        <w:t>Pracoviště vypůjčitele</w:t>
      </w:r>
      <w:r w:rsidRPr="00EA49F7">
        <w:rPr>
          <w:rFonts w:ascii="Bookman Old Style" w:hAnsi="Bookman Old Style" w:cs="Arial"/>
        </w:rPr>
        <w:t xml:space="preserve">: </w:t>
      </w:r>
      <w:permStart w:id="47" w:edGrp="everyone"/>
      <w:r w:rsidRPr="00EA49F7">
        <w:rPr>
          <w:rFonts w:ascii="Bookman Old Style" w:hAnsi="Bookman Old Style" w:cs="Arial"/>
        </w:rPr>
        <w:t>……………………………………………………………………………………..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permEnd w:id="47"/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</w:p>
    <w:p w:rsidR="003961FD" w:rsidRPr="00EA49F7" w:rsidRDefault="003961FD" w:rsidP="00A40305">
      <w:pPr>
        <w:numPr>
          <w:ilvl w:val="0"/>
          <w:numId w:val="11"/>
          <w:numberingChange w:id="86" w:author="Unknown" w:date="2016-02-10T07:11:00Z" w:original="%1:7:0:.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Stav při p</w:t>
      </w:r>
      <w:r w:rsidRPr="00EA49F7">
        <w:rPr>
          <w:rFonts w:ascii="Bookman Old Style" w:hAnsi="Bookman Old Style" w:cs="Arial"/>
        </w:rPr>
        <w:t>řevzetí (vrácení):</w:t>
      </w:r>
    </w:p>
    <w:p w:rsidR="003961FD" w:rsidRPr="00EA49F7" w:rsidRDefault="003961FD" w:rsidP="00A40305">
      <w:pPr>
        <w:spacing w:before="200"/>
        <w:ind w:left="357" w:firstLine="351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 w:cs="Arial"/>
        </w:rPr>
        <w:t>- bez závad * - čistý, dekontaminovaný</w:t>
      </w:r>
    </w:p>
    <w:p w:rsidR="003961FD" w:rsidRPr="003F2BE6" w:rsidRDefault="003961FD" w:rsidP="00A40305">
      <w:pPr>
        <w:spacing w:before="200"/>
        <w:ind w:left="357" w:firstLine="351"/>
        <w:rPr>
          <w:rFonts w:ascii="Bookman Old Style" w:hAnsi="Bookman Old Style" w:cs="Arial"/>
          <w:u w:val="dotted"/>
        </w:rPr>
      </w:pPr>
      <w:r w:rsidRPr="00EA49F7">
        <w:rPr>
          <w:rFonts w:ascii="Bookman Old Style" w:hAnsi="Bookman Old Style" w:cs="Arial"/>
        </w:rPr>
        <w:t xml:space="preserve">- závady * </w:t>
      </w:r>
      <w:r w:rsidRPr="00EA49F7">
        <w:rPr>
          <w:rFonts w:ascii="Bookman Old Style" w:hAnsi="Bookman Old Style" w:cs="Arial"/>
        </w:rPr>
        <w:t> </w:t>
      </w:r>
      <w:permStart w:id="48" w:edGrp="everyone"/>
      <w:r>
        <w:rPr>
          <w:rFonts w:ascii="Bookman Old Style" w:hAnsi="Bookman Old Style" w:cs="Arial"/>
          <w:u w:val="dotted"/>
        </w:rPr>
        <w:tab/>
      </w:r>
      <w:r>
        <w:rPr>
          <w:rFonts w:ascii="Bookman Old Style" w:hAnsi="Bookman Old Style" w:cs="Arial"/>
          <w:u w:val="dotted"/>
        </w:rPr>
        <w:tab/>
      </w:r>
      <w:r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</w:p>
    <w:p w:rsidR="003961FD" w:rsidRPr="003F2BE6" w:rsidRDefault="003961FD" w:rsidP="00A40305">
      <w:pPr>
        <w:spacing w:before="200"/>
        <w:ind w:left="357" w:firstLine="351"/>
        <w:rPr>
          <w:rFonts w:ascii="Bookman Old Style" w:hAnsi="Bookman Old Style" w:cs="Arial"/>
          <w:u w:val="dotted"/>
        </w:rPr>
      </w:pP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</w:p>
    <w:p w:rsidR="003961FD" w:rsidRPr="003F2BE6" w:rsidRDefault="003961FD" w:rsidP="00A40305">
      <w:pPr>
        <w:spacing w:before="200"/>
        <w:ind w:left="357" w:firstLine="351"/>
        <w:rPr>
          <w:rFonts w:ascii="Bookman Old Style" w:hAnsi="Bookman Old Style" w:cs="Arial"/>
          <w:u w:val="dotted"/>
        </w:rPr>
      </w:pP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</w:p>
    <w:permEnd w:id="48"/>
    <w:p w:rsidR="003961FD" w:rsidRDefault="003961FD" w:rsidP="003F2BE6">
      <w:pPr>
        <w:spacing w:before="120"/>
        <w:ind w:left="709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* </w:t>
      </w:r>
      <w:r w:rsidRPr="003F2BE6">
        <w:rPr>
          <w:rFonts w:ascii="Bookman Old Style" w:hAnsi="Bookman Old Style" w:cs="Arial"/>
          <w:i/>
        </w:rPr>
        <w:t>Nehodící se škrtněte</w:t>
      </w:r>
    </w:p>
    <w:p w:rsidR="003961FD" w:rsidRPr="003F2BE6" w:rsidRDefault="003961FD" w:rsidP="00A40305">
      <w:pPr>
        <w:spacing w:before="600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  <w:u w:val="single"/>
        </w:rPr>
        <w:t xml:space="preserve">Poznámka: </w:t>
      </w:r>
    </w:p>
    <w:p w:rsidR="003961FD" w:rsidRPr="00EA49F7" w:rsidRDefault="003961FD" w:rsidP="00A40305">
      <w:pPr>
        <w:spacing w:before="400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Zápis vyhotoven ve </w:t>
      </w:r>
      <w:r>
        <w:rPr>
          <w:rFonts w:ascii="Bookman Old Style" w:hAnsi="Bookman Old Style" w:cs="Arial"/>
        </w:rPr>
        <w:t>2 vyhotoveních:</w:t>
      </w:r>
    </w:p>
    <w:p w:rsidR="003961FD" w:rsidRPr="00EA49F7" w:rsidRDefault="003961FD" w:rsidP="00A40305">
      <w:pPr>
        <w:spacing w:before="100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1 x </w:t>
      </w:r>
      <w:r>
        <w:rPr>
          <w:rFonts w:ascii="Bookman Old Style" w:hAnsi="Bookman Old Style" w:cs="Arial"/>
        </w:rPr>
        <w:t>vypůjčitel</w:t>
      </w:r>
    </w:p>
    <w:p w:rsidR="003961FD" w:rsidRDefault="003961FD" w:rsidP="00A40305">
      <w:pPr>
        <w:spacing w:before="100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1 x </w:t>
      </w:r>
      <w:r>
        <w:rPr>
          <w:rFonts w:ascii="Bookman Old Style" w:hAnsi="Bookman Old Style" w:cs="Arial"/>
        </w:rPr>
        <w:t xml:space="preserve">půjčitel / </w:t>
      </w:r>
      <w:r w:rsidRPr="00EA49F7">
        <w:rPr>
          <w:rFonts w:ascii="Bookman Old Style" w:hAnsi="Bookman Old Style" w:cs="Arial"/>
        </w:rPr>
        <w:t>přebírající firma</w:t>
      </w:r>
    </w:p>
    <w:p w:rsidR="003961FD" w:rsidRPr="00EA49F7" w:rsidRDefault="003961FD" w:rsidP="00A40305">
      <w:pPr>
        <w:spacing w:before="100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kopie – pracoviště vypůjčitele</w:t>
      </w:r>
    </w:p>
    <w:p w:rsidR="003961FD" w:rsidRPr="00EA49F7" w:rsidRDefault="003961FD" w:rsidP="00F01ED9">
      <w:pPr>
        <w:spacing w:before="800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 w:cs="Arial"/>
        </w:rPr>
        <w:t>V</w:t>
      </w:r>
      <w:r>
        <w:rPr>
          <w:rFonts w:ascii="Bookman Old Style" w:hAnsi="Bookman Old Style" w:cs="Arial"/>
        </w:rPr>
        <w:t> Novém Městě na Moravě</w:t>
      </w:r>
      <w:r w:rsidRPr="00EA49F7">
        <w:rPr>
          <w:rFonts w:ascii="Bookman Old Style" w:hAnsi="Bookman Old Style" w:cs="Arial"/>
        </w:rPr>
        <w:t>, dne:</w:t>
      </w:r>
      <w:r>
        <w:rPr>
          <w:rFonts w:ascii="Bookman Old Style" w:hAnsi="Bookman Old Style" w:cs="Arial"/>
        </w:rPr>
        <w:t>……………..</w:t>
      </w:r>
      <w:r w:rsidRPr="00EA49F7">
        <w:rPr>
          <w:rFonts w:ascii="Bookman Old Style" w:hAnsi="Bookman Old Style" w:cs="Arial"/>
        </w:rPr>
        <w:t xml:space="preserve"> 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  <w:t>V</w:t>
      </w:r>
      <w:permStart w:id="49" w:edGrp="everyone"/>
      <w:r>
        <w:rPr>
          <w:rFonts w:ascii="Bookman Old Style" w:hAnsi="Bookman Old Style" w:cs="Arial"/>
        </w:rPr>
        <w:t>……………………………</w:t>
      </w:r>
      <w:permEnd w:id="49"/>
      <w:r>
        <w:rPr>
          <w:rFonts w:ascii="Bookman Old Style" w:hAnsi="Bookman Old Style" w:cs="Arial"/>
        </w:rPr>
        <w:t>, dne:</w:t>
      </w:r>
      <w:permStart w:id="50" w:edGrp="everyone"/>
      <w:r>
        <w:rPr>
          <w:rFonts w:ascii="Bookman Old Style" w:hAnsi="Bookman Old Style" w:cs="Arial"/>
        </w:rPr>
        <w:t>………</w:t>
      </w:r>
      <w:permEnd w:id="50"/>
    </w:p>
    <w:p w:rsidR="003961FD" w:rsidRPr="00EA49F7" w:rsidRDefault="003961FD" w:rsidP="00F01ED9">
      <w:pPr>
        <w:spacing w:before="800"/>
        <w:ind w:left="709" w:hanging="709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. . . . . . . . . . . . . . . . . . . . . . . . . . . . . . . . </w:t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  <w:t xml:space="preserve">       . . . . . . . . . . . . . . . . . . . . . . . . .  zástupce vypůjčitele</w:t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  <w:t xml:space="preserve">   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  <w:t xml:space="preserve">      </w:t>
      </w:r>
      <w:r w:rsidRPr="00EA49F7">
        <w:rPr>
          <w:rFonts w:ascii="Bookman Old Style" w:hAnsi="Bookman Old Style" w:cs="Arial"/>
        </w:rPr>
        <w:t xml:space="preserve"> </w:t>
      </w:r>
      <w:permStart w:id="51" w:edGrp="everyone"/>
      <w:r>
        <w:rPr>
          <w:rFonts w:ascii="Bookman Old Style" w:hAnsi="Bookman Old Style" w:cs="Arial"/>
        </w:rPr>
        <w:t xml:space="preserve">zástupce půjčitele </w:t>
      </w:r>
      <w:permEnd w:id="51"/>
    </w:p>
    <w:p w:rsidR="003961FD" w:rsidRPr="00541148" w:rsidRDefault="003961FD" w:rsidP="00541148">
      <w:pPr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 w:cs="Arial"/>
        </w:rPr>
        <w:t xml:space="preserve">       </w:t>
      </w:r>
      <w:r>
        <w:rPr>
          <w:rFonts w:ascii="Bookman Old Style" w:hAnsi="Bookman Old Style" w:cs="Arial"/>
        </w:rPr>
        <w:t>j</w:t>
      </w:r>
      <w:r w:rsidRPr="00EA49F7">
        <w:rPr>
          <w:rFonts w:ascii="Bookman Old Style" w:hAnsi="Bookman Old Style" w:cs="Arial"/>
        </w:rPr>
        <w:t>méno, příjmení, podpis, razítko</w:t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permStart w:id="52" w:edGrp="everyone"/>
      <w:r>
        <w:rPr>
          <w:rFonts w:ascii="Bookman Old Style" w:hAnsi="Bookman Old Style" w:cs="Arial"/>
        </w:rPr>
        <w:t>j</w:t>
      </w:r>
      <w:r w:rsidRPr="00EA49F7">
        <w:rPr>
          <w:rFonts w:ascii="Bookman Old Style" w:hAnsi="Bookman Old Style" w:cs="Arial"/>
        </w:rPr>
        <w:t>méno, příjmení, podpis, razítko</w:t>
      </w:r>
      <w:permEnd w:id="52"/>
    </w:p>
    <w:sectPr w:rsidR="003961FD" w:rsidRPr="00541148" w:rsidSect="001B409A">
      <w:footerReference w:type="default" r:id="rId9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1FD" w:rsidRDefault="003961FD" w:rsidP="0019702F">
      <w:r>
        <w:separator/>
      </w:r>
    </w:p>
  </w:endnote>
  <w:endnote w:type="continuationSeparator" w:id="0">
    <w:p w:rsidR="003961FD" w:rsidRDefault="003961FD" w:rsidP="00197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1FD" w:rsidRDefault="003961FD">
    <w:pPr>
      <w:pStyle w:val="Footer"/>
      <w:jc w:val="center"/>
    </w:pPr>
    <w:fldSimple w:instr="PAGE   \* MERGEFORMAT">
      <w:r>
        <w:rPr>
          <w:noProof/>
        </w:rPr>
        <w:t>11</w:t>
      </w:r>
    </w:fldSimple>
  </w:p>
  <w:p w:rsidR="003961FD" w:rsidRPr="0019702F" w:rsidRDefault="003961FD" w:rsidP="001970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1FD" w:rsidRDefault="003961FD" w:rsidP="0019702F">
      <w:r>
        <w:separator/>
      </w:r>
    </w:p>
  </w:footnote>
  <w:footnote w:type="continuationSeparator" w:id="0">
    <w:p w:rsidR="003961FD" w:rsidRDefault="003961FD" w:rsidP="0019702F">
      <w:r>
        <w:continuationSeparator/>
      </w:r>
    </w:p>
  </w:footnote>
  <w:footnote w:id="1">
    <w:p w:rsidR="003961FD" w:rsidRDefault="003961FD">
      <w:pPr>
        <w:pStyle w:val="FootnoteText"/>
      </w:pPr>
      <w:r>
        <w:rPr>
          <w:rStyle w:val="FootnoteReference"/>
        </w:rPr>
        <w:footnoteRef/>
      </w:r>
      <w:r>
        <w:t xml:space="preserve"> bude vyplněno až při předání přístroje</w:t>
      </w:r>
    </w:p>
  </w:footnote>
  <w:footnote w:id="2">
    <w:p w:rsidR="003961FD" w:rsidRDefault="003961FD">
      <w:pPr>
        <w:pStyle w:val="FootnoteText"/>
      </w:pPr>
      <w:r>
        <w:rPr>
          <w:rStyle w:val="FootnoteReference"/>
        </w:rPr>
        <w:footnoteRef/>
      </w:r>
      <w:r>
        <w:t xml:space="preserve"> bude vyplněno až při převzetí výpůjčky zpět půjčitelem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D76CC4B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">
    <w:nsid w:val="02EC4927"/>
    <w:multiLevelType w:val="multilevel"/>
    <w:tmpl w:val="142C2C8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">
    <w:nsid w:val="03E110E1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7D2B3F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057E07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3543FD"/>
    <w:multiLevelType w:val="multilevel"/>
    <w:tmpl w:val="F69C8A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0AC83FD4"/>
    <w:multiLevelType w:val="hybridMultilevel"/>
    <w:tmpl w:val="B41E76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3448FB"/>
    <w:multiLevelType w:val="multilevel"/>
    <w:tmpl w:val="6EF4ED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158E14B9"/>
    <w:multiLevelType w:val="hybridMultilevel"/>
    <w:tmpl w:val="4EFA49D0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E26FCF"/>
    <w:multiLevelType w:val="hybridMultilevel"/>
    <w:tmpl w:val="4220597E"/>
    <w:lvl w:ilvl="0" w:tplc="0BF299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1CB76021"/>
    <w:multiLevelType w:val="hybridMultilevel"/>
    <w:tmpl w:val="1A9420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F2804B3"/>
    <w:multiLevelType w:val="multilevel"/>
    <w:tmpl w:val="F72602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2C144705"/>
    <w:multiLevelType w:val="hybridMultilevel"/>
    <w:tmpl w:val="7BCCBF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0531897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DE765E"/>
    <w:multiLevelType w:val="hybridMultilevel"/>
    <w:tmpl w:val="CEA04A6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64F35F9"/>
    <w:multiLevelType w:val="hybridMultilevel"/>
    <w:tmpl w:val="3E720F4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86B280C"/>
    <w:multiLevelType w:val="multilevel"/>
    <w:tmpl w:val="9578B75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cs="Times New Roman" w:hint="default"/>
      </w:rPr>
    </w:lvl>
  </w:abstractNum>
  <w:abstractNum w:abstractNumId="17">
    <w:nsid w:val="3A644F40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E7E1668"/>
    <w:multiLevelType w:val="multilevel"/>
    <w:tmpl w:val="343EBA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>
    <w:nsid w:val="3F207D5D"/>
    <w:multiLevelType w:val="hybridMultilevel"/>
    <w:tmpl w:val="4E22EC66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>
    <w:nsid w:val="3F556C3E"/>
    <w:multiLevelType w:val="multilevel"/>
    <w:tmpl w:val="5CBE6D2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1663AA0"/>
    <w:multiLevelType w:val="multilevel"/>
    <w:tmpl w:val="142C2C8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2">
    <w:nsid w:val="448A1A9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48F36493"/>
    <w:multiLevelType w:val="hybridMultilevel"/>
    <w:tmpl w:val="1706AD5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5C9B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2629490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BE25FD3"/>
    <w:multiLevelType w:val="hybridMultilevel"/>
    <w:tmpl w:val="3E720F4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FB81528"/>
    <w:multiLevelType w:val="multilevel"/>
    <w:tmpl w:val="5F6C4AD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</w:abstractNum>
  <w:abstractNum w:abstractNumId="26">
    <w:nsid w:val="52BC3EAE"/>
    <w:multiLevelType w:val="hybridMultilevel"/>
    <w:tmpl w:val="BACA60D6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431569"/>
    <w:multiLevelType w:val="hybridMultilevel"/>
    <w:tmpl w:val="5EF07268"/>
    <w:lvl w:ilvl="0" w:tplc="7CA4281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B0226B7"/>
    <w:multiLevelType w:val="multilevel"/>
    <w:tmpl w:val="142C2C8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9">
    <w:nsid w:val="5B8F37DE"/>
    <w:multiLevelType w:val="multilevel"/>
    <w:tmpl w:val="5DECC10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5E6A5C7E"/>
    <w:multiLevelType w:val="hybridMultilevel"/>
    <w:tmpl w:val="0F488DB2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2077F4"/>
    <w:multiLevelType w:val="hybridMultilevel"/>
    <w:tmpl w:val="4E22EC66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2">
    <w:nsid w:val="722715B7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2FC041F"/>
    <w:multiLevelType w:val="multilevel"/>
    <w:tmpl w:val="92A65FC2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>
    <w:nsid w:val="76D16EBE"/>
    <w:multiLevelType w:val="hybridMultilevel"/>
    <w:tmpl w:val="A1C0D606"/>
    <w:lvl w:ilvl="0" w:tplc="04050017">
      <w:start w:val="1"/>
      <w:numFmt w:val="lowerLetter"/>
      <w:lvlText w:val="%1)"/>
      <w:lvlJc w:val="left"/>
      <w:pPr>
        <w:ind w:left="115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7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9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1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3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5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7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9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14" w:hanging="180"/>
      </w:pPr>
      <w:rPr>
        <w:rFonts w:cs="Times New Roman"/>
      </w:rPr>
    </w:lvl>
  </w:abstractNum>
  <w:abstractNum w:abstractNumId="35">
    <w:nsid w:val="7B4C5C1E"/>
    <w:multiLevelType w:val="hybridMultilevel"/>
    <w:tmpl w:val="67A0FDE2"/>
    <w:lvl w:ilvl="0" w:tplc="725EE4E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B8026B7"/>
    <w:multiLevelType w:val="hybridMultilevel"/>
    <w:tmpl w:val="152C7F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E0256C0"/>
    <w:multiLevelType w:val="multilevel"/>
    <w:tmpl w:val="4DB8E3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5"/>
  </w:num>
  <w:num w:numId="2">
    <w:abstractNumId w:val="7"/>
  </w:num>
  <w:num w:numId="3">
    <w:abstractNumId w:val="29"/>
  </w:num>
  <w:num w:numId="4">
    <w:abstractNumId w:val="37"/>
  </w:num>
  <w:num w:numId="5">
    <w:abstractNumId w:val="18"/>
  </w:num>
  <w:num w:numId="6">
    <w:abstractNumId w:val="25"/>
  </w:num>
  <w:num w:numId="7">
    <w:abstractNumId w:val="16"/>
  </w:num>
  <w:num w:numId="8">
    <w:abstractNumId w:val="6"/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5"/>
  </w:num>
  <w:num w:numId="14">
    <w:abstractNumId w:val="24"/>
  </w:num>
  <w:num w:numId="15">
    <w:abstractNumId w:val="15"/>
  </w:num>
  <w:num w:numId="16">
    <w:abstractNumId w:val="2"/>
  </w:num>
  <w:num w:numId="17">
    <w:abstractNumId w:val="30"/>
  </w:num>
  <w:num w:numId="18">
    <w:abstractNumId w:val="8"/>
  </w:num>
  <w:num w:numId="19">
    <w:abstractNumId w:val="26"/>
  </w:num>
  <w:num w:numId="20">
    <w:abstractNumId w:val="23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3"/>
  </w:num>
  <w:num w:numId="25">
    <w:abstractNumId w:val="1"/>
  </w:num>
  <w:num w:numId="26">
    <w:abstractNumId w:val="14"/>
  </w:num>
  <w:num w:numId="27">
    <w:abstractNumId w:val="4"/>
  </w:num>
  <w:num w:numId="28">
    <w:abstractNumId w:val="13"/>
  </w:num>
  <w:num w:numId="29">
    <w:abstractNumId w:val="34"/>
  </w:num>
  <w:num w:numId="30">
    <w:abstractNumId w:val="17"/>
  </w:num>
  <w:num w:numId="31">
    <w:abstractNumId w:val="19"/>
  </w:num>
  <w:num w:numId="32">
    <w:abstractNumId w:val="31"/>
  </w:num>
  <w:num w:numId="33">
    <w:abstractNumId w:val="28"/>
  </w:num>
  <w:num w:numId="34">
    <w:abstractNumId w:val="21"/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12"/>
  </w:num>
  <w:num w:numId="38">
    <w:abstractNumId w:val="22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trackRevisions/>
  <w:documentProtection w:edit="readOnly" w:enforcement="1" w:cryptProviderType="rsaFull" w:cryptAlgorithmClass="hash" w:cryptAlgorithmType="typeAny" w:cryptAlgorithmSid="4" w:cryptSpinCount="100000" w:hash="xrwMR2aBdSZhtjkBbBM+4kMrH8w=" w:salt="fBi32hV18+CrOvaOPtOZQ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02F"/>
    <w:rsid w:val="00011946"/>
    <w:rsid w:val="00015A02"/>
    <w:rsid w:val="000215EB"/>
    <w:rsid w:val="00021FBB"/>
    <w:rsid w:val="000236F1"/>
    <w:rsid w:val="0003423B"/>
    <w:rsid w:val="000351E5"/>
    <w:rsid w:val="0005025A"/>
    <w:rsid w:val="00070161"/>
    <w:rsid w:val="00070B9B"/>
    <w:rsid w:val="0007231E"/>
    <w:rsid w:val="00075E0E"/>
    <w:rsid w:val="00080F7A"/>
    <w:rsid w:val="00082798"/>
    <w:rsid w:val="00097433"/>
    <w:rsid w:val="000A7885"/>
    <w:rsid w:val="000C0238"/>
    <w:rsid w:val="000C198F"/>
    <w:rsid w:val="000C76E3"/>
    <w:rsid w:val="000D32F9"/>
    <w:rsid w:val="000D33DC"/>
    <w:rsid w:val="000D68F8"/>
    <w:rsid w:val="000D79A9"/>
    <w:rsid w:val="000E173F"/>
    <w:rsid w:val="000E48A2"/>
    <w:rsid w:val="000E6F36"/>
    <w:rsid w:val="000F04F0"/>
    <w:rsid w:val="000F2AA4"/>
    <w:rsid w:val="001010D6"/>
    <w:rsid w:val="00102183"/>
    <w:rsid w:val="0010235C"/>
    <w:rsid w:val="00116883"/>
    <w:rsid w:val="001263D3"/>
    <w:rsid w:val="00127E94"/>
    <w:rsid w:val="00130FF9"/>
    <w:rsid w:val="00136332"/>
    <w:rsid w:val="00137823"/>
    <w:rsid w:val="00142198"/>
    <w:rsid w:val="00147407"/>
    <w:rsid w:val="001479BE"/>
    <w:rsid w:val="00150C5C"/>
    <w:rsid w:val="00156E89"/>
    <w:rsid w:val="00161BA1"/>
    <w:rsid w:val="00175B75"/>
    <w:rsid w:val="00192BE3"/>
    <w:rsid w:val="0019702F"/>
    <w:rsid w:val="001B0478"/>
    <w:rsid w:val="001B12A4"/>
    <w:rsid w:val="001B409A"/>
    <w:rsid w:val="001B77BE"/>
    <w:rsid w:val="001B7D4C"/>
    <w:rsid w:val="001C34FA"/>
    <w:rsid w:val="001E5B5D"/>
    <w:rsid w:val="0020785D"/>
    <w:rsid w:val="00223729"/>
    <w:rsid w:val="00223C3E"/>
    <w:rsid w:val="002245EF"/>
    <w:rsid w:val="00243621"/>
    <w:rsid w:val="00247677"/>
    <w:rsid w:val="00251DAD"/>
    <w:rsid w:val="00255704"/>
    <w:rsid w:val="00256A11"/>
    <w:rsid w:val="00261DCC"/>
    <w:rsid w:val="002770BA"/>
    <w:rsid w:val="00280B7E"/>
    <w:rsid w:val="00285152"/>
    <w:rsid w:val="0029447B"/>
    <w:rsid w:val="002B6E82"/>
    <w:rsid w:val="002C7EC8"/>
    <w:rsid w:val="002E73B6"/>
    <w:rsid w:val="00312DA7"/>
    <w:rsid w:val="00321EB3"/>
    <w:rsid w:val="00330A66"/>
    <w:rsid w:val="00330BD9"/>
    <w:rsid w:val="003342EA"/>
    <w:rsid w:val="00351BDB"/>
    <w:rsid w:val="00371283"/>
    <w:rsid w:val="003746B8"/>
    <w:rsid w:val="00377507"/>
    <w:rsid w:val="0038386E"/>
    <w:rsid w:val="0039075A"/>
    <w:rsid w:val="00392948"/>
    <w:rsid w:val="003932C7"/>
    <w:rsid w:val="003961FD"/>
    <w:rsid w:val="00397502"/>
    <w:rsid w:val="003A0C99"/>
    <w:rsid w:val="003A3CFB"/>
    <w:rsid w:val="003E72C7"/>
    <w:rsid w:val="003F2BE6"/>
    <w:rsid w:val="00401EAE"/>
    <w:rsid w:val="0040529F"/>
    <w:rsid w:val="00410C0C"/>
    <w:rsid w:val="00420BB7"/>
    <w:rsid w:val="00422717"/>
    <w:rsid w:val="0043246C"/>
    <w:rsid w:val="00434E15"/>
    <w:rsid w:val="004353F4"/>
    <w:rsid w:val="004414EE"/>
    <w:rsid w:val="00456CC5"/>
    <w:rsid w:val="004617D6"/>
    <w:rsid w:val="00472F80"/>
    <w:rsid w:val="0047364E"/>
    <w:rsid w:val="00497B35"/>
    <w:rsid w:val="004A11E6"/>
    <w:rsid w:val="004A2B93"/>
    <w:rsid w:val="004A4847"/>
    <w:rsid w:val="004A5A3D"/>
    <w:rsid w:val="004B39D0"/>
    <w:rsid w:val="004B3DB8"/>
    <w:rsid w:val="004D391D"/>
    <w:rsid w:val="004E643A"/>
    <w:rsid w:val="004F13EE"/>
    <w:rsid w:val="004F472F"/>
    <w:rsid w:val="004F60D1"/>
    <w:rsid w:val="005338D9"/>
    <w:rsid w:val="00534CA2"/>
    <w:rsid w:val="00541148"/>
    <w:rsid w:val="00541BB1"/>
    <w:rsid w:val="005448C7"/>
    <w:rsid w:val="00545364"/>
    <w:rsid w:val="00551F89"/>
    <w:rsid w:val="00565297"/>
    <w:rsid w:val="005841CC"/>
    <w:rsid w:val="00584937"/>
    <w:rsid w:val="00585F04"/>
    <w:rsid w:val="005861EF"/>
    <w:rsid w:val="00590CB2"/>
    <w:rsid w:val="005A61DE"/>
    <w:rsid w:val="005B2A49"/>
    <w:rsid w:val="005C4ADA"/>
    <w:rsid w:val="005D41E9"/>
    <w:rsid w:val="005D733E"/>
    <w:rsid w:val="005E147E"/>
    <w:rsid w:val="005F0B13"/>
    <w:rsid w:val="005F17FB"/>
    <w:rsid w:val="005F45FA"/>
    <w:rsid w:val="005F5379"/>
    <w:rsid w:val="005F60C0"/>
    <w:rsid w:val="005F7F16"/>
    <w:rsid w:val="006004B9"/>
    <w:rsid w:val="00602EAF"/>
    <w:rsid w:val="00605A1D"/>
    <w:rsid w:val="006062C1"/>
    <w:rsid w:val="0060636F"/>
    <w:rsid w:val="00606FB9"/>
    <w:rsid w:val="00612E9F"/>
    <w:rsid w:val="00615FA3"/>
    <w:rsid w:val="00633A28"/>
    <w:rsid w:val="006376E6"/>
    <w:rsid w:val="0065032F"/>
    <w:rsid w:val="006518E4"/>
    <w:rsid w:val="006668EC"/>
    <w:rsid w:val="006674B5"/>
    <w:rsid w:val="0067128F"/>
    <w:rsid w:val="00672723"/>
    <w:rsid w:val="0068439C"/>
    <w:rsid w:val="006A05E4"/>
    <w:rsid w:val="006A28F5"/>
    <w:rsid w:val="006A6C07"/>
    <w:rsid w:val="006B400B"/>
    <w:rsid w:val="006B63D2"/>
    <w:rsid w:val="006D7587"/>
    <w:rsid w:val="006D7B00"/>
    <w:rsid w:val="006F3F4B"/>
    <w:rsid w:val="007111DE"/>
    <w:rsid w:val="00711A3C"/>
    <w:rsid w:val="00727240"/>
    <w:rsid w:val="00731345"/>
    <w:rsid w:val="00733648"/>
    <w:rsid w:val="00733B22"/>
    <w:rsid w:val="00737384"/>
    <w:rsid w:val="00740241"/>
    <w:rsid w:val="00740EDA"/>
    <w:rsid w:val="00742228"/>
    <w:rsid w:val="00746D74"/>
    <w:rsid w:val="00777FB8"/>
    <w:rsid w:val="00781CB4"/>
    <w:rsid w:val="00792207"/>
    <w:rsid w:val="00792CC3"/>
    <w:rsid w:val="00793D1D"/>
    <w:rsid w:val="00794660"/>
    <w:rsid w:val="007A2984"/>
    <w:rsid w:val="007B7A8D"/>
    <w:rsid w:val="007D39C0"/>
    <w:rsid w:val="007F0556"/>
    <w:rsid w:val="00807A55"/>
    <w:rsid w:val="00815659"/>
    <w:rsid w:val="008203FE"/>
    <w:rsid w:val="00823A6F"/>
    <w:rsid w:val="00824C2D"/>
    <w:rsid w:val="00830476"/>
    <w:rsid w:val="00831E25"/>
    <w:rsid w:val="00832B7F"/>
    <w:rsid w:val="00833111"/>
    <w:rsid w:val="00845513"/>
    <w:rsid w:val="008565B9"/>
    <w:rsid w:val="008629A9"/>
    <w:rsid w:val="00866A86"/>
    <w:rsid w:val="008B283D"/>
    <w:rsid w:val="008D1B85"/>
    <w:rsid w:val="008D4EA0"/>
    <w:rsid w:val="008F01B4"/>
    <w:rsid w:val="008F220F"/>
    <w:rsid w:val="008F3D09"/>
    <w:rsid w:val="00901AF9"/>
    <w:rsid w:val="009046B0"/>
    <w:rsid w:val="00911F7D"/>
    <w:rsid w:val="00917A17"/>
    <w:rsid w:val="00924881"/>
    <w:rsid w:val="009345A2"/>
    <w:rsid w:val="0093774E"/>
    <w:rsid w:val="00944991"/>
    <w:rsid w:val="00953672"/>
    <w:rsid w:val="00966BC8"/>
    <w:rsid w:val="00966FF4"/>
    <w:rsid w:val="009700B4"/>
    <w:rsid w:val="009772A3"/>
    <w:rsid w:val="009919B9"/>
    <w:rsid w:val="0099488D"/>
    <w:rsid w:val="009A7788"/>
    <w:rsid w:val="009B10AC"/>
    <w:rsid w:val="009B3048"/>
    <w:rsid w:val="009C3AF9"/>
    <w:rsid w:val="009D6777"/>
    <w:rsid w:val="009E49AA"/>
    <w:rsid w:val="009E5BE6"/>
    <w:rsid w:val="009E7C07"/>
    <w:rsid w:val="009F7105"/>
    <w:rsid w:val="00A025D5"/>
    <w:rsid w:val="00A05DAE"/>
    <w:rsid w:val="00A06EB7"/>
    <w:rsid w:val="00A126F3"/>
    <w:rsid w:val="00A2289C"/>
    <w:rsid w:val="00A24133"/>
    <w:rsid w:val="00A32701"/>
    <w:rsid w:val="00A40305"/>
    <w:rsid w:val="00A45616"/>
    <w:rsid w:val="00A50BE3"/>
    <w:rsid w:val="00A528A4"/>
    <w:rsid w:val="00A5540B"/>
    <w:rsid w:val="00A60244"/>
    <w:rsid w:val="00A67A47"/>
    <w:rsid w:val="00A77A83"/>
    <w:rsid w:val="00A85289"/>
    <w:rsid w:val="00A92E25"/>
    <w:rsid w:val="00A932AC"/>
    <w:rsid w:val="00AA6ABC"/>
    <w:rsid w:val="00AB6B60"/>
    <w:rsid w:val="00AC1933"/>
    <w:rsid w:val="00AC5339"/>
    <w:rsid w:val="00AD1A83"/>
    <w:rsid w:val="00AD54DA"/>
    <w:rsid w:val="00AE53E2"/>
    <w:rsid w:val="00AE644D"/>
    <w:rsid w:val="00AE6CB4"/>
    <w:rsid w:val="00AF29AD"/>
    <w:rsid w:val="00AF3826"/>
    <w:rsid w:val="00AF3F43"/>
    <w:rsid w:val="00B02732"/>
    <w:rsid w:val="00B1487D"/>
    <w:rsid w:val="00B14E53"/>
    <w:rsid w:val="00B15B4B"/>
    <w:rsid w:val="00B17DFB"/>
    <w:rsid w:val="00B22E90"/>
    <w:rsid w:val="00B33B22"/>
    <w:rsid w:val="00B35C22"/>
    <w:rsid w:val="00B43BDB"/>
    <w:rsid w:val="00B555A0"/>
    <w:rsid w:val="00B56F7E"/>
    <w:rsid w:val="00B63EC3"/>
    <w:rsid w:val="00B67675"/>
    <w:rsid w:val="00B925AD"/>
    <w:rsid w:val="00B93C43"/>
    <w:rsid w:val="00B94B2B"/>
    <w:rsid w:val="00BA0729"/>
    <w:rsid w:val="00BB1A14"/>
    <w:rsid w:val="00BB2941"/>
    <w:rsid w:val="00BE63C9"/>
    <w:rsid w:val="00BF0D53"/>
    <w:rsid w:val="00BF2567"/>
    <w:rsid w:val="00BF2BA0"/>
    <w:rsid w:val="00C0538B"/>
    <w:rsid w:val="00C072E2"/>
    <w:rsid w:val="00C079D5"/>
    <w:rsid w:val="00C27D90"/>
    <w:rsid w:val="00C32755"/>
    <w:rsid w:val="00C33110"/>
    <w:rsid w:val="00C448B3"/>
    <w:rsid w:val="00C4568D"/>
    <w:rsid w:val="00C55843"/>
    <w:rsid w:val="00C5677C"/>
    <w:rsid w:val="00C56979"/>
    <w:rsid w:val="00C65A6A"/>
    <w:rsid w:val="00C7528D"/>
    <w:rsid w:val="00CA0EEF"/>
    <w:rsid w:val="00CA4721"/>
    <w:rsid w:val="00CB286B"/>
    <w:rsid w:val="00CC467D"/>
    <w:rsid w:val="00CE7305"/>
    <w:rsid w:val="00D03348"/>
    <w:rsid w:val="00D14304"/>
    <w:rsid w:val="00D20BF5"/>
    <w:rsid w:val="00D2473F"/>
    <w:rsid w:val="00D2582C"/>
    <w:rsid w:val="00D42146"/>
    <w:rsid w:val="00D4221B"/>
    <w:rsid w:val="00D5197C"/>
    <w:rsid w:val="00D77131"/>
    <w:rsid w:val="00D81B79"/>
    <w:rsid w:val="00D81DB4"/>
    <w:rsid w:val="00D838D5"/>
    <w:rsid w:val="00D84F2F"/>
    <w:rsid w:val="00D96501"/>
    <w:rsid w:val="00DB0B55"/>
    <w:rsid w:val="00DB2459"/>
    <w:rsid w:val="00DC24F4"/>
    <w:rsid w:val="00DC4622"/>
    <w:rsid w:val="00DC5E39"/>
    <w:rsid w:val="00DD4139"/>
    <w:rsid w:val="00DE02BA"/>
    <w:rsid w:val="00DE2CA8"/>
    <w:rsid w:val="00DE548A"/>
    <w:rsid w:val="00DF235C"/>
    <w:rsid w:val="00DF2DA6"/>
    <w:rsid w:val="00DF3452"/>
    <w:rsid w:val="00DF5AEF"/>
    <w:rsid w:val="00DF6927"/>
    <w:rsid w:val="00E16F05"/>
    <w:rsid w:val="00E172E3"/>
    <w:rsid w:val="00E17320"/>
    <w:rsid w:val="00E17B7D"/>
    <w:rsid w:val="00E22436"/>
    <w:rsid w:val="00E22F36"/>
    <w:rsid w:val="00E24213"/>
    <w:rsid w:val="00E30564"/>
    <w:rsid w:val="00E3397E"/>
    <w:rsid w:val="00E44F18"/>
    <w:rsid w:val="00E45753"/>
    <w:rsid w:val="00E66367"/>
    <w:rsid w:val="00E74F43"/>
    <w:rsid w:val="00E75F6B"/>
    <w:rsid w:val="00E839A2"/>
    <w:rsid w:val="00E83EC4"/>
    <w:rsid w:val="00E86634"/>
    <w:rsid w:val="00E872AB"/>
    <w:rsid w:val="00E93CE3"/>
    <w:rsid w:val="00EA2241"/>
    <w:rsid w:val="00EA24E6"/>
    <w:rsid w:val="00EA4517"/>
    <w:rsid w:val="00EA49F7"/>
    <w:rsid w:val="00EB3D87"/>
    <w:rsid w:val="00F01ED9"/>
    <w:rsid w:val="00F0658C"/>
    <w:rsid w:val="00F0678E"/>
    <w:rsid w:val="00F06B81"/>
    <w:rsid w:val="00F1410E"/>
    <w:rsid w:val="00F14DA1"/>
    <w:rsid w:val="00F22739"/>
    <w:rsid w:val="00F31D39"/>
    <w:rsid w:val="00F32FD6"/>
    <w:rsid w:val="00F33386"/>
    <w:rsid w:val="00F36A01"/>
    <w:rsid w:val="00F36B08"/>
    <w:rsid w:val="00F55554"/>
    <w:rsid w:val="00F56FB0"/>
    <w:rsid w:val="00F6043C"/>
    <w:rsid w:val="00F716C5"/>
    <w:rsid w:val="00F732CB"/>
    <w:rsid w:val="00F83472"/>
    <w:rsid w:val="00F8561D"/>
    <w:rsid w:val="00F87888"/>
    <w:rsid w:val="00F9039D"/>
    <w:rsid w:val="00FA66FB"/>
    <w:rsid w:val="00FB1974"/>
    <w:rsid w:val="00FC26FC"/>
    <w:rsid w:val="00FD57A2"/>
    <w:rsid w:val="00FE2894"/>
    <w:rsid w:val="00FE58E0"/>
    <w:rsid w:val="00FF26E1"/>
    <w:rsid w:val="00FF2D97"/>
    <w:rsid w:val="00FF6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89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19702F"/>
    <w:pPr>
      <w:jc w:val="both"/>
    </w:pPr>
    <w:rPr>
      <w:rFonts w:eastAsia="Calibri"/>
      <w:b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9702F"/>
    <w:rPr>
      <w:rFonts w:ascii="Times New Roman" w:hAnsi="Times New Roman" w:cs="Times New Roman"/>
      <w:b/>
      <w:sz w:val="24"/>
      <w:lang w:eastAsia="cs-CZ"/>
    </w:rPr>
  </w:style>
  <w:style w:type="paragraph" w:customStyle="1" w:styleId="NADPIS">
    <w:name w:val="NADPIS"/>
    <w:basedOn w:val="Normal"/>
    <w:uiPriority w:val="99"/>
    <w:rsid w:val="0019702F"/>
    <w:pPr>
      <w:widowControl w:val="0"/>
      <w:jc w:val="center"/>
    </w:pPr>
    <w:rPr>
      <w:sz w:val="24"/>
      <w:szCs w:val="24"/>
    </w:rPr>
  </w:style>
  <w:style w:type="paragraph" w:customStyle="1" w:styleId="Standardnte">
    <w:name w:val="Standardní te"/>
    <w:uiPriority w:val="99"/>
    <w:rsid w:val="0019702F"/>
    <w:pPr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19702F"/>
    <w:pPr>
      <w:widowControl w:val="0"/>
      <w:spacing w:after="120"/>
    </w:pPr>
    <w:rPr>
      <w:rFonts w:eastAsia="Calibri"/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9702F"/>
    <w:rPr>
      <w:rFonts w:ascii="Times New Roman" w:hAnsi="Times New Roman" w:cs="Times New Roman"/>
      <w:sz w:val="16"/>
      <w:lang w:eastAsia="cs-CZ"/>
    </w:rPr>
  </w:style>
  <w:style w:type="paragraph" w:styleId="Header">
    <w:name w:val="header"/>
    <w:basedOn w:val="Normal"/>
    <w:link w:val="HeaderChar"/>
    <w:uiPriority w:val="99"/>
    <w:rsid w:val="0019702F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9702F"/>
    <w:rPr>
      <w:rFonts w:ascii="Times New Roman" w:hAnsi="Times New Roman" w:cs="Times New Roman"/>
      <w:sz w:val="20"/>
      <w:lang w:eastAsia="cs-CZ"/>
    </w:rPr>
  </w:style>
  <w:style w:type="paragraph" w:styleId="Footer">
    <w:name w:val="footer"/>
    <w:basedOn w:val="Normal"/>
    <w:link w:val="FooterChar"/>
    <w:uiPriority w:val="99"/>
    <w:rsid w:val="0019702F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9702F"/>
    <w:rPr>
      <w:rFonts w:ascii="Times New Roman" w:hAnsi="Times New Roman" w:cs="Times New Roman"/>
      <w:sz w:val="20"/>
      <w:lang w:eastAsia="cs-CZ"/>
    </w:rPr>
  </w:style>
  <w:style w:type="table" w:styleId="TableGrid">
    <w:name w:val="Table Grid"/>
    <w:basedOn w:val="TableNormal"/>
    <w:uiPriority w:val="99"/>
    <w:rsid w:val="00A40305"/>
    <w:pPr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03348"/>
    <w:rPr>
      <w:rFonts w:ascii="Tahoma" w:eastAsia="Calibri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3348"/>
    <w:rPr>
      <w:rFonts w:ascii="Tahoma" w:hAnsi="Tahoma" w:cs="Times New Roman"/>
      <w:sz w:val="16"/>
      <w:lang w:eastAsia="cs-CZ"/>
    </w:rPr>
  </w:style>
  <w:style w:type="paragraph" w:styleId="BodyTextIndent3">
    <w:name w:val="Body Text Indent 3"/>
    <w:basedOn w:val="Normal"/>
    <w:link w:val="BodyTextIndent3Char"/>
    <w:uiPriority w:val="99"/>
    <w:semiHidden/>
    <w:rsid w:val="00EA49F7"/>
    <w:pPr>
      <w:spacing w:after="120"/>
      <w:ind w:left="283"/>
    </w:pPr>
    <w:rPr>
      <w:rFonts w:eastAsia="Calibri"/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A49F7"/>
    <w:rPr>
      <w:rFonts w:ascii="Times New Roman" w:hAnsi="Times New Roman" w:cs="Times New Roman"/>
      <w:sz w:val="16"/>
      <w:lang w:eastAsia="cs-CZ"/>
    </w:rPr>
  </w:style>
  <w:style w:type="paragraph" w:styleId="ListParagraph">
    <w:name w:val="List Paragraph"/>
    <w:basedOn w:val="Normal"/>
    <w:uiPriority w:val="99"/>
    <w:qFormat/>
    <w:rsid w:val="00EA49F7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410C0C"/>
    <w:pPr>
      <w:spacing w:after="120"/>
      <w:ind w:left="283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10C0C"/>
    <w:rPr>
      <w:rFonts w:ascii="Times New Roman" w:hAnsi="Times New Roman" w:cs="Times New Roman"/>
      <w:sz w:val="20"/>
      <w:lang w:eastAsia="cs-CZ"/>
    </w:rPr>
  </w:style>
  <w:style w:type="character" w:styleId="Hyperlink">
    <w:name w:val="Hyperlink"/>
    <w:basedOn w:val="DefaultParagraphFont"/>
    <w:uiPriority w:val="99"/>
    <w:rsid w:val="00A06EB7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9B10A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9B10AC"/>
    <w:rPr>
      <w:rFonts w:eastAsia="Calibr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7364E"/>
    <w:rPr>
      <w:rFonts w:ascii="Times New Roman" w:hAnsi="Times New Roman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B10AC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7364E"/>
    <w:rPr>
      <w:b/>
    </w:rPr>
  </w:style>
  <w:style w:type="paragraph" w:styleId="FootnoteText">
    <w:name w:val="footnote text"/>
    <w:basedOn w:val="Normal"/>
    <w:link w:val="FootnoteTextChar"/>
    <w:uiPriority w:val="99"/>
    <w:semiHidden/>
    <w:rsid w:val="00F01ED9"/>
    <w:rPr>
      <w:rFonts w:eastAsia="Calibr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01ED9"/>
    <w:rPr>
      <w:rFonts w:ascii="Times New Roman" w:hAnsi="Times New Roman"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F01ED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67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tandard\Documents\P&#344;&#205;STROJE\2014\Hemokultiva&#269;n&#237;%20analyz&#225;to\technicke@nnm.cz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Standard\Documents\P&#344;&#205;STROJE\2016\Analyzator_moce\20160108\vlasta.musilova@nn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11</Pages>
  <Words>3077</Words>
  <Characters>18155</Characters>
  <Application>Microsoft Office Outlook</Application>
  <DocSecurity>8</DocSecurity>
  <Lines>0</Lines>
  <Paragraphs>0</Paragraphs>
  <ScaleCrop>false</ScaleCrop>
  <Company>FN PLzeň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výpůjčce</dc:title>
  <dc:subject/>
  <dc:creator>Standard</dc:creator>
  <cp:keywords/>
  <dc:description/>
  <cp:lastModifiedBy>OrimTrade</cp:lastModifiedBy>
  <cp:revision>5</cp:revision>
  <cp:lastPrinted>2014-11-14T08:06:00Z</cp:lastPrinted>
  <dcterms:created xsi:type="dcterms:W3CDTF">2016-02-10T06:11:00Z</dcterms:created>
  <dcterms:modified xsi:type="dcterms:W3CDTF">2016-02-10T06:38:00Z</dcterms:modified>
</cp:coreProperties>
</file>