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3FA78C" w14:textId="77777777" w:rsidR="003A0FA1" w:rsidRPr="00A35763" w:rsidRDefault="00EF3782" w:rsidP="00965E45">
      <w:pPr>
        <w:spacing w:after="0" w:line="276" w:lineRule="auto"/>
        <w:jc w:val="center"/>
        <w:rPr>
          <w:rFonts w:ascii="Arial" w:hAnsi="Arial" w:cs="Arial"/>
          <w:b/>
        </w:rPr>
      </w:pPr>
      <w:bookmarkStart w:id="0" w:name="_GoBack"/>
      <w:bookmarkEnd w:id="0"/>
      <w:r w:rsidRPr="00A35763">
        <w:rPr>
          <w:rFonts w:ascii="Arial" w:hAnsi="Arial" w:cs="Arial"/>
          <w:b/>
        </w:rPr>
        <w:t>RÁM</w:t>
      </w:r>
      <w:r w:rsidR="003A0FA1" w:rsidRPr="00A35763">
        <w:rPr>
          <w:rFonts w:ascii="Arial" w:hAnsi="Arial" w:cs="Arial"/>
          <w:b/>
        </w:rPr>
        <w:t xml:space="preserve">COVÁ KUPNÍ </w:t>
      </w:r>
      <w:r w:rsidR="00F5378C" w:rsidRPr="00A35763">
        <w:rPr>
          <w:rFonts w:ascii="Arial" w:hAnsi="Arial" w:cs="Arial"/>
          <w:b/>
        </w:rPr>
        <w:t>SMLOUVA</w:t>
      </w:r>
    </w:p>
    <w:p w14:paraId="0C0B5F2F" w14:textId="77777777" w:rsidR="003A0FA1" w:rsidRPr="00D25E13" w:rsidRDefault="003A0FA1" w:rsidP="00965E45">
      <w:pPr>
        <w:spacing w:after="0" w:line="276" w:lineRule="auto"/>
        <w:jc w:val="both"/>
        <w:rPr>
          <w:rFonts w:ascii="Arial" w:hAnsi="Arial" w:cs="Arial"/>
        </w:rPr>
      </w:pPr>
      <w:r w:rsidRPr="00D25E13">
        <w:rPr>
          <w:rFonts w:ascii="Arial" w:hAnsi="Arial" w:cs="Arial"/>
        </w:rPr>
        <w:t>dle § 2079 a násl. zákona č. 89/2012 Sb., občanský zákoník, ve znění pozdějších předpisů (dále jen „OZ“)</w:t>
      </w:r>
      <w:r w:rsidR="00C90908" w:rsidRPr="00D25E13">
        <w:rPr>
          <w:rFonts w:ascii="Arial" w:hAnsi="Arial" w:cs="Arial"/>
        </w:rPr>
        <w:t xml:space="preserve"> a § 131 a násl. zákona č. 134/2016 Sb., o zadávání veřejných zakázek (dále jen „</w:t>
      </w:r>
      <w:proofErr w:type="spellStart"/>
      <w:r w:rsidR="00C90908" w:rsidRPr="00D25E13">
        <w:rPr>
          <w:rFonts w:ascii="Arial" w:hAnsi="Arial" w:cs="Arial"/>
        </w:rPr>
        <w:t>ZzVZ</w:t>
      </w:r>
      <w:proofErr w:type="spellEnd"/>
      <w:r w:rsidR="00C90908" w:rsidRPr="00D25E13">
        <w:rPr>
          <w:rFonts w:ascii="Arial" w:hAnsi="Arial" w:cs="Arial"/>
        </w:rPr>
        <w:t>“)</w:t>
      </w:r>
    </w:p>
    <w:p w14:paraId="2B4F3FD4" w14:textId="2A4959D0" w:rsidR="003A0FA1" w:rsidRDefault="003A0FA1" w:rsidP="00965E45">
      <w:pPr>
        <w:spacing w:after="0" w:line="276" w:lineRule="auto"/>
        <w:jc w:val="both"/>
        <w:rPr>
          <w:rFonts w:ascii="Arial" w:hAnsi="Arial" w:cs="Arial"/>
        </w:rPr>
      </w:pPr>
    </w:p>
    <w:p w14:paraId="5B0746C5" w14:textId="404C3E70" w:rsidR="00D25E13" w:rsidRPr="00D25E13" w:rsidRDefault="00D25E13" w:rsidP="00965E45">
      <w:pPr>
        <w:spacing w:after="0" w:line="276" w:lineRule="auto"/>
        <w:jc w:val="both"/>
        <w:rPr>
          <w:rFonts w:ascii="Arial" w:hAnsi="Arial" w:cs="Arial"/>
          <w:b/>
        </w:rPr>
      </w:pPr>
      <w:r w:rsidRPr="00D25E13">
        <w:rPr>
          <w:rFonts w:ascii="Arial" w:hAnsi="Arial" w:cs="Arial"/>
          <w:b/>
        </w:rPr>
        <w:t>Smluvní strany</w:t>
      </w:r>
    </w:p>
    <w:p w14:paraId="65473299" w14:textId="77777777" w:rsidR="00D25E13" w:rsidRPr="00A35763" w:rsidRDefault="00D25E13" w:rsidP="00965E45">
      <w:pPr>
        <w:spacing w:after="0" w:line="276" w:lineRule="auto"/>
        <w:jc w:val="both"/>
        <w:rPr>
          <w:rFonts w:ascii="Arial" w:hAnsi="Arial" w:cs="Arial"/>
        </w:rPr>
      </w:pPr>
    </w:p>
    <w:p w14:paraId="1A5072DF" w14:textId="77777777" w:rsidR="00ED4174" w:rsidRPr="00A35763" w:rsidRDefault="00ED4174" w:rsidP="00965E45">
      <w:pPr>
        <w:pStyle w:val="Bezmezer"/>
        <w:jc w:val="both"/>
        <w:rPr>
          <w:rFonts w:ascii="Arial" w:hAnsi="Arial" w:cs="Arial"/>
          <w:b/>
        </w:rPr>
      </w:pPr>
      <w:r w:rsidRPr="00A35763">
        <w:rPr>
          <w:rFonts w:ascii="Arial" w:hAnsi="Arial" w:cs="Arial"/>
          <w:b/>
        </w:rPr>
        <w:t>Kraj Vysočina</w:t>
      </w:r>
    </w:p>
    <w:p w14:paraId="1B539A19" w14:textId="6DA08C81" w:rsidR="00ED4174" w:rsidRDefault="00ED4174" w:rsidP="00965E45">
      <w:pPr>
        <w:pStyle w:val="Bezmezer"/>
        <w:jc w:val="both"/>
        <w:rPr>
          <w:rFonts w:ascii="Arial" w:hAnsi="Arial" w:cs="Arial"/>
        </w:rPr>
      </w:pPr>
      <w:r w:rsidRPr="00A35763">
        <w:rPr>
          <w:rFonts w:ascii="Arial" w:hAnsi="Arial" w:cs="Arial"/>
        </w:rPr>
        <w:t>IČO: 708 90</w:t>
      </w:r>
      <w:r w:rsidR="00DB51FD">
        <w:rPr>
          <w:rFonts w:ascii="Arial" w:hAnsi="Arial" w:cs="Arial"/>
        </w:rPr>
        <w:t> </w:t>
      </w:r>
      <w:r w:rsidRPr="00A35763">
        <w:rPr>
          <w:rFonts w:ascii="Arial" w:hAnsi="Arial" w:cs="Arial"/>
        </w:rPr>
        <w:t>749</w:t>
      </w:r>
    </w:p>
    <w:p w14:paraId="74DA8478" w14:textId="641252EB" w:rsidR="00DB51FD" w:rsidRPr="00A35763" w:rsidRDefault="00DB51FD" w:rsidP="00965E45">
      <w:pPr>
        <w:pStyle w:val="Bezmezer"/>
        <w:jc w:val="both"/>
        <w:rPr>
          <w:rFonts w:ascii="Arial" w:hAnsi="Arial" w:cs="Arial"/>
        </w:rPr>
      </w:pPr>
      <w:r w:rsidRPr="00DB51FD">
        <w:rPr>
          <w:rFonts w:ascii="Arial" w:hAnsi="Arial" w:cs="Arial"/>
        </w:rPr>
        <w:t xml:space="preserve">ID datové schránky: </w:t>
      </w:r>
      <w:r w:rsidRPr="00DB51FD">
        <w:rPr>
          <w:rFonts w:ascii="Arial" w:hAnsi="Arial" w:cs="Arial"/>
          <w:bCs/>
        </w:rPr>
        <w:t>ksab3eu</w:t>
      </w:r>
    </w:p>
    <w:p w14:paraId="714B76B0" w14:textId="77777777" w:rsidR="00ED4174" w:rsidRPr="00A35763" w:rsidRDefault="00ED4174" w:rsidP="00965E45">
      <w:pPr>
        <w:pStyle w:val="Bezmezer"/>
        <w:jc w:val="both"/>
        <w:rPr>
          <w:rFonts w:ascii="Arial" w:hAnsi="Arial" w:cs="Arial"/>
        </w:rPr>
      </w:pPr>
      <w:r w:rsidRPr="00A35763">
        <w:rPr>
          <w:rFonts w:ascii="Arial" w:hAnsi="Arial" w:cs="Arial"/>
        </w:rPr>
        <w:t>se sídlem Jihlava, Žižkova 57, PSČ 587 33</w:t>
      </w:r>
    </w:p>
    <w:p w14:paraId="77153452" w14:textId="77777777" w:rsidR="00ED4174" w:rsidRPr="00A35763" w:rsidRDefault="00ED4174" w:rsidP="00965E45">
      <w:pPr>
        <w:tabs>
          <w:tab w:val="left" w:pos="1134"/>
        </w:tabs>
        <w:spacing w:after="240"/>
        <w:jc w:val="both"/>
        <w:rPr>
          <w:rFonts w:ascii="Arial" w:hAnsi="Arial" w:cs="Arial"/>
        </w:rPr>
      </w:pPr>
      <w:r w:rsidRPr="00A35763">
        <w:rPr>
          <w:rFonts w:ascii="Arial" w:hAnsi="Arial" w:cs="Arial"/>
        </w:rPr>
        <w:t>zastoupený:</w:t>
      </w:r>
      <w:r w:rsidRPr="00A35763">
        <w:rPr>
          <w:rFonts w:ascii="Arial" w:hAnsi="Arial" w:cs="Arial"/>
        </w:rPr>
        <w:tab/>
      </w:r>
      <w:r w:rsidR="00B02E70" w:rsidRPr="00A35763">
        <w:rPr>
          <w:rStyle w:val="FontStyle19"/>
          <w:b w:val="0"/>
          <w:bCs/>
          <w:sz w:val="22"/>
        </w:rPr>
        <w:t>MUDr. Jiří Běhounek,</w:t>
      </w:r>
      <w:r w:rsidR="00CD24C1" w:rsidRPr="00A35763">
        <w:rPr>
          <w:rStyle w:val="FontStyle19"/>
          <w:bCs/>
          <w:sz w:val="22"/>
        </w:rPr>
        <w:t xml:space="preserve"> </w:t>
      </w:r>
      <w:r w:rsidRPr="00A35763">
        <w:rPr>
          <w:rFonts w:ascii="Arial" w:hAnsi="Arial" w:cs="Arial"/>
        </w:rPr>
        <w:t>hejtman</w:t>
      </w:r>
    </w:p>
    <w:p w14:paraId="03852DB2" w14:textId="77777777" w:rsidR="00ED4174" w:rsidRPr="00A35763" w:rsidRDefault="00ED4174" w:rsidP="00965E45">
      <w:pPr>
        <w:keepLines/>
        <w:spacing w:after="240"/>
        <w:jc w:val="both"/>
        <w:rPr>
          <w:rFonts w:ascii="Arial" w:hAnsi="Arial" w:cs="Arial"/>
        </w:rPr>
      </w:pPr>
      <w:r w:rsidRPr="00A35763">
        <w:rPr>
          <w:rFonts w:ascii="Arial" w:hAnsi="Arial" w:cs="Arial"/>
        </w:rPr>
        <w:t>(dále jen „</w:t>
      </w:r>
      <w:r w:rsidR="00EF3782" w:rsidRPr="00A35763">
        <w:rPr>
          <w:rFonts w:ascii="Arial" w:hAnsi="Arial" w:cs="Arial"/>
          <w:b/>
        </w:rPr>
        <w:t>Kupují</w:t>
      </w:r>
      <w:r w:rsidRPr="00A35763">
        <w:rPr>
          <w:rFonts w:ascii="Arial" w:hAnsi="Arial" w:cs="Arial"/>
          <w:b/>
        </w:rPr>
        <w:t>cí</w:t>
      </w:r>
      <w:r w:rsidRPr="00A35763">
        <w:rPr>
          <w:rFonts w:ascii="Arial" w:hAnsi="Arial" w:cs="Arial"/>
        </w:rPr>
        <w:t>“)</w:t>
      </w:r>
    </w:p>
    <w:p w14:paraId="2736BB8A" w14:textId="77777777" w:rsidR="00ED4174" w:rsidRPr="00A35763" w:rsidRDefault="00ED4174" w:rsidP="00965E45">
      <w:pPr>
        <w:keepLines/>
        <w:spacing w:after="240"/>
        <w:jc w:val="both"/>
        <w:rPr>
          <w:rFonts w:ascii="Arial" w:hAnsi="Arial" w:cs="Arial"/>
        </w:rPr>
      </w:pPr>
      <w:r w:rsidRPr="00A35763">
        <w:rPr>
          <w:rFonts w:ascii="Arial" w:hAnsi="Arial" w:cs="Arial"/>
        </w:rPr>
        <w:t>a</w:t>
      </w:r>
    </w:p>
    <w:sdt>
      <w:sdtPr>
        <w:rPr>
          <w:rFonts w:ascii="Arial" w:hAnsi="Arial" w:cs="Arial"/>
          <w:b/>
        </w:rPr>
        <w:id w:val="-978609160"/>
        <w:placeholder>
          <w:docPart w:val="B9814EE99258450C9AE71FEC7F893165"/>
        </w:placeholder>
        <w:text/>
      </w:sdtPr>
      <w:sdtEndPr/>
      <w:sdtContent>
        <w:p w14:paraId="79C5679C" w14:textId="77777777" w:rsidR="00ED4174" w:rsidRPr="00A35763" w:rsidRDefault="00ED4174" w:rsidP="00965E45">
          <w:pPr>
            <w:keepLines/>
            <w:spacing w:after="240"/>
            <w:contextualSpacing/>
            <w:jc w:val="both"/>
            <w:rPr>
              <w:rFonts w:ascii="Arial" w:hAnsi="Arial" w:cs="Arial"/>
              <w:b/>
            </w:rPr>
          </w:pPr>
          <w:r w:rsidRPr="00A35763">
            <w:rPr>
              <w:rFonts w:ascii="Arial" w:hAnsi="Arial" w:cs="Arial"/>
              <w:b/>
            </w:rPr>
            <w:t>[_____]</w:t>
          </w:r>
        </w:p>
      </w:sdtContent>
    </w:sdt>
    <w:p w14:paraId="2524BAA5" w14:textId="73D36E18" w:rsidR="00ED4174" w:rsidRDefault="00ED4174" w:rsidP="00965E45">
      <w:pPr>
        <w:keepLines/>
        <w:tabs>
          <w:tab w:val="left" w:pos="5910"/>
        </w:tabs>
        <w:spacing w:after="240"/>
        <w:contextualSpacing/>
        <w:jc w:val="both"/>
        <w:rPr>
          <w:rFonts w:ascii="Arial" w:hAnsi="Arial" w:cs="Arial"/>
          <w:b/>
        </w:rPr>
      </w:pPr>
      <w:r w:rsidRPr="00A35763">
        <w:rPr>
          <w:rFonts w:ascii="Arial" w:hAnsi="Arial" w:cs="Arial"/>
        </w:rPr>
        <w:t xml:space="preserve">IČO: </w:t>
      </w:r>
      <w:sdt>
        <w:sdtPr>
          <w:rPr>
            <w:rFonts w:ascii="Arial" w:hAnsi="Arial" w:cs="Arial"/>
          </w:rPr>
          <w:id w:val="1851070412"/>
          <w:placeholder>
            <w:docPart w:val="B9814EE99258450C9AE71FEC7F893165"/>
          </w:placeholder>
          <w:text/>
        </w:sdtPr>
        <w:sdtEndPr/>
        <w:sdtContent>
          <w:r w:rsidR="004353B0" w:rsidRPr="00DB51FD">
            <w:rPr>
              <w:rFonts w:ascii="Arial" w:hAnsi="Arial" w:cs="Arial"/>
            </w:rPr>
            <w:t>[_____]</w:t>
          </w:r>
        </w:sdtContent>
      </w:sdt>
    </w:p>
    <w:p w14:paraId="7F6EF6FD" w14:textId="2B57CFCE" w:rsidR="00DB51FD" w:rsidRPr="00A35763" w:rsidRDefault="00DB51FD" w:rsidP="00DB51FD">
      <w:pPr>
        <w:keepLines/>
        <w:tabs>
          <w:tab w:val="left" w:pos="1985"/>
        </w:tabs>
        <w:spacing w:after="0"/>
        <w:jc w:val="both"/>
        <w:rPr>
          <w:rFonts w:ascii="Arial" w:hAnsi="Arial" w:cs="Arial"/>
          <w:bCs/>
        </w:rPr>
      </w:pPr>
      <w:r w:rsidRPr="00DB51FD">
        <w:rPr>
          <w:rFonts w:ascii="Arial" w:hAnsi="Arial" w:cs="Arial"/>
          <w:bCs/>
        </w:rPr>
        <w:t xml:space="preserve">ID datové schránky: </w:t>
      </w:r>
      <w:sdt>
        <w:sdtPr>
          <w:rPr>
            <w:rFonts w:ascii="Arial" w:hAnsi="Arial" w:cs="Arial"/>
          </w:rPr>
          <w:id w:val="97841170"/>
          <w:placeholder>
            <w:docPart w:val="2FAA04BF960043DC85F634BB505E6AFF"/>
          </w:placeholder>
          <w:text/>
        </w:sdtPr>
        <w:sdtEndPr/>
        <w:sdtContent>
          <w:r w:rsidRPr="00DB51FD">
            <w:rPr>
              <w:rFonts w:ascii="Arial" w:hAnsi="Arial" w:cs="Arial"/>
            </w:rPr>
            <w:t>[_____]</w:t>
          </w:r>
        </w:sdtContent>
      </w:sdt>
    </w:p>
    <w:p w14:paraId="0D18FFDF" w14:textId="309FCCC0" w:rsidR="00ED4174" w:rsidRPr="00A35763" w:rsidRDefault="00ED4174" w:rsidP="00965E45">
      <w:pPr>
        <w:keepLines/>
        <w:spacing w:after="240"/>
        <w:contextualSpacing/>
        <w:jc w:val="both"/>
        <w:rPr>
          <w:rFonts w:ascii="Arial" w:hAnsi="Arial" w:cs="Arial"/>
        </w:rPr>
      </w:pPr>
      <w:r w:rsidRPr="00A35763">
        <w:rPr>
          <w:rFonts w:ascii="Arial" w:hAnsi="Arial" w:cs="Arial"/>
        </w:rPr>
        <w:t xml:space="preserve">se sídlem/místem podnikání </w:t>
      </w:r>
      <w:sdt>
        <w:sdtPr>
          <w:rPr>
            <w:rFonts w:ascii="Arial" w:hAnsi="Arial" w:cs="Arial"/>
          </w:rPr>
          <w:id w:val="836735014"/>
          <w:placeholder>
            <w:docPart w:val="B9814EE99258450C9AE71FEC7F893165"/>
          </w:placeholder>
          <w:text/>
        </w:sdtPr>
        <w:sdtEndPr/>
        <w:sdtContent>
          <w:r w:rsidR="00DB51FD" w:rsidRPr="00DB51FD">
            <w:rPr>
              <w:rFonts w:ascii="Arial" w:hAnsi="Arial" w:cs="Arial"/>
            </w:rPr>
            <w:t>[_____]</w:t>
          </w:r>
        </w:sdtContent>
      </w:sdt>
    </w:p>
    <w:p w14:paraId="131CBCC5" w14:textId="3DE82067" w:rsidR="00ED4174" w:rsidRPr="00A35763" w:rsidRDefault="00ED4174" w:rsidP="00965E45">
      <w:pPr>
        <w:keepLines/>
        <w:spacing w:after="240"/>
        <w:contextualSpacing/>
        <w:jc w:val="both"/>
        <w:rPr>
          <w:rFonts w:ascii="Arial" w:hAnsi="Arial" w:cs="Arial"/>
        </w:rPr>
      </w:pPr>
      <w:r w:rsidRPr="00A35763">
        <w:rPr>
          <w:rFonts w:ascii="Arial" w:hAnsi="Arial" w:cs="Arial"/>
        </w:rPr>
        <w:t xml:space="preserve">zapsaná v obchodím rejstříku vedeném </w:t>
      </w:r>
      <w:sdt>
        <w:sdtPr>
          <w:rPr>
            <w:rFonts w:ascii="Arial" w:hAnsi="Arial" w:cs="Arial"/>
          </w:rPr>
          <w:id w:val="1724561979"/>
          <w:placeholder>
            <w:docPart w:val="B9814EE99258450C9AE71FEC7F893165"/>
          </w:placeholder>
          <w:text/>
        </w:sdtPr>
        <w:sdtEndPr/>
        <w:sdtContent>
          <w:r w:rsidR="00DB51FD" w:rsidRPr="00DB51FD">
            <w:rPr>
              <w:rFonts w:ascii="Arial" w:hAnsi="Arial" w:cs="Arial"/>
            </w:rPr>
            <w:t>[_____]</w:t>
          </w:r>
        </w:sdtContent>
      </w:sdt>
      <w:r w:rsidRPr="00A35763">
        <w:rPr>
          <w:rFonts w:ascii="Arial" w:hAnsi="Arial" w:cs="Arial"/>
        </w:rPr>
        <w:t xml:space="preserve">, </w:t>
      </w:r>
      <w:proofErr w:type="spellStart"/>
      <w:r w:rsidRPr="00A35763">
        <w:rPr>
          <w:rFonts w:ascii="Arial" w:hAnsi="Arial" w:cs="Arial"/>
        </w:rPr>
        <w:t>sp</w:t>
      </w:r>
      <w:proofErr w:type="spellEnd"/>
      <w:r w:rsidRPr="00A35763">
        <w:rPr>
          <w:rFonts w:ascii="Arial" w:hAnsi="Arial" w:cs="Arial"/>
        </w:rPr>
        <w:t xml:space="preserve">. zn. </w:t>
      </w:r>
      <w:sdt>
        <w:sdtPr>
          <w:rPr>
            <w:rFonts w:ascii="Arial" w:hAnsi="Arial" w:cs="Arial"/>
          </w:rPr>
          <w:id w:val="896394978"/>
          <w:placeholder>
            <w:docPart w:val="B9814EE99258450C9AE71FEC7F893165"/>
          </w:placeholder>
          <w:text/>
        </w:sdtPr>
        <w:sdtEndPr/>
        <w:sdtContent>
          <w:r w:rsidR="00DB51FD" w:rsidRPr="00DB51FD">
            <w:rPr>
              <w:rFonts w:ascii="Arial" w:hAnsi="Arial" w:cs="Arial"/>
            </w:rPr>
            <w:t>[_____]</w:t>
          </w:r>
        </w:sdtContent>
      </w:sdt>
    </w:p>
    <w:p w14:paraId="5082923B" w14:textId="33542F30" w:rsidR="00ED4174" w:rsidRDefault="00ED4174" w:rsidP="00D009BA">
      <w:pPr>
        <w:keepLines/>
        <w:tabs>
          <w:tab w:val="left" w:pos="1985"/>
        </w:tabs>
        <w:spacing w:after="0"/>
        <w:jc w:val="both"/>
        <w:rPr>
          <w:rFonts w:ascii="Arial" w:hAnsi="Arial" w:cs="Arial"/>
          <w:b/>
        </w:rPr>
      </w:pPr>
      <w:r w:rsidRPr="00A35763">
        <w:rPr>
          <w:rFonts w:ascii="Arial" w:hAnsi="Arial" w:cs="Arial"/>
        </w:rPr>
        <w:t>zastoupená:</w:t>
      </w:r>
      <w:r w:rsidRPr="00A35763">
        <w:rPr>
          <w:rFonts w:ascii="Arial" w:hAnsi="Arial" w:cs="Arial"/>
        </w:rPr>
        <w:tab/>
      </w:r>
      <w:sdt>
        <w:sdtPr>
          <w:rPr>
            <w:rFonts w:ascii="Arial" w:hAnsi="Arial" w:cs="Arial"/>
          </w:rPr>
          <w:id w:val="-869060896"/>
          <w:placeholder>
            <w:docPart w:val="B9814EE99258450C9AE71FEC7F893165"/>
          </w:placeholder>
          <w:text/>
        </w:sdtPr>
        <w:sdtEndPr/>
        <w:sdtContent>
          <w:r w:rsidR="00DB51FD" w:rsidRPr="00DB51FD">
            <w:rPr>
              <w:rFonts w:ascii="Arial" w:hAnsi="Arial" w:cs="Arial"/>
            </w:rPr>
            <w:t>[_____]</w:t>
          </w:r>
        </w:sdtContent>
      </w:sdt>
    </w:p>
    <w:p w14:paraId="3F2C4DD8" w14:textId="45743874" w:rsidR="00DB51FD" w:rsidRPr="00A35763" w:rsidRDefault="00DB51FD" w:rsidP="00D009BA">
      <w:pPr>
        <w:keepLines/>
        <w:tabs>
          <w:tab w:val="left" w:pos="1985"/>
        </w:tabs>
        <w:spacing w:after="0"/>
        <w:jc w:val="both"/>
        <w:rPr>
          <w:rFonts w:ascii="Arial" w:hAnsi="Arial" w:cs="Arial"/>
          <w:bCs/>
        </w:rPr>
      </w:pPr>
      <w:r w:rsidRPr="00DB51FD">
        <w:rPr>
          <w:rFonts w:ascii="Arial" w:hAnsi="Arial" w:cs="Arial"/>
          <w:bCs/>
        </w:rPr>
        <w:t>ID datové schránky: [_____]</w:t>
      </w:r>
    </w:p>
    <w:p w14:paraId="3C30B1E8" w14:textId="73773ADD" w:rsidR="00ED4174" w:rsidRPr="00A35763" w:rsidRDefault="00ED4174" w:rsidP="00D009BA">
      <w:pPr>
        <w:keepLines/>
        <w:tabs>
          <w:tab w:val="left" w:pos="1985"/>
        </w:tabs>
        <w:spacing w:after="0"/>
        <w:contextualSpacing/>
        <w:jc w:val="both"/>
        <w:rPr>
          <w:rFonts w:ascii="Arial" w:hAnsi="Arial" w:cs="Arial"/>
          <w:bCs/>
        </w:rPr>
      </w:pPr>
      <w:r w:rsidRPr="00A35763">
        <w:rPr>
          <w:rFonts w:ascii="Arial" w:hAnsi="Arial" w:cs="Arial"/>
        </w:rPr>
        <w:t>bankovní</w:t>
      </w:r>
      <w:r w:rsidRPr="00A35763">
        <w:rPr>
          <w:rFonts w:ascii="Arial" w:hAnsi="Arial" w:cs="Arial"/>
          <w:bCs/>
        </w:rPr>
        <w:t xml:space="preserve"> spojení:</w:t>
      </w:r>
      <w:r w:rsidRPr="00A35763">
        <w:rPr>
          <w:rFonts w:ascii="Arial" w:hAnsi="Arial" w:cs="Arial"/>
          <w:bCs/>
        </w:rPr>
        <w:tab/>
      </w:r>
      <w:sdt>
        <w:sdtPr>
          <w:rPr>
            <w:rFonts w:ascii="Arial" w:hAnsi="Arial" w:cs="Arial"/>
          </w:rPr>
          <w:id w:val="1438647881"/>
          <w:placeholder>
            <w:docPart w:val="B9814EE99258450C9AE71FEC7F893165"/>
          </w:placeholder>
          <w:text/>
        </w:sdtPr>
        <w:sdtEndPr/>
        <w:sdtContent>
          <w:r w:rsidR="00DB51FD" w:rsidRPr="00744D8D">
            <w:rPr>
              <w:rFonts w:ascii="Arial" w:hAnsi="Arial" w:cs="Arial"/>
            </w:rPr>
            <w:t>[_____]</w:t>
          </w:r>
        </w:sdtContent>
      </w:sdt>
    </w:p>
    <w:p w14:paraId="3325EE45" w14:textId="3C3FE015" w:rsidR="00ED4174" w:rsidRPr="00A35763" w:rsidRDefault="00ED4174" w:rsidP="00DB51FD">
      <w:pPr>
        <w:keepLines/>
        <w:tabs>
          <w:tab w:val="left" w:pos="1985"/>
          <w:tab w:val="center" w:pos="4536"/>
        </w:tabs>
        <w:spacing w:after="0"/>
        <w:ind w:left="1985" w:hanging="1985"/>
        <w:jc w:val="both"/>
        <w:rPr>
          <w:rFonts w:ascii="Arial" w:hAnsi="Arial" w:cs="Arial"/>
        </w:rPr>
      </w:pPr>
      <w:r w:rsidRPr="00A35763">
        <w:rPr>
          <w:rFonts w:ascii="Arial" w:hAnsi="Arial" w:cs="Arial"/>
          <w:bCs/>
        </w:rPr>
        <w:t>číslo účtu:</w:t>
      </w:r>
      <w:r w:rsidRPr="00A35763">
        <w:rPr>
          <w:rFonts w:ascii="Arial" w:hAnsi="Arial" w:cs="Arial"/>
          <w:bCs/>
        </w:rPr>
        <w:tab/>
      </w:r>
      <w:sdt>
        <w:sdtPr>
          <w:rPr>
            <w:rFonts w:ascii="Arial" w:hAnsi="Arial" w:cs="Arial"/>
          </w:rPr>
          <w:id w:val="-1743940922"/>
          <w:placeholder>
            <w:docPart w:val="B9814EE99258450C9AE71FEC7F893165"/>
          </w:placeholder>
          <w:text/>
        </w:sdtPr>
        <w:sdtEndPr/>
        <w:sdtContent>
          <w:r w:rsidR="00DB51FD" w:rsidRPr="00DB51FD">
            <w:rPr>
              <w:rFonts w:ascii="Arial" w:hAnsi="Arial" w:cs="Arial"/>
            </w:rPr>
            <w:t>[_____]</w:t>
          </w:r>
        </w:sdtContent>
      </w:sdt>
      <w:r w:rsidR="00DB51FD">
        <w:rPr>
          <w:rFonts w:ascii="Arial" w:hAnsi="Arial" w:cs="Arial"/>
        </w:rPr>
        <w:tab/>
      </w:r>
    </w:p>
    <w:p w14:paraId="51329080" w14:textId="6314C1AC" w:rsidR="00D009BA" w:rsidRPr="00A35763" w:rsidRDefault="00D009BA" w:rsidP="00D009BA">
      <w:pPr>
        <w:keepLines/>
        <w:tabs>
          <w:tab w:val="left" w:pos="1985"/>
        </w:tabs>
        <w:spacing w:after="0"/>
        <w:ind w:left="1985" w:hanging="1985"/>
        <w:jc w:val="both"/>
        <w:rPr>
          <w:rFonts w:ascii="Arial" w:hAnsi="Arial" w:cs="Arial"/>
        </w:rPr>
      </w:pPr>
      <w:r w:rsidRPr="00A35763">
        <w:rPr>
          <w:rFonts w:ascii="Arial" w:hAnsi="Arial" w:cs="Arial"/>
        </w:rPr>
        <w:t>kontaktní e-mail a tel.:</w:t>
      </w:r>
      <w:r w:rsidRPr="00A35763">
        <w:rPr>
          <w:rFonts w:ascii="Arial" w:hAnsi="Arial" w:cs="Arial"/>
        </w:rPr>
        <w:tab/>
      </w:r>
      <w:sdt>
        <w:sdtPr>
          <w:rPr>
            <w:rFonts w:ascii="Arial" w:hAnsi="Arial" w:cs="Arial"/>
          </w:rPr>
          <w:id w:val="2044017396"/>
          <w:placeholder>
            <w:docPart w:val="F117BAD8A1CF408F94549CDF9EAF20CC"/>
          </w:placeholder>
          <w:text/>
        </w:sdtPr>
        <w:sdtEndPr/>
        <w:sdtContent>
          <w:r w:rsidR="00DB51FD" w:rsidRPr="00DB51FD">
            <w:rPr>
              <w:rFonts w:ascii="Arial" w:hAnsi="Arial" w:cs="Arial"/>
            </w:rPr>
            <w:t>[_____]</w:t>
          </w:r>
        </w:sdtContent>
      </w:sdt>
    </w:p>
    <w:p w14:paraId="0A6DAF85" w14:textId="4C0F856B" w:rsidR="00296076" w:rsidRDefault="00296076" w:rsidP="008D749E">
      <w:pPr>
        <w:spacing w:after="0" w:line="276" w:lineRule="auto"/>
        <w:jc w:val="both"/>
        <w:rPr>
          <w:rFonts w:ascii="Arial" w:hAnsi="Arial" w:cs="Arial"/>
        </w:rPr>
      </w:pPr>
      <w:r w:rsidRPr="008D749E">
        <w:rPr>
          <w:rFonts w:ascii="Arial" w:hAnsi="Arial" w:cs="Arial"/>
        </w:rPr>
        <w:t>dále jen „</w:t>
      </w:r>
      <w:r w:rsidRPr="008D749E">
        <w:rPr>
          <w:rFonts w:ascii="Arial" w:hAnsi="Arial" w:cs="Arial"/>
          <w:b/>
        </w:rPr>
        <w:t>Prodávající</w:t>
      </w:r>
      <w:r w:rsidRPr="008D749E">
        <w:rPr>
          <w:rFonts w:ascii="Arial" w:hAnsi="Arial" w:cs="Arial"/>
        </w:rPr>
        <w:t>“; Prodávající společně s Kupujícím také jen „</w:t>
      </w:r>
      <w:r w:rsidRPr="008D749E">
        <w:rPr>
          <w:rFonts w:ascii="Arial" w:hAnsi="Arial" w:cs="Arial"/>
          <w:b/>
        </w:rPr>
        <w:t>Smluvní strany</w:t>
      </w:r>
      <w:r w:rsidRPr="008D749E">
        <w:rPr>
          <w:rFonts w:ascii="Arial" w:hAnsi="Arial" w:cs="Arial"/>
        </w:rPr>
        <w:t>“</w:t>
      </w:r>
    </w:p>
    <w:p w14:paraId="0A7E3A9B" w14:textId="77777777" w:rsidR="008D749E" w:rsidRPr="008D749E" w:rsidRDefault="008D749E" w:rsidP="008D749E">
      <w:pPr>
        <w:spacing w:after="0" w:line="276" w:lineRule="auto"/>
        <w:jc w:val="both"/>
        <w:rPr>
          <w:rFonts w:ascii="Arial" w:hAnsi="Arial" w:cs="Arial"/>
        </w:rPr>
      </w:pPr>
    </w:p>
    <w:p w14:paraId="6B0B73F8" w14:textId="551E30DE" w:rsidR="003A0FA1" w:rsidRDefault="00ED4174" w:rsidP="008D749E">
      <w:pPr>
        <w:spacing w:after="0" w:line="276" w:lineRule="auto"/>
        <w:jc w:val="both"/>
        <w:rPr>
          <w:rFonts w:ascii="Arial" w:hAnsi="Arial" w:cs="Arial"/>
        </w:rPr>
      </w:pPr>
      <w:r w:rsidRPr="008D749E">
        <w:rPr>
          <w:rFonts w:ascii="Arial" w:hAnsi="Arial" w:cs="Arial"/>
        </w:rPr>
        <w:t xml:space="preserve">uzavřeli níže uvedeného dne, měsíce a roku tuto </w:t>
      </w:r>
      <w:r w:rsidR="00EF3782" w:rsidRPr="008D749E">
        <w:rPr>
          <w:rFonts w:ascii="Arial" w:hAnsi="Arial" w:cs="Arial"/>
        </w:rPr>
        <w:t>Rám</w:t>
      </w:r>
      <w:r w:rsidRPr="008D749E">
        <w:rPr>
          <w:rFonts w:ascii="Arial" w:hAnsi="Arial" w:cs="Arial"/>
        </w:rPr>
        <w:t xml:space="preserve">covou kupní </w:t>
      </w:r>
      <w:r w:rsidR="00F5378C" w:rsidRPr="008D749E">
        <w:rPr>
          <w:rFonts w:ascii="Arial" w:hAnsi="Arial" w:cs="Arial"/>
        </w:rPr>
        <w:t>smlouvu</w:t>
      </w:r>
      <w:r w:rsidRPr="008D749E">
        <w:rPr>
          <w:rFonts w:ascii="Arial" w:hAnsi="Arial" w:cs="Arial"/>
        </w:rPr>
        <w:t xml:space="preserve"> (dále jen „</w:t>
      </w:r>
      <w:r w:rsidR="00EF3782" w:rsidRPr="008D749E">
        <w:rPr>
          <w:rFonts w:ascii="Arial" w:hAnsi="Arial" w:cs="Arial"/>
          <w:b/>
        </w:rPr>
        <w:t>Rám</w:t>
      </w:r>
      <w:r w:rsidRPr="008D749E">
        <w:rPr>
          <w:rFonts w:ascii="Arial" w:hAnsi="Arial" w:cs="Arial"/>
          <w:b/>
        </w:rPr>
        <w:t>cová smlouva</w:t>
      </w:r>
      <w:r w:rsidRPr="008D749E">
        <w:rPr>
          <w:rFonts w:ascii="Arial" w:hAnsi="Arial" w:cs="Arial"/>
        </w:rPr>
        <w:t>“)</w:t>
      </w:r>
    </w:p>
    <w:p w14:paraId="0245A63E" w14:textId="77777777" w:rsidR="008D749E" w:rsidRPr="008D749E" w:rsidRDefault="008D749E" w:rsidP="008D749E">
      <w:pPr>
        <w:spacing w:after="0" w:line="276" w:lineRule="auto"/>
        <w:jc w:val="both"/>
        <w:rPr>
          <w:rFonts w:ascii="Arial" w:hAnsi="Arial" w:cs="Arial"/>
        </w:rPr>
      </w:pPr>
    </w:p>
    <w:p w14:paraId="316CDEB7" w14:textId="77777777" w:rsidR="00965E45" w:rsidRPr="00A35763" w:rsidRDefault="00965E45"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Preambule</w:t>
      </w:r>
    </w:p>
    <w:p w14:paraId="38A8E26E" w14:textId="77777777" w:rsidR="00491435" w:rsidRPr="00A35763" w:rsidRDefault="00491435" w:rsidP="00965E45">
      <w:pPr>
        <w:spacing w:after="0" w:line="276" w:lineRule="auto"/>
        <w:jc w:val="both"/>
        <w:rPr>
          <w:rFonts w:ascii="Arial" w:hAnsi="Arial" w:cs="Arial"/>
          <w:b/>
        </w:rPr>
      </w:pPr>
    </w:p>
    <w:p w14:paraId="42036888" w14:textId="045DCD7A" w:rsidR="00965E45" w:rsidRPr="00A35763" w:rsidRDefault="00965E45"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Smluvní strany uzavírají tuto Smlouvu jako výsledek zadávacího řízení veřejné zakázky „</w:t>
      </w:r>
      <w:r w:rsidR="000004A7" w:rsidRPr="00A35763">
        <w:rPr>
          <w:rFonts w:ascii="Arial" w:hAnsi="Arial" w:cs="Arial"/>
        </w:rPr>
        <w:t>Rámcové smlouvy na dodávky ICT komponent</w:t>
      </w:r>
      <w:r w:rsidR="008C735A" w:rsidRPr="00A35763">
        <w:rPr>
          <w:rFonts w:ascii="Arial" w:hAnsi="Arial" w:cs="Arial"/>
        </w:rPr>
        <w:t>, část</w:t>
      </w:r>
      <w:r w:rsidR="002A172B">
        <w:rPr>
          <w:rFonts w:ascii="Arial" w:hAnsi="Arial" w:cs="Arial"/>
        </w:rPr>
        <w:t xml:space="preserve"> </w:t>
      </w:r>
      <w:r w:rsidR="00C0632D">
        <w:rPr>
          <w:rFonts w:ascii="Arial" w:hAnsi="Arial" w:cs="Arial"/>
        </w:rPr>
        <w:t xml:space="preserve">3 </w:t>
      </w:r>
      <w:r w:rsidR="002D508B">
        <w:rPr>
          <w:rFonts w:ascii="Arial" w:hAnsi="Arial" w:cs="Arial"/>
        </w:rPr>
        <w:t>–</w:t>
      </w:r>
      <w:r w:rsidR="00C0632D">
        <w:rPr>
          <w:rFonts w:ascii="Arial" w:hAnsi="Arial" w:cs="Arial"/>
        </w:rPr>
        <w:t xml:space="preserve"> firewall</w:t>
      </w:r>
      <w:r w:rsidR="002D508B">
        <w:rPr>
          <w:rFonts w:ascii="Arial" w:hAnsi="Arial" w:cs="Arial"/>
        </w:rPr>
        <w:t xml:space="preserve"> a </w:t>
      </w:r>
      <w:proofErr w:type="spellStart"/>
      <w:r w:rsidR="002D508B">
        <w:rPr>
          <w:rFonts w:ascii="Arial" w:hAnsi="Arial" w:cs="Arial"/>
        </w:rPr>
        <w:t>proxy</w:t>
      </w:r>
      <w:proofErr w:type="spellEnd"/>
      <w:r w:rsidR="002D508B">
        <w:rPr>
          <w:rFonts w:ascii="Arial" w:hAnsi="Arial" w:cs="Arial"/>
        </w:rPr>
        <w:t xml:space="preserve"> servery</w:t>
      </w:r>
      <w:r w:rsidRPr="00A35763">
        <w:rPr>
          <w:rFonts w:ascii="Arial" w:hAnsi="Arial" w:cs="Arial"/>
        </w:rPr>
        <w:t>“ (dále jen „</w:t>
      </w:r>
      <w:r w:rsidR="0085371F" w:rsidRPr="0085371F">
        <w:rPr>
          <w:rFonts w:ascii="Arial" w:hAnsi="Arial" w:cs="Arial"/>
          <w:b/>
        </w:rPr>
        <w:t>Z</w:t>
      </w:r>
      <w:r w:rsidR="00AC7ECB" w:rsidRPr="0085371F">
        <w:rPr>
          <w:rFonts w:ascii="Arial" w:hAnsi="Arial" w:cs="Arial"/>
          <w:b/>
        </w:rPr>
        <w:t>adávací řízen</w:t>
      </w:r>
      <w:r w:rsidR="00AC7ECB" w:rsidRPr="00A35763">
        <w:rPr>
          <w:rFonts w:ascii="Arial" w:hAnsi="Arial" w:cs="Arial"/>
        </w:rPr>
        <w:t>í</w:t>
      </w:r>
      <w:r w:rsidRPr="00A35763">
        <w:rPr>
          <w:rFonts w:ascii="Arial" w:hAnsi="Arial" w:cs="Arial"/>
        </w:rPr>
        <w:t>“);</w:t>
      </w:r>
    </w:p>
    <w:p w14:paraId="17CE09B1" w14:textId="77777777" w:rsidR="00965E45" w:rsidRPr="00A35763" w:rsidRDefault="00965E45"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Zadávací podmínky Veřejné zakázky byly v souladu s interními předpisy </w:t>
      </w:r>
      <w:r w:rsidR="00EF3782" w:rsidRPr="00A35763">
        <w:rPr>
          <w:rFonts w:ascii="Arial" w:hAnsi="Arial" w:cs="Arial"/>
        </w:rPr>
        <w:t>Kupují</w:t>
      </w:r>
      <w:r w:rsidRPr="00A35763">
        <w:rPr>
          <w:rFonts w:ascii="Arial" w:hAnsi="Arial" w:cs="Arial"/>
        </w:rPr>
        <w:t>cího schváleny usnesením č. [_____] Rady Kraje Vysočina na jednání č. [_____] konaném dne [_____];</w:t>
      </w:r>
    </w:p>
    <w:p w14:paraId="56568E6F" w14:textId="77777777" w:rsidR="00965E45" w:rsidRPr="00A35763" w:rsidRDefault="00D70CC5" w:rsidP="00AF3D74">
      <w:pPr>
        <w:pStyle w:val="Odstavecseseznamem"/>
        <w:numPr>
          <w:ilvl w:val="1"/>
          <w:numId w:val="1"/>
        </w:numPr>
        <w:spacing w:after="0" w:line="276" w:lineRule="auto"/>
        <w:ind w:left="567" w:hanging="567"/>
        <w:jc w:val="both"/>
        <w:rPr>
          <w:rFonts w:ascii="Arial" w:hAnsi="Arial" w:cs="Arial"/>
        </w:rPr>
      </w:pPr>
      <w:r>
        <w:rPr>
          <w:rFonts w:ascii="Arial" w:hAnsi="Arial" w:cs="Arial"/>
        </w:rPr>
        <w:t xml:space="preserve">O </w:t>
      </w:r>
      <w:r w:rsidR="00965E45" w:rsidRPr="00A35763">
        <w:rPr>
          <w:rFonts w:ascii="Arial" w:hAnsi="Arial" w:cs="Arial"/>
        </w:rPr>
        <w:t>výběru nejvhodnější nabídky na Veřejnou zakázku</w:t>
      </w:r>
      <w:r w:rsidR="00F571C5" w:rsidRPr="00A35763">
        <w:rPr>
          <w:rFonts w:ascii="Arial" w:hAnsi="Arial" w:cs="Arial"/>
        </w:rPr>
        <w:t xml:space="preserve"> a uzavření </w:t>
      </w:r>
      <w:r w:rsidR="00B24E74">
        <w:rPr>
          <w:rFonts w:ascii="Arial" w:hAnsi="Arial" w:cs="Arial"/>
        </w:rPr>
        <w:t>Rámcové smlouvy</w:t>
      </w:r>
      <w:r w:rsidR="00F571C5" w:rsidRPr="00A35763">
        <w:rPr>
          <w:rFonts w:ascii="Arial" w:hAnsi="Arial" w:cs="Arial"/>
        </w:rPr>
        <w:t xml:space="preserve"> bylo v </w:t>
      </w:r>
      <w:r w:rsidR="00965E45" w:rsidRPr="00A35763">
        <w:rPr>
          <w:rFonts w:ascii="Arial" w:hAnsi="Arial" w:cs="Arial"/>
        </w:rPr>
        <w:t xml:space="preserve">souladu s ustanovením § 59 odst. 3 zákona č. 129/2000 Sb., o krajích (krajské zřízení), v platném znění rozhodnuto usnesením č. [_____] Radou Kraje Vysočina na jednání </w:t>
      </w:r>
      <w:r w:rsidR="00036E8F" w:rsidRPr="00A35763">
        <w:rPr>
          <w:rFonts w:ascii="Arial" w:hAnsi="Arial" w:cs="Arial"/>
        </w:rPr>
        <w:t>č. </w:t>
      </w:r>
      <w:r w:rsidR="00965E45" w:rsidRPr="00A35763">
        <w:rPr>
          <w:rFonts w:ascii="Arial" w:hAnsi="Arial" w:cs="Arial"/>
        </w:rPr>
        <w:t>[_____] konaném dne [_____].</w:t>
      </w:r>
    </w:p>
    <w:p w14:paraId="51A32EEF" w14:textId="57F54195" w:rsidR="002604C8" w:rsidRPr="00DB7A17" w:rsidRDefault="002604C8"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Tato Rámcová smlouva je ve smyslu § 131 a násl. </w:t>
      </w:r>
      <w:proofErr w:type="spellStart"/>
      <w:r w:rsidRPr="00A35763">
        <w:rPr>
          <w:rFonts w:ascii="Arial" w:hAnsi="Arial" w:cs="Arial"/>
        </w:rPr>
        <w:t>ZzVZ</w:t>
      </w:r>
      <w:proofErr w:type="spellEnd"/>
      <w:r w:rsidRPr="00A35763">
        <w:rPr>
          <w:rFonts w:ascii="Arial" w:hAnsi="Arial" w:cs="Arial"/>
        </w:rPr>
        <w:t xml:space="preserve"> rámcovou dohodou; je uzavřena </w:t>
      </w:r>
      <w:r w:rsidR="00296076">
        <w:rPr>
          <w:rFonts w:ascii="Arial" w:hAnsi="Arial" w:cs="Arial"/>
        </w:rPr>
        <w:t xml:space="preserve">s jedním </w:t>
      </w:r>
      <w:r w:rsidR="00296076" w:rsidRPr="00DB7A17">
        <w:rPr>
          <w:rFonts w:ascii="Arial" w:hAnsi="Arial" w:cs="Arial"/>
        </w:rPr>
        <w:t>dodavatelem</w:t>
      </w:r>
      <w:r w:rsidRPr="00DB7A17">
        <w:rPr>
          <w:rFonts w:ascii="Arial" w:hAnsi="Arial" w:cs="Arial"/>
        </w:rPr>
        <w:t xml:space="preserve"> </w:t>
      </w:r>
      <w:r w:rsidRPr="009A6F90">
        <w:rPr>
          <w:rFonts w:ascii="Arial" w:hAnsi="Arial" w:cs="Arial"/>
        </w:rPr>
        <w:t>a všechny podmínky plnění jsou vymezeny v této Rámcové smlouvě</w:t>
      </w:r>
      <w:r w:rsidRPr="00DB7A17">
        <w:rPr>
          <w:rFonts w:ascii="Arial" w:hAnsi="Arial" w:cs="Arial"/>
        </w:rPr>
        <w:t>.</w:t>
      </w:r>
    </w:p>
    <w:p w14:paraId="7C4C7544" w14:textId="5B4CED1A" w:rsidR="003A0FA1" w:rsidRDefault="003A0FA1"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lastRenderedPageBreak/>
        <w:t xml:space="preserve">Účelem této </w:t>
      </w:r>
      <w:r w:rsidR="00EF3782" w:rsidRPr="00A35763">
        <w:rPr>
          <w:rFonts w:ascii="Arial" w:hAnsi="Arial" w:cs="Arial"/>
        </w:rPr>
        <w:t>Rám</w:t>
      </w:r>
      <w:r w:rsidRPr="00A35763">
        <w:rPr>
          <w:rFonts w:ascii="Arial" w:hAnsi="Arial" w:cs="Arial"/>
        </w:rPr>
        <w:t xml:space="preserve">cové smlouvy je zajištění dodávek </w:t>
      </w:r>
      <w:r w:rsidR="00DB51FD">
        <w:rPr>
          <w:rFonts w:ascii="Arial" w:hAnsi="Arial" w:cs="Arial"/>
        </w:rPr>
        <w:t>definovaných dále, a to</w:t>
      </w:r>
      <w:r w:rsidR="00965E45" w:rsidRPr="00A35763">
        <w:rPr>
          <w:rFonts w:ascii="Arial" w:hAnsi="Arial" w:cs="Arial"/>
        </w:rPr>
        <w:t xml:space="preserve"> </w:t>
      </w:r>
      <w:r w:rsidR="00965E45" w:rsidRPr="00DB7A17">
        <w:rPr>
          <w:rFonts w:ascii="Arial" w:hAnsi="Arial" w:cs="Arial"/>
        </w:rPr>
        <w:t xml:space="preserve">včetně </w:t>
      </w:r>
      <w:r w:rsidR="006044D5" w:rsidRPr="009A6F90">
        <w:rPr>
          <w:rFonts w:ascii="Arial" w:hAnsi="Arial" w:cs="Arial"/>
        </w:rPr>
        <w:t xml:space="preserve">dopravy </w:t>
      </w:r>
      <w:r w:rsidRPr="00DB7A17">
        <w:rPr>
          <w:rFonts w:ascii="Arial" w:hAnsi="Arial" w:cs="Arial"/>
        </w:rPr>
        <w:t xml:space="preserve">do místa převzetí pro potřeby </w:t>
      </w:r>
      <w:r w:rsidR="00EF3782" w:rsidRPr="00DB7A17">
        <w:rPr>
          <w:rFonts w:ascii="Arial" w:hAnsi="Arial" w:cs="Arial"/>
        </w:rPr>
        <w:t>Kupují</w:t>
      </w:r>
      <w:r w:rsidRPr="00DB7A17">
        <w:rPr>
          <w:rFonts w:ascii="Arial" w:hAnsi="Arial" w:cs="Arial"/>
        </w:rPr>
        <w:t>cího</w:t>
      </w:r>
      <w:r w:rsidR="006A5A15" w:rsidRPr="00DB7A17">
        <w:rPr>
          <w:rFonts w:ascii="Arial" w:hAnsi="Arial" w:cs="Arial"/>
        </w:rPr>
        <w:t xml:space="preserve">, </w:t>
      </w:r>
      <w:r w:rsidR="006A5A15" w:rsidRPr="009A6F90">
        <w:rPr>
          <w:rFonts w:ascii="Arial" w:hAnsi="Arial" w:cs="Arial"/>
        </w:rPr>
        <w:t>jakož i instalace</w:t>
      </w:r>
      <w:r w:rsidR="006A5A15" w:rsidRPr="00DB7A17">
        <w:rPr>
          <w:rFonts w:ascii="Arial" w:hAnsi="Arial" w:cs="Arial"/>
        </w:rPr>
        <w:t>, a to</w:t>
      </w:r>
      <w:r w:rsidRPr="00DB7A17">
        <w:rPr>
          <w:rFonts w:ascii="Arial" w:hAnsi="Arial" w:cs="Arial"/>
        </w:rPr>
        <w:t xml:space="preserve"> po do</w:t>
      </w:r>
      <w:r w:rsidRPr="00A35763">
        <w:rPr>
          <w:rFonts w:ascii="Arial" w:hAnsi="Arial" w:cs="Arial"/>
        </w:rPr>
        <w:t xml:space="preserve">bu </w:t>
      </w:r>
      <w:r w:rsidR="00965E45" w:rsidRPr="00A35763">
        <w:rPr>
          <w:rFonts w:ascii="Arial" w:hAnsi="Arial" w:cs="Arial"/>
        </w:rPr>
        <w:t xml:space="preserve">trvání </w:t>
      </w:r>
      <w:r w:rsidR="00EF3782" w:rsidRPr="00A35763">
        <w:rPr>
          <w:rFonts w:ascii="Arial" w:hAnsi="Arial" w:cs="Arial"/>
        </w:rPr>
        <w:t>Rám</w:t>
      </w:r>
      <w:r w:rsidR="00965E45" w:rsidRPr="00A35763">
        <w:rPr>
          <w:rFonts w:ascii="Arial" w:hAnsi="Arial" w:cs="Arial"/>
        </w:rPr>
        <w:t>cové smlouvy</w:t>
      </w:r>
      <w:r w:rsidRPr="00A35763">
        <w:rPr>
          <w:rFonts w:ascii="Arial" w:hAnsi="Arial" w:cs="Arial"/>
        </w:rPr>
        <w:t xml:space="preserve">. </w:t>
      </w:r>
    </w:p>
    <w:p w14:paraId="016C9DA9" w14:textId="774AE44F" w:rsidR="00DB51FD" w:rsidRPr="00C0632D" w:rsidRDefault="00DB51FD" w:rsidP="00DB51FD">
      <w:pPr>
        <w:pStyle w:val="Odstavecseseznamem"/>
        <w:numPr>
          <w:ilvl w:val="1"/>
          <w:numId w:val="1"/>
        </w:numPr>
        <w:spacing w:after="0" w:line="276" w:lineRule="auto"/>
        <w:ind w:left="567" w:hanging="567"/>
        <w:jc w:val="both"/>
        <w:rPr>
          <w:rFonts w:ascii="Arial" w:hAnsi="Arial" w:cs="Arial"/>
        </w:rPr>
      </w:pPr>
      <w:r w:rsidRPr="00C0632D">
        <w:rPr>
          <w:rFonts w:ascii="Arial" w:hAnsi="Arial" w:cs="Arial"/>
        </w:rPr>
        <w:t xml:space="preserve">V Zadávacím řízení se uzavírá rovněž rámcová servisní smlouva vymezující servisní služby, které mohou být postupem uvedeným v čl. 3 </w:t>
      </w:r>
      <w:proofErr w:type="gramStart"/>
      <w:r w:rsidRPr="00C0632D">
        <w:rPr>
          <w:rFonts w:ascii="Arial" w:hAnsi="Arial" w:cs="Arial"/>
        </w:rPr>
        <w:t>této</w:t>
      </w:r>
      <w:proofErr w:type="gramEnd"/>
      <w:r w:rsidRPr="00C0632D">
        <w:rPr>
          <w:rFonts w:ascii="Arial" w:hAnsi="Arial" w:cs="Arial"/>
        </w:rPr>
        <w:t xml:space="preserve"> smlouvy pořizovány spolu s Věcmi </w:t>
      </w:r>
      <w:r w:rsidRPr="00C0632D">
        <w:rPr>
          <w:rFonts w:ascii="Arial" w:hAnsi="Arial" w:cs="Arial"/>
          <w:color w:val="000000" w:themeColor="text1"/>
        </w:rPr>
        <w:t>(dále jen „</w:t>
      </w:r>
      <w:r w:rsidRPr="00C0632D">
        <w:rPr>
          <w:rFonts w:ascii="Arial" w:hAnsi="Arial" w:cs="Arial"/>
          <w:b/>
          <w:color w:val="000000" w:themeColor="text1"/>
        </w:rPr>
        <w:t>Rámcová servisní smlouva</w:t>
      </w:r>
      <w:r w:rsidRPr="00C0632D">
        <w:rPr>
          <w:rFonts w:ascii="Arial" w:hAnsi="Arial" w:cs="Arial"/>
          <w:color w:val="000000" w:themeColor="text1"/>
        </w:rPr>
        <w:t>“)</w:t>
      </w:r>
      <w:r w:rsidRPr="00C0632D">
        <w:rPr>
          <w:rFonts w:ascii="Arial" w:hAnsi="Arial" w:cs="Arial"/>
        </w:rPr>
        <w:t>.</w:t>
      </w:r>
    </w:p>
    <w:p w14:paraId="1C3BA7DE" w14:textId="77777777" w:rsidR="003A0FA1" w:rsidRPr="00A35763" w:rsidRDefault="003A0FA1"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Na základě </w:t>
      </w:r>
      <w:r w:rsidR="00EF3782" w:rsidRPr="00A35763">
        <w:rPr>
          <w:rFonts w:ascii="Arial" w:hAnsi="Arial" w:cs="Arial"/>
        </w:rPr>
        <w:t>Rám</w:t>
      </w:r>
      <w:r w:rsidRPr="00A35763">
        <w:rPr>
          <w:rFonts w:ascii="Arial" w:hAnsi="Arial" w:cs="Arial"/>
        </w:rPr>
        <w:t xml:space="preserve">cové smlouvy bude </w:t>
      </w:r>
      <w:r w:rsidR="00EF3782" w:rsidRPr="00A35763">
        <w:rPr>
          <w:rFonts w:ascii="Arial" w:hAnsi="Arial" w:cs="Arial"/>
        </w:rPr>
        <w:t>Kupují</w:t>
      </w:r>
      <w:r w:rsidRPr="00A35763">
        <w:rPr>
          <w:rFonts w:ascii="Arial" w:hAnsi="Arial" w:cs="Arial"/>
        </w:rPr>
        <w:t xml:space="preserve">cí podle svých aktuálních potřeb zadávat </w:t>
      </w:r>
      <w:r w:rsidR="00EF3782" w:rsidRPr="00A35763">
        <w:rPr>
          <w:rFonts w:ascii="Arial" w:hAnsi="Arial" w:cs="Arial"/>
        </w:rPr>
        <w:t>Prodávajícím</w:t>
      </w:r>
      <w:r w:rsidRPr="00A35763">
        <w:rPr>
          <w:rFonts w:ascii="Arial" w:hAnsi="Arial" w:cs="Arial"/>
        </w:rPr>
        <w:t xml:space="preserve"> veřejné zakázky</w:t>
      </w:r>
      <w:r w:rsidR="00BE2434" w:rsidRPr="00A35763">
        <w:rPr>
          <w:rFonts w:ascii="Arial" w:hAnsi="Arial" w:cs="Arial"/>
        </w:rPr>
        <w:t xml:space="preserve"> postupem stanoveným v Rámcové smlouvě</w:t>
      </w:r>
      <w:r w:rsidRPr="00A35763">
        <w:rPr>
          <w:rFonts w:ascii="Arial" w:hAnsi="Arial" w:cs="Arial"/>
        </w:rPr>
        <w:t xml:space="preserve">. </w:t>
      </w:r>
    </w:p>
    <w:p w14:paraId="37A3B45C" w14:textId="77777777" w:rsidR="00A54BC1" w:rsidRPr="00DB7A17" w:rsidRDefault="00A54BC1"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Kupující uzavírá Rámcovou smlouvu jako centrální zadavatel pro jím zřízené příspěvkové </w:t>
      </w:r>
      <w:r w:rsidRPr="00DB7A17">
        <w:rPr>
          <w:rFonts w:ascii="Arial" w:hAnsi="Arial" w:cs="Arial"/>
        </w:rPr>
        <w:t xml:space="preserve">organizace, které jsou oprávněny </w:t>
      </w:r>
      <w:r w:rsidR="002E36FF" w:rsidRPr="009A6F90">
        <w:rPr>
          <w:rFonts w:ascii="Arial" w:hAnsi="Arial" w:cs="Arial"/>
        </w:rPr>
        <w:t>samostatně</w:t>
      </w:r>
      <w:r w:rsidR="002E36FF" w:rsidRPr="00DB7A17">
        <w:rPr>
          <w:rFonts w:ascii="Arial" w:hAnsi="Arial" w:cs="Arial"/>
        </w:rPr>
        <w:t xml:space="preserve"> </w:t>
      </w:r>
      <w:r w:rsidRPr="00DB7A17">
        <w:rPr>
          <w:rFonts w:ascii="Arial" w:hAnsi="Arial" w:cs="Arial"/>
        </w:rPr>
        <w:t>pořizovat dodávky na základě Rámcové smlouvy.</w:t>
      </w:r>
    </w:p>
    <w:p w14:paraId="1E4AF68E" w14:textId="77777777" w:rsidR="003A0FA1" w:rsidRPr="00A35763" w:rsidRDefault="003A0FA1" w:rsidP="00EF3782">
      <w:pPr>
        <w:pStyle w:val="Odstavecseseznamem"/>
        <w:spacing w:after="0" w:line="276" w:lineRule="auto"/>
        <w:ind w:left="284"/>
        <w:jc w:val="both"/>
        <w:rPr>
          <w:rFonts w:ascii="Arial" w:hAnsi="Arial" w:cs="Arial"/>
        </w:rPr>
      </w:pPr>
    </w:p>
    <w:p w14:paraId="3CE163DA" w14:textId="77777777"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 xml:space="preserve">Předmět a trvání </w:t>
      </w:r>
      <w:r w:rsidR="00EF3782" w:rsidRPr="00A35763">
        <w:rPr>
          <w:rFonts w:ascii="Arial" w:hAnsi="Arial" w:cs="Arial"/>
          <w:b/>
        </w:rPr>
        <w:t>Rám</w:t>
      </w:r>
      <w:r w:rsidRPr="00A35763">
        <w:rPr>
          <w:rFonts w:ascii="Arial" w:hAnsi="Arial" w:cs="Arial"/>
          <w:b/>
        </w:rPr>
        <w:t>cové smlouvy</w:t>
      </w:r>
    </w:p>
    <w:p w14:paraId="4C0FDAB1" w14:textId="1CE4CECB" w:rsidR="003A0FA1" w:rsidRPr="00A35763" w:rsidRDefault="003A0FA1" w:rsidP="00EA428B">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 xml:space="preserve">Předmětem této </w:t>
      </w:r>
      <w:r w:rsidR="00EF3782" w:rsidRPr="00A35763">
        <w:rPr>
          <w:rFonts w:ascii="Arial" w:hAnsi="Arial" w:cs="Arial"/>
        </w:rPr>
        <w:t>Rám</w:t>
      </w:r>
      <w:r w:rsidRPr="00A35763">
        <w:rPr>
          <w:rFonts w:ascii="Arial" w:hAnsi="Arial" w:cs="Arial"/>
        </w:rPr>
        <w:t xml:space="preserve">cové smlouvy je stanovení podmínek pro dodávky </w:t>
      </w:r>
      <w:r w:rsidR="00C0632D">
        <w:rPr>
          <w:rFonts w:ascii="Arial" w:hAnsi="Arial" w:cs="Arial"/>
        </w:rPr>
        <w:t>komponent firewall</w:t>
      </w:r>
      <w:r w:rsidR="00B06136" w:rsidRPr="00A35763">
        <w:rPr>
          <w:rFonts w:ascii="Arial" w:hAnsi="Arial" w:cs="Arial"/>
        </w:rPr>
        <w:t xml:space="preserve"> </w:t>
      </w:r>
      <w:r w:rsidR="00DE1BF4">
        <w:rPr>
          <w:rFonts w:ascii="Arial" w:hAnsi="Arial" w:cs="Arial"/>
        </w:rPr>
        <w:t xml:space="preserve">a </w:t>
      </w:r>
      <w:proofErr w:type="spellStart"/>
      <w:r w:rsidR="00DE1BF4">
        <w:rPr>
          <w:rFonts w:ascii="Arial" w:hAnsi="Arial" w:cs="Arial"/>
        </w:rPr>
        <w:t>proxy</w:t>
      </w:r>
      <w:proofErr w:type="spellEnd"/>
      <w:r w:rsidR="00DE1BF4">
        <w:rPr>
          <w:rFonts w:ascii="Arial" w:hAnsi="Arial" w:cs="Arial"/>
        </w:rPr>
        <w:t xml:space="preserve"> serverů </w:t>
      </w:r>
      <w:r w:rsidR="00B06136" w:rsidRPr="00A35763">
        <w:rPr>
          <w:rFonts w:ascii="Arial" w:hAnsi="Arial" w:cs="Arial"/>
        </w:rPr>
        <w:t>(dále jen „</w:t>
      </w:r>
      <w:r w:rsidR="00B06136" w:rsidRPr="00A35763">
        <w:rPr>
          <w:rFonts w:ascii="Arial" w:hAnsi="Arial" w:cs="Arial"/>
          <w:b/>
        </w:rPr>
        <w:t>Věc</w:t>
      </w:r>
      <w:r w:rsidRPr="00A35763">
        <w:rPr>
          <w:rFonts w:ascii="Arial" w:hAnsi="Arial" w:cs="Arial"/>
          <w:b/>
        </w:rPr>
        <w:t>i</w:t>
      </w:r>
      <w:r w:rsidRPr="00A35763">
        <w:rPr>
          <w:rFonts w:ascii="Arial" w:hAnsi="Arial" w:cs="Arial"/>
        </w:rPr>
        <w:t xml:space="preserve">“) </w:t>
      </w:r>
      <w:r w:rsidR="00EF3782" w:rsidRPr="00A35763">
        <w:rPr>
          <w:rFonts w:ascii="Arial" w:hAnsi="Arial" w:cs="Arial"/>
        </w:rPr>
        <w:t>Prodáv</w:t>
      </w:r>
      <w:r w:rsidRPr="00A35763">
        <w:rPr>
          <w:rFonts w:ascii="Arial" w:hAnsi="Arial" w:cs="Arial"/>
        </w:rPr>
        <w:t xml:space="preserve">ajícím </w:t>
      </w:r>
      <w:r w:rsidR="00EF3782" w:rsidRPr="00A35763">
        <w:rPr>
          <w:rFonts w:ascii="Arial" w:hAnsi="Arial" w:cs="Arial"/>
        </w:rPr>
        <w:t>Kupují</w:t>
      </w:r>
      <w:r w:rsidRPr="00A35763">
        <w:rPr>
          <w:rFonts w:ascii="Arial" w:hAnsi="Arial" w:cs="Arial"/>
        </w:rPr>
        <w:t xml:space="preserve">címu. </w:t>
      </w:r>
    </w:p>
    <w:p w14:paraId="1745961D" w14:textId="2F5031BD" w:rsidR="003A0FA1" w:rsidRDefault="00EF3782" w:rsidP="00AF3D74">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Rám</w:t>
      </w:r>
      <w:r w:rsidR="003A0FA1" w:rsidRPr="00A35763">
        <w:rPr>
          <w:rFonts w:ascii="Arial" w:hAnsi="Arial" w:cs="Arial"/>
        </w:rPr>
        <w:t xml:space="preserve">cová smlouva upravuje v souladu se </w:t>
      </w:r>
      <w:proofErr w:type="spellStart"/>
      <w:r w:rsidR="003A0FA1" w:rsidRPr="00A35763">
        <w:rPr>
          <w:rFonts w:ascii="Arial" w:hAnsi="Arial" w:cs="Arial"/>
        </w:rPr>
        <w:t>Z</w:t>
      </w:r>
      <w:r w:rsidR="00F5378C" w:rsidRPr="00A35763">
        <w:rPr>
          <w:rFonts w:ascii="Arial" w:hAnsi="Arial" w:cs="Arial"/>
        </w:rPr>
        <w:t>z</w:t>
      </w:r>
      <w:r w:rsidR="003A0FA1" w:rsidRPr="00A35763">
        <w:rPr>
          <w:rFonts w:ascii="Arial" w:hAnsi="Arial" w:cs="Arial"/>
        </w:rPr>
        <w:t>VZ</w:t>
      </w:r>
      <w:proofErr w:type="spellEnd"/>
      <w:r w:rsidR="003A0FA1" w:rsidRPr="00A35763">
        <w:rPr>
          <w:rFonts w:ascii="Arial" w:hAnsi="Arial" w:cs="Arial"/>
        </w:rPr>
        <w:t xml:space="preserve"> podmínky týkající se zadávání a plnění jednotlivých veřejných zakázek na dodávky </w:t>
      </w:r>
      <w:r w:rsidR="00B06136" w:rsidRPr="00A35763">
        <w:rPr>
          <w:rFonts w:ascii="Arial" w:hAnsi="Arial" w:cs="Arial"/>
        </w:rPr>
        <w:t>Věc</w:t>
      </w:r>
      <w:r w:rsidR="003A0FA1" w:rsidRPr="00A35763">
        <w:rPr>
          <w:rFonts w:ascii="Arial" w:hAnsi="Arial" w:cs="Arial"/>
        </w:rPr>
        <w:t xml:space="preserve">í podle požadavků specifikovaných </w:t>
      </w:r>
      <w:r w:rsidR="00B06136" w:rsidRPr="00A35763">
        <w:rPr>
          <w:rFonts w:ascii="Arial" w:hAnsi="Arial" w:cs="Arial"/>
        </w:rPr>
        <w:t>Kupujícím</w:t>
      </w:r>
      <w:r w:rsidR="003A0FA1" w:rsidRPr="00A35763">
        <w:rPr>
          <w:rFonts w:ascii="Arial" w:hAnsi="Arial" w:cs="Arial"/>
        </w:rPr>
        <w:t xml:space="preserve">. </w:t>
      </w:r>
      <w:r w:rsidR="00B06136" w:rsidRPr="00A35763">
        <w:rPr>
          <w:rFonts w:ascii="Arial" w:hAnsi="Arial" w:cs="Arial"/>
        </w:rPr>
        <w:t>Věc</w:t>
      </w:r>
      <w:r w:rsidR="003A0FA1" w:rsidRPr="00A35763">
        <w:rPr>
          <w:rFonts w:ascii="Arial" w:hAnsi="Arial" w:cs="Arial"/>
        </w:rPr>
        <w:t>mi se rozumí zařízení dle specifikace j</w:t>
      </w:r>
      <w:r w:rsidR="00E051B4" w:rsidRPr="00A35763">
        <w:rPr>
          <w:rFonts w:ascii="Arial" w:hAnsi="Arial" w:cs="Arial"/>
        </w:rPr>
        <w:t>ednotlivých položek uvedených v </w:t>
      </w:r>
      <w:r w:rsidR="003A0FA1" w:rsidRPr="00A35763">
        <w:rPr>
          <w:rFonts w:ascii="Arial" w:hAnsi="Arial" w:cs="Arial"/>
        </w:rPr>
        <w:t xml:space="preserve">příloze č. 1 této </w:t>
      </w:r>
      <w:r w:rsidRPr="00A35763">
        <w:rPr>
          <w:rFonts w:ascii="Arial" w:hAnsi="Arial" w:cs="Arial"/>
        </w:rPr>
        <w:t>Rám</w:t>
      </w:r>
      <w:r w:rsidR="003A0FA1" w:rsidRPr="00A35763">
        <w:rPr>
          <w:rFonts w:ascii="Arial" w:hAnsi="Arial" w:cs="Arial"/>
        </w:rPr>
        <w:t>cové smlouvy</w:t>
      </w:r>
      <w:r w:rsidR="00F36805" w:rsidRPr="00A35763">
        <w:rPr>
          <w:rFonts w:ascii="Arial" w:hAnsi="Arial" w:cs="Arial"/>
        </w:rPr>
        <w:t>.</w:t>
      </w:r>
    </w:p>
    <w:p w14:paraId="639C99E5" w14:textId="77777777" w:rsidR="003A0FA1" w:rsidRPr="00A35763" w:rsidRDefault="003A0FA1" w:rsidP="00AF3D74">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 xml:space="preserve">V případě, že by některá z </w:t>
      </w:r>
      <w:r w:rsidR="00B06136" w:rsidRPr="00A35763">
        <w:rPr>
          <w:rFonts w:ascii="Arial" w:hAnsi="Arial" w:cs="Arial"/>
        </w:rPr>
        <w:t>Věc</w:t>
      </w:r>
      <w:r w:rsidRPr="00A35763">
        <w:rPr>
          <w:rFonts w:ascii="Arial" w:hAnsi="Arial" w:cs="Arial"/>
        </w:rPr>
        <w:t xml:space="preserve">í, na které je </w:t>
      </w:r>
      <w:r w:rsidR="00EF3782" w:rsidRPr="00A35763">
        <w:rPr>
          <w:rFonts w:ascii="Arial" w:hAnsi="Arial" w:cs="Arial"/>
        </w:rPr>
        <w:t>Rám</w:t>
      </w:r>
      <w:r w:rsidRPr="00A35763">
        <w:rPr>
          <w:rFonts w:ascii="Arial" w:hAnsi="Arial" w:cs="Arial"/>
        </w:rPr>
        <w:t xml:space="preserve">cová smlouva </w:t>
      </w:r>
      <w:r w:rsidR="00A24041" w:rsidRPr="00A35763">
        <w:rPr>
          <w:rFonts w:ascii="Arial" w:hAnsi="Arial" w:cs="Arial"/>
        </w:rPr>
        <w:t>uzavřena</w:t>
      </w:r>
      <w:r w:rsidR="00BE2434" w:rsidRPr="00A35763">
        <w:rPr>
          <w:rFonts w:ascii="Arial" w:hAnsi="Arial" w:cs="Arial"/>
        </w:rPr>
        <w:t>,</w:t>
      </w:r>
      <w:r w:rsidR="00A24041" w:rsidRPr="00A35763">
        <w:rPr>
          <w:rFonts w:ascii="Arial" w:hAnsi="Arial" w:cs="Arial"/>
        </w:rPr>
        <w:t xml:space="preserve"> </w:t>
      </w:r>
      <w:r w:rsidRPr="00A35763">
        <w:rPr>
          <w:rFonts w:ascii="Arial" w:hAnsi="Arial" w:cs="Arial"/>
        </w:rPr>
        <w:t xml:space="preserve">přestala být na trhu dostupná z objektivních důvodů neležících na straně </w:t>
      </w:r>
      <w:r w:rsidR="00EF3782" w:rsidRPr="00A35763">
        <w:rPr>
          <w:rFonts w:ascii="Arial" w:hAnsi="Arial" w:cs="Arial"/>
        </w:rPr>
        <w:t>Prodáv</w:t>
      </w:r>
      <w:r w:rsidRPr="00A35763">
        <w:rPr>
          <w:rFonts w:ascii="Arial" w:hAnsi="Arial" w:cs="Arial"/>
        </w:rPr>
        <w:t>ajícího,</w:t>
      </w:r>
      <w:r w:rsidR="004D2682" w:rsidRPr="00A35763">
        <w:t xml:space="preserve"> </w:t>
      </w:r>
      <w:r w:rsidR="004D2682" w:rsidRPr="00A35763">
        <w:rPr>
          <w:rFonts w:ascii="Arial" w:hAnsi="Arial" w:cs="Arial"/>
        </w:rPr>
        <w:t xml:space="preserve">zejm. ukončení výroby nebo prodeje příslušné modelové řady, </w:t>
      </w:r>
      <w:r w:rsidRPr="00A35763">
        <w:rPr>
          <w:rFonts w:ascii="Arial" w:hAnsi="Arial" w:cs="Arial"/>
        </w:rPr>
        <w:t xml:space="preserve">je </w:t>
      </w:r>
      <w:r w:rsidR="00EF3782" w:rsidRPr="00A35763">
        <w:rPr>
          <w:rFonts w:ascii="Arial" w:hAnsi="Arial" w:cs="Arial"/>
        </w:rPr>
        <w:t>Prodáv</w:t>
      </w:r>
      <w:r w:rsidRPr="00A35763">
        <w:rPr>
          <w:rFonts w:ascii="Arial" w:hAnsi="Arial" w:cs="Arial"/>
        </w:rPr>
        <w:t>ající</w:t>
      </w:r>
      <w:r w:rsidR="005262B0" w:rsidRPr="00A35763">
        <w:rPr>
          <w:rFonts w:ascii="Arial" w:hAnsi="Arial" w:cs="Arial"/>
        </w:rPr>
        <w:t xml:space="preserve"> povinen za podmínek stanovených Rámcovou smlouvou</w:t>
      </w:r>
      <w:r w:rsidRPr="00A35763">
        <w:rPr>
          <w:rFonts w:ascii="Arial" w:hAnsi="Arial" w:cs="Arial"/>
        </w:rPr>
        <w:t xml:space="preserve"> nabídnout</w:t>
      </w:r>
      <w:r w:rsidR="00E65CC2" w:rsidRPr="00A35763">
        <w:rPr>
          <w:rFonts w:ascii="Arial" w:hAnsi="Arial" w:cs="Arial"/>
        </w:rPr>
        <w:t xml:space="preserve"> při uzavírání dílčí kupní smlouvy</w:t>
      </w:r>
      <w:r w:rsidRPr="00A35763">
        <w:rPr>
          <w:rFonts w:ascii="Arial" w:hAnsi="Arial" w:cs="Arial"/>
        </w:rPr>
        <w:t xml:space="preserve"> náhradou </w:t>
      </w:r>
      <w:r w:rsidR="004D2682" w:rsidRPr="00A35763">
        <w:rPr>
          <w:rFonts w:ascii="Arial" w:hAnsi="Arial" w:cs="Arial"/>
        </w:rPr>
        <w:t xml:space="preserve">nástupnický model Věci nebo </w:t>
      </w:r>
      <w:r w:rsidRPr="00A35763">
        <w:rPr>
          <w:rFonts w:ascii="Arial" w:hAnsi="Arial" w:cs="Arial"/>
        </w:rPr>
        <w:t xml:space="preserve">obdobnou </w:t>
      </w:r>
      <w:r w:rsidR="00B06136" w:rsidRPr="00A35763">
        <w:rPr>
          <w:rFonts w:ascii="Arial" w:hAnsi="Arial" w:cs="Arial"/>
        </w:rPr>
        <w:t>Věc</w:t>
      </w:r>
      <w:r w:rsidRPr="00A35763">
        <w:rPr>
          <w:rFonts w:ascii="Arial" w:hAnsi="Arial" w:cs="Arial"/>
        </w:rPr>
        <w:t xml:space="preserve"> s minimálně stejnými technickými parametry definovanými v</w:t>
      </w:r>
      <w:r w:rsidR="00BE2434" w:rsidRPr="00A35763">
        <w:rPr>
          <w:rFonts w:ascii="Arial" w:hAnsi="Arial" w:cs="Arial"/>
        </w:rPr>
        <w:t> </w:t>
      </w:r>
      <w:r w:rsidRPr="00A35763">
        <w:rPr>
          <w:rFonts w:ascii="Arial" w:hAnsi="Arial" w:cs="Arial"/>
        </w:rPr>
        <w:t>příloze této smlouvy, nebo lepšími</w:t>
      </w:r>
      <w:r w:rsidR="00C90908" w:rsidRPr="00A35763">
        <w:rPr>
          <w:rFonts w:ascii="Arial" w:hAnsi="Arial" w:cs="Arial"/>
        </w:rPr>
        <w:t>, a to nejvýše za cenu nahrazované Věci</w:t>
      </w:r>
      <w:r w:rsidRPr="00A35763">
        <w:rPr>
          <w:rFonts w:ascii="Arial" w:hAnsi="Arial" w:cs="Arial"/>
        </w:rPr>
        <w:t xml:space="preserve">. </w:t>
      </w:r>
      <w:r w:rsidR="00EF3782" w:rsidRPr="00A35763">
        <w:rPr>
          <w:rFonts w:ascii="Arial" w:hAnsi="Arial" w:cs="Arial"/>
        </w:rPr>
        <w:t>Kupují</w:t>
      </w:r>
      <w:r w:rsidRPr="00A35763">
        <w:rPr>
          <w:rFonts w:ascii="Arial" w:hAnsi="Arial" w:cs="Arial"/>
        </w:rPr>
        <w:t xml:space="preserve">cí je oprávněn se rozhodnout, zda takovou </w:t>
      </w:r>
      <w:r w:rsidR="00B06136" w:rsidRPr="00A35763">
        <w:rPr>
          <w:rFonts w:ascii="Arial" w:hAnsi="Arial" w:cs="Arial"/>
        </w:rPr>
        <w:t>Věc</w:t>
      </w:r>
      <w:r w:rsidR="004D2682" w:rsidRPr="00A35763">
        <w:rPr>
          <w:rFonts w:ascii="Arial" w:hAnsi="Arial" w:cs="Arial"/>
        </w:rPr>
        <w:t xml:space="preserve"> akceptuje</w:t>
      </w:r>
      <w:r w:rsidRPr="00A35763">
        <w:rPr>
          <w:rFonts w:ascii="Arial" w:hAnsi="Arial" w:cs="Arial"/>
        </w:rPr>
        <w:t>.</w:t>
      </w:r>
    </w:p>
    <w:p w14:paraId="09C8CB59" w14:textId="53461D9F" w:rsidR="003A0FA1" w:rsidRPr="00DB7A17" w:rsidRDefault="003A0FA1" w:rsidP="00AF3D74">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 xml:space="preserve">Tato </w:t>
      </w:r>
      <w:r w:rsidR="00EF3782" w:rsidRPr="00A35763">
        <w:rPr>
          <w:rFonts w:ascii="Arial" w:hAnsi="Arial" w:cs="Arial"/>
        </w:rPr>
        <w:t>Rám</w:t>
      </w:r>
      <w:r w:rsidRPr="00A35763">
        <w:rPr>
          <w:rFonts w:ascii="Arial" w:hAnsi="Arial" w:cs="Arial"/>
        </w:rPr>
        <w:t xml:space="preserve">cová smlouva se uzavírá na dobu určitou, a to </w:t>
      </w:r>
      <w:r w:rsidRPr="00DB7A17">
        <w:rPr>
          <w:rFonts w:ascii="Arial" w:hAnsi="Arial" w:cs="Arial"/>
        </w:rPr>
        <w:t xml:space="preserve">na </w:t>
      </w:r>
      <w:r w:rsidR="002E36FF" w:rsidRPr="009A6F90">
        <w:rPr>
          <w:rFonts w:ascii="Arial" w:hAnsi="Arial" w:cs="Arial"/>
        </w:rPr>
        <w:t>4 roky</w:t>
      </w:r>
      <w:r w:rsidRPr="00DB7A17">
        <w:rPr>
          <w:rFonts w:ascii="Arial" w:hAnsi="Arial" w:cs="Arial"/>
        </w:rPr>
        <w:t xml:space="preserve"> od data </w:t>
      </w:r>
      <w:r w:rsidR="002E36FF" w:rsidRPr="009A6F90">
        <w:rPr>
          <w:rFonts w:ascii="Arial" w:hAnsi="Arial" w:cs="Arial"/>
        </w:rPr>
        <w:t>účinnosti</w:t>
      </w:r>
      <w:r w:rsidRPr="00DB7A17">
        <w:rPr>
          <w:rFonts w:ascii="Arial" w:hAnsi="Arial" w:cs="Arial"/>
        </w:rPr>
        <w:t xml:space="preserve"> </w:t>
      </w:r>
      <w:r w:rsidR="00EF3782" w:rsidRPr="00DB7A17">
        <w:rPr>
          <w:rFonts w:ascii="Arial" w:hAnsi="Arial" w:cs="Arial"/>
        </w:rPr>
        <w:t>Rám</w:t>
      </w:r>
      <w:r w:rsidRPr="00DB7A17">
        <w:rPr>
          <w:rFonts w:ascii="Arial" w:hAnsi="Arial" w:cs="Arial"/>
        </w:rPr>
        <w:t xml:space="preserve">cové smlouvy. Po tuto dobu může </w:t>
      </w:r>
      <w:r w:rsidR="00EF3782" w:rsidRPr="00DB7A17">
        <w:rPr>
          <w:rFonts w:ascii="Arial" w:hAnsi="Arial" w:cs="Arial"/>
        </w:rPr>
        <w:t>Kupují</w:t>
      </w:r>
      <w:r w:rsidRPr="00DB7A17">
        <w:rPr>
          <w:rFonts w:ascii="Arial" w:hAnsi="Arial" w:cs="Arial"/>
        </w:rPr>
        <w:t xml:space="preserve">cí </w:t>
      </w:r>
      <w:r w:rsidR="00EF3782" w:rsidRPr="00DB7A17">
        <w:rPr>
          <w:rFonts w:ascii="Arial" w:hAnsi="Arial" w:cs="Arial"/>
        </w:rPr>
        <w:t>Prodáv</w:t>
      </w:r>
      <w:r w:rsidR="004F3AE0" w:rsidRPr="00DB7A17">
        <w:rPr>
          <w:rFonts w:ascii="Arial" w:hAnsi="Arial" w:cs="Arial"/>
        </w:rPr>
        <w:t>ajícím</w:t>
      </w:r>
      <w:r w:rsidRPr="00DB7A17">
        <w:rPr>
          <w:rFonts w:ascii="Arial" w:hAnsi="Arial" w:cs="Arial"/>
        </w:rPr>
        <w:t xml:space="preserve"> zadávat veřejné zakázky za podmínek </w:t>
      </w:r>
      <w:r w:rsidR="004C52B3" w:rsidRPr="00DB7A17">
        <w:rPr>
          <w:rFonts w:ascii="Arial" w:hAnsi="Arial" w:cs="Arial"/>
        </w:rPr>
        <w:t xml:space="preserve">uvedených v </w:t>
      </w:r>
      <w:r w:rsidRPr="00DB7A17">
        <w:rPr>
          <w:rFonts w:ascii="Arial" w:hAnsi="Arial" w:cs="Arial"/>
        </w:rPr>
        <w:t xml:space="preserve">této </w:t>
      </w:r>
      <w:r w:rsidR="00EF3782" w:rsidRPr="00DB7A17">
        <w:rPr>
          <w:rFonts w:ascii="Arial" w:hAnsi="Arial" w:cs="Arial"/>
        </w:rPr>
        <w:t>Rám</w:t>
      </w:r>
      <w:r w:rsidR="0093736C" w:rsidRPr="00DB7A17">
        <w:rPr>
          <w:rFonts w:ascii="Arial" w:hAnsi="Arial" w:cs="Arial"/>
        </w:rPr>
        <w:t>cové smlouv</w:t>
      </w:r>
      <w:r w:rsidR="004C52B3" w:rsidRPr="00DB7A17">
        <w:rPr>
          <w:rFonts w:ascii="Arial" w:hAnsi="Arial" w:cs="Arial"/>
        </w:rPr>
        <w:t>ě</w:t>
      </w:r>
      <w:r w:rsidR="0093736C" w:rsidRPr="00DB7A17">
        <w:rPr>
          <w:rFonts w:ascii="Arial" w:hAnsi="Arial" w:cs="Arial"/>
        </w:rPr>
        <w:t xml:space="preserve">, a to postupem </w:t>
      </w:r>
      <w:r w:rsidR="00296076" w:rsidRPr="009A6F90">
        <w:rPr>
          <w:rFonts w:ascii="Arial" w:hAnsi="Arial" w:cs="Arial"/>
        </w:rPr>
        <w:t>bez obnovení</w:t>
      </w:r>
      <w:r w:rsidR="00E051B4" w:rsidRPr="00DB7A17">
        <w:rPr>
          <w:rFonts w:ascii="Arial" w:hAnsi="Arial" w:cs="Arial"/>
        </w:rPr>
        <w:t xml:space="preserve"> soutěže ve smyslu § </w:t>
      </w:r>
      <w:r w:rsidR="0093736C" w:rsidRPr="00DB7A17">
        <w:rPr>
          <w:rFonts w:ascii="Arial" w:hAnsi="Arial" w:cs="Arial"/>
        </w:rPr>
        <w:t>13</w:t>
      </w:r>
      <w:r w:rsidR="00296076" w:rsidRPr="00DB7A17">
        <w:rPr>
          <w:rFonts w:ascii="Arial" w:hAnsi="Arial" w:cs="Arial"/>
        </w:rPr>
        <w:t>4</w:t>
      </w:r>
      <w:r w:rsidR="0093736C" w:rsidRPr="00DB7A17">
        <w:rPr>
          <w:rFonts w:ascii="Arial" w:hAnsi="Arial" w:cs="Arial"/>
        </w:rPr>
        <w:t xml:space="preserve"> </w:t>
      </w:r>
      <w:proofErr w:type="spellStart"/>
      <w:r w:rsidR="0093736C" w:rsidRPr="00DB7A17">
        <w:rPr>
          <w:rFonts w:ascii="Arial" w:hAnsi="Arial" w:cs="Arial"/>
        </w:rPr>
        <w:t>ZzVZ</w:t>
      </w:r>
      <w:proofErr w:type="spellEnd"/>
      <w:r w:rsidR="0093736C" w:rsidRPr="00DB7A17">
        <w:rPr>
          <w:rFonts w:ascii="Arial" w:hAnsi="Arial" w:cs="Arial"/>
        </w:rPr>
        <w:t>.</w:t>
      </w:r>
    </w:p>
    <w:p w14:paraId="33B9B0A5" w14:textId="77777777" w:rsidR="003A0FA1" w:rsidRPr="00A35763" w:rsidRDefault="003A0FA1" w:rsidP="00965E45">
      <w:pPr>
        <w:spacing w:after="0" w:line="276" w:lineRule="auto"/>
        <w:jc w:val="both"/>
        <w:rPr>
          <w:rFonts w:ascii="Arial" w:hAnsi="Arial" w:cs="Arial"/>
        </w:rPr>
      </w:pPr>
    </w:p>
    <w:p w14:paraId="75BA8A5F" w14:textId="77777777"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 xml:space="preserve">Postup při uzavírání dílčích kupních smluv </w:t>
      </w:r>
    </w:p>
    <w:p w14:paraId="1AFD1370" w14:textId="74D7AABA" w:rsidR="008D3979" w:rsidRPr="00DB5A53" w:rsidRDefault="00296076" w:rsidP="00AF3D74">
      <w:pPr>
        <w:pStyle w:val="Odstavecseseznamem"/>
        <w:numPr>
          <w:ilvl w:val="1"/>
          <w:numId w:val="4"/>
        </w:numPr>
        <w:spacing w:after="0" w:line="276" w:lineRule="auto"/>
        <w:ind w:left="567" w:hanging="567"/>
        <w:jc w:val="both"/>
        <w:rPr>
          <w:rFonts w:ascii="Arial" w:hAnsi="Arial" w:cs="Arial"/>
        </w:rPr>
      </w:pPr>
      <w:bookmarkStart w:id="1" w:name="_Ref461544839"/>
      <w:r w:rsidRPr="00296076">
        <w:rPr>
          <w:rFonts w:ascii="Arial" w:hAnsi="Arial" w:cs="Arial"/>
        </w:rPr>
        <w:t xml:space="preserve">Smlouvy na realizaci dílčích veřejných zakázek zadávaných na základě této Rámcové smlouvy se uzavírají tak, že Kupující </w:t>
      </w:r>
      <w:r w:rsidRPr="007B06BF">
        <w:rPr>
          <w:rFonts w:ascii="Arial" w:hAnsi="Arial" w:cs="Arial"/>
        </w:rPr>
        <w:t>písemně</w:t>
      </w:r>
      <w:r w:rsidR="007B06BF" w:rsidRPr="007B06BF">
        <w:rPr>
          <w:rFonts w:ascii="Arial" w:hAnsi="Arial" w:cs="Arial"/>
        </w:rPr>
        <w:t xml:space="preserve">, </w:t>
      </w:r>
      <w:r w:rsidRPr="007B06BF">
        <w:rPr>
          <w:rFonts w:ascii="Arial" w:hAnsi="Arial" w:cs="Arial"/>
        </w:rPr>
        <w:t xml:space="preserve"> prostřednictvím EZAK - elektronického nástroje ve smyslu 28 odst. 1 písm. i) </w:t>
      </w:r>
      <w:proofErr w:type="spellStart"/>
      <w:r w:rsidRPr="007B06BF">
        <w:rPr>
          <w:rFonts w:ascii="Arial" w:hAnsi="Arial" w:cs="Arial"/>
        </w:rPr>
        <w:t>ZzVZ</w:t>
      </w:r>
      <w:proofErr w:type="spellEnd"/>
      <w:r w:rsidRPr="007B06BF">
        <w:rPr>
          <w:rFonts w:ascii="Arial" w:hAnsi="Arial" w:cs="Arial"/>
        </w:rPr>
        <w:t xml:space="preserve"> (dále jen „</w:t>
      </w:r>
      <w:r w:rsidRPr="007B06BF">
        <w:rPr>
          <w:rFonts w:ascii="Arial" w:hAnsi="Arial" w:cs="Arial"/>
          <w:b/>
        </w:rPr>
        <w:t>Elektronický nástroj</w:t>
      </w:r>
      <w:r w:rsidRPr="007B06BF">
        <w:rPr>
          <w:rFonts w:ascii="Arial" w:hAnsi="Arial" w:cs="Arial"/>
        </w:rPr>
        <w:t xml:space="preserve">“) </w:t>
      </w:r>
      <w:r w:rsidRPr="00DB5A53">
        <w:rPr>
          <w:rFonts w:ascii="Arial" w:hAnsi="Arial" w:cs="Arial"/>
        </w:rPr>
        <w:t xml:space="preserve">vyzve Prodávajícího </w:t>
      </w:r>
      <w:r w:rsidR="00C37A12" w:rsidRPr="00DB5A53">
        <w:rPr>
          <w:rFonts w:ascii="Arial" w:hAnsi="Arial" w:cs="Arial"/>
        </w:rPr>
        <w:t xml:space="preserve">k předložení podepsaného návrhu dílčí </w:t>
      </w:r>
      <w:r w:rsidR="005F513A" w:rsidRPr="00DB5A53">
        <w:rPr>
          <w:rFonts w:ascii="Arial" w:hAnsi="Arial" w:cs="Arial"/>
        </w:rPr>
        <w:t xml:space="preserve">kupní a případně související dílčí servisní </w:t>
      </w:r>
      <w:r w:rsidR="00C37A12" w:rsidRPr="00DB5A53">
        <w:rPr>
          <w:rFonts w:ascii="Arial" w:hAnsi="Arial" w:cs="Arial"/>
        </w:rPr>
        <w:t>smlouvy (dále jen „</w:t>
      </w:r>
      <w:r w:rsidR="00C37A12" w:rsidRPr="00DB5A53">
        <w:rPr>
          <w:rFonts w:ascii="Arial" w:hAnsi="Arial" w:cs="Arial"/>
          <w:b/>
        </w:rPr>
        <w:t>Návrh smlouvy</w:t>
      </w:r>
      <w:r w:rsidR="00C37A12" w:rsidRPr="00DB5A53">
        <w:rPr>
          <w:rFonts w:ascii="Arial" w:hAnsi="Arial" w:cs="Arial"/>
        </w:rPr>
        <w:t>“)</w:t>
      </w:r>
      <w:r w:rsidR="007B06BF" w:rsidRPr="00DB5A53">
        <w:rPr>
          <w:rFonts w:ascii="Arial" w:hAnsi="Arial" w:cs="Arial"/>
        </w:rPr>
        <w:t>. J</w:t>
      </w:r>
      <w:r w:rsidRPr="00DB5A53">
        <w:rPr>
          <w:rFonts w:ascii="Arial" w:hAnsi="Arial" w:cs="Arial"/>
        </w:rPr>
        <w:t>ednotkové ceny uvedené Prodávajícím uvedené v příloze č. 2 Rámcové smlouvy</w:t>
      </w:r>
      <w:r w:rsidR="007B06BF" w:rsidRPr="00DB5A53">
        <w:rPr>
          <w:rFonts w:ascii="Arial" w:hAnsi="Arial" w:cs="Arial"/>
        </w:rPr>
        <w:t xml:space="preserve"> jsou konečné a lze je změnit pouze z podmínek stanovených Rámcovou smlouvou</w:t>
      </w:r>
      <w:r w:rsidRPr="00DB5A53">
        <w:rPr>
          <w:rFonts w:ascii="Arial" w:hAnsi="Arial" w:cs="Arial"/>
        </w:rPr>
        <w:t>.</w:t>
      </w:r>
      <w:bookmarkEnd w:id="1"/>
    </w:p>
    <w:p w14:paraId="0976393C" w14:textId="644D6742" w:rsidR="003A0FA1" w:rsidRPr="00DB5A53" w:rsidRDefault="008D3979" w:rsidP="00AF3D74">
      <w:pPr>
        <w:pStyle w:val="Odstavecseseznamem"/>
        <w:numPr>
          <w:ilvl w:val="1"/>
          <w:numId w:val="4"/>
        </w:numPr>
        <w:spacing w:after="0" w:line="276" w:lineRule="auto"/>
        <w:ind w:left="567" w:hanging="567"/>
        <w:jc w:val="both"/>
        <w:rPr>
          <w:rFonts w:ascii="Arial" w:hAnsi="Arial" w:cs="Arial"/>
        </w:rPr>
      </w:pPr>
      <w:bookmarkStart w:id="2" w:name="_Ref464552517"/>
      <w:r w:rsidRPr="00DB5A53">
        <w:rPr>
          <w:rFonts w:ascii="Arial" w:hAnsi="Arial" w:cs="Arial"/>
        </w:rPr>
        <w:t xml:space="preserve">Výzvu </w:t>
      </w:r>
      <w:r w:rsidR="00296076" w:rsidRPr="00DB5A53">
        <w:rPr>
          <w:rFonts w:ascii="Arial" w:hAnsi="Arial" w:cs="Arial"/>
        </w:rPr>
        <w:t>podle 3.1 Rámcové smlouvy</w:t>
      </w:r>
      <w:r w:rsidRPr="00DB5A53">
        <w:rPr>
          <w:rFonts w:ascii="Arial" w:hAnsi="Arial" w:cs="Arial"/>
        </w:rPr>
        <w:t xml:space="preserve"> </w:t>
      </w:r>
      <w:r w:rsidR="001271FE" w:rsidRPr="00DB5A53">
        <w:rPr>
          <w:rFonts w:ascii="Arial" w:hAnsi="Arial" w:cs="Arial"/>
        </w:rPr>
        <w:t>(dále jen „</w:t>
      </w:r>
      <w:r w:rsidR="001271FE" w:rsidRPr="00DB5A53">
        <w:rPr>
          <w:rFonts w:ascii="Arial" w:hAnsi="Arial" w:cs="Arial"/>
          <w:b/>
        </w:rPr>
        <w:t>Výzva</w:t>
      </w:r>
      <w:r w:rsidR="001271FE" w:rsidRPr="00DB5A53">
        <w:rPr>
          <w:rFonts w:ascii="Arial" w:hAnsi="Arial" w:cs="Arial"/>
        </w:rPr>
        <w:t xml:space="preserve">“) </w:t>
      </w:r>
      <w:r w:rsidRPr="00DB5A53">
        <w:rPr>
          <w:rFonts w:ascii="Arial" w:hAnsi="Arial" w:cs="Arial"/>
        </w:rPr>
        <w:t>zašle Kupující</w:t>
      </w:r>
      <w:r w:rsidR="003A0FA1" w:rsidRPr="00DB5A53">
        <w:rPr>
          <w:rFonts w:ascii="Arial" w:hAnsi="Arial" w:cs="Arial"/>
        </w:rPr>
        <w:t xml:space="preserve"> </w:t>
      </w:r>
      <w:r w:rsidR="00EF3782" w:rsidRPr="00DB5A53">
        <w:rPr>
          <w:rFonts w:ascii="Arial" w:hAnsi="Arial" w:cs="Arial"/>
        </w:rPr>
        <w:t>Prodáv</w:t>
      </w:r>
      <w:r w:rsidR="00C76DC7" w:rsidRPr="00DB5A53">
        <w:rPr>
          <w:rFonts w:ascii="Arial" w:hAnsi="Arial" w:cs="Arial"/>
        </w:rPr>
        <w:t>ajícím</w:t>
      </w:r>
      <w:r w:rsidR="003A0FA1" w:rsidRPr="00DB5A53">
        <w:rPr>
          <w:rFonts w:ascii="Arial" w:hAnsi="Arial" w:cs="Arial"/>
        </w:rPr>
        <w:t xml:space="preserve"> </w:t>
      </w:r>
      <w:r w:rsidR="00C76DC7" w:rsidRPr="00DB5A53">
        <w:rPr>
          <w:rFonts w:ascii="Arial" w:hAnsi="Arial" w:cs="Arial"/>
        </w:rPr>
        <w:t>elektronicky datovou zprávou prostřednictvím Elektronického nástroje.</w:t>
      </w:r>
      <w:r w:rsidR="003A0FA1" w:rsidRPr="00DB5A53">
        <w:rPr>
          <w:rFonts w:ascii="Arial" w:hAnsi="Arial" w:cs="Arial"/>
        </w:rPr>
        <w:t xml:space="preserve"> </w:t>
      </w:r>
      <w:r w:rsidR="00C76DC7" w:rsidRPr="00DB5A53">
        <w:rPr>
          <w:rFonts w:ascii="Arial" w:hAnsi="Arial" w:cs="Arial"/>
        </w:rPr>
        <w:t>Okamžikem přijetí datové zprávy na adresu Prodávajícího v Elektronickém nástroji je datová zpráva doručena</w:t>
      </w:r>
      <w:r w:rsidR="001271FE" w:rsidRPr="00DB5A53">
        <w:rPr>
          <w:rFonts w:ascii="Arial" w:hAnsi="Arial" w:cs="Arial"/>
        </w:rPr>
        <w:t>.</w:t>
      </w:r>
      <w:bookmarkEnd w:id="2"/>
      <w:r w:rsidR="007B06BF" w:rsidRPr="00DB5A53">
        <w:rPr>
          <w:rFonts w:ascii="Arial" w:hAnsi="Arial" w:cs="Arial"/>
        </w:rPr>
        <w:t xml:space="preserve"> S</w:t>
      </w:r>
      <w:r w:rsidR="005F513A" w:rsidRPr="00DB5A53">
        <w:rPr>
          <w:rFonts w:ascii="Arial" w:hAnsi="Arial" w:cs="Arial"/>
        </w:rPr>
        <w:t>oučástí V</w:t>
      </w:r>
      <w:r w:rsidR="007B06BF" w:rsidRPr="00DB5A53">
        <w:rPr>
          <w:rFonts w:ascii="Arial" w:hAnsi="Arial" w:cs="Arial"/>
        </w:rPr>
        <w:t xml:space="preserve">ýzvy bude nejméně </w:t>
      </w:r>
      <w:r w:rsidR="008031CC" w:rsidRPr="00DB5A53">
        <w:rPr>
          <w:rFonts w:ascii="Arial" w:hAnsi="Arial" w:cs="Arial"/>
        </w:rPr>
        <w:t>text n</w:t>
      </w:r>
      <w:r w:rsidR="007B06BF" w:rsidRPr="00DB5A53">
        <w:rPr>
          <w:rFonts w:ascii="Arial" w:hAnsi="Arial" w:cs="Arial"/>
        </w:rPr>
        <w:t xml:space="preserve">ávrhu kupní smlouvy </w:t>
      </w:r>
      <w:r w:rsidR="007B06BF" w:rsidRPr="00DB5A53">
        <w:rPr>
          <w:rFonts w:ascii="Arial" w:hAnsi="Arial" w:cs="Arial"/>
          <w:color w:val="000000" w:themeColor="text1"/>
        </w:rPr>
        <w:t>dle podmínek Rámcové smlouvy a případně text související servisní smlouvy dle Rámcové servisní smlouvy, jejíž součástí bude zejména:</w:t>
      </w:r>
    </w:p>
    <w:p w14:paraId="495E15C0" w14:textId="2607473C" w:rsidR="003A0FA1" w:rsidRPr="00DB5A53" w:rsidRDefault="003A0FA1" w:rsidP="00AF3D74">
      <w:pPr>
        <w:pStyle w:val="Odstavecseseznamem"/>
        <w:numPr>
          <w:ilvl w:val="1"/>
          <w:numId w:val="10"/>
        </w:numPr>
        <w:spacing w:after="0" w:line="276" w:lineRule="auto"/>
        <w:ind w:left="993"/>
        <w:jc w:val="both"/>
        <w:rPr>
          <w:rFonts w:ascii="Arial" w:hAnsi="Arial" w:cs="Arial"/>
        </w:rPr>
      </w:pPr>
      <w:r w:rsidRPr="00DB5A53">
        <w:rPr>
          <w:rFonts w:ascii="Arial" w:hAnsi="Arial" w:cs="Arial"/>
        </w:rPr>
        <w:t>i</w:t>
      </w:r>
      <w:r w:rsidR="00650654" w:rsidRPr="00DB5A53">
        <w:rPr>
          <w:rFonts w:ascii="Arial" w:hAnsi="Arial" w:cs="Arial"/>
        </w:rPr>
        <w:t xml:space="preserve">dentifikační údaje </w:t>
      </w:r>
      <w:r w:rsidR="006044D5" w:rsidRPr="00DB5A53">
        <w:rPr>
          <w:rFonts w:ascii="Arial" w:hAnsi="Arial" w:cs="Arial"/>
        </w:rPr>
        <w:t>Kupujícího</w:t>
      </w:r>
      <w:r w:rsidR="00650654" w:rsidRPr="00DB5A53">
        <w:rPr>
          <w:rFonts w:ascii="Arial" w:hAnsi="Arial" w:cs="Arial"/>
        </w:rPr>
        <w:t>,</w:t>
      </w:r>
    </w:p>
    <w:p w14:paraId="397533ED" w14:textId="2934A5F5" w:rsidR="003A0FA1" w:rsidRPr="00A35763" w:rsidRDefault="003A0FA1" w:rsidP="00AF3D74">
      <w:pPr>
        <w:pStyle w:val="Odstavecseseznamem"/>
        <w:numPr>
          <w:ilvl w:val="1"/>
          <w:numId w:val="10"/>
        </w:numPr>
        <w:spacing w:after="0" w:line="276" w:lineRule="auto"/>
        <w:ind w:left="993"/>
        <w:jc w:val="both"/>
        <w:rPr>
          <w:rFonts w:ascii="Arial" w:hAnsi="Arial" w:cs="Arial"/>
        </w:rPr>
      </w:pPr>
      <w:r w:rsidRPr="00A35763">
        <w:rPr>
          <w:rFonts w:ascii="Arial" w:hAnsi="Arial" w:cs="Arial"/>
        </w:rPr>
        <w:t xml:space="preserve">identifikaci </w:t>
      </w:r>
      <w:r w:rsidR="001271FE" w:rsidRPr="00A35763">
        <w:rPr>
          <w:rFonts w:ascii="Arial" w:hAnsi="Arial" w:cs="Arial"/>
        </w:rPr>
        <w:t>místa</w:t>
      </w:r>
      <w:r w:rsidRPr="00A35763">
        <w:rPr>
          <w:rFonts w:ascii="Arial" w:hAnsi="Arial" w:cs="Arial"/>
        </w:rPr>
        <w:t xml:space="preserve"> odevzdání </w:t>
      </w:r>
      <w:r w:rsidR="00B06136" w:rsidRPr="00A35763">
        <w:rPr>
          <w:rFonts w:ascii="Arial" w:hAnsi="Arial" w:cs="Arial"/>
        </w:rPr>
        <w:t>Věc</w:t>
      </w:r>
      <w:r w:rsidRPr="00A35763">
        <w:rPr>
          <w:rFonts w:ascii="Arial" w:hAnsi="Arial" w:cs="Arial"/>
        </w:rPr>
        <w:t xml:space="preserve">í </w:t>
      </w:r>
      <w:r w:rsidR="00EF3782" w:rsidRPr="00A35763">
        <w:rPr>
          <w:rFonts w:ascii="Arial" w:hAnsi="Arial" w:cs="Arial"/>
        </w:rPr>
        <w:t>Kupují</w:t>
      </w:r>
      <w:r w:rsidR="001271FE" w:rsidRPr="00A35763">
        <w:rPr>
          <w:rFonts w:ascii="Arial" w:hAnsi="Arial" w:cs="Arial"/>
        </w:rPr>
        <w:t>címu</w:t>
      </w:r>
      <w:r w:rsidRPr="00A35763">
        <w:rPr>
          <w:rFonts w:ascii="Arial" w:hAnsi="Arial" w:cs="Arial"/>
        </w:rPr>
        <w:t xml:space="preserve"> vč. uvedení kontaktní osoby pro odevzdání a převzetí</w:t>
      </w:r>
      <w:r w:rsidR="001271FE" w:rsidRPr="00A35763">
        <w:rPr>
          <w:rFonts w:ascii="Arial" w:hAnsi="Arial" w:cs="Arial"/>
        </w:rPr>
        <w:t>,</w:t>
      </w:r>
    </w:p>
    <w:p w14:paraId="6055E862" w14:textId="7704EEAC" w:rsidR="003A0FA1" w:rsidRPr="00C0632D" w:rsidRDefault="003A0FA1" w:rsidP="00AF3D74">
      <w:pPr>
        <w:pStyle w:val="Odstavecseseznamem"/>
        <w:numPr>
          <w:ilvl w:val="1"/>
          <w:numId w:val="10"/>
        </w:numPr>
        <w:spacing w:after="0" w:line="276" w:lineRule="auto"/>
        <w:ind w:left="993"/>
        <w:jc w:val="both"/>
        <w:rPr>
          <w:rFonts w:ascii="Arial" w:hAnsi="Arial" w:cs="Arial"/>
        </w:rPr>
      </w:pPr>
      <w:r w:rsidRPr="00C0632D">
        <w:rPr>
          <w:rFonts w:ascii="Arial" w:hAnsi="Arial" w:cs="Arial"/>
        </w:rPr>
        <w:lastRenderedPageBreak/>
        <w:t xml:space="preserve">vymezení předmětu plnění veřejné zakázky (určení </w:t>
      </w:r>
      <w:r w:rsidR="00B06136" w:rsidRPr="00C0632D">
        <w:rPr>
          <w:rFonts w:ascii="Arial" w:hAnsi="Arial" w:cs="Arial"/>
        </w:rPr>
        <w:t>Věc</w:t>
      </w:r>
      <w:r w:rsidRPr="00C0632D">
        <w:rPr>
          <w:rFonts w:ascii="Arial" w:hAnsi="Arial" w:cs="Arial"/>
        </w:rPr>
        <w:t xml:space="preserve">í dle přílohy č. </w:t>
      </w:r>
      <w:r w:rsidR="00782FEC" w:rsidRPr="00C0632D">
        <w:rPr>
          <w:rFonts w:ascii="Arial" w:hAnsi="Arial" w:cs="Arial"/>
        </w:rPr>
        <w:t>2</w:t>
      </w:r>
      <w:r w:rsidRPr="00C0632D">
        <w:rPr>
          <w:rFonts w:ascii="Arial" w:hAnsi="Arial" w:cs="Arial"/>
        </w:rPr>
        <w:t xml:space="preserve">) - položkový seznam požadovaných </w:t>
      </w:r>
      <w:r w:rsidR="00B06136" w:rsidRPr="00C0632D">
        <w:rPr>
          <w:rFonts w:ascii="Arial" w:hAnsi="Arial" w:cs="Arial"/>
        </w:rPr>
        <w:t>Věc</w:t>
      </w:r>
      <w:r w:rsidRPr="00C0632D">
        <w:rPr>
          <w:rFonts w:ascii="Arial" w:hAnsi="Arial" w:cs="Arial"/>
        </w:rPr>
        <w:t>í</w:t>
      </w:r>
      <w:r w:rsidR="00296076" w:rsidRPr="00C0632D">
        <w:rPr>
          <w:rFonts w:ascii="Arial" w:hAnsi="Arial" w:cs="Arial"/>
        </w:rPr>
        <w:t xml:space="preserve"> a případně včetně seznamu požadovaných služeb dle </w:t>
      </w:r>
      <w:r w:rsidR="006431A0" w:rsidRPr="00C0632D">
        <w:rPr>
          <w:rFonts w:ascii="Arial" w:hAnsi="Arial" w:cs="Arial"/>
        </w:rPr>
        <w:t>R</w:t>
      </w:r>
      <w:r w:rsidR="00296076" w:rsidRPr="00C0632D">
        <w:rPr>
          <w:rFonts w:ascii="Arial" w:hAnsi="Arial" w:cs="Arial"/>
          <w:color w:val="000000" w:themeColor="text1"/>
        </w:rPr>
        <w:t>ámcové servisní smlouvy,</w:t>
      </w:r>
    </w:p>
    <w:p w14:paraId="2F0CC020" w14:textId="46A7F9F7" w:rsidR="007B06BF" w:rsidRPr="00C0632D" w:rsidRDefault="001271FE" w:rsidP="007B06BF">
      <w:pPr>
        <w:pStyle w:val="Odstavecseseznamem"/>
        <w:numPr>
          <w:ilvl w:val="1"/>
          <w:numId w:val="10"/>
        </w:numPr>
        <w:spacing w:after="0" w:line="276" w:lineRule="auto"/>
        <w:ind w:left="993"/>
        <w:jc w:val="both"/>
        <w:rPr>
          <w:rFonts w:ascii="Arial" w:hAnsi="Arial" w:cs="Arial"/>
        </w:rPr>
      </w:pPr>
      <w:r w:rsidRPr="00C0632D">
        <w:rPr>
          <w:rFonts w:ascii="Arial" w:hAnsi="Arial" w:cs="Arial"/>
        </w:rPr>
        <w:t>požadované množství</w:t>
      </w:r>
      <w:r w:rsidR="00296076" w:rsidRPr="00C0632D">
        <w:rPr>
          <w:rFonts w:ascii="Arial" w:hAnsi="Arial" w:cs="Arial"/>
        </w:rPr>
        <w:t xml:space="preserve"> Věci a </w:t>
      </w:r>
      <w:r w:rsidR="00C37A12" w:rsidRPr="00C0632D">
        <w:rPr>
          <w:rFonts w:ascii="Arial" w:hAnsi="Arial" w:cs="Arial"/>
        </w:rPr>
        <w:t xml:space="preserve">případně </w:t>
      </w:r>
      <w:r w:rsidR="00296076" w:rsidRPr="00C0632D">
        <w:rPr>
          <w:rFonts w:ascii="Arial" w:hAnsi="Arial" w:cs="Arial"/>
        </w:rPr>
        <w:t>rozsah služeb dle Rámcové servisní smlouvy</w:t>
      </w:r>
      <w:r w:rsidRPr="00C0632D">
        <w:rPr>
          <w:rFonts w:ascii="Arial" w:hAnsi="Arial" w:cs="Arial"/>
        </w:rPr>
        <w:t>,</w:t>
      </w:r>
    </w:p>
    <w:p w14:paraId="1C77799D" w14:textId="7E83AF6A" w:rsidR="003A0FA1" w:rsidRPr="00DB5A53" w:rsidRDefault="00A154AE" w:rsidP="00AF3D74">
      <w:pPr>
        <w:pStyle w:val="Odstavecseseznamem"/>
        <w:numPr>
          <w:ilvl w:val="1"/>
          <w:numId w:val="4"/>
        </w:numPr>
        <w:spacing w:after="0" w:line="276" w:lineRule="auto"/>
        <w:ind w:left="567" w:hanging="567"/>
        <w:jc w:val="both"/>
        <w:rPr>
          <w:rFonts w:ascii="Arial" w:hAnsi="Arial" w:cs="Arial"/>
        </w:rPr>
      </w:pPr>
      <w:r w:rsidRPr="00DB5A53">
        <w:rPr>
          <w:rFonts w:ascii="Arial" w:hAnsi="Arial" w:cs="Arial"/>
        </w:rPr>
        <w:t xml:space="preserve">Prodávající </w:t>
      </w:r>
      <w:r w:rsidR="007B06BF" w:rsidRPr="00DB5A53">
        <w:rPr>
          <w:rFonts w:ascii="Arial" w:hAnsi="Arial" w:cs="Arial"/>
        </w:rPr>
        <w:t xml:space="preserve">bezodkladně, nejdéle </w:t>
      </w:r>
      <w:r w:rsidRPr="00DB5A53">
        <w:rPr>
          <w:rFonts w:ascii="Arial" w:hAnsi="Arial" w:cs="Arial"/>
        </w:rPr>
        <w:t>ve lhůtě stanovené ve Výzvě</w:t>
      </w:r>
      <w:r w:rsidR="007B06BF" w:rsidRPr="00DB5A53">
        <w:rPr>
          <w:rFonts w:ascii="Arial" w:hAnsi="Arial" w:cs="Arial"/>
        </w:rPr>
        <w:t>, pokud se s Kupujícím nedohodnou jinak,</w:t>
      </w:r>
      <w:r w:rsidRPr="00DB5A53">
        <w:rPr>
          <w:rFonts w:ascii="Arial" w:hAnsi="Arial" w:cs="Arial"/>
        </w:rPr>
        <w:t xml:space="preserve"> </w:t>
      </w:r>
      <w:r w:rsidR="007B06BF" w:rsidRPr="00DB5A53">
        <w:rPr>
          <w:rFonts w:ascii="Arial" w:hAnsi="Arial" w:cs="Arial"/>
        </w:rPr>
        <w:t>podá podepsan</w:t>
      </w:r>
      <w:r w:rsidR="005E40CA" w:rsidRPr="00DB5A53">
        <w:rPr>
          <w:rFonts w:ascii="Arial" w:hAnsi="Arial" w:cs="Arial"/>
        </w:rPr>
        <w:t>ý</w:t>
      </w:r>
      <w:r w:rsidR="008031CC" w:rsidRPr="00DB5A53">
        <w:rPr>
          <w:rFonts w:ascii="Arial" w:hAnsi="Arial" w:cs="Arial"/>
        </w:rPr>
        <w:t xml:space="preserve"> N</w:t>
      </w:r>
      <w:r w:rsidR="007B06BF" w:rsidRPr="00DB5A53">
        <w:rPr>
          <w:rFonts w:ascii="Arial" w:hAnsi="Arial" w:cs="Arial"/>
        </w:rPr>
        <w:t>ávrh smlouvy</w:t>
      </w:r>
      <w:r w:rsidR="006431A0" w:rsidRPr="00DB5A53">
        <w:rPr>
          <w:rFonts w:ascii="Arial" w:hAnsi="Arial" w:cs="Arial"/>
        </w:rPr>
        <w:t xml:space="preserve"> odpovídající požadavkům Kupujícího uvedeným ve Výzvě</w:t>
      </w:r>
      <w:r w:rsidR="00C76DC7" w:rsidRPr="00DB5A53">
        <w:rPr>
          <w:rFonts w:ascii="Arial" w:hAnsi="Arial" w:cs="Arial"/>
        </w:rPr>
        <w:t>, a to výhradně elektronicky prostřednictvím Elektronického nástroje na adrese uvedené ve Výzvě</w:t>
      </w:r>
      <w:r w:rsidR="006F78D3" w:rsidRPr="00DB5A53">
        <w:rPr>
          <w:rFonts w:ascii="Arial" w:hAnsi="Arial" w:cs="Arial"/>
        </w:rPr>
        <w:t>.</w:t>
      </w:r>
      <w:r w:rsidR="005A6B6A" w:rsidRPr="00DB5A53">
        <w:rPr>
          <w:rFonts w:ascii="Arial" w:hAnsi="Arial" w:cs="Arial"/>
        </w:rPr>
        <w:t xml:space="preserve"> </w:t>
      </w:r>
    </w:p>
    <w:p w14:paraId="2E812CE4" w14:textId="19F2D4BC" w:rsidR="002D3881" w:rsidRDefault="006431A0" w:rsidP="00AF3D74">
      <w:pPr>
        <w:pStyle w:val="Odstavecseseznamem"/>
        <w:numPr>
          <w:ilvl w:val="1"/>
          <w:numId w:val="4"/>
        </w:numPr>
        <w:spacing w:after="0" w:line="276" w:lineRule="auto"/>
        <w:ind w:left="567" w:hanging="567"/>
        <w:jc w:val="both"/>
        <w:rPr>
          <w:rFonts w:ascii="Arial" w:hAnsi="Arial" w:cs="Arial"/>
        </w:rPr>
      </w:pPr>
      <w:bookmarkStart w:id="3" w:name="_Ref461769270"/>
      <w:r w:rsidRPr="006431A0">
        <w:rPr>
          <w:rFonts w:ascii="Arial" w:hAnsi="Arial" w:cs="Arial"/>
        </w:rPr>
        <w:t xml:space="preserve">Pokud Prodávající nepředloží </w:t>
      </w:r>
      <w:r w:rsidR="008031CC">
        <w:rPr>
          <w:rFonts w:ascii="Arial" w:hAnsi="Arial" w:cs="Arial"/>
        </w:rPr>
        <w:t>N</w:t>
      </w:r>
      <w:r w:rsidR="007B06BF">
        <w:rPr>
          <w:rFonts w:ascii="Arial" w:hAnsi="Arial" w:cs="Arial"/>
        </w:rPr>
        <w:t>ávrh smlouvy</w:t>
      </w:r>
      <w:r w:rsidRPr="006431A0">
        <w:rPr>
          <w:rFonts w:ascii="Arial" w:hAnsi="Arial" w:cs="Arial"/>
        </w:rPr>
        <w:t xml:space="preserve"> ve lhůtě </w:t>
      </w:r>
      <w:r w:rsidR="007B06BF">
        <w:rPr>
          <w:rFonts w:ascii="Arial" w:hAnsi="Arial" w:cs="Arial"/>
        </w:rPr>
        <w:t>dle čl. 3.3 Rámcové smlouvy</w:t>
      </w:r>
      <w:r w:rsidRPr="006431A0">
        <w:rPr>
          <w:rFonts w:ascii="Arial" w:hAnsi="Arial" w:cs="Arial"/>
        </w:rPr>
        <w:t>, považuje s</w:t>
      </w:r>
      <w:r w:rsidR="008031CC">
        <w:rPr>
          <w:rFonts w:ascii="Arial" w:hAnsi="Arial" w:cs="Arial"/>
        </w:rPr>
        <w:t>e toto za odmítnutí předložení N</w:t>
      </w:r>
      <w:r w:rsidRPr="006431A0">
        <w:rPr>
          <w:rFonts w:ascii="Arial" w:hAnsi="Arial" w:cs="Arial"/>
        </w:rPr>
        <w:t>ávrhu smlouvy.</w:t>
      </w:r>
      <w:r>
        <w:rPr>
          <w:rFonts w:ascii="Arial" w:hAnsi="Arial" w:cs="Arial"/>
        </w:rPr>
        <w:t xml:space="preserve"> Kupující je však v takovém případě oprávněn Výzvu Prodávajícímu zaslat opakovaně.</w:t>
      </w:r>
      <w:bookmarkEnd w:id="3"/>
    </w:p>
    <w:p w14:paraId="2CA3EACA" w14:textId="1242DA6E" w:rsidR="006F78D3" w:rsidRDefault="00224718" w:rsidP="00AF3D74">
      <w:pPr>
        <w:pStyle w:val="Odstavecseseznamem"/>
        <w:numPr>
          <w:ilvl w:val="1"/>
          <w:numId w:val="4"/>
        </w:numPr>
        <w:spacing w:after="0" w:line="276" w:lineRule="auto"/>
        <w:ind w:left="567" w:hanging="567"/>
        <w:jc w:val="both"/>
        <w:rPr>
          <w:rFonts w:ascii="Arial" w:hAnsi="Arial" w:cs="Arial"/>
        </w:rPr>
      </w:pPr>
      <w:r w:rsidRPr="00224718">
        <w:rPr>
          <w:rFonts w:ascii="Arial" w:hAnsi="Arial" w:cs="Arial"/>
        </w:rPr>
        <w:t xml:space="preserve">V případě, že </w:t>
      </w:r>
      <w:r w:rsidR="008031CC">
        <w:rPr>
          <w:rFonts w:ascii="Arial" w:hAnsi="Arial" w:cs="Arial"/>
        </w:rPr>
        <w:t>N</w:t>
      </w:r>
      <w:r w:rsidR="00C37A12">
        <w:rPr>
          <w:rFonts w:ascii="Arial" w:hAnsi="Arial" w:cs="Arial"/>
        </w:rPr>
        <w:t>ávrh smlouvy</w:t>
      </w:r>
      <w:r w:rsidRPr="00224718">
        <w:rPr>
          <w:rFonts w:ascii="Arial" w:hAnsi="Arial" w:cs="Arial"/>
        </w:rPr>
        <w:t xml:space="preserve"> předložený Prodávajícím neodpovídá Výzvě, je Kupující oprávněn Prodávajícího vyzvat jej k odstranění nedostatků.</w:t>
      </w:r>
    </w:p>
    <w:p w14:paraId="2C26509C" w14:textId="3DB466AF" w:rsidR="00224718" w:rsidRPr="00DB5A53" w:rsidRDefault="00224718" w:rsidP="00224718">
      <w:pPr>
        <w:pStyle w:val="Odstavecseseznamem"/>
        <w:numPr>
          <w:ilvl w:val="1"/>
          <w:numId w:val="4"/>
        </w:numPr>
        <w:spacing w:after="0" w:line="276" w:lineRule="auto"/>
        <w:ind w:left="567" w:hanging="567"/>
        <w:jc w:val="both"/>
        <w:rPr>
          <w:rFonts w:ascii="Arial" w:hAnsi="Arial" w:cs="Arial"/>
          <w:color w:val="000000" w:themeColor="text1"/>
        </w:rPr>
      </w:pPr>
      <w:r w:rsidRPr="0063387C">
        <w:rPr>
          <w:rFonts w:ascii="Arial" w:hAnsi="Arial" w:cs="Arial"/>
          <w:color w:val="000000" w:themeColor="text1"/>
        </w:rPr>
        <w:t xml:space="preserve">Prodávající je </w:t>
      </w:r>
      <w:r w:rsidRPr="00DB5A53">
        <w:rPr>
          <w:rFonts w:ascii="Arial" w:hAnsi="Arial" w:cs="Arial"/>
          <w:color w:val="000000" w:themeColor="text1"/>
        </w:rPr>
        <w:t>povinen zejména v případech, kdy se Věc přestala vyrábět, prodávat či je z jiného</w:t>
      </w:r>
      <w:r w:rsidRPr="00DB5A53">
        <w:rPr>
          <w:color w:val="000000" w:themeColor="text1"/>
        </w:rPr>
        <w:t xml:space="preserve"> </w:t>
      </w:r>
      <w:r w:rsidRPr="00DB5A53">
        <w:rPr>
          <w:rFonts w:ascii="Arial" w:hAnsi="Arial" w:cs="Arial"/>
          <w:color w:val="000000" w:themeColor="text1"/>
        </w:rPr>
        <w:t xml:space="preserve">objektivního důvodu neležícího na straně Prodávajícího nedostupná, jako součást upraveného položkového rozpočtu navrhnout dodání jiné Věci náhradou za Věc požadovanou Kupujícím ve Výzvě a původně uvedenou v příloze č. 1 </w:t>
      </w:r>
      <w:r w:rsidR="00D63CA1" w:rsidRPr="00DB5A53">
        <w:rPr>
          <w:rFonts w:ascii="Arial" w:hAnsi="Arial" w:cs="Arial"/>
          <w:color w:val="000000" w:themeColor="text1"/>
        </w:rPr>
        <w:t>Rámcové</w:t>
      </w:r>
      <w:r w:rsidRPr="00DB5A53">
        <w:rPr>
          <w:rFonts w:ascii="Arial" w:hAnsi="Arial" w:cs="Arial"/>
          <w:color w:val="000000" w:themeColor="text1"/>
        </w:rPr>
        <w:t xml:space="preserve"> smlouvy, a to za současného splnění následujících podmínek:</w:t>
      </w:r>
    </w:p>
    <w:p w14:paraId="3C8FD42B" w14:textId="55DB61D5" w:rsidR="00D63CA1" w:rsidRPr="00DB5A53" w:rsidRDefault="00D63CA1" w:rsidP="00224718">
      <w:pPr>
        <w:pStyle w:val="Odstavecseseznamem"/>
        <w:numPr>
          <w:ilvl w:val="1"/>
          <w:numId w:val="9"/>
        </w:numPr>
        <w:spacing w:after="0" w:line="276" w:lineRule="auto"/>
        <w:ind w:left="993"/>
        <w:jc w:val="both"/>
        <w:rPr>
          <w:rFonts w:ascii="Arial" w:hAnsi="Arial" w:cs="Arial"/>
          <w:color w:val="000000" w:themeColor="text1"/>
        </w:rPr>
      </w:pPr>
      <w:r w:rsidRPr="00DB5A53">
        <w:rPr>
          <w:rFonts w:ascii="Arial" w:hAnsi="Arial" w:cs="Arial"/>
          <w:color w:val="000000" w:themeColor="text1"/>
        </w:rPr>
        <w:t xml:space="preserve">Prodávající Kupujícímu předloží detailní popis technických parametrů min. v rozsahu požadavků Kupujícího </w:t>
      </w:r>
      <w:r w:rsidR="00435127" w:rsidRPr="00DB5A53">
        <w:rPr>
          <w:rFonts w:ascii="Arial" w:hAnsi="Arial" w:cs="Arial"/>
          <w:color w:val="000000" w:themeColor="text1"/>
        </w:rPr>
        <w:t>uvedených</w:t>
      </w:r>
      <w:r w:rsidRPr="00DB5A53">
        <w:rPr>
          <w:rFonts w:ascii="Arial" w:hAnsi="Arial" w:cs="Arial"/>
          <w:color w:val="000000" w:themeColor="text1"/>
        </w:rPr>
        <w:t xml:space="preserve"> v Příloze č. 1 Rámcové smlouvy,</w:t>
      </w:r>
    </w:p>
    <w:p w14:paraId="54EF42DE" w14:textId="6CC7803F" w:rsidR="00224718" w:rsidRPr="00DB5A53" w:rsidRDefault="00224718" w:rsidP="00224718">
      <w:pPr>
        <w:pStyle w:val="Odstavecseseznamem"/>
        <w:numPr>
          <w:ilvl w:val="1"/>
          <w:numId w:val="9"/>
        </w:numPr>
        <w:spacing w:after="0" w:line="276" w:lineRule="auto"/>
        <w:ind w:left="993"/>
        <w:jc w:val="both"/>
        <w:rPr>
          <w:rFonts w:ascii="Arial" w:hAnsi="Arial" w:cs="Arial"/>
          <w:color w:val="000000" w:themeColor="text1"/>
        </w:rPr>
      </w:pPr>
      <w:r w:rsidRPr="00DB5A53">
        <w:rPr>
          <w:rFonts w:ascii="Arial" w:hAnsi="Arial" w:cs="Arial"/>
          <w:color w:val="000000" w:themeColor="text1"/>
        </w:rPr>
        <w:t>i jiná Věc bude splňovat veškeré požadavky Kupujícího na jakost, provedení, vlastnosti, jakož i další specifikace stanovené Rámcovou smlouvou pro původně uvedenou Věc, přičemž Prodávající nabídne Kupujícímu primárně nástupnický model Věci od téhož výrobce,</w:t>
      </w:r>
    </w:p>
    <w:p w14:paraId="79E52273" w14:textId="77777777" w:rsidR="00224718" w:rsidRPr="0063387C" w:rsidRDefault="00224718" w:rsidP="00224718">
      <w:pPr>
        <w:pStyle w:val="Odstavecseseznamem"/>
        <w:numPr>
          <w:ilvl w:val="1"/>
          <w:numId w:val="9"/>
        </w:numPr>
        <w:spacing w:after="0" w:line="276" w:lineRule="auto"/>
        <w:ind w:left="993"/>
        <w:jc w:val="both"/>
        <w:rPr>
          <w:rFonts w:ascii="Arial" w:hAnsi="Arial" w:cs="Arial"/>
          <w:color w:val="000000" w:themeColor="text1"/>
        </w:rPr>
      </w:pPr>
      <w:r w:rsidRPr="0063387C">
        <w:rPr>
          <w:rFonts w:ascii="Arial" w:hAnsi="Arial" w:cs="Arial"/>
          <w:color w:val="000000" w:themeColor="text1"/>
        </w:rPr>
        <w:t>nedojde k navýšení kupní ceny a</w:t>
      </w:r>
    </w:p>
    <w:p w14:paraId="666793E1" w14:textId="77777777" w:rsidR="00224718" w:rsidRPr="0063387C" w:rsidRDefault="00224718" w:rsidP="00224718">
      <w:pPr>
        <w:pStyle w:val="Odstavecseseznamem"/>
        <w:numPr>
          <w:ilvl w:val="1"/>
          <w:numId w:val="9"/>
        </w:numPr>
        <w:spacing w:after="0" w:line="276" w:lineRule="auto"/>
        <w:ind w:left="993"/>
        <w:jc w:val="both"/>
        <w:rPr>
          <w:rFonts w:ascii="Arial" w:hAnsi="Arial" w:cs="Arial"/>
          <w:color w:val="000000" w:themeColor="text1"/>
        </w:rPr>
      </w:pPr>
      <w:r w:rsidRPr="0063387C">
        <w:rPr>
          <w:rFonts w:ascii="Arial" w:hAnsi="Arial" w:cs="Arial"/>
          <w:color w:val="000000" w:themeColor="text1"/>
        </w:rPr>
        <w:t>Kupující bude s nahrazením původně uvedené Věci jinou Věcí souhlasit.</w:t>
      </w:r>
    </w:p>
    <w:p w14:paraId="2EA1138E" w14:textId="0F627514" w:rsidR="00224718" w:rsidRPr="0063387C" w:rsidRDefault="00224718" w:rsidP="00224718">
      <w:pPr>
        <w:pStyle w:val="Odstavecseseznamem"/>
        <w:numPr>
          <w:ilvl w:val="1"/>
          <w:numId w:val="4"/>
        </w:numPr>
        <w:spacing w:after="0" w:line="276" w:lineRule="auto"/>
        <w:ind w:left="567" w:hanging="567"/>
        <w:jc w:val="both"/>
        <w:rPr>
          <w:rFonts w:ascii="Arial" w:hAnsi="Arial" w:cs="Arial"/>
          <w:color w:val="000000" w:themeColor="text1"/>
        </w:rPr>
      </w:pPr>
      <w:r w:rsidRPr="0063387C">
        <w:rPr>
          <w:rFonts w:ascii="Arial" w:hAnsi="Arial" w:cs="Arial"/>
          <w:color w:val="000000" w:themeColor="text1"/>
        </w:rPr>
        <w:t xml:space="preserve">V případě, že Kupující s nahrazením nebude souhlasit, smí přijmout </w:t>
      </w:r>
      <w:r w:rsidR="008031CC">
        <w:rPr>
          <w:rFonts w:ascii="Arial" w:hAnsi="Arial" w:cs="Arial"/>
          <w:color w:val="000000" w:themeColor="text1"/>
        </w:rPr>
        <w:t xml:space="preserve">Návrh smlouvy </w:t>
      </w:r>
      <w:r w:rsidRPr="0063387C">
        <w:rPr>
          <w:rFonts w:ascii="Arial" w:hAnsi="Arial" w:cs="Arial"/>
          <w:color w:val="000000" w:themeColor="text1"/>
        </w:rPr>
        <w:t>bez předmětné Věci a smlouva bude uzavřena na souhrn zbývajících Věcí.</w:t>
      </w:r>
    </w:p>
    <w:p w14:paraId="372DE5B7" w14:textId="34629BF5" w:rsidR="00224718" w:rsidRPr="00DB7A17" w:rsidRDefault="00224718" w:rsidP="00224718">
      <w:pPr>
        <w:pStyle w:val="Odstavecseseznamem"/>
        <w:numPr>
          <w:ilvl w:val="1"/>
          <w:numId w:val="4"/>
        </w:numPr>
        <w:spacing w:after="0" w:line="276" w:lineRule="auto"/>
        <w:ind w:left="567" w:hanging="567"/>
        <w:jc w:val="both"/>
        <w:rPr>
          <w:rFonts w:ascii="Arial" w:hAnsi="Arial" w:cs="Arial"/>
          <w:color w:val="000000" w:themeColor="text1"/>
        </w:rPr>
      </w:pPr>
      <w:bookmarkStart w:id="4" w:name="_Ref461769901"/>
      <w:r w:rsidRPr="0063387C">
        <w:rPr>
          <w:rFonts w:ascii="Arial" w:hAnsi="Arial" w:cs="Arial"/>
          <w:color w:val="000000" w:themeColor="text1"/>
        </w:rPr>
        <w:t xml:space="preserve">Smlouva na realizaci dílčí veřejné zakázky bude Smluvními stranami uzavřena na </w:t>
      </w:r>
      <w:r w:rsidRPr="00DB7A17">
        <w:rPr>
          <w:rFonts w:ascii="Arial" w:hAnsi="Arial" w:cs="Arial"/>
          <w:color w:val="000000" w:themeColor="text1"/>
        </w:rPr>
        <w:t xml:space="preserve">základě přijetí </w:t>
      </w:r>
      <w:r w:rsidR="008031CC">
        <w:rPr>
          <w:rFonts w:ascii="Arial" w:hAnsi="Arial" w:cs="Arial"/>
          <w:color w:val="000000" w:themeColor="text1"/>
        </w:rPr>
        <w:t>N</w:t>
      </w:r>
      <w:r w:rsidR="00D63CA1">
        <w:rPr>
          <w:rFonts w:ascii="Arial" w:hAnsi="Arial" w:cs="Arial"/>
          <w:color w:val="000000" w:themeColor="text1"/>
        </w:rPr>
        <w:t>ávrhu smlouvy</w:t>
      </w:r>
      <w:r w:rsidRPr="00DB7A17">
        <w:rPr>
          <w:rFonts w:ascii="Arial" w:hAnsi="Arial" w:cs="Arial"/>
          <w:color w:val="000000" w:themeColor="text1"/>
        </w:rPr>
        <w:t xml:space="preserve"> Kupujícím.</w:t>
      </w:r>
      <w:bookmarkEnd w:id="4"/>
    </w:p>
    <w:p w14:paraId="1D3D41B8" w14:textId="2207A77C" w:rsidR="00224718" w:rsidRPr="00DB7A17" w:rsidRDefault="00224718" w:rsidP="00224718">
      <w:pPr>
        <w:pStyle w:val="Odstavecseseznamem"/>
        <w:numPr>
          <w:ilvl w:val="1"/>
          <w:numId w:val="4"/>
        </w:numPr>
        <w:spacing w:after="0" w:line="276" w:lineRule="auto"/>
        <w:ind w:left="567" w:hanging="567"/>
        <w:jc w:val="both"/>
        <w:rPr>
          <w:rFonts w:ascii="Arial" w:hAnsi="Arial" w:cs="Arial"/>
        </w:rPr>
      </w:pPr>
      <w:r w:rsidRPr="00D63CA1">
        <w:rPr>
          <w:rFonts w:ascii="Arial" w:hAnsi="Arial" w:cs="Arial"/>
        </w:rPr>
        <w:t>Kupující si vyhrazuje právo veřejnou zakázku zadávanou na základě Rámcové smlouvy zrušit, avšak pouze do uzavření smlouvy</w:t>
      </w:r>
      <w:r w:rsidRPr="00DB7A17">
        <w:rPr>
          <w:rFonts w:ascii="Arial" w:hAnsi="Arial" w:cs="Arial"/>
        </w:rPr>
        <w:t>.</w:t>
      </w:r>
    </w:p>
    <w:p w14:paraId="3561EDC1" w14:textId="4FE30E74" w:rsidR="00224718" w:rsidRPr="00224718" w:rsidRDefault="00224718" w:rsidP="00224718">
      <w:pPr>
        <w:pStyle w:val="Odstavecseseznamem"/>
        <w:numPr>
          <w:ilvl w:val="1"/>
          <w:numId w:val="4"/>
        </w:numPr>
        <w:spacing w:after="0" w:line="276" w:lineRule="auto"/>
        <w:ind w:left="567" w:hanging="567"/>
        <w:jc w:val="both"/>
        <w:rPr>
          <w:rFonts w:ascii="Arial" w:hAnsi="Arial" w:cs="Arial"/>
        </w:rPr>
      </w:pPr>
      <w:r w:rsidRPr="00DB7A17">
        <w:rPr>
          <w:rFonts w:ascii="Arial" w:hAnsi="Arial" w:cs="Arial"/>
          <w:color w:val="000000" w:themeColor="text1"/>
        </w:rPr>
        <w:t>Kupující tímto v rámci centrálního zadávání</w:t>
      </w:r>
      <w:r w:rsidRPr="0063387C">
        <w:rPr>
          <w:rFonts w:ascii="Arial" w:hAnsi="Arial" w:cs="Arial"/>
          <w:color w:val="000000" w:themeColor="text1"/>
        </w:rPr>
        <w:t xml:space="preserve"> zmocňuje pověřující zadavatele, příspěvkové organizace, s nimiž uzavřel smlouvu o centrálním zadávání, aby </w:t>
      </w:r>
      <w:r>
        <w:rPr>
          <w:rFonts w:ascii="Arial" w:hAnsi="Arial" w:cs="Arial"/>
          <w:color w:val="000000" w:themeColor="text1"/>
        </w:rPr>
        <w:t xml:space="preserve">samostatně </w:t>
      </w:r>
      <w:r w:rsidRPr="0063387C">
        <w:rPr>
          <w:rFonts w:ascii="Arial" w:hAnsi="Arial" w:cs="Arial"/>
          <w:color w:val="000000" w:themeColor="text1"/>
        </w:rPr>
        <w:t xml:space="preserve">pořizovali Věci na základě Rámcové smlouvy pro své potřeby a </w:t>
      </w:r>
      <w:r>
        <w:rPr>
          <w:rFonts w:ascii="Arial" w:hAnsi="Arial" w:cs="Arial"/>
          <w:color w:val="000000" w:themeColor="text1"/>
        </w:rPr>
        <w:t>za tím účelem odesílali Výzvy a </w:t>
      </w:r>
      <w:r w:rsidRPr="0063387C">
        <w:rPr>
          <w:rFonts w:ascii="Arial" w:hAnsi="Arial" w:cs="Arial"/>
          <w:color w:val="000000" w:themeColor="text1"/>
        </w:rPr>
        <w:t xml:space="preserve">uzavírali </w:t>
      </w:r>
      <w:r w:rsidRPr="009A6F90">
        <w:rPr>
          <w:rFonts w:ascii="Arial" w:hAnsi="Arial" w:cs="Arial"/>
          <w:color w:val="000000" w:themeColor="text1"/>
        </w:rPr>
        <w:t xml:space="preserve">kupní </w:t>
      </w:r>
      <w:r w:rsidR="008031CC" w:rsidRPr="009A6F90">
        <w:rPr>
          <w:rFonts w:ascii="Arial" w:hAnsi="Arial" w:cs="Arial"/>
          <w:color w:val="000000" w:themeColor="text1"/>
        </w:rPr>
        <w:t xml:space="preserve">a případně servisní </w:t>
      </w:r>
      <w:r w:rsidRPr="009A6F90">
        <w:rPr>
          <w:rFonts w:ascii="Arial" w:hAnsi="Arial" w:cs="Arial"/>
          <w:color w:val="000000" w:themeColor="text1"/>
        </w:rPr>
        <w:t>smlouvy</w:t>
      </w:r>
      <w:r w:rsidRPr="0063387C">
        <w:rPr>
          <w:rFonts w:ascii="Arial" w:hAnsi="Arial" w:cs="Arial"/>
          <w:color w:val="000000" w:themeColor="text1"/>
        </w:rPr>
        <w:t xml:space="preserve"> postupem podle Rámcové smlouvy.</w:t>
      </w:r>
    </w:p>
    <w:p w14:paraId="035B0B1E" w14:textId="77777777" w:rsidR="003A0FA1" w:rsidRPr="00A35763" w:rsidRDefault="003A0FA1" w:rsidP="00965E45">
      <w:pPr>
        <w:spacing w:after="0" w:line="276" w:lineRule="auto"/>
        <w:jc w:val="both"/>
        <w:rPr>
          <w:rFonts w:ascii="Arial" w:hAnsi="Arial" w:cs="Arial"/>
        </w:rPr>
      </w:pPr>
    </w:p>
    <w:p w14:paraId="56C62755" w14:textId="77777777" w:rsidR="003A0FA1" w:rsidRPr="00A35763" w:rsidRDefault="00171659"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Předmět</w:t>
      </w:r>
      <w:r w:rsidR="00491435" w:rsidRPr="00A35763">
        <w:rPr>
          <w:rFonts w:ascii="Arial" w:hAnsi="Arial" w:cs="Arial"/>
          <w:b/>
        </w:rPr>
        <w:t xml:space="preserve"> kupních smluv uzavřených na základě Rámcové smlouvy</w:t>
      </w:r>
    </w:p>
    <w:p w14:paraId="47A9C3E6" w14:textId="00821D99" w:rsidR="003A0FA1" w:rsidRPr="00A35763" w:rsidRDefault="00374BED"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S P</w:t>
      </w:r>
      <w:r w:rsidR="00EF3782" w:rsidRPr="00A35763">
        <w:rPr>
          <w:rFonts w:ascii="Arial" w:hAnsi="Arial" w:cs="Arial"/>
        </w:rPr>
        <w:t>rodáv</w:t>
      </w:r>
      <w:r w:rsidR="003A0FA1" w:rsidRPr="00A35763">
        <w:rPr>
          <w:rFonts w:ascii="Arial" w:hAnsi="Arial" w:cs="Arial"/>
        </w:rPr>
        <w:t>ající</w:t>
      </w:r>
      <w:r w:rsidRPr="00A35763">
        <w:rPr>
          <w:rFonts w:ascii="Arial" w:hAnsi="Arial" w:cs="Arial"/>
        </w:rPr>
        <w:t>m</w:t>
      </w:r>
      <w:r w:rsidR="003A0FA1" w:rsidRPr="00A35763">
        <w:rPr>
          <w:rFonts w:ascii="Arial" w:hAnsi="Arial" w:cs="Arial"/>
        </w:rPr>
        <w:t xml:space="preserve"> </w:t>
      </w:r>
      <w:r w:rsidRPr="00A35763">
        <w:rPr>
          <w:rFonts w:ascii="Arial" w:hAnsi="Arial" w:cs="Arial"/>
        </w:rPr>
        <w:t xml:space="preserve">vybraným postupem podle čl. </w:t>
      </w:r>
      <w:r w:rsidR="00D23076">
        <w:rPr>
          <w:rFonts w:ascii="Arial" w:hAnsi="Arial" w:cs="Arial"/>
        </w:rPr>
        <w:t xml:space="preserve">3 </w:t>
      </w:r>
      <w:r w:rsidRPr="00A35763">
        <w:rPr>
          <w:rFonts w:ascii="Arial" w:hAnsi="Arial" w:cs="Arial"/>
        </w:rPr>
        <w:t>Rámcové smlouvy bude Kupující podle svých potřeb v průběhu trvání Rámcové smlouvy uzavírat</w:t>
      </w:r>
      <w:r w:rsidR="003A0FA1" w:rsidRPr="00A35763">
        <w:rPr>
          <w:rFonts w:ascii="Arial" w:hAnsi="Arial" w:cs="Arial"/>
        </w:rPr>
        <w:t xml:space="preserve"> </w:t>
      </w:r>
      <w:r w:rsidRPr="00A35763">
        <w:rPr>
          <w:rFonts w:ascii="Arial" w:hAnsi="Arial" w:cs="Arial"/>
        </w:rPr>
        <w:t>dílčí kupní smlouvy</w:t>
      </w:r>
      <w:r w:rsidR="00684E1B" w:rsidRPr="00A35763">
        <w:rPr>
          <w:rFonts w:ascii="Arial" w:hAnsi="Arial" w:cs="Arial"/>
        </w:rPr>
        <w:t xml:space="preserve"> (dále </w:t>
      </w:r>
      <w:r w:rsidRPr="00A35763">
        <w:rPr>
          <w:rFonts w:ascii="Arial" w:hAnsi="Arial" w:cs="Arial"/>
        </w:rPr>
        <w:t>jen</w:t>
      </w:r>
      <w:r w:rsidR="00684E1B" w:rsidRPr="00A35763">
        <w:rPr>
          <w:rFonts w:ascii="Arial" w:hAnsi="Arial" w:cs="Arial"/>
        </w:rPr>
        <w:t xml:space="preserve"> „</w:t>
      </w:r>
      <w:r w:rsidR="00684E1B" w:rsidRPr="00A35763">
        <w:rPr>
          <w:rFonts w:ascii="Arial" w:hAnsi="Arial" w:cs="Arial"/>
          <w:b/>
        </w:rPr>
        <w:t>Smlouva</w:t>
      </w:r>
      <w:r w:rsidR="00684E1B" w:rsidRPr="00A35763">
        <w:rPr>
          <w:rFonts w:ascii="Arial" w:hAnsi="Arial" w:cs="Arial"/>
        </w:rPr>
        <w:t>“)</w:t>
      </w:r>
      <w:r w:rsidR="003A0FA1" w:rsidRPr="00A35763">
        <w:rPr>
          <w:rFonts w:ascii="Arial" w:hAnsi="Arial" w:cs="Arial"/>
        </w:rPr>
        <w:t xml:space="preserve">, </w:t>
      </w:r>
      <w:r w:rsidRPr="00A35763">
        <w:rPr>
          <w:rFonts w:ascii="Arial" w:hAnsi="Arial" w:cs="Arial"/>
        </w:rPr>
        <w:t>a to na</w:t>
      </w:r>
      <w:r w:rsidR="003A0FA1" w:rsidRPr="00A35763">
        <w:rPr>
          <w:rFonts w:ascii="Arial" w:hAnsi="Arial" w:cs="Arial"/>
        </w:rPr>
        <w:t xml:space="preserve"> </w:t>
      </w:r>
      <w:r w:rsidR="00B06136" w:rsidRPr="00A35763">
        <w:rPr>
          <w:rFonts w:ascii="Arial" w:hAnsi="Arial" w:cs="Arial"/>
        </w:rPr>
        <w:t>Věc</w:t>
      </w:r>
      <w:r w:rsidR="003A0FA1" w:rsidRPr="00A35763">
        <w:rPr>
          <w:rFonts w:ascii="Arial" w:hAnsi="Arial" w:cs="Arial"/>
        </w:rPr>
        <w:t>i</w:t>
      </w:r>
      <w:r w:rsidRPr="00A35763">
        <w:rPr>
          <w:rFonts w:ascii="Arial" w:hAnsi="Arial" w:cs="Arial"/>
        </w:rPr>
        <w:t xml:space="preserve"> </w:t>
      </w:r>
      <w:r w:rsidR="006A5A15">
        <w:rPr>
          <w:rFonts w:ascii="Arial" w:hAnsi="Arial" w:cs="Arial"/>
        </w:rPr>
        <w:t xml:space="preserve">a příslušenství </w:t>
      </w:r>
      <w:r w:rsidRPr="00A35763">
        <w:rPr>
          <w:rFonts w:ascii="Arial" w:hAnsi="Arial" w:cs="Arial"/>
        </w:rPr>
        <w:t xml:space="preserve">vymezené ve Výzvě, a </w:t>
      </w:r>
      <w:r w:rsidR="003A0FA1" w:rsidRPr="00A35763">
        <w:rPr>
          <w:rFonts w:ascii="Arial" w:hAnsi="Arial" w:cs="Arial"/>
        </w:rPr>
        <w:t xml:space="preserve">za vzájemně dohodnutou kupní cenu do vlastnictví </w:t>
      </w:r>
      <w:r w:rsidR="00EF3782" w:rsidRPr="00A35763">
        <w:rPr>
          <w:rFonts w:ascii="Arial" w:hAnsi="Arial" w:cs="Arial"/>
        </w:rPr>
        <w:t>Kupují</w:t>
      </w:r>
      <w:r w:rsidR="003A0FA1" w:rsidRPr="00A35763">
        <w:rPr>
          <w:rFonts w:ascii="Arial" w:hAnsi="Arial" w:cs="Arial"/>
        </w:rPr>
        <w:t>cího.</w:t>
      </w:r>
    </w:p>
    <w:p w14:paraId="56CD374E" w14:textId="77777777" w:rsidR="003A0FA1" w:rsidRPr="00A35763" w:rsidRDefault="00B06136"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Věc</w:t>
      </w:r>
      <w:r w:rsidR="003A0FA1" w:rsidRPr="00A35763">
        <w:rPr>
          <w:rFonts w:ascii="Arial" w:hAnsi="Arial" w:cs="Arial"/>
        </w:rPr>
        <w:t xml:space="preserve">i budou dodávány za podmínek specifikovaných </w:t>
      </w:r>
      <w:r w:rsidR="00EF3782" w:rsidRPr="00A35763">
        <w:rPr>
          <w:rFonts w:ascii="Arial" w:hAnsi="Arial" w:cs="Arial"/>
        </w:rPr>
        <w:t>Rám</w:t>
      </w:r>
      <w:r w:rsidR="003A0FA1" w:rsidRPr="00A35763">
        <w:rPr>
          <w:rFonts w:ascii="Arial" w:hAnsi="Arial" w:cs="Arial"/>
        </w:rPr>
        <w:t xml:space="preserve">covou smlouvou, jejími přílohami a </w:t>
      </w:r>
      <w:r w:rsidR="00491435" w:rsidRPr="00A35763">
        <w:rPr>
          <w:rFonts w:ascii="Arial" w:hAnsi="Arial" w:cs="Arial"/>
        </w:rPr>
        <w:t>Výzvou</w:t>
      </w:r>
      <w:r w:rsidR="003A0FA1" w:rsidRPr="00A35763">
        <w:rPr>
          <w:rFonts w:ascii="Arial" w:hAnsi="Arial" w:cs="Arial"/>
        </w:rPr>
        <w:t xml:space="preserve"> </w:t>
      </w:r>
      <w:r w:rsidR="00EF3782" w:rsidRPr="00A35763">
        <w:rPr>
          <w:rFonts w:ascii="Arial" w:hAnsi="Arial" w:cs="Arial"/>
        </w:rPr>
        <w:t>Kupují</w:t>
      </w:r>
      <w:r w:rsidR="00491435" w:rsidRPr="00A35763">
        <w:rPr>
          <w:rFonts w:ascii="Arial" w:hAnsi="Arial" w:cs="Arial"/>
        </w:rPr>
        <w:t>cího</w:t>
      </w:r>
      <w:r w:rsidR="003A0FA1" w:rsidRPr="00A35763">
        <w:rPr>
          <w:rFonts w:ascii="Arial" w:hAnsi="Arial" w:cs="Arial"/>
        </w:rPr>
        <w:t>.</w:t>
      </w:r>
    </w:p>
    <w:p w14:paraId="19CF82A1" w14:textId="77777777" w:rsidR="003A0FA1" w:rsidRPr="009A6F90" w:rsidRDefault="00EF3782"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lastRenderedPageBreak/>
        <w:t>Prodáv</w:t>
      </w:r>
      <w:r w:rsidR="003A0FA1" w:rsidRPr="00A35763">
        <w:rPr>
          <w:rFonts w:ascii="Arial" w:hAnsi="Arial" w:cs="Arial"/>
        </w:rPr>
        <w:t xml:space="preserve">ající </w:t>
      </w:r>
      <w:r w:rsidR="003A0FA1" w:rsidRPr="009A6F90">
        <w:rPr>
          <w:rFonts w:ascii="Arial" w:hAnsi="Arial" w:cs="Arial"/>
        </w:rPr>
        <w:t xml:space="preserve">odpovídá za to, že odevzdané </w:t>
      </w:r>
      <w:r w:rsidR="00B06136" w:rsidRPr="009A6F90">
        <w:rPr>
          <w:rFonts w:ascii="Arial" w:hAnsi="Arial" w:cs="Arial"/>
        </w:rPr>
        <w:t>Věc</w:t>
      </w:r>
      <w:r w:rsidR="003A0FA1" w:rsidRPr="009A6F90">
        <w:rPr>
          <w:rFonts w:ascii="Arial" w:hAnsi="Arial" w:cs="Arial"/>
        </w:rPr>
        <w:t xml:space="preserve">i odpovídají technickým podmínkám, specifikovaným v příloze č. 1 </w:t>
      </w:r>
      <w:r w:rsidRPr="009A6F90">
        <w:rPr>
          <w:rFonts w:ascii="Arial" w:hAnsi="Arial" w:cs="Arial"/>
        </w:rPr>
        <w:t>Rám</w:t>
      </w:r>
      <w:r w:rsidR="003A0FA1" w:rsidRPr="009A6F90">
        <w:rPr>
          <w:rFonts w:ascii="Arial" w:hAnsi="Arial" w:cs="Arial"/>
        </w:rPr>
        <w:t>cové smlouvy, jsou nové</w:t>
      </w:r>
      <w:r w:rsidR="00D23076" w:rsidRPr="009A6F90">
        <w:rPr>
          <w:rFonts w:ascii="Arial" w:hAnsi="Arial" w:cs="Arial"/>
        </w:rPr>
        <w:t xml:space="preserve"> (tzn. nikoliv dříve použité) a </w:t>
      </w:r>
      <w:r w:rsidR="003A0FA1" w:rsidRPr="009A6F90">
        <w:rPr>
          <w:rFonts w:ascii="Arial" w:hAnsi="Arial" w:cs="Arial"/>
        </w:rPr>
        <w:t xml:space="preserve">jsou vhodné k využití k účelu dle této smlouvy a obvyklému využití dané </w:t>
      </w:r>
      <w:r w:rsidR="00B06136" w:rsidRPr="009A6F90">
        <w:rPr>
          <w:rFonts w:ascii="Arial" w:hAnsi="Arial" w:cs="Arial"/>
        </w:rPr>
        <w:t>Věc</w:t>
      </w:r>
      <w:r w:rsidR="003A0FA1" w:rsidRPr="009A6F90">
        <w:rPr>
          <w:rFonts w:ascii="Arial" w:hAnsi="Arial" w:cs="Arial"/>
        </w:rPr>
        <w:t xml:space="preserve">i. </w:t>
      </w:r>
    </w:p>
    <w:p w14:paraId="48D3256B" w14:textId="77777777" w:rsidR="003A0FA1" w:rsidRPr="009A6F90" w:rsidRDefault="003A0FA1" w:rsidP="00E83F03">
      <w:pPr>
        <w:pStyle w:val="Odstavecseseznamem"/>
        <w:numPr>
          <w:ilvl w:val="1"/>
          <w:numId w:val="5"/>
        </w:numPr>
        <w:spacing w:after="0" w:line="276" w:lineRule="auto"/>
        <w:ind w:left="567" w:hanging="567"/>
        <w:jc w:val="both"/>
        <w:rPr>
          <w:rFonts w:ascii="Arial" w:hAnsi="Arial" w:cs="Arial"/>
        </w:rPr>
      </w:pPr>
      <w:r w:rsidRPr="009A6F90">
        <w:rPr>
          <w:rFonts w:ascii="Arial" w:hAnsi="Arial" w:cs="Arial"/>
        </w:rPr>
        <w:t xml:space="preserve">Závazek </w:t>
      </w:r>
      <w:r w:rsidR="00EF3782" w:rsidRPr="009A6F90">
        <w:rPr>
          <w:rFonts w:ascii="Arial" w:hAnsi="Arial" w:cs="Arial"/>
        </w:rPr>
        <w:t>Prodáv</w:t>
      </w:r>
      <w:r w:rsidRPr="009A6F90">
        <w:rPr>
          <w:rFonts w:ascii="Arial" w:hAnsi="Arial" w:cs="Arial"/>
        </w:rPr>
        <w:t xml:space="preserve">ajícího odevzdat </w:t>
      </w:r>
      <w:r w:rsidR="00B06136" w:rsidRPr="009A6F90">
        <w:rPr>
          <w:rFonts w:ascii="Arial" w:hAnsi="Arial" w:cs="Arial"/>
        </w:rPr>
        <w:t>Věc</w:t>
      </w:r>
      <w:r w:rsidRPr="009A6F90">
        <w:rPr>
          <w:rFonts w:ascii="Arial" w:hAnsi="Arial" w:cs="Arial"/>
        </w:rPr>
        <w:t>i zahrnuje i:</w:t>
      </w:r>
    </w:p>
    <w:p w14:paraId="674F45EC" w14:textId="77777777" w:rsidR="003A0FA1" w:rsidRPr="009A6F90" w:rsidRDefault="003A0FA1" w:rsidP="00E83F03">
      <w:pPr>
        <w:pStyle w:val="Odstavecseseznamem"/>
        <w:numPr>
          <w:ilvl w:val="2"/>
          <w:numId w:val="5"/>
        </w:numPr>
        <w:spacing w:after="0" w:line="276" w:lineRule="auto"/>
        <w:jc w:val="both"/>
        <w:rPr>
          <w:rFonts w:ascii="Arial" w:hAnsi="Arial" w:cs="Arial"/>
        </w:rPr>
      </w:pPr>
      <w:r w:rsidRPr="009A6F90">
        <w:rPr>
          <w:rFonts w:ascii="Arial" w:hAnsi="Arial" w:cs="Arial"/>
        </w:rPr>
        <w:t xml:space="preserve">dopravu </w:t>
      </w:r>
      <w:r w:rsidR="003B2503" w:rsidRPr="009A6F90">
        <w:rPr>
          <w:rFonts w:ascii="Arial" w:hAnsi="Arial" w:cs="Arial"/>
        </w:rPr>
        <w:t xml:space="preserve">Věcí na místo jejich odevzdání, a to u položek v příloze č. </w:t>
      </w:r>
      <w:r w:rsidR="00827E89" w:rsidRPr="009A6F90">
        <w:rPr>
          <w:rFonts w:ascii="Arial" w:hAnsi="Arial" w:cs="Arial"/>
        </w:rPr>
        <w:t>2</w:t>
      </w:r>
      <w:r w:rsidR="003B2503" w:rsidRPr="009A6F90">
        <w:rPr>
          <w:rFonts w:ascii="Arial" w:hAnsi="Arial" w:cs="Arial"/>
        </w:rPr>
        <w:t xml:space="preserve"> Rámcové smlouvy, u nichž je uvedena doprava jako součást položky.</w:t>
      </w:r>
      <w:r w:rsidRPr="009A6F90">
        <w:rPr>
          <w:rFonts w:ascii="Arial" w:hAnsi="Arial" w:cs="Arial"/>
        </w:rPr>
        <w:t>,</w:t>
      </w:r>
    </w:p>
    <w:p w14:paraId="673A5695" w14:textId="77777777" w:rsidR="003A0FA1" w:rsidRPr="009A6F90" w:rsidRDefault="003A0FA1" w:rsidP="00E83F03">
      <w:pPr>
        <w:pStyle w:val="Odstavecseseznamem"/>
        <w:numPr>
          <w:ilvl w:val="2"/>
          <w:numId w:val="5"/>
        </w:numPr>
        <w:spacing w:after="0" w:line="276" w:lineRule="auto"/>
        <w:jc w:val="both"/>
        <w:rPr>
          <w:rFonts w:ascii="Arial" w:hAnsi="Arial" w:cs="Arial"/>
        </w:rPr>
      </w:pPr>
      <w:r w:rsidRPr="009A6F90">
        <w:rPr>
          <w:rFonts w:ascii="Arial" w:hAnsi="Arial" w:cs="Arial"/>
        </w:rPr>
        <w:t xml:space="preserve">předání dokladů, které jsou nutné k užívání </w:t>
      </w:r>
      <w:r w:rsidR="00B06136" w:rsidRPr="009A6F90">
        <w:rPr>
          <w:rFonts w:ascii="Arial" w:hAnsi="Arial" w:cs="Arial"/>
        </w:rPr>
        <w:t>Věc</w:t>
      </w:r>
      <w:r w:rsidR="00C61883" w:rsidRPr="009A6F90">
        <w:rPr>
          <w:rFonts w:ascii="Arial" w:hAnsi="Arial" w:cs="Arial"/>
        </w:rPr>
        <w:t>í, zejména návodů k použití v </w:t>
      </w:r>
      <w:r w:rsidR="004A75D8" w:rsidRPr="009A6F90">
        <w:rPr>
          <w:rFonts w:ascii="Arial" w:hAnsi="Arial" w:cs="Arial"/>
        </w:rPr>
        <w:t>českém nebo anglickém</w:t>
      </w:r>
      <w:r w:rsidRPr="009A6F90">
        <w:rPr>
          <w:rFonts w:ascii="Arial" w:hAnsi="Arial" w:cs="Arial"/>
        </w:rPr>
        <w:t xml:space="preserve"> jazyce, které se k </w:t>
      </w:r>
      <w:r w:rsidR="00B06136" w:rsidRPr="009A6F90">
        <w:rPr>
          <w:rFonts w:ascii="Arial" w:hAnsi="Arial" w:cs="Arial"/>
        </w:rPr>
        <w:t>Věc</w:t>
      </w:r>
      <w:r w:rsidRPr="009A6F90">
        <w:rPr>
          <w:rFonts w:ascii="Arial" w:hAnsi="Arial" w:cs="Arial"/>
        </w:rPr>
        <w:t xml:space="preserve">em jinak vztahují. </w:t>
      </w:r>
      <w:r w:rsidR="00B06136" w:rsidRPr="009A6F90">
        <w:rPr>
          <w:rFonts w:ascii="Arial" w:hAnsi="Arial" w:cs="Arial"/>
        </w:rPr>
        <w:t>Věc</w:t>
      </w:r>
      <w:r w:rsidRPr="009A6F90">
        <w:rPr>
          <w:rFonts w:ascii="Arial" w:hAnsi="Arial" w:cs="Arial"/>
        </w:rPr>
        <w:t xml:space="preserve">i budou </w:t>
      </w:r>
      <w:r w:rsidR="00EF3782" w:rsidRPr="009A6F90">
        <w:rPr>
          <w:rFonts w:ascii="Arial" w:hAnsi="Arial" w:cs="Arial"/>
        </w:rPr>
        <w:t>Prodáv</w:t>
      </w:r>
      <w:r w:rsidRPr="009A6F90">
        <w:rPr>
          <w:rFonts w:ascii="Arial" w:hAnsi="Arial" w:cs="Arial"/>
        </w:rPr>
        <w:t>ajícím odevzdány s veškerou origináln</w:t>
      </w:r>
      <w:r w:rsidR="00C61883" w:rsidRPr="009A6F90">
        <w:rPr>
          <w:rFonts w:ascii="Arial" w:hAnsi="Arial" w:cs="Arial"/>
        </w:rPr>
        <w:t>í dokumentací, příslušenstvím a </w:t>
      </w:r>
      <w:r w:rsidRPr="009A6F90">
        <w:rPr>
          <w:rFonts w:ascii="Arial" w:hAnsi="Arial" w:cs="Arial"/>
        </w:rPr>
        <w:t xml:space="preserve">licenčními dokumenty, pokud takové existují, tedy ve formě standardně poskytované výrobcem. </w:t>
      </w:r>
      <w:r w:rsidR="00EF3782" w:rsidRPr="009A6F90">
        <w:rPr>
          <w:rFonts w:ascii="Arial" w:hAnsi="Arial" w:cs="Arial"/>
        </w:rPr>
        <w:t>Prodáv</w:t>
      </w:r>
      <w:r w:rsidRPr="009A6F90">
        <w:rPr>
          <w:rFonts w:ascii="Arial" w:hAnsi="Arial" w:cs="Arial"/>
        </w:rPr>
        <w:t xml:space="preserve">ající je povinen </w:t>
      </w:r>
      <w:r w:rsidR="00EF3782" w:rsidRPr="009A6F90">
        <w:rPr>
          <w:rFonts w:ascii="Arial" w:hAnsi="Arial" w:cs="Arial"/>
        </w:rPr>
        <w:t>Kupují</w:t>
      </w:r>
      <w:r w:rsidRPr="009A6F90">
        <w:rPr>
          <w:rFonts w:ascii="Arial" w:hAnsi="Arial" w:cs="Arial"/>
        </w:rPr>
        <w:t xml:space="preserve">címu s </w:t>
      </w:r>
      <w:r w:rsidR="00B06136" w:rsidRPr="009A6F90">
        <w:rPr>
          <w:rFonts w:ascii="Arial" w:hAnsi="Arial" w:cs="Arial"/>
        </w:rPr>
        <w:t>Věc</w:t>
      </w:r>
      <w:r w:rsidRPr="009A6F90">
        <w:rPr>
          <w:rFonts w:ascii="Arial" w:hAnsi="Arial" w:cs="Arial"/>
        </w:rPr>
        <w:t xml:space="preserve">mi odevzdat také návod/návody v </w:t>
      </w:r>
      <w:r w:rsidR="004A75D8" w:rsidRPr="009A6F90">
        <w:rPr>
          <w:rFonts w:ascii="Arial" w:hAnsi="Arial" w:cs="Arial"/>
        </w:rPr>
        <w:t>českém nebo anglickém</w:t>
      </w:r>
      <w:r w:rsidRPr="009A6F90">
        <w:rPr>
          <w:rFonts w:ascii="Arial" w:hAnsi="Arial" w:cs="Arial"/>
        </w:rPr>
        <w:t xml:space="preserve"> jazyce, jsou-li nutné pro používání </w:t>
      </w:r>
      <w:r w:rsidR="00B06136" w:rsidRPr="009A6F90">
        <w:rPr>
          <w:rFonts w:ascii="Arial" w:hAnsi="Arial" w:cs="Arial"/>
        </w:rPr>
        <w:t>Věc</w:t>
      </w:r>
      <w:r w:rsidRPr="009A6F90">
        <w:rPr>
          <w:rFonts w:ascii="Arial" w:hAnsi="Arial" w:cs="Arial"/>
        </w:rPr>
        <w:t>í.</w:t>
      </w:r>
    </w:p>
    <w:p w14:paraId="441888E4" w14:textId="7EA62329" w:rsidR="008E7507" w:rsidRPr="009A6F90" w:rsidRDefault="008E7507" w:rsidP="00E83F03">
      <w:pPr>
        <w:pStyle w:val="Odstavecseseznamem"/>
        <w:numPr>
          <w:ilvl w:val="2"/>
          <w:numId w:val="5"/>
        </w:numPr>
        <w:spacing w:after="0" w:line="276" w:lineRule="auto"/>
        <w:jc w:val="both"/>
        <w:rPr>
          <w:rFonts w:ascii="Arial" w:hAnsi="Arial" w:cs="Arial"/>
        </w:rPr>
      </w:pPr>
      <w:r w:rsidRPr="009A6F90">
        <w:rPr>
          <w:rFonts w:ascii="Arial" w:hAnsi="Arial" w:cs="Arial"/>
        </w:rPr>
        <w:t>instalační práce a služby v souvislosti s dodáním Věcí</w:t>
      </w:r>
      <w:r w:rsidR="000A34DE" w:rsidRPr="009A6F90">
        <w:rPr>
          <w:rFonts w:ascii="Arial" w:hAnsi="Arial" w:cs="Arial"/>
        </w:rPr>
        <w:t>, jakožto jedna z</w:t>
      </w:r>
      <w:r w:rsidRPr="009A6F90">
        <w:rPr>
          <w:rFonts w:ascii="Arial" w:hAnsi="Arial" w:cs="Arial"/>
        </w:rPr>
        <w:t xml:space="preserve"> </w:t>
      </w:r>
      <w:r w:rsidR="000A34DE" w:rsidRPr="009A6F90">
        <w:rPr>
          <w:rFonts w:ascii="Arial" w:hAnsi="Arial" w:cs="Arial"/>
        </w:rPr>
        <w:t xml:space="preserve">položek v příloze č. 2 Rámcové smlouvy </w:t>
      </w:r>
      <w:r w:rsidRPr="009A6F90">
        <w:rPr>
          <w:rFonts w:ascii="Arial" w:hAnsi="Arial" w:cs="Arial"/>
        </w:rPr>
        <w:t>sestávající z:</w:t>
      </w:r>
    </w:p>
    <w:p w14:paraId="7C4868D8" w14:textId="77777777" w:rsidR="008E7507" w:rsidRPr="009A6F90" w:rsidRDefault="008E7507" w:rsidP="00E83F03">
      <w:pPr>
        <w:pStyle w:val="Odstavecseseznamem"/>
        <w:numPr>
          <w:ilvl w:val="1"/>
          <w:numId w:val="8"/>
        </w:numPr>
        <w:spacing w:after="0" w:line="276" w:lineRule="auto"/>
        <w:ind w:left="1843"/>
        <w:jc w:val="both"/>
        <w:rPr>
          <w:rFonts w:ascii="Arial" w:hAnsi="Arial" w:cs="Arial"/>
        </w:rPr>
      </w:pPr>
      <w:r w:rsidRPr="009A6F90">
        <w:rPr>
          <w:rFonts w:ascii="Arial" w:hAnsi="Arial" w:cs="Arial"/>
        </w:rPr>
        <w:t>kompletace Věcí v místě plnění;</w:t>
      </w:r>
    </w:p>
    <w:p w14:paraId="00EB1465" w14:textId="77777777"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 xml:space="preserve">instalace Věcí do prostoru připraveného </w:t>
      </w:r>
      <w:r w:rsidR="00DB5026" w:rsidRPr="00A35763">
        <w:rPr>
          <w:rFonts w:ascii="Arial" w:hAnsi="Arial" w:cs="Arial"/>
        </w:rPr>
        <w:t>Kupujícím</w:t>
      </w:r>
      <w:r w:rsidRPr="00A35763">
        <w:rPr>
          <w:rFonts w:ascii="Arial" w:hAnsi="Arial" w:cs="Arial"/>
        </w:rPr>
        <w:t>;</w:t>
      </w:r>
    </w:p>
    <w:p w14:paraId="557A05C9" w14:textId="23231DFA"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 xml:space="preserve">instalaci </w:t>
      </w:r>
      <w:r w:rsidR="00DB7A17">
        <w:rPr>
          <w:rFonts w:ascii="Arial" w:hAnsi="Arial" w:cs="Arial"/>
        </w:rPr>
        <w:t xml:space="preserve">a konfigurace </w:t>
      </w:r>
      <w:r w:rsidRPr="00A35763">
        <w:rPr>
          <w:rFonts w:ascii="Arial" w:hAnsi="Arial" w:cs="Arial"/>
        </w:rPr>
        <w:t>veškerých nezbytných programů a aplikací;</w:t>
      </w:r>
    </w:p>
    <w:p w14:paraId="453CD879" w14:textId="77777777"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uvedení Věcí do provozu;</w:t>
      </w:r>
    </w:p>
    <w:p w14:paraId="7C14EB7F" w14:textId="3CE2B949"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základní zaškolení pracovníků Kupujícího, týkající se Věcí, v místě</w:t>
      </w:r>
      <w:r w:rsidR="00413D7F">
        <w:rPr>
          <w:rFonts w:ascii="Arial" w:hAnsi="Arial" w:cs="Arial"/>
        </w:rPr>
        <w:t xml:space="preserve"> plnění;</w:t>
      </w:r>
    </w:p>
    <w:p w14:paraId="499B6DB5" w14:textId="27AAB327" w:rsidR="008E7507" w:rsidRDefault="008E7507" w:rsidP="00E83F03">
      <w:pPr>
        <w:spacing w:after="0" w:line="276" w:lineRule="auto"/>
        <w:ind w:left="1843" w:hanging="425"/>
        <w:jc w:val="both"/>
        <w:rPr>
          <w:rFonts w:ascii="Arial" w:hAnsi="Arial" w:cs="Arial"/>
        </w:rPr>
      </w:pPr>
      <w:r w:rsidRPr="00A35763">
        <w:rPr>
          <w:rFonts w:ascii="Arial" w:hAnsi="Arial" w:cs="Arial"/>
        </w:rPr>
        <w:t>(dále jen „</w:t>
      </w:r>
      <w:r w:rsidRPr="00A35763">
        <w:rPr>
          <w:rFonts w:ascii="Arial" w:hAnsi="Arial" w:cs="Arial"/>
          <w:b/>
        </w:rPr>
        <w:t>Instalace</w:t>
      </w:r>
      <w:r w:rsidRPr="00A35763">
        <w:rPr>
          <w:rFonts w:ascii="Arial" w:hAnsi="Arial" w:cs="Arial"/>
        </w:rPr>
        <w:t>“)</w:t>
      </w:r>
      <w:r w:rsidR="003B2503" w:rsidRPr="00A35763">
        <w:rPr>
          <w:rFonts w:ascii="Arial" w:hAnsi="Arial" w:cs="Arial"/>
        </w:rPr>
        <w:t>.</w:t>
      </w:r>
      <w:r w:rsidRPr="00A35763">
        <w:rPr>
          <w:rFonts w:ascii="Arial" w:hAnsi="Arial" w:cs="Arial"/>
        </w:rPr>
        <w:t xml:space="preserve"> </w:t>
      </w:r>
    </w:p>
    <w:p w14:paraId="6ACC9B48" w14:textId="77777777" w:rsidR="008E7507" w:rsidRDefault="008E7507" w:rsidP="00AF3D74">
      <w:pPr>
        <w:pStyle w:val="Odstavecseseznamem"/>
        <w:numPr>
          <w:ilvl w:val="2"/>
          <w:numId w:val="5"/>
        </w:numPr>
        <w:spacing w:after="0" w:line="276" w:lineRule="auto"/>
        <w:jc w:val="both"/>
        <w:rPr>
          <w:rFonts w:ascii="Arial" w:hAnsi="Arial" w:cs="Arial"/>
        </w:rPr>
      </w:pPr>
      <w:r w:rsidRPr="00A35763">
        <w:rPr>
          <w:rFonts w:ascii="Arial" w:hAnsi="Arial" w:cs="Arial"/>
        </w:rPr>
        <w:t xml:space="preserve">odvoz a ekologická likvidace veškerých obalů, nebude-li </w:t>
      </w:r>
      <w:r w:rsidR="00043DB5" w:rsidRPr="00A35763">
        <w:rPr>
          <w:rFonts w:ascii="Arial" w:hAnsi="Arial" w:cs="Arial"/>
        </w:rPr>
        <w:t>Kupujícím</w:t>
      </w:r>
      <w:r w:rsidRPr="00A35763">
        <w:rPr>
          <w:rFonts w:ascii="Arial" w:hAnsi="Arial" w:cs="Arial"/>
        </w:rPr>
        <w:t xml:space="preserve"> stanoveno jinak;</w:t>
      </w:r>
    </w:p>
    <w:p w14:paraId="466E13E4" w14:textId="6B3AC5DA" w:rsidR="00C1360E" w:rsidRDefault="000A34DE" w:rsidP="00AF3D74">
      <w:pPr>
        <w:pStyle w:val="Odstavecseseznamem"/>
        <w:numPr>
          <w:ilvl w:val="2"/>
          <w:numId w:val="5"/>
        </w:numPr>
        <w:spacing w:after="0" w:line="276" w:lineRule="auto"/>
        <w:jc w:val="both"/>
        <w:rPr>
          <w:rFonts w:ascii="Arial" w:hAnsi="Arial" w:cs="Arial"/>
        </w:rPr>
      </w:pPr>
      <w:r w:rsidRPr="00413D7F">
        <w:rPr>
          <w:rFonts w:ascii="Arial" w:hAnsi="Arial" w:cs="Arial"/>
        </w:rPr>
        <w:t xml:space="preserve">Přístup k </w:t>
      </w:r>
      <w:r w:rsidR="00C1360E" w:rsidRPr="00413D7F">
        <w:rPr>
          <w:rFonts w:ascii="Arial" w:hAnsi="Arial" w:cs="Arial"/>
        </w:rPr>
        <w:t xml:space="preserve">firmware </w:t>
      </w:r>
      <w:r w:rsidRPr="00413D7F">
        <w:rPr>
          <w:rFonts w:ascii="Arial" w:hAnsi="Arial" w:cs="Arial"/>
        </w:rPr>
        <w:t>a jeho aktualizac</w:t>
      </w:r>
      <w:r w:rsidR="00D22E83">
        <w:rPr>
          <w:rFonts w:ascii="Arial" w:hAnsi="Arial" w:cs="Arial"/>
        </w:rPr>
        <w:t>ím</w:t>
      </w:r>
      <w:r w:rsidRPr="00413D7F">
        <w:rPr>
          <w:rFonts w:ascii="Arial" w:hAnsi="Arial" w:cs="Arial"/>
        </w:rPr>
        <w:t xml:space="preserve"> </w:t>
      </w:r>
      <w:r w:rsidR="00C1360E" w:rsidRPr="00413D7F">
        <w:rPr>
          <w:rFonts w:ascii="Arial" w:hAnsi="Arial" w:cs="Arial"/>
        </w:rPr>
        <w:t>po dobu trvání záruční lhůty</w:t>
      </w:r>
      <w:r w:rsidR="00C1360E" w:rsidRPr="00DB7A17">
        <w:rPr>
          <w:rFonts w:ascii="Arial" w:hAnsi="Arial" w:cs="Arial"/>
        </w:rPr>
        <w:t xml:space="preserve"> dle čl. </w:t>
      </w:r>
      <w:r w:rsidR="00C61883" w:rsidRPr="00DB7A17">
        <w:rPr>
          <w:rFonts w:ascii="Arial" w:hAnsi="Arial" w:cs="Arial"/>
        </w:rPr>
        <w:t xml:space="preserve">11.2 </w:t>
      </w:r>
      <w:r w:rsidR="00C1360E" w:rsidRPr="00DB7A17">
        <w:rPr>
          <w:rFonts w:ascii="Arial" w:hAnsi="Arial" w:cs="Arial"/>
        </w:rPr>
        <w:t>Rámcové smlouvy;</w:t>
      </w:r>
    </w:p>
    <w:p w14:paraId="07FDD9B0" w14:textId="1ABF776B" w:rsidR="008E7507" w:rsidRDefault="008E7507" w:rsidP="00AF3D74">
      <w:pPr>
        <w:pStyle w:val="Odstavecseseznamem"/>
        <w:numPr>
          <w:ilvl w:val="2"/>
          <w:numId w:val="5"/>
        </w:numPr>
        <w:rPr>
          <w:rFonts w:ascii="Arial" w:hAnsi="Arial" w:cs="Arial"/>
        </w:rPr>
      </w:pPr>
      <w:r w:rsidRPr="00DB7A17">
        <w:rPr>
          <w:rFonts w:ascii="Arial" w:hAnsi="Arial" w:cs="Arial"/>
        </w:rPr>
        <w:t>veškeré ostatní činnosti a práce nutné k realizaci plnění</w:t>
      </w:r>
      <w:r w:rsidRPr="00A35763">
        <w:rPr>
          <w:rFonts w:ascii="Arial" w:hAnsi="Arial" w:cs="Arial"/>
        </w:rPr>
        <w:t xml:space="preserve"> d</w:t>
      </w:r>
      <w:r w:rsidR="009B3A64">
        <w:rPr>
          <w:rFonts w:ascii="Arial" w:hAnsi="Arial" w:cs="Arial"/>
        </w:rPr>
        <w:t>le a v souladu s </w:t>
      </w:r>
      <w:r w:rsidR="000B26B6" w:rsidRPr="00A35763">
        <w:rPr>
          <w:rFonts w:ascii="Arial" w:hAnsi="Arial" w:cs="Arial"/>
        </w:rPr>
        <w:t>touto Smlouvou;</w:t>
      </w:r>
    </w:p>
    <w:p w14:paraId="3094EFD5" w14:textId="77777777" w:rsidR="00684E1B" w:rsidRPr="00A35763" w:rsidRDefault="00684E1B"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Prodávající potvrzuje, že se při vynaložení veškeré odborné péče seznámil s rozsahem a povahou předmětu plnění dle Smlouvy, že jsou mu známy veškeré technické, kvalitativní a jiné podmínky nezbytné k realizaci této Smlouvy, jakož i veškeré další okolnosti a skutečnosti mající vliv na plnění Smlouvy, jakož i na sjednanou výši kupní ceny, a že je považuje za jednoznačné a vyčerpávající a tedy dostatečné k plnění Smlouvy. Současně prohlašuje, že disponuje takovými kapacitami a odbornými znalostmi, které jsou k řádnému a bezvadnému plnění této Smlouvy nezbytné.</w:t>
      </w:r>
    </w:p>
    <w:p w14:paraId="5CC18F60" w14:textId="77777777" w:rsidR="00A54BC1" w:rsidRPr="00A35763" w:rsidRDefault="00A54BC1" w:rsidP="00965E45">
      <w:pPr>
        <w:spacing w:after="0" w:line="276" w:lineRule="auto"/>
        <w:jc w:val="both"/>
        <w:rPr>
          <w:rFonts w:ascii="Arial" w:hAnsi="Arial" w:cs="Arial"/>
        </w:rPr>
      </w:pPr>
    </w:p>
    <w:p w14:paraId="08A63D48" w14:textId="77777777"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Čas a místo</w:t>
      </w:r>
      <w:r w:rsidR="00102699" w:rsidRPr="00A35763">
        <w:rPr>
          <w:rFonts w:ascii="Arial" w:hAnsi="Arial" w:cs="Arial"/>
          <w:b/>
        </w:rPr>
        <w:t xml:space="preserve"> plnění</w:t>
      </w:r>
    </w:p>
    <w:p w14:paraId="75DBFCC4" w14:textId="436997A6" w:rsidR="003A0FA1" w:rsidRPr="00A35763" w:rsidRDefault="003A0FA1" w:rsidP="003121B8">
      <w:pPr>
        <w:pStyle w:val="Odstavecseseznamem"/>
        <w:numPr>
          <w:ilvl w:val="1"/>
          <w:numId w:val="6"/>
        </w:numPr>
        <w:spacing w:after="0" w:line="276" w:lineRule="auto"/>
        <w:ind w:left="567" w:hanging="567"/>
        <w:jc w:val="both"/>
        <w:rPr>
          <w:rFonts w:ascii="Arial" w:hAnsi="Arial" w:cs="Arial"/>
        </w:rPr>
      </w:pPr>
      <w:bookmarkStart w:id="5" w:name="_Ref461536659"/>
      <w:r w:rsidRPr="00C0632D">
        <w:rPr>
          <w:rFonts w:ascii="Arial" w:hAnsi="Arial" w:cs="Arial"/>
        </w:rPr>
        <w:t xml:space="preserve">Lhůta pro </w:t>
      </w:r>
      <w:r w:rsidR="00BE1D1A" w:rsidRPr="00C0632D">
        <w:rPr>
          <w:rFonts w:ascii="Arial" w:hAnsi="Arial" w:cs="Arial"/>
        </w:rPr>
        <w:t>dodání a Instalaci</w:t>
      </w:r>
      <w:r w:rsidRPr="00C0632D">
        <w:rPr>
          <w:rFonts w:ascii="Arial" w:hAnsi="Arial" w:cs="Arial"/>
        </w:rPr>
        <w:t xml:space="preserve"> </w:t>
      </w:r>
      <w:r w:rsidR="00B06136" w:rsidRPr="00C0632D">
        <w:rPr>
          <w:rFonts w:ascii="Arial" w:hAnsi="Arial" w:cs="Arial"/>
        </w:rPr>
        <w:t>Věc</w:t>
      </w:r>
      <w:r w:rsidRPr="00C0632D">
        <w:rPr>
          <w:rFonts w:ascii="Arial" w:hAnsi="Arial" w:cs="Arial"/>
        </w:rPr>
        <w:t>í činí</w:t>
      </w:r>
      <w:bookmarkEnd w:id="5"/>
      <w:r w:rsidRPr="00C0632D">
        <w:rPr>
          <w:rFonts w:ascii="Arial" w:hAnsi="Arial" w:cs="Arial"/>
        </w:rPr>
        <w:t xml:space="preserve"> </w:t>
      </w:r>
      <w:r w:rsidR="00C0632D" w:rsidRPr="00C0632D">
        <w:rPr>
          <w:rFonts w:ascii="Arial" w:hAnsi="Arial" w:cs="Arial"/>
        </w:rPr>
        <w:t>60</w:t>
      </w:r>
      <w:r w:rsidRPr="00C0632D">
        <w:rPr>
          <w:rFonts w:ascii="Arial" w:hAnsi="Arial" w:cs="Arial"/>
        </w:rPr>
        <w:t xml:space="preserve"> </w:t>
      </w:r>
      <w:r w:rsidR="00C872AA" w:rsidRPr="00C0632D">
        <w:rPr>
          <w:rFonts w:ascii="Arial" w:hAnsi="Arial" w:cs="Arial"/>
        </w:rPr>
        <w:t>kalendářních</w:t>
      </w:r>
      <w:r w:rsidRPr="00C0632D">
        <w:rPr>
          <w:rFonts w:ascii="Arial" w:hAnsi="Arial" w:cs="Arial"/>
        </w:rPr>
        <w:t xml:space="preserve"> dnů</w:t>
      </w:r>
      <w:r w:rsidR="003121B8" w:rsidRPr="00C0632D">
        <w:rPr>
          <w:rFonts w:ascii="Arial" w:hAnsi="Arial" w:cs="Arial"/>
        </w:rPr>
        <w:t xml:space="preserve"> </w:t>
      </w:r>
      <w:r w:rsidR="000B712F" w:rsidRPr="00C0632D">
        <w:rPr>
          <w:rFonts w:ascii="Arial" w:hAnsi="Arial" w:cs="Arial"/>
        </w:rPr>
        <w:t>ode dne účinnosti</w:t>
      </w:r>
      <w:r w:rsidR="006A0150" w:rsidRPr="00C0632D">
        <w:rPr>
          <w:rFonts w:ascii="Arial" w:hAnsi="Arial" w:cs="Arial"/>
        </w:rPr>
        <w:t xml:space="preserve"> </w:t>
      </w:r>
      <w:r w:rsidR="007F44FD" w:rsidRPr="00C0632D">
        <w:rPr>
          <w:rFonts w:ascii="Arial" w:hAnsi="Arial" w:cs="Arial"/>
        </w:rPr>
        <w:t>Smlouvy</w:t>
      </w:r>
      <w:r w:rsidR="006A0150" w:rsidRPr="00A35763">
        <w:rPr>
          <w:rFonts w:ascii="Arial" w:hAnsi="Arial" w:cs="Arial"/>
        </w:rPr>
        <w:t xml:space="preserve"> </w:t>
      </w:r>
      <w:r w:rsidR="007F44FD" w:rsidRPr="00A35763">
        <w:rPr>
          <w:rFonts w:ascii="Arial" w:hAnsi="Arial" w:cs="Arial"/>
        </w:rPr>
        <w:t>mezi Kupujícím a Prodávajícím</w:t>
      </w:r>
      <w:r w:rsidRPr="00A35763">
        <w:rPr>
          <w:rFonts w:ascii="Arial" w:hAnsi="Arial" w:cs="Arial"/>
        </w:rPr>
        <w:t xml:space="preserve">. </w:t>
      </w:r>
      <w:r w:rsidR="00EF3782" w:rsidRPr="00A35763">
        <w:rPr>
          <w:rFonts w:ascii="Arial" w:hAnsi="Arial" w:cs="Arial"/>
        </w:rPr>
        <w:t>Kupují</w:t>
      </w:r>
      <w:r w:rsidRPr="00A35763">
        <w:rPr>
          <w:rFonts w:ascii="Arial" w:hAnsi="Arial" w:cs="Arial"/>
        </w:rPr>
        <w:t>cí příjme i dřívější plnění.</w:t>
      </w:r>
    </w:p>
    <w:p w14:paraId="137CD707" w14:textId="27201F18" w:rsidR="00E95B3A" w:rsidRDefault="00E95B3A" w:rsidP="003121B8">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t xml:space="preserve">Kupující je při uzavírání Smlouvy postupem podle čl. </w:t>
      </w:r>
      <w:r w:rsidRPr="00A35763">
        <w:rPr>
          <w:rFonts w:ascii="Arial" w:hAnsi="Arial" w:cs="Arial"/>
        </w:rPr>
        <w:fldChar w:fldCharType="begin"/>
      </w:r>
      <w:r w:rsidRPr="00A35763">
        <w:rPr>
          <w:rFonts w:ascii="Arial" w:hAnsi="Arial" w:cs="Arial"/>
        </w:rPr>
        <w:instrText xml:space="preserve"> REF _Ref461770177 \r \h </w:instrText>
      </w:r>
      <w:r w:rsidR="00A35763">
        <w:rPr>
          <w:rFonts w:ascii="Arial" w:hAnsi="Arial" w:cs="Arial"/>
        </w:rPr>
        <w:instrText xml:space="preserve"> \* MERGEFORMAT </w:instrText>
      </w:r>
      <w:r w:rsidRPr="00A35763">
        <w:rPr>
          <w:rFonts w:ascii="Arial" w:hAnsi="Arial" w:cs="Arial"/>
        </w:rPr>
      </w:r>
      <w:r w:rsidRPr="00A35763">
        <w:rPr>
          <w:rFonts w:ascii="Arial" w:hAnsi="Arial" w:cs="Arial"/>
        </w:rPr>
        <w:fldChar w:fldCharType="separate"/>
      </w:r>
      <w:r w:rsidRPr="00A35763">
        <w:rPr>
          <w:rFonts w:ascii="Arial" w:hAnsi="Arial" w:cs="Arial"/>
        </w:rPr>
        <w:t>3</w:t>
      </w:r>
      <w:r w:rsidRPr="00A35763">
        <w:rPr>
          <w:rFonts w:ascii="Arial" w:hAnsi="Arial" w:cs="Arial"/>
        </w:rPr>
        <w:fldChar w:fldCharType="end"/>
      </w:r>
      <w:r w:rsidR="009B3A64">
        <w:rPr>
          <w:rFonts w:ascii="Arial" w:hAnsi="Arial" w:cs="Arial"/>
        </w:rPr>
        <w:t xml:space="preserve"> Rámcové smlouvy oprávněn</w:t>
      </w:r>
      <w:r w:rsidRPr="00A35763">
        <w:rPr>
          <w:rFonts w:ascii="Arial" w:hAnsi="Arial" w:cs="Arial"/>
        </w:rPr>
        <w:t xml:space="preserve"> stanovit Prodávajícímu lhůtu pro dodání a Instalaci delší, než je stanoveno v </w:t>
      </w:r>
      <w:proofErr w:type="gramStart"/>
      <w:r w:rsidRPr="00A35763">
        <w:rPr>
          <w:rFonts w:ascii="Arial" w:hAnsi="Arial" w:cs="Arial"/>
        </w:rPr>
        <w:t xml:space="preserve">čl. </w:t>
      </w:r>
      <w:r w:rsidRPr="00A35763">
        <w:rPr>
          <w:rFonts w:ascii="Arial" w:hAnsi="Arial" w:cs="Arial"/>
        </w:rPr>
        <w:fldChar w:fldCharType="begin"/>
      </w:r>
      <w:r w:rsidRPr="00A35763">
        <w:rPr>
          <w:rFonts w:ascii="Arial" w:hAnsi="Arial" w:cs="Arial"/>
        </w:rPr>
        <w:instrText xml:space="preserve"> REF _Ref464551509 \r \h </w:instrText>
      </w:r>
      <w:r w:rsidR="00A35763">
        <w:rPr>
          <w:rFonts w:ascii="Arial" w:hAnsi="Arial" w:cs="Arial"/>
        </w:rPr>
        <w:instrText xml:space="preserve"> \* MERGEFORMAT </w:instrText>
      </w:r>
      <w:r w:rsidRPr="00A35763">
        <w:rPr>
          <w:rFonts w:ascii="Arial" w:hAnsi="Arial" w:cs="Arial"/>
        </w:rPr>
      </w:r>
      <w:r w:rsidRPr="00A35763">
        <w:rPr>
          <w:rFonts w:ascii="Arial" w:hAnsi="Arial" w:cs="Arial"/>
        </w:rPr>
        <w:fldChar w:fldCharType="separate"/>
      </w:r>
      <w:r w:rsidRPr="00A35763">
        <w:rPr>
          <w:rFonts w:ascii="Arial" w:hAnsi="Arial" w:cs="Arial"/>
        </w:rPr>
        <w:t>5.1</w:t>
      </w:r>
      <w:r w:rsidRPr="00A35763">
        <w:rPr>
          <w:rFonts w:ascii="Arial" w:hAnsi="Arial" w:cs="Arial"/>
        </w:rPr>
        <w:fldChar w:fldCharType="end"/>
      </w:r>
      <w:r w:rsidRPr="00A35763">
        <w:rPr>
          <w:rFonts w:ascii="Arial" w:hAnsi="Arial" w:cs="Arial"/>
        </w:rPr>
        <w:t xml:space="preserve"> Rámcové</w:t>
      </w:r>
      <w:proofErr w:type="gramEnd"/>
      <w:r w:rsidRPr="00A35763">
        <w:rPr>
          <w:rFonts w:ascii="Arial" w:hAnsi="Arial" w:cs="Arial"/>
        </w:rPr>
        <w:t xml:space="preserve"> smlouvy, pokud bude zřejmé, že s oh</w:t>
      </w:r>
      <w:r w:rsidR="009B3A64">
        <w:rPr>
          <w:rFonts w:ascii="Arial" w:hAnsi="Arial" w:cs="Arial"/>
        </w:rPr>
        <w:t xml:space="preserve">ledem na množství Věcí, místo </w:t>
      </w:r>
      <w:r w:rsidR="00413D7F">
        <w:rPr>
          <w:rFonts w:ascii="Arial" w:hAnsi="Arial" w:cs="Arial"/>
        </w:rPr>
        <w:t xml:space="preserve">plnění </w:t>
      </w:r>
      <w:r w:rsidR="009B3A64">
        <w:rPr>
          <w:rFonts w:ascii="Arial" w:hAnsi="Arial" w:cs="Arial"/>
        </w:rPr>
        <w:t>a </w:t>
      </w:r>
      <w:r w:rsidR="000A34DE">
        <w:rPr>
          <w:rFonts w:ascii="Arial" w:hAnsi="Arial" w:cs="Arial"/>
        </w:rPr>
        <w:t xml:space="preserve">případně </w:t>
      </w:r>
      <w:r w:rsidRPr="00A35763">
        <w:rPr>
          <w:rFonts w:ascii="Arial" w:hAnsi="Arial" w:cs="Arial"/>
        </w:rPr>
        <w:t>okolnosti Instalace, nebude z provozních a technologických důvodů přiměřené požadovat pro dodání a</w:t>
      </w:r>
      <w:r w:rsidR="00413D7F">
        <w:rPr>
          <w:rFonts w:ascii="Arial" w:hAnsi="Arial" w:cs="Arial"/>
        </w:rPr>
        <w:t xml:space="preserve"> </w:t>
      </w:r>
      <w:r w:rsidRPr="00A35763">
        <w:rPr>
          <w:rFonts w:ascii="Arial" w:hAnsi="Arial" w:cs="Arial"/>
        </w:rPr>
        <w:t xml:space="preserve">Instalaci Věcí lhůtu podle čl. </w:t>
      </w:r>
      <w:r w:rsidR="009B3A64">
        <w:rPr>
          <w:rFonts w:ascii="Arial" w:hAnsi="Arial" w:cs="Arial"/>
        </w:rPr>
        <w:t xml:space="preserve">5.1 </w:t>
      </w:r>
      <w:r w:rsidRPr="00A35763">
        <w:rPr>
          <w:rFonts w:ascii="Arial" w:hAnsi="Arial" w:cs="Arial"/>
        </w:rPr>
        <w:t>Rámcové smlouvy.</w:t>
      </w:r>
    </w:p>
    <w:p w14:paraId="64E896FE" w14:textId="3178D249" w:rsidR="00537F87" w:rsidRDefault="00537F87" w:rsidP="003121B8">
      <w:pPr>
        <w:pStyle w:val="Odstavecseseznamem"/>
        <w:numPr>
          <w:ilvl w:val="1"/>
          <w:numId w:val="6"/>
        </w:numPr>
        <w:spacing w:after="0" w:line="276" w:lineRule="auto"/>
        <w:ind w:left="567" w:hanging="567"/>
        <w:jc w:val="both"/>
        <w:rPr>
          <w:rFonts w:ascii="Arial" w:hAnsi="Arial" w:cs="Arial"/>
        </w:rPr>
      </w:pPr>
      <w:r>
        <w:rPr>
          <w:rFonts w:ascii="Arial" w:hAnsi="Arial" w:cs="Arial"/>
        </w:rPr>
        <w:t>Místo plnění pro každou Smlouvu určí Kupující ve výzvě dle čl. 3 Rámcové smlouvy (dále jen „</w:t>
      </w:r>
      <w:r w:rsidRPr="00537F87">
        <w:rPr>
          <w:rFonts w:ascii="Arial" w:hAnsi="Arial" w:cs="Arial"/>
          <w:b/>
        </w:rPr>
        <w:t>Místo plnění</w:t>
      </w:r>
      <w:r>
        <w:rPr>
          <w:rFonts w:ascii="Arial" w:hAnsi="Arial" w:cs="Arial"/>
        </w:rPr>
        <w:t>“.</w:t>
      </w:r>
    </w:p>
    <w:p w14:paraId="2370475F" w14:textId="0B7B05B5" w:rsidR="003A0FA1" w:rsidRPr="00A35763" w:rsidRDefault="003A0FA1" w:rsidP="00AF3D74">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t xml:space="preserve">Konkrétní den a hodinu odevzdání </w:t>
      </w:r>
      <w:r w:rsidR="00B06136" w:rsidRPr="00A35763">
        <w:rPr>
          <w:rFonts w:ascii="Arial" w:hAnsi="Arial" w:cs="Arial"/>
        </w:rPr>
        <w:t>Věc</w:t>
      </w:r>
      <w:r w:rsidRPr="00A35763">
        <w:rPr>
          <w:rFonts w:ascii="Arial" w:hAnsi="Arial" w:cs="Arial"/>
        </w:rPr>
        <w:t xml:space="preserve">í </w:t>
      </w:r>
      <w:r w:rsidR="00BE1D1A" w:rsidRPr="00A35763">
        <w:rPr>
          <w:rFonts w:ascii="Arial" w:hAnsi="Arial" w:cs="Arial"/>
        </w:rPr>
        <w:t xml:space="preserve">a </w:t>
      </w:r>
      <w:r w:rsidR="000A34DE">
        <w:rPr>
          <w:rFonts w:ascii="Arial" w:hAnsi="Arial" w:cs="Arial"/>
        </w:rPr>
        <w:t xml:space="preserve">je-li to součástí plnění, tak i </w:t>
      </w:r>
      <w:r w:rsidR="00BE1D1A" w:rsidRPr="00A35763">
        <w:rPr>
          <w:rFonts w:ascii="Arial" w:hAnsi="Arial" w:cs="Arial"/>
        </w:rPr>
        <w:t>provedení Instalace</w:t>
      </w:r>
      <w:r w:rsidR="000A34DE">
        <w:rPr>
          <w:rFonts w:ascii="Arial" w:hAnsi="Arial" w:cs="Arial"/>
        </w:rPr>
        <w:t>,</w:t>
      </w:r>
      <w:r w:rsidR="00BE1D1A" w:rsidRPr="00A35763">
        <w:rPr>
          <w:rFonts w:ascii="Arial" w:hAnsi="Arial" w:cs="Arial"/>
        </w:rPr>
        <w:t xml:space="preserve"> </w:t>
      </w:r>
      <w:r w:rsidRPr="00A35763">
        <w:rPr>
          <w:rFonts w:ascii="Arial" w:hAnsi="Arial" w:cs="Arial"/>
        </w:rPr>
        <w:t xml:space="preserve">je </w:t>
      </w:r>
      <w:r w:rsidR="00EF3782" w:rsidRPr="00A35763">
        <w:rPr>
          <w:rFonts w:ascii="Arial" w:hAnsi="Arial" w:cs="Arial"/>
        </w:rPr>
        <w:t>Prodáv</w:t>
      </w:r>
      <w:r w:rsidRPr="00A35763">
        <w:rPr>
          <w:rFonts w:ascii="Arial" w:hAnsi="Arial" w:cs="Arial"/>
        </w:rPr>
        <w:t xml:space="preserve">ající povinen avizovat nejméně dva pracovní dny předem e-mailem kontaktní osobě </w:t>
      </w:r>
      <w:r w:rsidR="00EF3782" w:rsidRPr="00A35763">
        <w:rPr>
          <w:rFonts w:ascii="Arial" w:hAnsi="Arial" w:cs="Arial"/>
        </w:rPr>
        <w:t>Kupují</w:t>
      </w:r>
      <w:r w:rsidRPr="00A35763">
        <w:rPr>
          <w:rFonts w:ascii="Arial" w:hAnsi="Arial" w:cs="Arial"/>
        </w:rPr>
        <w:t xml:space="preserve">cího uvedené pro příslušné </w:t>
      </w:r>
      <w:r w:rsidR="00B06136" w:rsidRPr="00A35763">
        <w:rPr>
          <w:rFonts w:ascii="Arial" w:hAnsi="Arial" w:cs="Arial"/>
        </w:rPr>
        <w:t>Věc</w:t>
      </w:r>
      <w:r w:rsidR="009E41B2" w:rsidRPr="00A35763">
        <w:rPr>
          <w:rFonts w:ascii="Arial" w:hAnsi="Arial" w:cs="Arial"/>
        </w:rPr>
        <w:t>i ve V</w:t>
      </w:r>
      <w:r w:rsidR="000311CD" w:rsidRPr="00A35763">
        <w:rPr>
          <w:rFonts w:ascii="Arial" w:hAnsi="Arial" w:cs="Arial"/>
        </w:rPr>
        <w:t>ýzvě</w:t>
      </w:r>
      <w:r w:rsidRPr="00A35763">
        <w:rPr>
          <w:rFonts w:ascii="Arial" w:hAnsi="Arial" w:cs="Arial"/>
        </w:rPr>
        <w:t xml:space="preserve">. Nesplní-li </w:t>
      </w:r>
      <w:r w:rsidR="00EF3782" w:rsidRPr="00A35763">
        <w:rPr>
          <w:rFonts w:ascii="Arial" w:hAnsi="Arial" w:cs="Arial"/>
        </w:rPr>
        <w:t>Prodáv</w:t>
      </w:r>
      <w:r w:rsidRPr="00A35763">
        <w:rPr>
          <w:rFonts w:ascii="Arial" w:hAnsi="Arial" w:cs="Arial"/>
        </w:rPr>
        <w:t xml:space="preserve">ající tuto povinnost, není </w:t>
      </w:r>
      <w:r w:rsidR="00EF3782" w:rsidRPr="00A35763">
        <w:rPr>
          <w:rFonts w:ascii="Arial" w:hAnsi="Arial" w:cs="Arial"/>
        </w:rPr>
        <w:t>Kupují</w:t>
      </w:r>
      <w:r w:rsidRPr="00A35763">
        <w:rPr>
          <w:rFonts w:ascii="Arial" w:hAnsi="Arial" w:cs="Arial"/>
        </w:rPr>
        <w:t>cí povinen neavizovanou dodávku převzít (není</w:t>
      </w:r>
      <w:r w:rsidR="003C41DF">
        <w:rPr>
          <w:rFonts w:ascii="Arial" w:hAnsi="Arial" w:cs="Arial"/>
        </w:rPr>
        <w:t xml:space="preserve"> v takovém </w:t>
      </w:r>
      <w:r w:rsidR="003C41DF">
        <w:rPr>
          <w:rFonts w:ascii="Arial" w:hAnsi="Arial" w:cs="Arial"/>
        </w:rPr>
        <w:lastRenderedPageBreak/>
        <w:t>případě v prodlení s </w:t>
      </w:r>
      <w:r w:rsidRPr="00A35763">
        <w:rPr>
          <w:rFonts w:ascii="Arial" w:hAnsi="Arial" w:cs="Arial"/>
        </w:rPr>
        <w:t xml:space="preserve">převzetím </w:t>
      </w:r>
      <w:r w:rsidR="00B06136" w:rsidRPr="00A35763">
        <w:rPr>
          <w:rFonts w:ascii="Arial" w:hAnsi="Arial" w:cs="Arial"/>
        </w:rPr>
        <w:t>Věc</w:t>
      </w:r>
      <w:r w:rsidRPr="00A35763">
        <w:rPr>
          <w:rFonts w:ascii="Arial" w:hAnsi="Arial" w:cs="Arial"/>
        </w:rPr>
        <w:t xml:space="preserve">í). </w:t>
      </w:r>
      <w:r w:rsidR="00EF3782" w:rsidRPr="00A35763">
        <w:rPr>
          <w:rFonts w:ascii="Arial" w:hAnsi="Arial" w:cs="Arial"/>
        </w:rPr>
        <w:t>Kupují</w:t>
      </w:r>
      <w:r w:rsidRPr="00A35763">
        <w:rPr>
          <w:rFonts w:ascii="Arial" w:hAnsi="Arial" w:cs="Arial"/>
        </w:rPr>
        <w:t xml:space="preserve">cí není povinen převzít částečné plnění (pokud </w:t>
      </w:r>
      <w:r w:rsidR="00EF3782" w:rsidRPr="00A35763">
        <w:rPr>
          <w:rFonts w:ascii="Arial" w:hAnsi="Arial" w:cs="Arial"/>
        </w:rPr>
        <w:t>Prodáv</w:t>
      </w:r>
      <w:r w:rsidRPr="00A35763">
        <w:rPr>
          <w:rFonts w:ascii="Arial" w:hAnsi="Arial" w:cs="Arial"/>
        </w:rPr>
        <w:t xml:space="preserve">ající dodá ze souboru </w:t>
      </w:r>
      <w:r w:rsidR="00B06136" w:rsidRPr="00A35763">
        <w:rPr>
          <w:rFonts w:ascii="Arial" w:hAnsi="Arial" w:cs="Arial"/>
        </w:rPr>
        <w:t>Věc</w:t>
      </w:r>
      <w:r w:rsidRPr="00A35763">
        <w:rPr>
          <w:rFonts w:ascii="Arial" w:hAnsi="Arial" w:cs="Arial"/>
        </w:rPr>
        <w:t xml:space="preserve">í jen část) a není v takovém případě v prodlení s převzetím </w:t>
      </w:r>
      <w:r w:rsidR="00B06136" w:rsidRPr="00A35763">
        <w:rPr>
          <w:rFonts w:ascii="Arial" w:hAnsi="Arial" w:cs="Arial"/>
        </w:rPr>
        <w:t>Věc</w:t>
      </w:r>
      <w:r w:rsidRPr="00A35763">
        <w:rPr>
          <w:rFonts w:ascii="Arial" w:hAnsi="Arial" w:cs="Arial"/>
        </w:rPr>
        <w:t xml:space="preserve">í.  </w:t>
      </w:r>
    </w:p>
    <w:p w14:paraId="256ED271" w14:textId="09955362" w:rsidR="003A0FA1" w:rsidRPr="00A35763" w:rsidRDefault="00B06136" w:rsidP="00AF3D74">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t>Věc</w:t>
      </w:r>
      <w:r w:rsidR="006A0150" w:rsidRPr="00A35763">
        <w:rPr>
          <w:rFonts w:ascii="Arial" w:hAnsi="Arial" w:cs="Arial"/>
        </w:rPr>
        <w:t xml:space="preserve">i dle </w:t>
      </w:r>
      <w:r w:rsidR="00BE1D1A" w:rsidRPr="00A35763">
        <w:rPr>
          <w:rFonts w:ascii="Arial" w:hAnsi="Arial" w:cs="Arial"/>
        </w:rPr>
        <w:t>S</w:t>
      </w:r>
      <w:r w:rsidR="006A0150" w:rsidRPr="00A35763">
        <w:rPr>
          <w:rFonts w:ascii="Arial" w:hAnsi="Arial" w:cs="Arial"/>
        </w:rPr>
        <w:t>mlouvy budou</w:t>
      </w:r>
      <w:r w:rsidR="003A0FA1" w:rsidRPr="00A35763">
        <w:rPr>
          <w:rFonts w:ascii="Arial" w:hAnsi="Arial" w:cs="Arial"/>
        </w:rPr>
        <w:t xml:space="preserve"> </w:t>
      </w:r>
      <w:r w:rsidR="00EF3782" w:rsidRPr="00A35763">
        <w:rPr>
          <w:rFonts w:ascii="Arial" w:hAnsi="Arial" w:cs="Arial"/>
        </w:rPr>
        <w:t>Prodáv</w:t>
      </w:r>
      <w:r w:rsidR="003A0FA1" w:rsidRPr="00A35763">
        <w:rPr>
          <w:rFonts w:ascii="Arial" w:hAnsi="Arial" w:cs="Arial"/>
        </w:rPr>
        <w:t>ajícím odevzdány</w:t>
      </w:r>
      <w:r w:rsidR="00BE1D1A" w:rsidRPr="00A35763">
        <w:rPr>
          <w:rFonts w:ascii="Arial" w:hAnsi="Arial" w:cs="Arial"/>
        </w:rPr>
        <w:t xml:space="preserve"> a</w:t>
      </w:r>
      <w:r w:rsidR="000A34DE">
        <w:rPr>
          <w:rFonts w:ascii="Arial" w:hAnsi="Arial" w:cs="Arial"/>
        </w:rPr>
        <w:t xml:space="preserve"> případně</w:t>
      </w:r>
      <w:r w:rsidR="00BE1D1A" w:rsidRPr="00A35763">
        <w:rPr>
          <w:rFonts w:ascii="Arial" w:hAnsi="Arial" w:cs="Arial"/>
        </w:rPr>
        <w:t xml:space="preserve"> Instalovány</w:t>
      </w:r>
      <w:r w:rsidR="003A0FA1" w:rsidRPr="00A35763">
        <w:rPr>
          <w:rFonts w:ascii="Arial" w:hAnsi="Arial" w:cs="Arial"/>
        </w:rPr>
        <w:t xml:space="preserve"> v</w:t>
      </w:r>
      <w:r w:rsidR="006A0150" w:rsidRPr="00A35763">
        <w:rPr>
          <w:rFonts w:ascii="Arial" w:hAnsi="Arial" w:cs="Arial"/>
        </w:rPr>
        <w:t> místě uvedeném ve Výzvě</w:t>
      </w:r>
      <w:r w:rsidR="000311CD" w:rsidRPr="00A35763">
        <w:rPr>
          <w:rFonts w:ascii="Arial" w:hAnsi="Arial" w:cs="Arial"/>
        </w:rPr>
        <w:t xml:space="preserve"> a Smlouvě</w:t>
      </w:r>
      <w:r w:rsidR="006A0150" w:rsidRPr="00A35763">
        <w:rPr>
          <w:rFonts w:ascii="Arial" w:hAnsi="Arial" w:cs="Arial"/>
        </w:rPr>
        <w:t>, přičemž se může jednat sídlo</w:t>
      </w:r>
      <w:r w:rsidR="003A0FA1" w:rsidRPr="00A35763">
        <w:rPr>
          <w:rFonts w:ascii="Arial" w:hAnsi="Arial" w:cs="Arial"/>
        </w:rPr>
        <w:t xml:space="preserve"> </w:t>
      </w:r>
      <w:r w:rsidR="00EF3782" w:rsidRPr="00A35763">
        <w:rPr>
          <w:rFonts w:ascii="Arial" w:hAnsi="Arial" w:cs="Arial"/>
        </w:rPr>
        <w:t>Kupují</w:t>
      </w:r>
      <w:r w:rsidR="003A0FA1" w:rsidRPr="00A35763">
        <w:rPr>
          <w:rFonts w:ascii="Arial" w:hAnsi="Arial" w:cs="Arial"/>
        </w:rPr>
        <w:t xml:space="preserve">cího </w:t>
      </w:r>
      <w:r w:rsidR="003223AA" w:rsidRPr="00A35763">
        <w:rPr>
          <w:rFonts w:ascii="Arial" w:hAnsi="Arial" w:cs="Arial"/>
        </w:rPr>
        <w:t xml:space="preserve">nebo sídlo příspěvkové organizace Kupujícího </w:t>
      </w:r>
      <w:r w:rsidR="006A0150" w:rsidRPr="00A35763">
        <w:rPr>
          <w:rFonts w:ascii="Arial" w:hAnsi="Arial" w:cs="Arial"/>
        </w:rPr>
        <w:t>nebo detašovaná pracoviště.</w:t>
      </w:r>
    </w:p>
    <w:p w14:paraId="278C051B" w14:textId="1A746B2C" w:rsidR="00BE1D1A" w:rsidRPr="00A35763" w:rsidRDefault="001C74E0" w:rsidP="00AF3D74">
      <w:pPr>
        <w:pStyle w:val="Odstavecseseznamem"/>
        <w:numPr>
          <w:ilvl w:val="1"/>
          <w:numId w:val="6"/>
        </w:numPr>
        <w:ind w:left="567" w:hanging="567"/>
        <w:jc w:val="both"/>
        <w:rPr>
          <w:rFonts w:ascii="Arial" w:hAnsi="Arial" w:cs="Arial"/>
        </w:rPr>
      </w:pPr>
      <w:r w:rsidRPr="00A35763">
        <w:rPr>
          <w:rFonts w:ascii="Arial" w:hAnsi="Arial" w:cs="Arial"/>
        </w:rPr>
        <w:t>Po dodání a Instalaci</w:t>
      </w:r>
      <w:r w:rsidR="00BE1D1A" w:rsidRPr="00A35763">
        <w:rPr>
          <w:rFonts w:ascii="Arial" w:hAnsi="Arial" w:cs="Arial"/>
        </w:rPr>
        <w:t xml:space="preserve"> </w:t>
      </w:r>
      <w:r w:rsidR="00447061" w:rsidRPr="00A35763">
        <w:rPr>
          <w:rFonts w:ascii="Arial" w:hAnsi="Arial" w:cs="Arial"/>
        </w:rPr>
        <w:t xml:space="preserve">dle Smlouvy </w:t>
      </w:r>
      <w:r w:rsidRPr="00A35763">
        <w:rPr>
          <w:rFonts w:ascii="Arial" w:hAnsi="Arial" w:cs="Arial"/>
        </w:rPr>
        <w:t>bude</w:t>
      </w:r>
      <w:r w:rsidR="00447061" w:rsidRPr="00A35763">
        <w:rPr>
          <w:rFonts w:ascii="Arial" w:hAnsi="Arial" w:cs="Arial"/>
        </w:rPr>
        <w:t xml:space="preserve"> před převzetím Věcí</w:t>
      </w:r>
      <w:r w:rsidRPr="00A35763">
        <w:rPr>
          <w:rFonts w:ascii="Arial" w:hAnsi="Arial" w:cs="Arial"/>
        </w:rPr>
        <w:t xml:space="preserve"> provedeno </w:t>
      </w:r>
      <w:r w:rsidR="00BE1D1A" w:rsidRPr="00A35763">
        <w:rPr>
          <w:rFonts w:ascii="Arial" w:hAnsi="Arial" w:cs="Arial"/>
        </w:rPr>
        <w:t>akcept</w:t>
      </w:r>
      <w:r w:rsidRPr="00A35763">
        <w:rPr>
          <w:rFonts w:ascii="Arial" w:hAnsi="Arial" w:cs="Arial"/>
        </w:rPr>
        <w:t>ační</w:t>
      </w:r>
      <w:r w:rsidR="00BE1D1A" w:rsidRPr="00A35763">
        <w:rPr>
          <w:rFonts w:ascii="Arial" w:hAnsi="Arial" w:cs="Arial"/>
        </w:rPr>
        <w:t xml:space="preserve"> řízení</w:t>
      </w:r>
      <w:r w:rsidR="00501779" w:rsidRPr="00A35763">
        <w:rPr>
          <w:rFonts w:ascii="Arial" w:hAnsi="Arial" w:cs="Arial"/>
        </w:rPr>
        <w:t>; lhůta dle článku</w:t>
      </w:r>
      <w:r w:rsidR="003C41DF">
        <w:rPr>
          <w:rFonts w:ascii="Arial" w:hAnsi="Arial" w:cs="Arial"/>
        </w:rPr>
        <w:t xml:space="preserve"> 5.1 </w:t>
      </w:r>
      <w:r w:rsidR="000A34DE">
        <w:rPr>
          <w:rFonts w:ascii="Arial" w:hAnsi="Arial" w:cs="Arial"/>
        </w:rPr>
        <w:t xml:space="preserve">resp. 5.2 </w:t>
      </w:r>
      <w:r w:rsidR="00501779" w:rsidRPr="00A35763">
        <w:rPr>
          <w:rFonts w:ascii="Arial" w:hAnsi="Arial" w:cs="Arial"/>
        </w:rPr>
        <w:t>Rámcové smlouvy je splněna okamžikem úspěšného akceptačního řízení dle čl.</w:t>
      </w:r>
      <w:r w:rsidR="00123FAE" w:rsidRPr="00A35763">
        <w:rPr>
          <w:rFonts w:ascii="Arial" w:hAnsi="Arial" w:cs="Arial"/>
        </w:rPr>
        <w:t xml:space="preserve"> </w:t>
      </w:r>
      <w:r w:rsidR="003C41DF">
        <w:rPr>
          <w:rFonts w:ascii="Arial" w:hAnsi="Arial" w:cs="Arial"/>
        </w:rPr>
        <w:t>6</w:t>
      </w:r>
      <w:r w:rsidR="00501779" w:rsidRPr="00A35763">
        <w:rPr>
          <w:rFonts w:ascii="Arial" w:hAnsi="Arial" w:cs="Arial"/>
        </w:rPr>
        <w:t xml:space="preserve"> Rámcové smlouvy</w:t>
      </w:r>
      <w:r w:rsidR="00915B7E" w:rsidRPr="00A35763">
        <w:rPr>
          <w:rFonts w:ascii="Arial" w:hAnsi="Arial" w:cs="Arial"/>
        </w:rPr>
        <w:t>.</w:t>
      </w:r>
    </w:p>
    <w:p w14:paraId="41AC9E4C" w14:textId="77777777" w:rsidR="001C74E0" w:rsidRPr="00A35763" w:rsidRDefault="001C74E0" w:rsidP="001C74E0">
      <w:pPr>
        <w:pStyle w:val="Odstavecseseznamem"/>
        <w:ind w:left="360"/>
        <w:jc w:val="both"/>
        <w:rPr>
          <w:rFonts w:ascii="Arial" w:hAnsi="Arial" w:cs="Arial"/>
        </w:rPr>
      </w:pPr>
    </w:p>
    <w:p w14:paraId="16419A03" w14:textId="77777777" w:rsidR="003A0FA1" w:rsidRPr="00A35763" w:rsidRDefault="00741C0D"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Dodání a převzetí</w:t>
      </w:r>
      <w:r w:rsidR="001C74E0" w:rsidRPr="00A35763">
        <w:rPr>
          <w:rFonts w:ascii="Arial" w:hAnsi="Arial" w:cs="Arial"/>
          <w:b/>
        </w:rPr>
        <w:t>, akceptační řízení</w:t>
      </w:r>
    </w:p>
    <w:p w14:paraId="302EAAF2" w14:textId="1181D8E2"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 xml:space="preserve">Prodávající se zavazuje předat Věci splňující požadavky dle Smlouvy, tj. po </w:t>
      </w:r>
      <w:r w:rsidR="001B540D">
        <w:rPr>
          <w:rFonts w:ascii="Arial" w:hAnsi="Arial" w:cs="Arial"/>
        </w:rPr>
        <w:t>dodání a </w:t>
      </w:r>
      <w:r w:rsidR="000A34DE">
        <w:rPr>
          <w:rFonts w:ascii="Arial" w:hAnsi="Arial" w:cs="Arial"/>
        </w:rPr>
        <w:t xml:space="preserve">je-li to součástí plnění, tak i po </w:t>
      </w:r>
      <w:r w:rsidRPr="00A35763">
        <w:rPr>
          <w:rFonts w:ascii="Arial" w:hAnsi="Arial" w:cs="Arial"/>
        </w:rPr>
        <w:t>dokončení kompletní Instalace, Kupujícímu nejp</w:t>
      </w:r>
      <w:r w:rsidR="00414662" w:rsidRPr="00A35763">
        <w:rPr>
          <w:rFonts w:ascii="Arial" w:hAnsi="Arial" w:cs="Arial"/>
        </w:rPr>
        <w:t xml:space="preserve">ozději v termínu dle čl. </w:t>
      </w:r>
      <w:r w:rsidR="001B540D">
        <w:rPr>
          <w:rFonts w:ascii="Arial" w:hAnsi="Arial" w:cs="Arial"/>
        </w:rPr>
        <w:t xml:space="preserve">5.1 </w:t>
      </w:r>
      <w:r w:rsidRPr="00A35763">
        <w:rPr>
          <w:rFonts w:ascii="Arial" w:hAnsi="Arial" w:cs="Arial"/>
        </w:rPr>
        <w:t>Rámcové smlouvy. Konečnému převzetí Věcí Kupujícím bude předcházet akceptační řízení popsané níže v tomto článku.</w:t>
      </w:r>
    </w:p>
    <w:p w14:paraId="0960CB60"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6" w:name="_Ref461543980"/>
      <w:r w:rsidRPr="00A35763">
        <w:rPr>
          <w:rFonts w:ascii="Arial" w:hAnsi="Arial" w:cs="Arial"/>
        </w:rPr>
        <w:t xml:space="preserve">Akceptační řízení je proces ověřující, zda Věci dodané </w:t>
      </w:r>
      <w:r w:rsidR="003E06F2" w:rsidRPr="00A35763">
        <w:rPr>
          <w:rFonts w:ascii="Arial" w:hAnsi="Arial" w:cs="Arial"/>
        </w:rPr>
        <w:t>Prodávajícím</w:t>
      </w:r>
      <w:r w:rsidRPr="00A35763">
        <w:rPr>
          <w:rFonts w:ascii="Arial" w:hAnsi="Arial" w:cs="Arial"/>
        </w:rPr>
        <w:t xml:space="preserve"> splňuje požadavky Kupujícího dle Rámcové smlouvy a jejích součástí, a to prostřednictvím ověření:</w:t>
      </w:r>
      <w:bookmarkEnd w:id="6"/>
    </w:p>
    <w:p w14:paraId="07747938" w14:textId="77777777" w:rsidR="00A710A0" w:rsidRDefault="009B3A7D" w:rsidP="003121B8">
      <w:pPr>
        <w:pStyle w:val="Odstavecseseznamem"/>
        <w:numPr>
          <w:ilvl w:val="2"/>
          <w:numId w:val="11"/>
        </w:numPr>
        <w:spacing w:after="0" w:line="276" w:lineRule="auto"/>
        <w:jc w:val="both"/>
        <w:rPr>
          <w:rFonts w:ascii="Arial" w:hAnsi="Arial" w:cs="Arial"/>
        </w:rPr>
      </w:pPr>
      <w:r w:rsidRPr="00A35763">
        <w:rPr>
          <w:rFonts w:ascii="Arial" w:hAnsi="Arial" w:cs="Arial"/>
        </w:rPr>
        <w:t xml:space="preserve">zda Věc nebo jeho část odpovídá schváleným funkčním a technickým specifikacím a všem Kupujícím požadovaným parametrům (kvantitativní, kvalitativní, </w:t>
      </w:r>
      <w:r w:rsidRPr="009A6F90">
        <w:rPr>
          <w:rFonts w:ascii="Arial" w:hAnsi="Arial" w:cs="Arial"/>
        </w:rPr>
        <w:t>výkonnostní, provozní a bezpečnostní) dle technické specifikace, která tvoří přílohu č. 1 Rámcové</w:t>
      </w:r>
      <w:r w:rsidRPr="00A35763">
        <w:rPr>
          <w:rFonts w:ascii="Arial" w:hAnsi="Arial" w:cs="Arial"/>
        </w:rPr>
        <w:t xml:space="preserve"> smlouvy</w:t>
      </w:r>
      <w:r w:rsidR="00807A71" w:rsidRPr="00A35763">
        <w:rPr>
          <w:rFonts w:ascii="Arial" w:hAnsi="Arial" w:cs="Arial"/>
        </w:rPr>
        <w:t xml:space="preserve"> a</w:t>
      </w:r>
    </w:p>
    <w:p w14:paraId="6166E3F6" w14:textId="29A6FC5B" w:rsidR="009B3A7D" w:rsidRPr="00A35763" w:rsidRDefault="00A710A0" w:rsidP="003121B8">
      <w:pPr>
        <w:pStyle w:val="Odstavecseseznamem"/>
        <w:numPr>
          <w:ilvl w:val="2"/>
          <w:numId w:val="11"/>
        </w:numPr>
        <w:spacing w:after="0" w:line="276" w:lineRule="auto"/>
        <w:jc w:val="both"/>
        <w:rPr>
          <w:rFonts w:ascii="Arial" w:hAnsi="Arial" w:cs="Arial"/>
        </w:rPr>
      </w:pPr>
      <w:r>
        <w:rPr>
          <w:rFonts w:ascii="Arial" w:hAnsi="Arial" w:cs="Arial"/>
        </w:rPr>
        <w:t xml:space="preserve">zda </w:t>
      </w:r>
      <w:r w:rsidRPr="00A35763">
        <w:rPr>
          <w:rFonts w:ascii="Arial" w:hAnsi="Arial" w:cs="Arial"/>
        </w:rPr>
        <w:t xml:space="preserve">Věc nebo jeho </w:t>
      </w:r>
      <w:r w:rsidRPr="00D22E83">
        <w:rPr>
          <w:rFonts w:ascii="Arial" w:hAnsi="Arial" w:cs="Arial"/>
        </w:rPr>
        <w:t xml:space="preserve">část </w:t>
      </w:r>
      <w:r w:rsidRPr="002C1259">
        <w:rPr>
          <w:rFonts w:ascii="Arial" w:hAnsi="Arial" w:cs="Arial"/>
        </w:rPr>
        <w:t>odpovídá</w:t>
      </w:r>
      <w:r w:rsidR="00807A71" w:rsidRPr="002C1259">
        <w:rPr>
          <w:rFonts w:ascii="Arial" w:hAnsi="Arial" w:cs="Arial"/>
        </w:rPr>
        <w:t xml:space="preserve"> akc</w:t>
      </w:r>
      <w:r w:rsidR="00E90243" w:rsidRPr="002C1259">
        <w:rPr>
          <w:rFonts w:ascii="Arial" w:hAnsi="Arial" w:cs="Arial"/>
        </w:rPr>
        <w:t>eptačním testům dle přílohy č. 1</w:t>
      </w:r>
      <w:r w:rsidR="00807A71" w:rsidRPr="002C1259">
        <w:rPr>
          <w:rFonts w:ascii="Arial" w:hAnsi="Arial" w:cs="Arial"/>
        </w:rPr>
        <w:t xml:space="preserve"> Rámcové</w:t>
      </w:r>
      <w:r w:rsidR="00807A71" w:rsidRPr="00A35763">
        <w:rPr>
          <w:rFonts w:ascii="Arial" w:hAnsi="Arial" w:cs="Arial"/>
        </w:rPr>
        <w:t xml:space="preserve"> smlouvy</w:t>
      </w:r>
      <w:r>
        <w:rPr>
          <w:rFonts w:ascii="Arial" w:hAnsi="Arial" w:cs="Arial"/>
        </w:rPr>
        <w:t xml:space="preserve"> v případě, že součástí plnění je Instalace</w:t>
      </w:r>
      <w:r w:rsidR="009B3A7D" w:rsidRPr="00A35763">
        <w:rPr>
          <w:rFonts w:ascii="Arial" w:hAnsi="Arial" w:cs="Arial"/>
        </w:rPr>
        <w:t>;</w:t>
      </w:r>
    </w:p>
    <w:p w14:paraId="43443626" w14:textId="20C1934B" w:rsidR="009B3A7D" w:rsidRPr="00A35763" w:rsidRDefault="009B3A7D" w:rsidP="003121B8">
      <w:pPr>
        <w:pStyle w:val="Odstavecseseznamem"/>
        <w:numPr>
          <w:ilvl w:val="2"/>
          <w:numId w:val="11"/>
        </w:numPr>
        <w:spacing w:after="0" w:line="276" w:lineRule="auto"/>
        <w:jc w:val="both"/>
        <w:rPr>
          <w:rFonts w:ascii="Arial" w:hAnsi="Arial" w:cs="Arial"/>
        </w:rPr>
      </w:pPr>
      <w:r w:rsidRPr="00A35763">
        <w:rPr>
          <w:rFonts w:ascii="Arial" w:hAnsi="Arial" w:cs="Arial"/>
        </w:rPr>
        <w:t>zda byla v požadovaném rozsahu a kvalitě provedena kompletní Instalace</w:t>
      </w:r>
      <w:r w:rsidR="00B13F97">
        <w:rPr>
          <w:rFonts w:ascii="Arial" w:hAnsi="Arial" w:cs="Arial"/>
        </w:rPr>
        <w:t>, pokud je tato součástí plnění</w:t>
      </w:r>
      <w:r w:rsidRPr="00A35763">
        <w:rPr>
          <w:rFonts w:ascii="Arial" w:hAnsi="Arial" w:cs="Arial"/>
        </w:rPr>
        <w:t>,</w:t>
      </w:r>
      <w:r w:rsidR="00B13F97">
        <w:rPr>
          <w:rFonts w:ascii="Arial" w:hAnsi="Arial" w:cs="Arial"/>
        </w:rPr>
        <w:t xml:space="preserve"> a dále veškeré</w:t>
      </w:r>
      <w:r w:rsidRPr="00A35763">
        <w:rPr>
          <w:rFonts w:ascii="Arial" w:hAnsi="Arial" w:cs="Arial"/>
        </w:rPr>
        <w:t xml:space="preserve"> ostatní činnost</w:t>
      </w:r>
      <w:r w:rsidR="00B13F97">
        <w:rPr>
          <w:rFonts w:ascii="Arial" w:hAnsi="Arial" w:cs="Arial"/>
        </w:rPr>
        <w:t>i</w:t>
      </w:r>
      <w:r w:rsidRPr="00A35763">
        <w:rPr>
          <w:rFonts w:ascii="Arial" w:hAnsi="Arial" w:cs="Arial"/>
        </w:rPr>
        <w:t xml:space="preserve"> a pr</w:t>
      </w:r>
      <w:r w:rsidR="00B13F97">
        <w:rPr>
          <w:rFonts w:ascii="Arial" w:hAnsi="Arial" w:cs="Arial"/>
        </w:rPr>
        <w:t>á</w:t>
      </w:r>
      <w:r w:rsidRPr="00A35763">
        <w:rPr>
          <w:rFonts w:ascii="Arial" w:hAnsi="Arial" w:cs="Arial"/>
        </w:rPr>
        <w:t>c</w:t>
      </w:r>
      <w:r w:rsidR="00B13F97">
        <w:rPr>
          <w:rFonts w:ascii="Arial" w:hAnsi="Arial" w:cs="Arial"/>
        </w:rPr>
        <w:t>e</w:t>
      </w:r>
      <w:r w:rsidRPr="00A35763">
        <w:rPr>
          <w:rFonts w:ascii="Arial" w:hAnsi="Arial" w:cs="Arial"/>
        </w:rPr>
        <w:t xml:space="preserve"> potřebn</w:t>
      </w:r>
      <w:r w:rsidR="00B13F97">
        <w:rPr>
          <w:rFonts w:ascii="Arial" w:hAnsi="Arial" w:cs="Arial"/>
        </w:rPr>
        <w:t>é</w:t>
      </w:r>
      <w:r w:rsidRPr="00A35763">
        <w:rPr>
          <w:rFonts w:ascii="Arial" w:hAnsi="Arial" w:cs="Arial"/>
        </w:rPr>
        <w:t xml:space="preserve"> pro řádné plnění Smlouvy.</w:t>
      </w:r>
    </w:p>
    <w:p w14:paraId="2ADE2B38"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9A6F90">
        <w:rPr>
          <w:rFonts w:ascii="Arial" w:hAnsi="Arial" w:cs="Arial"/>
        </w:rPr>
        <w:t>Kupující provede za podpory Prodávajícího ověření funkčnosti jednotlivých vlastností, které jsou požadovány v technické specifikaci, která tvoří přílohu č. 1 Rámcové</w:t>
      </w:r>
      <w:r w:rsidRPr="00A35763">
        <w:rPr>
          <w:rFonts w:ascii="Arial" w:hAnsi="Arial" w:cs="Arial"/>
        </w:rPr>
        <w:t xml:space="preserve"> smlouvy.</w:t>
      </w:r>
    </w:p>
    <w:p w14:paraId="282CCDE6"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V případě prokazatelných nedostatků je Prodávající povinen je odstranit, a to nejpozději do 3 kalendářních dnů ode dne realizace akceptačního řízení</w:t>
      </w:r>
      <w:r w:rsidR="00B64E0A" w:rsidRPr="00A35763">
        <w:rPr>
          <w:rFonts w:ascii="Arial" w:hAnsi="Arial" w:cs="Arial"/>
        </w:rPr>
        <w:t>, nestanovil-li Kupující Prodávajícímu lhůtu delší</w:t>
      </w:r>
      <w:r w:rsidRPr="00A35763">
        <w:rPr>
          <w:rFonts w:ascii="Arial" w:hAnsi="Arial" w:cs="Arial"/>
        </w:rPr>
        <w:t>.</w:t>
      </w:r>
    </w:p>
    <w:p w14:paraId="59E3C021"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7" w:name="_Ref461538368"/>
      <w:r w:rsidRPr="00A35763">
        <w:rPr>
          <w:rFonts w:ascii="Arial" w:hAnsi="Arial" w:cs="Arial"/>
        </w:rPr>
        <w:t>Prodávající je povinen účastnit se akceptačního řízení a zavazuje se poskytnout Kupujícímu a jím určeným osobám v průběhu akcepta</w:t>
      </w:r>
      <w:r w:rsidR="001B540D">
        <w:rPr>
          <w:rFonts w:ascii="Arial" w:hAnsi="Arial" w:cs="Arial"/>
        </w:rPr>
        <w:t>čního řízení veškerou podporu a </w:t>
      </w:r>
      <w:r w:rsidRPr="00A35763">
        <w:rPr>
          <w:rFonts w:ascii="Arial" w:hAnsi="Arial" w:cs="Arial"/>
        </w:rPr>
        <w:t>součinnost pro úspěšné provedení akceptačního řízení.</w:t>
      </w:r>
      <w:bookmarkEnd w:id="7"/>
    </w:p>
    <w:p w14:paraId="114E8816" w14:textId="77777777" w:rsidR="009B3A7D" w:rsidRPr="00A35763" w:rsidRDefault="00B64E0A" w:rsidP="00AF3D74">
      <w:pPr>
        <w:pStyle w:val="Odstavecseseznamem"/>
        <w:numPr>
          <w:ilvl w:val="1"/>
          <w:numId w:val="11"/>
        </w:numPr>
        <w:spacing w:after="0" w:line="276" w:lineRule="auto"/>
        <w:ind w:left="567" w:hanging="567"/>
        <w:jc w:val="both"/>
        <w:rPr>
          <w:rFonts w:ascii="Arial" w:hAnsi="Arial" w:cs="Arial"/>
        </w:rPr>
      </w:pPr>
      <w:bookmarkStart w:id="8" w:name="_Ref464556509"/>
      <w:r w:rsidRPr="00A35763">
        <w:rPr>
          <w:rFonts w:ascii="Arial" w:hAnsi="Arial" w:cs="Arial"/>
        </w:rPr>
        <w:t>Převzetí Věcí Kupujícím je možné pouze na základě akceptačního řízení s výsledkem „Akceptováno“ nebo „Akceptováno s výhradou“ (uvedeném v předávacím protokolu). Prodávající pro předání Věcí a jeho převzetí Kupují</w:t>
      </w:r>
      <w:r w:rsidR="001B540D">
        <w:rPr>
          <w:rFonts w:ascii="Arial" w:hAnsi="Arial" w:cs="Arial"/>
        </w:rPr>
        <w:t>cím zpracuje písemný protokol o </w:t>
      </w:r>
      <w:r w:rsidRPr="00A35763">
        <w:rPr>
          <w:rFonts w:ascii="Arial" w:hAnsi="Arial" w:cs="Arial"/>
        </w:rPr>
        <w:t>předání a převzetí Věcí, který bude detailním výčtem všech položek, které jsou Kupujícímu předávány. Výsledek řízení akceptováno s výhradou je možný v případě, že Věci vykazují vady, které nebrání užívání věci. V případě výsledku akceptačního řízení s výhradou připojí Kupující k protokolu o předá</w:t>
      </w:r>
      <w:r w:rsidR="001B540D">
        <w:rPr>
          <w:rFonts w:ascii="Arial" w:hAnsi="Arial" w:cs="Arial"/>
        </w:rPr>
        <w:t>ní a převzetí Věcí soupis vad s </w:t>
      </w:r>
      <w:r w:rsidRPr="00A35763">
        <w:rPr>
          <w:rFonts w:ascii="Arial" w:hAnsi="Arial" w:cs="Arial"/>
        </w:rPr>
        <w:t>lhůtou jejich odstranění, přičemž Prodávající odstraní vady do 5 pracovních dnů, neurčí-li Kupující v protokolu o předání a převzetí Věcí lhůtu delší.</w:t>
      </w:r>
      <w:bookmarkEnd w:id="8"/>
    </w:p>
    <w:p w14:paraId="0CC75C28"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9" w:name="_Ref461544000"/>
      <w:r w:rsidRPr="00A35763">
        <w:rPr>
          <w:rFonts w:ascii="Arial" w:hAnsi="Arial" w:cs="Arial"/>
        </w:rPr>
        <w:t xml:space="preserve">Při předání </w:t>
      </w:r>
      <w:r w:rsidR="00FD4BDE" w:rsidRPr="00A35763">
        <w:rPr>
          <w:rFonts w:ascii="Arial" w:hAnsi="Arial" w:cs="Arial"/>
        </w:rPr>
        <w:t>Věcí</w:t>
      </w:r>
      <w:r w:rsidRPr="00A35763">
        <w:rPr>
          <w:rFonts w:ascii="Arial" w:hAnsi="Arial" w:cs="Arial"/>
        </w:rPr>
        <w:t xml:space="preserve"> předá </w:t>
      </w:r>
      <w:r w:rsidR="00FD4BDE" w:rsidRPr="00A35763">
        <w:rPr>
          <w:rFonts w:ascii="Arial" w:hAnsi="Arial" w:cs="Arial"/>
        </w:rPr>
        <w:t>Prodávající</w:t>
      </w:r>
      <w:r w:rsidRPr="00A35763">
        <w:rPr>
          <w:rFonts w:ascii="Arial" w:hAnsi="Arial" w:cs="Arial"/>
        </w:rPr>
        <w:t xml:space="preserve"> </w:t>
      </w:r>
      <w:r w:rsidR="003E06F2" w:rsidRPr="00A35763">
        <w:rPr>
          <w:rFonts w:ascii="Arial" w:hAnsi="Arial" w:cs="Arial"/>
        </w:rPr>
        <w:t>Kupujícímu</w:t>
      </w:r>
      <w:r w:rsidRPr="00A35763">
        <w:rPr>
          <w:rFonts w:ascii="Arial" w:hAnsi="Arial" w:cs="Arial"/>
        </w:rPr>
        <w:t xml:space="preserve"> i veškerou dokumentaci, dále potvrzení, osvědčení či jiné doklady a dokumenty, které se k </w:t>
      </w:r>
      <w:r w:rsidR="00FD4BDE" w:rsidRPr="00A35763">
        <w:rPr>
          <w:rFonts w:ascii="Arial" w:hAnsi="Arial" w:cs="Arial"/>
        </w:rPr>
        <w:t>Věci</w:t>
      </w:r>
      <w:r w:rsidRPr="00A35763">
        <w:rPr>
          <w:rFonts w:ascii="Arial" w:hAnsi="Arial" w:cs="Arial"/>
        </w:rPr>
        <w:t xml:space="preserve"> či jeho části vztahují a jež jsou obvyklé, nutné či vhodné k převzetí a k využití takového plnění. Veškeré výše uvedené dokumenty budou v českém jazyce</w:t>
      </w:r>
      <w:r w:rsidR="00FD4BDE" w:rsidRPr="00A35763">
        <w:rPr>
          <w:rFonts w:ascii="Arial" w:hAnsi="Arial" w:cs="Arial"/>
        </w:rPr>
        <w:t>, nedohodnou-li se Smluvní strany jinak</w:t>
      </w:r>
      <w:r w:rsidR="00000645">
        <w:rPr>
          <w:rFonts w:ascii="Arial" w:hAnsi="Arial" w:cs="Arial"/>
          <w:color w:val="000000" w:themeColor="text1"/>
        </w:rPr>
        <w:t xml:space="preserve">, vyjma </w:t>
      </w:r>
      <w:r w:rsidR="00000645" w:rsidRPr="0063387C">
        <w:rPr>
          <w:rFonts w:ascii="Arial" w:hAnsi="Arial" w:cs="Arial"/>
          <w:color w:val="000000" w:themeColor="text1"/>
        </w:rPr>
        <w:lastRenderedPageBreak/>
        <w:t>návod</w:t>
      </w:r>
      <w:r w:rsidR="00000645">
        <w:rPr>
          <w:rFonts w:ascii="Arial" w:hAnsi="Arial" w:cs="Arial"/>
          <w:color w:val="000000" w:themeColor="text1"/>
        </w:rPr>
        <w:t>u</w:t>
      </w:r>
      <w:r w:rsidR="00000645" w:rsidRPr="0063387C">
        <w:rPr>
          <w:rFonts w:ascii="Arial" w:hAnsi="Arial" w:cs="Arial"/>
          <w:color w:val="000000" w:themeColor="text1"/>
        </w:rPr>
        <w:t>/návod</w:t>
      </w:r>
      <w:r w:rsidR="00000645">
        <w:rPr>
          <w:rFonts w:ascii="Arial" w:hAnsi="Arial" w:cs="Arial"/>
          <w:color w:val="000000" w:themeColor="text1"/>
        </w:rPr>
        <w:t>ů, které mohou být v anglickém</w:t>
      </w:r>
      <w:r w:rsidR="00000645" w:rsidRPr="0063387C">
        <w:rPr>
          <w:rFonts w:ascii="Arial" w:hAnsi="Arial" w:cs="Arial"/>
          <w:color w:val="000000" w:themeColor="text1"/>
        </w:rPr>
        <w:t xml:space="preserve"> jazyce, jsou-li nutné pro používání Věcí</w:t>
      </w:r>
      <w:r w:rsidRPr="00A35763">
        <w:rPr>
          <w:rFonts w:ascii="Arial" w:hAnsi="Arial" w:cs="Arial"/>
        </w:rPr>
        <w:t xml:space="preserve">. Okamžikem jejich předání </w:t>
      </w:r>
      <w:r w:rsidR="00FD4BDE" w:rsidRPr="00A35763">
        <w:rPr>
          <w:rFonts w:ascii="Arial" w:hAnsi="Arial" w:cs="Arial"/>
        </w:rPr>
        <w:t>Kupujícímu</w:t>
      </w:r>
      <w:r w:rsidRPr="00A35763">
        <w:rPr>
          <w:rFonts w:ascii="Arial" w:hAnsi="Arial" w:cs="Arial"/>
        </w:rPr>
        <w:t xml:space="preserve"> se stávají </w:t>
      </w:r>
      <w:r w:rsidR="00FD4BDE" w:rsidRPr="00A35763">
        <w:rPr>
          <w:rFonts w:ascii="Arial" w:hAnsi="Arial" w:cs="Arial"/>
        </w:rPr>
        <w:t xml:space="preserve">jeho </w:t>
      </w:r>
      <w:r w:rsidRPr="00A35763">
        <w:rPr>
          <w:rFonts w:ascii="Arial" w:hAnsi="Arial" w:cs="Arial"/>
        </w:rPr>
        <w:t>výlučným vlastnictvím.</w:t>
      </w:r>
      <w:bookmarkEnd w:id="9"/>
    </w:p>
    <w:p w14:paraId="57272BCB" w14:textId="77777777" w:rsidR="00EF1635" w:rsidRPr="00A35763" w:rsidRDefault="00EF1635"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Vlastnické právo k Věcem, které jsou předmětem Smlouvy, jakož i nebezpečí vzniku škody na Věci přechází na Kupujícího jejím převzetím</w:t>
      </w:r>
      <w:r w:rsidR="006F2737" w:rsidRPr="00A35763">
        <w:rPr>
          <w:rFonts w:ascii="Arial" w:hAnsi="Arial" w:cs="Arial"/>
        </w:rPr>
        <w:t xml:space="preserve"> na základě akceptačního řízení</w:t>
      </w:r>
      <w:r w:rsidRPr="00A35763">
        <w:rPr>
          <w:rFonts w:ascii="Arial" w:hAnsi="Arial" w:cs="Arial"/>
        </w:rPr>
        <w:t>.</w:t>
      </w:r>
    </w:p>
    <w:p w14:paraId="14C7EC9B" w14:textId="77777777" w:rsidR="003A0FA1" w:rsidRPr="00A35763" w:rsidRDefault="003A0FA1" w:rsidP="00965E45">
      <w:pPr>
        <w:spacing w:after="0" w:line="276" w:lineRule="auto"/>
        <w:jc w:val="both"/>
        <w:rPr>
          <w:rFonts w:ascii="Arial" w:hAnsi="Arial" w:cs="Arial"/>
        </w:rPr>
      </w:pPr>
    </w:p>
    <w:p w14:paraId="54CCB253" w14:textId="77777777" w:rsidR="003A0FA1" w:rsidRPr="00A35763" w:rsidRDefault="006C68D7"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 xml:space="preserve">Kupní cena </w:t>
      </w:r>
    </w:p>
    <w:p w14:paraId="3931683A" w14:textId="4330325D" w:rsidR="00803B72" w:rsidRDefault="00803B72" w:rsidP="00AF3D74">
      <w:pPr>
        <w:pStyle w:val="Odstavecseseznamem"/>
        <w:numPr>
          <w:ilvl w:val="1"/>
          <w:numId w:val="13"/>
        </w:numPr>
        <w:spacing w:after="0" w:line="276" w:lineRule="auto"/>
        <w:ind w:left="567" w:hanging="567"/>
        <w:jc w:val="both"/>
        <w:rPr>
          <w:rFonts w:ascii="Arial" w:hAnsi="Arial" w:cs="Arial"/>
        </w:rPr>
      </w:pPr>
      <w:bookmarkStart w:id="10" w:name="_Ref461536707"/>
      <w:r w:rsidRPr="00A35763">
        <w:rPr>
          <w:rFonts w:ascii="Arial" w:hAnsi="Arial" w:cs="Arial"/>
        </w:rPr>
        <w:t xml:space="preserve">Kupní cena bude ve Smlouvě stanovena jako součet cen za dodání jednotlivých Věcí </w:t>
      </w:r>
      <w:r w:rsidR="00B13F97">
        <w:rPr>
          <w:rFonts w:ascii="Arial" w:hAnsi="Arial" w:cs="Arial"/>
        </w:rPr>
        <w:t xml:space="preserve">a příslušenství, </w:t>
      </w:r>
      <w:r w:rsidRPr="00A35763">
        <w:rPr>
          <w:rFonts w:ascii="Arial" w:hAnsi="Arial" w:cs="Arial"/>
        </w:rPr>
        <w:t>zadan</w:t>
      </w:r>
      <w:r w:rsidR="009E41B2" w:rsidRPr="00A35763">
        <w:rPr>
          <w:rFonts w:ascii="Arial" w:hAnsi="Arial" w:cs="Arial"/>
        </w:rPr>
        <w:t>ých na základě příslušné V</w:t>
      </w:r>
      <w:r w:rsidRPr="00A35763">
        <w:rPr>
          <w:rFonts w:ascii="Arial" w:hAnsi="Arial" w:cs="Arial"/>
        </w:rPr>
        <w:t xml:space="preserve">ýzvy, a to dle </w:t>
      </w:r>
      <w:r w:rsidR="001B540D">
        <w:rPr>
          <w:rFonts w:ascii="Arial" w:hAnsi="Arial" w:cs="Arial"/>
        </w:rPr>
        <w:t>nabídky Prodávajícího vybraného postupem podle čl. 3 Rámcové smlouvy</w:t>
      </w:r>
      <w:r w:rsidRPr="00A35763">
        <w:rPr>
          <w:rFonts w:ascii="Arial" w:hAnsi="Arial" w:cs="Arial"/>
        </w:rPr>
        <w:t>. Prodávající je oprávněn ke kupní ceně připočíst DPH ve výši stanovené v souladu se zá</w:t>
      </w:r>
      <w:r w:rsidR="001B540D">
        <w:rPr>
          <w:rFonts w:ascii="Arial" w:hAnsi="Arial" w:cs="Arial"/>
        </w:rPr>
        <w:t>konem č. 235/2004 Sb., o dani z </w:t>
      </w:r>
      <w:r w:rsidRPr="00A35763">
        <w:rPr>
          <w:rFonts w:ascii="Arial" w:hAnsi="Arial" w:cs="Arial"/>
        </w:rPr>
        <w:t>přidané hodnoty, ve znění pozdějších předpisů, (dále jen „ZDPH“), a to ke dni uskutečnění zdanitelného plnění (dále jen „DUZP“). DUZP je den převzetí Věci.</w:t>
      </w:r>
      <w:bookmarkEnd w:id="10"/>
      <w:r w:rsidR="00B13F97">
        <w:rPr>
          <w:rFonts w:ascii="Arial" w:hAnsi="Arial" w:cs="Arial"/>
        </w:rPr>
        <w:t xml:space="preserve"> Případné související služby, které budou požadovány ve Výzvě na základě Rámcové servisní smlouvy, nejsou součástí kupní ceny, neboť budou zahrnuty do související servisní smlouvy uzavřené rovněž s Prodávajícím na základě postupu dle čl. 3 Rámcové smlouvy.</w:t>
      </w:r>
    </w:p>
    <w:p w14:paraId="37784BA4" w14:textId="77777777" w:rsidR="0088592F" w:rsidRPr="00A35763" w:rsidRDefault="0088592F" w:rsidP="00AF3D74">
      <w:pPr>
        <w:pStyle w:val="Odstavecseseznamem"/>
        <w:numPr>
          <w:ilvl w:val="1"/>
          <w:numId w:val="13"/>
        </w:numPr>
        <w:spacing w:after="0" w:line="276" w:lineRule="auto"/>
        <w:ind w:left="567" w:hanging="567"/>
        <w:jc w:val="both"/>
        <w:rPr>
          <w:rFonts w:ascii="Arial" w:hAnsi="Arial" w:cs="Arial"/>
        </w:rPr>
      </w:pPr>
      <w:bookmarkStart w:id="11" w:name="_Ref464558787"/>
      <w:r w:rsidRPr="00A35763">
        <w:rPr>
          <w:rFonts w:ascii="Arial" w:hAnsi="Arial" w:cs="Arial"/>
        </w:rPr>
        <w:t xml:space="preserve">V případě, že se </w:t>
      </w:r>
      <w:r w:rsidRPr="009A6F90">
        <w:rPr>
          <w:rFonts w:ascii="Arial" w:hAnsi="Arial" w:cs="Arial"/>
        </w:rPr>
        <w:t xml:space="preserve">Prodávající stane plátcem DPH v průběhu trvání Rámcové smlouvy, platí, že ceny </w:t>
      </w:r>
      <w:r w:rsidR="00F30899" w:rsidRPr="009A6F90">
        <w:rPr>
          <w:rFonts w:ascii="Arial" w:hAnsi="Arial" w:cs="Arial"/>
        </w:rPr>
        <w:t xml:space="preserve">jím </w:t>
      </w:r>
      <w:r w:rsidRPr="009A6F90">
        <w:rPr>
          <w:rFonts w:ascii="Arial" w:hAnsi="Arial" w:cs="Arial"/>
        </w:rPr>
        <w:t xml:space="preserve">uvedené </w:t>
      </w:r>
      <w:r w:rsidR="00F30899" w:rsidRPr="009A6F90">
        <w:rPr>
          <w:rFonts w:ascii="Arial" w:hAnsi="Arial" w:cs="Arial"/>
        </w:rPr>
        <w:t>příloze č. 2 Rámcové</w:t>
      </w:r>
      <w:r w:rsidR="00F30899" w:rsidRPr="00A35763">
        <w:rPr>
          <w:rFonts w:ascii="Arial" w:hAnsi="Arial" w:cs="Arial"/>
        </w:rPr>
        <w:t xml:space="preserve"> smlouvy</w:t>
      </w:r>
      <w:r w:rsidRPr="00A35763">
        <w:rPr>
          <w:rFonts w:ascii="Arial" w:hAnsi="Arial" w:cs="Arial"/>
        </w:rPr>
        <w:t xml:space="preserve"> jsou cenami konečnými včetně DPH</w:t>
      </w:r>
      <w:r w:rsidR="00F30899" w:rsidRPr="00A35763">
        <w:rPr>
          <w:rFonts w:ascii="Arial" w:hAnsi="Arial" w:cs="Arial"/>
        </w:rPr>
        <w:t xml:space="preserve"> ve výši stanovené v souladu s ZDPH ke dni uskutečnění zdanitelného plnění.</w:t>
      </w:r>
      <w:bookmarkEnd w:id="11"/>
    </w:p>
    <w:p w14:paraId="1CFAB2DD" w14:textId="2E7359C8" w:rsidR="00803B72" w:rsidRPr="00A35763" w:rsidRDefault="00803B72" w:rsidP="00AF3D74">
      <w:pPr>
        <w:pStyle w:val="Odstavecseseznamem"/>
        <w:numPr>
          <w:ilvl w:val="1"/>
          <w:numId w:val="13"/>
        </w:numPr>
        <w:spacing w:after="0" w:line="276" w:lineRule="auto"/>
        <w:ind w:left="567" w:hanging="567"/>
        <w:jc w:val="both"/>
        <w:rPr>
          <w:rFonts w:ascii="Arial" w:hAnsi="Arial" w:cs="Arial"/>
        </w:rPr>
      </w:pPr>
      <w:r w:rsidRPr="00A35763">
        <w:rPr>
          <w:rFonts w:ascii="Arial" w:hAnsi="Arial" w:cs="Arial"/>
        </w:rPr>
        <w:t xml:space="preserve">Kupní cena je stanovena jako nejvýše přípustná a jsou v ní zahrnuty veškeré náklady </w:t>
      </w:r>
      <w:r w:rsidR="00F30899" w:rsidRPr="00A35763">
        <w:rPr>
          <w:rFonts w:ascii="Arial" w:hAnsi="Arial" w:cs="Arial"/>
        </w:rPr>
        <w:t>Prodávajícího</w:t>
      </w:r>
      <w:r w:rsidRPr="00A35763">
        <w:rPr>
          <w:rFonts w:ascii="Arial" w:hAnsi="Arial" w:cs="Arial"/>
        </w:rPr>
        <w:t xml:space="preserve"> spojené s pln</w:t>
      </w:r>
      <w:r w:rsidR="00F30899" w:rsidRPr="00A35763">
        <w:rPr>
          <w:rFonts w:ascii="Arial" w:hAnsi="Arial" w:cs="Arial"/>
        </w:rPr>
        <w:t>ěním povinností vy</w:t>
      </w:r>
      <w:r w:rsidR="001B540D">
        <w:rPr>
          <w:rFonts w:ascii="Arial" w:hAnsi="Arial" w:cs="Arial"/>
        </w:rPr>
        <w:t>plývajících z Rámcové smlouvy a </w:t>
      </w:r>
      <w:r w:rsidR="00F30899" w:rsidRPr="00A35763">
        <w:rPr>
          <w:rFonts w:ascii="Arial" w:hAnsi="Arial" w:cs="Arial"/>
        </w:rPr>
        <w:t>Smlouvy</w:t>
      </w:r>
      <w:r w:rsidRPr="00A35763">
        <w:rPr>
          <w:rFonts w:ascii="Arial" w:hAnsi="Arial" w:cs="Arial"/>
        </w:rPr>
        <w:t>.</w:t>
      </w:r>
    </w:p>
    <w:p w14:paraId="58AC8B6B" w14:textId="77777777" w:rsidR="00803B72" w:rsidRPr="00590640" w:rsidRDefault="00803B72" w:rsidP="00AF3D74">
      <w:pPr>
        <w:pStyle w:val="Odstavecseseznamem"/>
        <w:numPr>
          <w:ilvl w:val="1"/>
          <w:numId w:val="13"/>
        </w:numPr>
        <w:spacing w:after="0" w:line="276" w:lineRule="auto"/>
        <w:ind w:left="567" w:hanging="567"/>
        <w:jc w:val="both"/>
        <w:rPr>
          <w:rFonts w:ascii="Arial" w:hAnsi="Arial" w:cs="Arial"/>
        </w:rPr>
      </w:pPr>
      <w:r w:rsidRPr="00590640">
        <w:rPr>
          <w:rFonts w:ascii="Arial" w:hAnsi="Arial" w:cs="Arial"/>
        </w:rPr>
        <w:t xml:space="preserve">Zvýšení mzdových a/nebo jakýchkoliv jiných nákladů </w:t>
      </w:r>
      <w:r w:rsidR="00F30899" w:rsidRPr="00590640">
        <w:rPr>
          <w:rFonts w:ascii="Arial" w:hAnsi="Arial" w:cs="Arial"/>
        </w:rPr>
        <w:t>Prodávajícího</w:t>
      </w:r>
      <w:r w:rsidR="00CD2F8A" w:rsidRPr="00590640">
        <w:rPr>
          <w:rFonts w:ascii="Arial" w:hAnsi="Arial" w:cs="Arial"/>
        </w:rPr>
        <w:t xml:space="preserve"> a rovněž i </w:t>
      </w:r>
      <w:r w:rsidRPr="00A8776B">
        <w:rPr>
          <w:rFonts w:ascii="Arial" w:hAnsi="Arial" w:cs="Arial"/>
        </w:rPr>
        <w:t xml:space="preserve">eventuální změna </w:t>
      </w:r>
      <w:r w:rsidRPr="009A6F90">
        <w:rPr>
          <w:rFonts w:ascii="Arial" w:hAnsi="Arial" w:cs="Arial"/>
        </w:rPr>
        <w:t>celních poplatků, dovozních přirážek nebo směnného kursu české koruny, změna daňové povinnosti, inflace a rovněž případné jiné vlivy</w:t>
      </w:r>
      <w:r w:rsidRPr="00590640">
        <w:rPr>
          <w:rFonts w:ascii="Arial" w:hAnsi="Arial" w:cs="Arial"/>
        </w:rPr>
        <w:t xml:space="preserve">, ke kterým dojde po uzavření </w:t>
      </w:r>
      <w:r w:rsidR="00F30899" w:rsidRPr="00590640">
        <w:rPr>
          <w:rFonts w:ascii="Arial" w:hAnsi="Arial" w:cs="Arial"/>
        </w:rPr>
        <w:t>Rámcové s</w:t>
      </w:r>
      <w:r w:rsidRPr="00590640">
        <w:rPr>
          <w:rFonts w:ascii="Arial" w:hAnsi="Arial" w:cs="Arial"/>
        </w:rPr>
        <w:t>mlouvy, nemají žádný vliv na sjednanou výši kupní ceny.</w:t>
      </w:r>
    </w:p>
    <w:p w14:paraId="6E6D7E7B" w14:textId="77777777" w:rsidR="00803B72" w:rsidRPr="00A35763" w:rsidRDefault="00803B72" w:rsidP="00AF3D74">
      <w:pPr>
        <w:pStyle w:val="Odstavecseseznamem"/>
        <w:numPr>
          <w:ilvl w:val="1"/>
          <w:numId w:val="13"/>
        </w:numPr>
        <w:spacing w:after="0" w:line="276" w:lineRule="auto"/>
        <w:ind w:left="567" w:hanging="567"/>
        <w:jc w:val="both"/>
        <w:rPr>
          <w:rFonts w:ascii="Arial" w:hAnsi="Arial" w:cs="Arial"/>
        </w:rPr>
      </w:pPr>
      <w:r w:rsidRPr="00A35763">
        <w:rPr>
          <w:rFonts w:ascii="Arial" w:hAnsi="Arial" w:cs="Arial"/>
        </w:rPr>
        <w:t xml:space="preserve">Nebude-li smluvními stranami sjednáno jinak, neodpovídá </w:t>
      </w:r>
      <w:r w:rsidR="00F30899" w:rsidRPr="00A35763">
        <w:rPr>
          <w:rFonts w:ascii="Arial" w:hAnsi="Arial" w:cs="Arial"/>
        </w:rPr>
        <w:t>Kupující</w:t>
      </w:r>
      <w:r w:rsidRPr="00A35763">
        <w:rPr>
          <w:rFonts w:ascii="Arial" w:hAnsi="Arial" w:cs="Arial"/>
        </w:rPr>
        <w:t xml:space="preserve"> za jakékoliv náklady </w:t>
      </w:r>
      <w:r w:rsidR="00F30899" w:rsidRPr="00A35763">
        <w:rPr>
          <w:rFonts w:ascii="Arial" w:hAnsi="Arial" w:cs="Arial"/>
        </w:rPr>
        <w:t>Prodávajícího</w:t>
      </w:r>
      <w:r w:rsidRPr="00A35763">
        <w:rPr>
          <w:rFonts w:ascii="Arial" w:hAnsi="Arial" w:cs="Arial"/>
        </w:rPr>
        <w:t xml:space="preserve"> na plnění předmětu </w:t>
      </w:r>
      <w:r w:rsidR="00CD2F8A">
        <w:rPr>
          <w:rFonts w:ascii="Arial" w:hAnsi="Arial" w:cs="Arial"/>
        </w:rPr>
        <w:t>dle Rámcové smlouvy</w:t>
      </w:r>
      <w:r w:rsidR="00F30899" w:rsidRPr="00A35763">
        <w:rPr>
          <w:rFonts w:ascii="Arial" w:hAnsi="Arial" w:cs="Arial"/>
        </w:rPr>
        <w:t xml:space="preserve"> a </w:t>
      </w:r>
      <w:r w:rsidRPr="00A35763">
        <w:rPr>
          <w:rFonts w:ascii="Arial" w:hAnsi="Arial" w:cs="Arial"/>
        </w:rPr>
        <w:t>Smlouvy přesahující č</w:t>
      </w:r>
      <w:r w:rsidR="005064EE" w:rsidRPr="00A35763">
        <w:rPr>
          <w:rFonts w:ascii="Arial" w:hAnsi="Arial" w:cs="Arial"/>
        </w:rPr>
        <w:t xml:space="preserve">ástku dle ustanovení čl. </w:t>
      </w:r>
      <w:r w:rsidR="00CD2F8A">
        <w:rPr>
          <w:rFonts w:ascii="Arial" w:hAnsi="Arial" w:cs="Arial"/>
        </w:rPr>
        <w:t xml:space="preserve">7.1 </w:t>
      </w:r>
      <w:r w:rsidR="005064EE" w:rsidRPr="00A35763">
        <w:rPr>
          <w:rFonts w:ascii="Arial" w:hAnsi="Arial" w:cs="Arial"/>
        </w:rPr>
        <w:t>Rámcové smlouvy</w:t>
      </w:r>
      <w:r w:rsidRPr="00A35763">
        <w:rPr>
          <w:rFonts w:ascii="Arial" w:hAnsi="Arial" w:cs="Arial"/>
        </w:rPr>
        <w:t xml:space="preserve">. Náklady na plnění předmětu Smlouvy přesahující </w:t>
      </w:r>
      <w:r w:rsidR="00F30899" w:rsidRPr="00A35763">
        <w:rPr>
          <w:rFonts w:ascii="Arial" w:hAnsi="Arial" w:cs="Arial"/>
        </w:rPr>
        <w:t xml:space="preserve">uvedenou </w:t>
      </w:r>
      <w:r w:rsidRPr="00A35763">
        <w:rPr>
          <w:rFonts w:ascii="Arial" w:hAnsi="Arial" w:cs="Arial"/>
        </w:rPr>
        <w:t xml:space="preserve">částku nese </w:t>
      </w:r>
      <w:r w:rsidR="00F30899" w:rsidRPr="00A35763">
        <w:rPr>
          <w:rFonts w:ascii="Arial" w:hAnsi="Arial" w:cs="Arial"/>
        </w:rPr>
        <w:t>Prodávající</w:t>
      </w:r>
      <w:r w:rsidRPr="00A35763">
        <w:rPr>
          <w:rFonts w:ascii="Arial" w:hAnsi="Arial" w:cs="Arial"/>
        </w:rPr>
        <w:t>.</w:t>
      </w:r>
    </w:p>
    <w:p w14:paraId="799A2320" w14:textId="77777777" w:rsidR="00803B72" w:rsidRPr="00A35763" w:rsidRDefault="00F30899" w:rsidP="00AF3D74">
      <w:pPr>
        <w:pStyle w:val="Odstavecseseznamem"/>
        <w:numPr>
          <w:ilvl w:val="1"/>
          <w:numId w:val="13"/>
        </w:numPr>
        <w:spacing w:after="0" w:line="276" w:lineRule="auto"/>
        <w:ind w:left="567" w:hanging="567"/>
        <w:jc w:val="both"/>
        <w:rPr>
          <w:rFonts w:ascii="Arial" w:hAnsi="Arial" w:cs="Arial"/>
        </w:rPr>
      </w:pPr>
      <w:r w:rsidRPr="00A35763">
        <w:rPr>
          <w:rFonts w:ascii="Arial" w:hAnsi="Arial" w:cs="Arial"/>
        </w:rPr>
        <w:t>Prodávající</w:t>
      </w:r>
      <w:r w:rsidR="00803B72" w:rsidRPr="00A35763">
        <w:rPr>
          <w:rFonts w:ascii="Arial" w:hAnsi="Arial" w:cs="Arial"/>
        </w:rPr>
        <w:t xml:space="preserve"> na sebe převzal</w:t>
      </w:r>
      <w:r w:rsidRPr="00A35763">
        <w:rPr>
          <w:rFonts w:ascii="Arial" w:hAnsi="Arial" w:cs="Arial"/>
        </w:rPr>
        <w:t>i</w:t>
      </w:r>
      <w:r w:rsidR="00803B72" w:rsidRPr="00A35763">
        <w:rPr>
          <w:rFonts w:ascii="Arial" w:hAnsi="Arial" w:cs="Arial"/>
        </w:rPr>
        <w:t xml:space="preserve"> v souladu s ustanovením § 1765 </w:t>
      </w:r>
      <w:r w:rsidRPr="00A35763">
        <w:rPr>
          <w:rFonts w:ascii="Arial" w:hAnsi="Arial" w:cs="Arial"/>
        </w:rPr>
        <w:t>OZ</w:t>
      </w:r>
      <w:r w:rsidR="00803B72" w:rsidRPr="00A35763">
        <w:rPr>
          <w:rFonts w:ascii="Arial" w:hAnsi="Arial" w:cs="Arial"/>
        </w:rPr>
        <w:t xml:space="preserve"> nebezpečí změny okolností, přičemž před uzavřením </w:t>
      </w:r>
      <w:r w:rsidRPr="00A35763">
        <w:rPr>
          <w:rFonts w:ascii="Arial" w:hAnsi="Arial" w:cs="Arial"/>
        </w:rPr>
        <w:t xml:space="preserve">Rámcové smlouvy a </w:t>
      </w:r>
      <w:r w:rsidR="00803B72" w:rsidRPr="00A35763">
        <w:rPr>
          <w:rFonts w:ascii="Arial" w:hAnsi="Arial" w:cs="Arial"/>
        </w:rPr>
        <w:t>Smlouvy plně zvážil</w:t>
      </w:r>
      <w:r w:rsidR="001C2C17" w:rsidRPr="00A35763">
        <w:rPr>
          <w:rFonts w:ascii="Arial" w:hAnsi="Arial" w:cs="Arial"/>
        </w:rPr>
        <w:t>i</w:t>
      </w:r>
      <w:r w:rsidR="00803B72" w:rsidRPr="00A35763">
        <w:rPr>
          <w:rFonts w:ascii="Arial" w:hAnsi="Arial" w:cs="Arial"/>
        </w:rPr>
        <w:t xml:space="preserve"> hospodářskou, ekon</w:t>
      </w:r>
      <w:r w:rsidR="001C2C17" w:rsidRPr="00A35763">
        <w:rPr>
          <w:rFonts w:ascii="Arial" w:hAnsi="Arial" w:cs="Arial"/>
        </w:rPr>
        <w:t>omickou i faktickou situaci a jsou</w:t>
      </w:r>
      <w:r w:rsidR="00803B72" w:rsidRPr="00A35763">
        <w:rPr>
          <w:rFonts w:ascii="Arial" w:hAnsi="Arial" w:cs="Arial"/>
        </w:rPr>
        <w:t xml:space="preserve"> si plně vědom</w:t>
      </w:r>
      <w:r w:rsidR="001C2C17" w:rsidRPr="00A35763">
        <w:rPr>
          <w:rFonts w:ascii="Arial" w:hAnsi="Arial" w:cs="Arial"/>
        </w:rPr>
        <w:t>i</w:t>
      </w:r>
      <w:r w:rsidR="00803B72" w:rsidRPr="00A35763">
        <w:rPr>
          <w:rFonts w:ascii="Arial" w:hAnsi="Arial" w:cs="Arial"/>
        </w:rPr>
        <w:t xml:space="preserve"> okolností </w:t>
      </w:r>
      <w:r w:rsidRPr="00A35763">
        <w:rPr>
          <w:rFonts w:ascii="Arial" w:hAnsi="Arial" w:cs="Arial"/>
        </w:rPr>
        <w:t xml:space="preserve">Rámcové smlouvy a </w:t>
      </w:r>
      <w:r w:rsidR="00803B72" w:rsidRPr="00A35763">
        <w:rPr>
          <w:rFonts w:ascii="Arial" w:hAnsi="Arial" w:cs="Arial"/>
        </w:rPr>
        <w:t xml:space="preserve">Smlouvy, jakož i okolností, které mohou po uzavření Smlouvy nastat. </w:t>
      </w:r>
      <w:r w:rsidRPr="00A35763">
        <w:rPr>
          <w:rFonts w:ascii="Arial" w:hAnsi="Arial" w:cs="Arial"/>
        </w:rPr>
        <w:t>Rámcovou smlouvu a</w:t>
      </w:r>
      <w:r w:rsidR="00803B72" w:rsidRPr="00A35763">
        <w:rPr>
          <w:rFonts w:ascii="Arial" w:hAnsi="Arial" w:cs="Arial"/>
        </w:rPr>
        <w:t xml:space="preserve"> Smlouvu nelze měnit rozhodnutím soudu v jakékoliv její části.</w:t>
      </w:r>
    </w:p>
    <w:p w14:paraId="294278F0" w14:textId="77777777" w:rsidR="00803B72" w:rsidRPr="00A35763" w:rsidRDefault="00803B72" w:rsidP="006C68D7">
      <w:pPr>
        <w:pStyle w:val="Odstavecseseznamem"/>
        <w:spacing w:after="0" w:line="276" w:lineRule="auto"/>
        <w:ind w:left="644"/>
        <w:jc w:val="both"/>
        <w:rPr>
          <w:rFonts w:ascii="Arial" w:hAnsi="Arial" w:cs="Arial"/>
          <w:b/>
        </w:rPr>
      </w:pPr>
    </w:p>
    <w:p w14:paraId="762661D5" w14:textId="77777777" w:rsidR="00B23E8A" w:rsidRPr="00A35763" w:rsidRDefault="00B23E8A"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Platební podmínky</w:t>
      </w:r>
    </w:p>
    <w:p w14:paraId="1A587905"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Úhrada kupní ceny bude uskutečněna na základě daňového dokladu vystaveného </w:t>
      </w:r>
      <w:r w:rsidR="00545C48" w:rsidRPr="00A35763">
        <w:rPr>
          <w:rFonts w:ascii="Arial" w:hAnsi="Arial" w:cs="Arial"/>
        </w:rPr>
        <w:t>Prodávajícím</w:t>
      </w:r>
      <w:r w:rsidRPr="00A35763">
        <w:rPr>
          <w:rFonts w:ascii="Arial" w:hAnsi="Arial" w:cs="Arial"/>
        </w:rPr>
        <w:t xml:space="preserve"> nejpozději do 1 měsíce po převzetí </w:t>
      </w:r>
      <w:r w:rsidR="00545C48" w:rsidRPr="00A35763">
        <w:rPr>
          <w:rFonts w:ascii="Arial" w:hAnsi="Arial" w:cs="Arial"/>
        </w:rPr>
        <w:t>Věcí</w:t>
      </w:r>
      <w:r w:rsidRPr="00A35763">
        <w:rPr>
          <w:rFonts w:ascii="Arial" w:hAnsi="Arial" w:cs="Arial"/>
        </w:rPr>
        <w:t xml:space="preserve"> </w:t>
      </w:r>
      <w:r w:rsidR="00545C48" w:rsidRPr="00A35763">
        <w:rPr>
          <w:rFonts w:ascii="Arial" w:hAnsi="Arial" w:cs="Arial"/>
        </w:rPr>
        <w:t>Kupujícím</w:t>
      </w:r>
      <w:r w:rsidRPr="00A35763">
        <w:rPr>
          <w:rFonts w:ascii="Arial" w:hAnsi="Arial" w:cs="Arial"/>
        </w:rPr>
        <w:t xml:space="preserve">. Podmínkou pro vznik oprávnění vystavit daňový doklad za poskytnutí plnění dle Smlouvy je podpis předávacího protokolu, kterému předcházelo ukončení akceptačního řízení dle ustanovení čl. </w:t>
      </w:r>
      <w:r w:rsidR="00D07DEF">
        <w:rPr>
          <w:rFonts w:ascii="Arial" w:hAnsi="Arial" w:cs="Arial"/>
        </w:rPr>
        <w:t>6.</w:t>
      </w:r>
      <w:r w:rsidRPr="00A35763">
        <w:rPr>
          <w:rFonts w:ascii="Arial" w:hAnsi="Arial" w:cs="Arial"/>
        </w:rPr>
        <w:t xml:space="preserve"> </w:t>
      </w:r>
      <w:r w:rsidR="00545C48" w:rsidRPr="00A35763">
        <w:rPr>
          <w:rFonts w:ascii="Arial" w:hAnsi="Arial" w:cs="Arial"/>
        </w:rPr>
        <w:t>Rámcové s</w:t>
      </w:r>
      <w:r w:rsidRPr="00A35763">
        <w:rPr>
          <w:rFonts w:ascii="Arial" w:hAnsi="Arial" w:cs="Arial"/>
        </w:rPr>
        <w:t>mlouvy s výsledkem „Akceptováno“</w:t>
      </w:r>
      <w:r w:rsidR="00B64E0A" w:rsidRPr="00A35763">
        <w:rPr>
          <w:rFonts w:ascii="Arial" w:hAnsi="Arial" w:cs="Arial"/>
        </w:rPr>
        <w:t xml:space="preserve"> nebo „Akceptováno s výhradou“</w:t>
      </w:r>
      <w:r w:rsidRPr="00A35763">
        <w:rPr>
          <w:rFonts w:ascii="Arial" w:hAnsi="Arial" w:cs="Arial"/>
        </w:rPr>
        <w:t xml:space="preserve">. </w:t>
      </w:r>
    </w:p>
    <w:p w14:paraId="4F276D03"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bookmarkStart w:id="12" w:name="_Ref461538731"/>
      <w:r w:rsidRPr="00A35763">
        <w:rPr>
          <w:rFonts w:ascii="Arial" w:hAnsi="Arial" w:cs="Arial"/>
        </w:rPr>
        <w:t>Daňový doklad vystav</w:t>
      </w:r>
      <w:r w:rsidR="00545C48" w:rsidRPr="00A35763">
        <w:rPr>
          <w:rFonts w:ascii="Arial" w:hAnsi="Arial" w:cs="Arial"/>
        </w:rPr>
        <w:t>ený Prodávajícím je splatný do 30</w:t>
      </w:r>
      <w:r w:rsidRPr="00A35763">
        <w:rPr>
          <w:rFonts w:ascii="Arial" w:hAnsi="Arial" w:cs="Arial"/>
        </w:rPr>
        <w:t xml:space="preserve"> kalendářních dnů od jeho doručení </w:t>
      </w:r>
      <w:r w:rsidR="00545C48" w:rsidRPr="00A35763">
        <w:rPr>
          <w:rFonts w:ascii="Arial" w:hAnsi="Arial" w:cs="Arial"/>
        </w:rPr>
        <w:t>Kupujícímu</w:t>
      </w:r>
      <w:r w:rsidRPr="00A35763">
        <w:rPr>
          <w:rFonts w:ascii="Arial" w:hAnsi="Arial" w:cs="Arial"/>
        </w:rPr>
        <w:t>.</w:t>
      </w:r>
      <w:bookmarkEnd w:id="12"/>
    </w:p>
    <w:p w14:paraId="368DEEC5"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Bankovní účet uvedený </w:t>
      </w:r>
      <w:r w:rsidR="00545C48" w:rsidRPr="00A35763">
        <w:rPr>
          <w:rFonts w:ascii="Arial" w:hAnsi="Arial" w:cs="Arial"/>
        </w:rPr>
        <w:t>Prodávajícím</w:t>
      </w:r>
      <w:r w:rsidRPr="00A35763">
        <w:rPr>
          <w:rFonts w:ascii="Arial" w:hAnsi="Arial" w:cs="Arial"/>
        </w:rPr>
        <w:t xml:space="preserve"> na jím vystaveném daňovém dokladu za účelem úhrady kupní ceny musí odpovídat bankovnímu účt</w:t>
      </w:r>
      <w:r w:rsidR="00D07DEF">
        <w:rPr>
          <w:rFonts w:ascii="Arial" w:hAnsi="Arial" w:cs="Arial"/>
        </w:rPr>
        <w:t>u zveřejněnému dle ustanovení § </w:t>
      </w:r>
      <w:r w:rsidRPr="00A35763">
        <w:rPr>
          <w:rFonts w:ascii="Arial" w:hAnsi="Arial" w:cs="Arial"/>
        </w:rPr>
        <w:t xml:space="preserve">98 </w:t>
      </w:r>
      <w:r w:rsidR="00545C48" w:rsidRPr="00A35763">
        <w:rPr>
          <w:rFonts w:ascii="Arial" w:hAnsi="Arial" w:cs="Arial"/>
        </w:rPr>
        <w:t xml:space="preserve">ZDPH </w:t>
      </w:r>
      <w:r w:rsidRPr="00A35763">
        <w:rPr>
          <w:rFonts w:ascii="Arial" w:hAnsi="Arial" w:cs="Arial"/>
        </w:rPr>
        <w:t>příslušným správcem daně způsobem</w:t>
      </w:r>
      <w:r w:rsidR="00D07DEF">
        <w:rPr>
          <w:rFonts w:ascii="Arial" w:hAnsi="Arial" w:cs="Arial"/>
        </w:rPr>
        <w:t xml:space="preserve"> umožňujícím dálkový přístup. V </w:t>
      </w:r>
      <w:r w:rsidRPr="00A35763">
        <w:rPr>
          <w:rFonts w:ascii="Arial" w:hAnsi="Arial" w:cs="Arial"/>
        </w:rPr>
        <w:t xml:space="preserve">opačném </w:t>
      </w:r>
      <w:r w:rsidRPr="00A35763">
        <w:rPr>
          <w:rFonts w:ascii="Arial" w:hAnsi="Arial" w:cs="Arial"/>
        </w:rPr>
        <w:lastRenderedPageBreak/>
        <w:t xml:space="preserve">případě je </w:t>
      </w:r>
      <w:r w:rsidR="00545C48" w:rsidRPr="00A35763">
        <w:rPr>
          <w:rFonts w:ascii="Arial" w:hAnsi="Arial" w:cs="Arial"/>
        </w:rPr>
        <w:t>Kupující</w:t>
      </w:r>
      <w:r w:rsidRPr="00A35763">
        <w:rPr>
          <w:rFonts w:ascii="Arial" w:hAnsi="Arial" w:cs="Arial"/>
        </w:rPr>
        <w:t xml:space="preserve"> vystavený daňový doklad za podmínek dle ustanovení odst. </w:t>
      </w:r>
      <w:r w:rsidR="00545C48" w:rsidRPr="00A35763">
        <w:rPr>
          <w:rFonts w:ascii="Arial" w:hAnsi="Arial" w:cs="Arial"/>
        </w:rPr>
        <w:t>5</w:t>
      </w:r>
      <w:r w:rsidRPr="00A35763">
        <w:rPr>
          <w:rFonts w:ascii="Arial" w:hAnsi="Arial" w:cs="Arial"/>
        </w:rPr>
        <w:t xml:space="preserve"> tohoto článku </w:t>
      </w:r>
      <w:r w:rsidR="00545C48" w:rsidRPr="00A35763">
        <w:rPr>
          <w:rFonts w:ascii="Arial" w:hAnsi="Arial" w:cs="Arial"/>
        </w:rPr>
        <w:t>Kupujícímu</w:t>
      </w:r>
      <w:r w:rsidRPr="00A35763">
        <w:rPr>
          <w:rFonts w:ascii="Arial" w:hAnsi="Arial" w:cs="Arial"/>
        </w:rPr>
        <w:t xml:space="preserve"> vrátit.</w:t>
      </w:r>
    </w:p>
    <w:p w14:paraId="7E0DDDDE"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Součástí daňového dokladu m</w:t>
      </w:r>
      <w:r w:rsidR="00545C48" w:rsidRPr="00A35763">
        <w:rPr>
          <w:rFonts w:ascii="Arial" w:hAnsi="Arial" w:cs="Arial"/>
        </w:rPr>
        <w:t>usí být soupis skutečně dodaných</w:t>
      </w:r>
      <w:r w:rsidRPr="00A35763">
        <w:rPr>
          <w:rFonts w:ascii="Arial" w:hAnsi="Arial" w:cs="Arial"/>
        </w:rPr>
        <w:t xml:space="preserve"> </w:t>
      </w:r>
      <w:r w:rsidR="00545C48" w:rsidRPr="00A35763">
        <w:rPr>
          <w:rFonts w:ascii="Arial" w:hAnsi="Arial" w:cs="Arial"/>
        </w:rPr>
        <w:t>Věcí</w:t>
      </w:r>
      <w:r w:rsidRPr="00A35763">
        <w:rPr>
          <w:rFonts w:ascii="Arial" w:hAnsi="Arial" w:cs="Arial"/>
        </w:rPr>
        <w:t xml:space="preserve">, </w:t>
      </w:r>
      <w:r w:rsidR="00064123">
        <w:rPr>
          <w:rFonts w:ascii="Arial" w:hAnsi="Arial" w:cs="Arial"/>
          <w:color w:val="000000" w:themeColor="text1"/>
        </w:rPr>
        <w:t>a jejich detailní specifikace</w:t>
      </w:r>
      <w:r w:rsidR="00064123" w:rsidRPr="0063387C">
        <w:rPr>
          <w:rFonts w:ascii="Arial" w:hAnsi="Arial" w:cs="Arial"/>
          <w:color w:val="000000" w:themeColor="text1"/>
        </w:rPr>
        <w:t xml:space="preserve">, </w:t>
      </w:r>
      <w:r w:rsidR="00064123">
        <w:rPr>
          <w:rFonts w:ascii="Arial" w:hAnsi="Arial" w:cs="Arial"/>
          <w:color w:val="000000" w:themeColor="text1"/>
        </w:rPr>
        <w:t>zejm.</w:t>
      </w:r>
      <w:r w:rsidRPr="00A35763">
        <w:rPr>
          <w:rFonts w:ascii="Arial" w:hAnsi="Arial" w:cs="Arial"/>
        </w:rPr>
        <w:t xml:space="preserve"> rozsah a cena skutečně provedených dodávek v členění dle specifikace s uvedením položky, jednotkové ceny, množství a výsledné ceny za příslušnou položku, uskutečněných </w:t>
      </w:r>
      <w:r w:rsidR="00545C48" w:rsidRPr="00A35763">
        <w:rPr>
          <w:rFonts w:ascii="Arial" w:hAnsi="Arial" w:cs="Arial"/>
        </w:rPr>
        <w:t>Prodávajícím</w:t>
      </w:r>
      <w:r w:rsidRPr="00A35763">
        <w:rPr>
          <w:rFonts w:ascii="Arial" w:hAnsi="Arial" w:cs="Arial"/>
        </w:rPr>
        <w:t xml:space="preserve"> a potvrzených </w:t>
      </w:r>
      <w:r w:rsidR="00545C48" w:rsidRPr="00A35763">
        <w:rPr>
          <w:rFonts w:ascii="Arial" w:hAnsi="Arial" w:cs="Arial"/>
        </w:rPr>
        <w:t>Kupujícím</w:t>
      </w:r>
      <w:r w:rsidRPr="00A35763">
        <w:rPr>
          <w:rFonts w:ascii="Arial" w:hAnsi="Arial" w:cs="Arial"/>
        </w:rPr>
        <w:t>.</w:t>
      </w:r>
    </w:p>
    <w:p w14:paraId="750599D6"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Daňový doklad </w:t>
      </w:r>
      <w:r w:rsidR="00545C48" w:rsidRPr="00A35763">
        <w:rPr>
          <w:rFonts w:ascii="Arial" w:hAnsi="Arial" w:cs="Arial"/>
        </w:rPr>
        <w:t>Prodávajícího</w:t>
      </w:r>
      <w:r w:rsidRPr="00A35763">
        <w:rPr>
          <w:rFonts w:ascii="Arial" w:hAnsi="Arial" w:cs="Arial"/>
        </w:rPr>
        <w:t xml:space="preserve"> musí být vystaven v souladu s požadavky právních předpisů na daňové doklady. Daňový doklad platí jako doš</w:t>
      </w:r>
      <w:r w:rsidR="00D07DEF">
        <w:rPr>
          <w:rFonts w:ascii="Arial" w:hAnsi="Arial" w:cs="Arial"/>
        </w:rPr>
        <w:t>lý v den, kdy byl v originále s </w:t>
      </w:r>
      <w:r w:rsidRPr="00A35763">
        <w:rPr>
          <w:rFonts w:ascii="Arial" w:hAnsi="Arial" w:cs="Arial"/>
        </w:rPr>
        <w:t xml:space="preserve">přílohami prokazatelně doručen </w:t>
      </w:r>
      <w:r w:rsidR="00545C48" w:rsidRPr="00A35763">
        <w:rPr>
          <w:rFonts w:ascii="Arial" w:hAnsi="Arial" w:cs="Arial"/>
        </w:rPr>
        <w:t>Kupujícímu</w:t>
      </w:r>
      <w:r w:rsidRPr="00A35763">
        <w:rPr>
          <w:rFonts w:ascii="Arial" w:hAnsi="Arial" w:cs="Arial"/>
        </w:rPr>
        <w:t xml:space="preserve">. </w:t>
      </w:r>
      <w:r w:rsidR="00545C48" w:rsidRPr="00A35763">
        <w:rPr>
          <w:rFonts w:ascii="Arial" w:hAnsi="Arial" w:cs="Arial"/>
        </w:rPr>
        <w:t>Kupující</w:t>
      </w:r>
      <w:r w:rsidRPr="00A35763">
        <w:rPr>
          <w:rFonts w:ascii="Arial" w:hAnsi="Arial" w:cs="Arial"/>
        </w:rPr>
        <w:t xml:space="preserve"> je oprávněn vrátit daňový doklad do 14 kalendářních dnů od doručení s písemným odůvodněním, neodpovídá-li Smlouvě či obecně platným právním předpisům, nebo není-li možné jej zkontrolovat. Byl-li daňový doklad takto vrácen, není </w:t>
      </w:r>
      <w:r w:rsidR="00545C48" w:rsidRPr="00A35763">
        <w:rPr>
          <w:rFonts w:ascii="Arial" w:hAnsi="Arial" w:cs="Arial"/>
        </w:rPr>
        <w:t>Kupující</w:t>
      </w:r>
      <w:r w:rsidRPr="00A35763">
        <w:rPr>
          <w:rFonts w:ascii="Arial" w:hAnsi="Arial" w:cs="Arial"/>
        </w:rPr>
        <w:t xml:space="preserve"> v prodlení s placením kupní ceny. Splatnost je určena podle ustanovení odst.</w:t>
      </w:r>
      <w:r w:rsidR="00545C48" w:rsidRPr="00A35763">
        <w:rPr>
          <w:rFonts w:ascii="Arial" w:hAnsi="Arial" w:cs="Arial"/>
        </w:rPr>
        <w:t xml:space="preserve"> </w:t>
      </w:r>
      <w:r w:rsidRPr="00A35763">
        <w:rPr>
          <w:rFonts w:ascii="Arial" w:hAnsi="Arial" w:cs="Arial"/>
        </w:rPr>
        <w:t xml:space="preserve">1 tohoto článku, přičemž lhůta splatnosti se počítá ode dne doručení opraveného daňového dokladu </w:t>
      </w:r>
      <w:r w:rsidR="00545C48" w:rsidRPr="00A35763">
        <w:rPr>
          <w:rFonts w:ascii="Arial" w:hAnsi="Arial" w:cs="Arial"/>
        </w:rPr>
        <w:t>Kupujícímu</w:t>
      </w:r>
      <w:r w:rsidRPr="00A35763">
        <w:rPr>
          <w:rFonts w:ascii="Arial" w:hAnsi="Arial" w:cs="Arial"/>
        </w:rPr>
        <w:t xml:space="preserve">. Není-li daňový doklad ve lhůtě 14 kalendářních dnů vrácen, platí, že s ním </w:t>
      </w:r>
      <w:r w:rsidR="00545C48" w:rsidRPr="00A35763">
        <w:rPr>
          <w:rFonts w:ascii="Arial" w:hAnsi="Arial" w:cs="Arial"/>
        </w:rPr>
        <w:t>Kupující</w:t>
      </w:r>
      <w:r w:rsidRPr="00A35763">
        <w:rPr>
          <w:rFonts w:ascii="Arial" w:hAnsi="Arial" w:cs="Arial"/>
        </w:rPr>
        <w:t xml:space="preserve"> souhlasí.</w:t>
      </w:r>
    </w:p>
    <w:p w14:paraId="72EBA13F" w14:textId="77777777" w:rsidR="00B23E8A" w:rsidRPr="00A35763" w:rsidRDefault="00B23E8A" w:rsidP="00965E45">
      <w:pPr>
        <w:spacing w:after="0" w:line="276" w:lineRule="auto"/>
        <w:jc w:val="both"/>
        <w:rPr>
          <w:rFonts w:ascii="Arial" w:hAnsi="Arial" w:cs="Arial"/>
        </w:rPr>
      </w:pPr>
    </w:p>
    <w:p w14:paraId="5495ED7D" w14:textId="77777777" w:rsidR="00DB1132" w:rsidRPr="00A35763" w:rsidRDefault="00DB1132"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Poddodavatelé</w:t>
      </w:r>
    </w:p>
    <w:p w14:paraId="144C08AE" w14:textId="77777777" w:rsidR="00DB1132" w:rsidRPr="00A35763" w:rsidRDefault="00DB1132" w:rsidP="00AF3D74">
      <w:pPr>
        <w:pStyle w:val="Odstavecseseznamem"/>
        <w:numPr>
          <w:ilvl w:val="1"/>
          <w:numId w:val="15"/>
        </w:numPr>
        <w:spacing w:after="0" w:line="276" w:lineRule="auto"/>
        <w:ind w:left="567" w:hanging="567"/>
        <w:jc w:val="both"/>
        <w:rPr>
          <w:rFonts w:ascii="Arial" w:hAnsi="Arial" w:cs="Arial"/>
        </w:rPr>
      </w:pPr>
      <w:r w:rsidRPr="00A35763">
        <w:rPr>
          <w:rFonts w:ascii="Arial" w:hAnsi="Arial" w:cs="Arial"/>
        </w:rPr>
        <w:t xml:space="preserve">Poddodavatelem se rozumí každá osoba, </w:t>
      </w:r>
      <w:r w:rsidR="00907A4D">
        <w:rPr>
          <w:rFonts w:ascii="Arial" w:hAnsi="Arial" w:cs="Arial"/>
          <w:color w:val="000000" w:themeColor="text1"/>
        </w:rPr>
        <w:t>jejímž prostřednictvím Prodávající plní určitou část</w:t>
      </w:r>
      <w:r w:rsidR="00907A4D" w:rsidRPr="0063387C">
        <w:rPr>
          <w:rFonts w:ascii="Arial" w:hAnsi="Arial" w:cs="Arial"/>
          <w:color w:val="000000" w:themeColor="text1"/>
        </w:rPr>
        <w:t xml:space="preserve"> </w:t>
      </w:r>
      <w:r w:rsidRPr="00A35763">
        <w:rPr>
          <w:rFonts w:ascii="Arial" w:hAnsi="Arial" w:cs="Arial"/>
        </w:rPr>
        <w:t xml:space="preserve">předmětu Smlouvy a je odlišná od Prodávajícího. </w:t>
      </w:r>
    </w:p>
    <w:p w14:paraId="43F5C251" w14:textId="77777777" w:rsidR="00DB1132" w:rsidRPr="00A35763" w:rsidRDefault="00DB1132" w:rsidP="00AF3D74">
      <w:pPr>
        <w:pStyle w:val="Odstavecseseznamem"/>
        <w:numPr>
          <w:ilvl w:val="1"/>
          <w:numId w:val="15"/>
        </w:numPr>
        <w:spacing w:after="0" w:line="276" w:lineRule="auto"/>
        <w:ind w:left="567" w:hanging="567"/>
        <w:jc w:val="both"/>
        <w:rPr>
          <w:rFonts w:ascii="Arial" w:hAnsi="Arial" w:cs="Arial"/>
        </w:rPr>
      </w:pPr>
      <w:bookmarkStart w:id="13" w:name="_Ref461538397"/>
      <w:r w:rsidRPr="00A35763">
        <w:rPr>
          <w:rFonts w:ascii="Arial" w:hAnsi="Arial" w:cs="Arial"/>
        </w:rPr>
        <w:t xml:space="preserve">Smluvní </w:t>
      </w:r>
      <w:r w:rsidRPr="007D7B4E">
        <w:rPr>
          <w:rFonts w:ascii="Arial" w:hAnsi="Arial" w:cs="Arial"/>
        </w:rPr>
        <w:t xml:space="preserve">strany výslovně sjednávají, že okruh poddodavatelů </w:t>
      </w:r>
      <w:r w:rsidR="00B54C63" w:rsidRPr="007D7B4E">
        <w:rPr>
          <w:rFonts w:ascii="Arial" w:hAnsi="Arial" w:cs="Arial"/>
        </w:rPr>
        <w:t>Prodávajících</w:t>
      </w:r>
      <w:r w:rsidRPr="007D7B4E">
        <w:rPr>
          <w:rFonts w:ascii="Arial" w:hAnsi="Arial" w:cs="Arial"/>
        </w:rPr>
        <w:t>, jejichž prostřednictvím prokázal</w:t>
      </w:r>
      <w:r w:rsidR="00B54C63" w:rsidRPr="007D7B4E">
        <w:rPr>
          <w:rFonts w:ascii="Arial" w:hAnsi="Arial" w:cs="Arial"/>
        </w:rPr>
        <w:t>i</w:t>
      </w:r>
      <w:r w:rsidRPr="007D7B4E">
        <w:rPr>
          <w:rFonts w:ascii="Arial" w:hAnsi="Arial" w:cs="Arial"/>
        </w:rPr>
        <w:t xml:space="preserve"> v rámci zadávacího řízení část kvalifikace, a jejichž seznam</w:t>
      </w:r>
      <w:r w:rsidR="00B54C63" w:rsidRPr="007D7B4E">
        <w:rPr>
          <w:rFonts w:ascii="Arial" w:hAnsi="Arial" w:cs="Arial"/>
        </w:rPr>
        <w:t>y</w:t>
      </w:r>
      <w:r w:rsidRPr="007D7B4E">
        <w:rPr>
          <w:rFonts w:ascii="Arial" w:hAnsi="Arial" w:cs="Arial"/>
        </w:rPr>
        <w:t xml:space="preserve"> tvoří přílohu č. 3 Rámcové smlouvy, je možné měnit pouze se souhlasem Kupujícího, přičemž Prodávající je</w:t>
      </w:r>
      <w:r w:rsidRPr="00A35763">
        <w:rPr>
          <w:rFonts w:ascii="Arial" w:hAnsi="Arial" w:cs="Arial"/>
        </w:rPr>
        <w:t xml:space="preserve"> povinen před provedením změny takového poddodavatele prokázat splnění kvalifikačních předpokladů v odpovídajícím rozsahu rovněž u osoby nového poddodavatele.</w:t>
      </w:r>
      <w:bookmarkEnd w:id="13"/>
    </w:p>
    <w:p w14:paraId="462C85BA" w14:textId="77777777" w:rsidR="00B23E8A" w:rsidRPr="00A35763" w:rsidRDefault="00DB1132" w:rsidP="00AF3D74">
      <w:pPr>
        <w:pStyle w:val="Odstavecseseznamem"/>
        <w:numPr>
          <w:ilvl w:val="1"/>
          <w:numId w:val="15"/>
        </w:numPr>
        <w:spacing w:after="0" w:line="276" w:lineRule="auto"/>
        <w:ind w:left="567" w:hanging="567"/>
        <w:jc w:val="both"/>
        <w:rPr>
          <w:rFonts w:ascii="Arial" w:hAnsi="Arial" w:cs="Arial"/>
        </w:rPr>
      </w:pPr>
      <w:r w:rsidRPr="00A35763">
        <w:rPr>
          <w:rFonts w:ascii="Arial" w:hAnsi="Arial" w:cs="Arial"/>
        </w:rPr>
        <w:t>Plnění poddodavatelů se pro účely Rámcové smlouv</w:t>
      </w:r>
      <w:r w:rsidR="006E1AC7">
        <w:rPr>
          <w:rFonts w:ascii="Arial" w:hAnsi="Arial" w:cs="Arial"/>
        </w:rPr>
        <w:t>y i Smlouvy, zejména vzhledem k </w:t>
      </w:r>
      <w:r w:rsidRPr="00A35763">
        <w:rPr>
          <w:rFonts w:ascii="Arial" w:hAnsi="Arial" w:cs="Arial"/>
        </w:rPr>
        <w:t>odpovědnosti za vady plnění poskytnutých poddodavateli, považuje za plnění Prodávajícího.</w:t>
      </w:r>
    </w:p>
    <w:p w14:paraId="3513046B" w14:textId="77777777" w:rsidR="00B23E8A" w:rsidRPr="00A35763" w:rsidRDefault="00B23E8A" w:rsidP="00965E45">
      <w:pPr>
        <w:spacing w:after="0" w:line="276" w:lineRule="auto"/>
        <w:jc w:val="both"/>
        <w:rPr>
          <w:rFonts w:ascii="Arial" w:hAnsi="Arial" w:cs="Arial"/>
        </w:rPr>
      </w:pPr>
    </w:p>
    <w:p w14:paraId="359D3A2A" w14:textId="77777777" w:rsidR="009146A0" w:rsidRPr="00A35763" w:rsidRDefault="009146A0"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Právo užití Věci</w:t>
      </w:r>
    </w:p>
    <w:p w14:paraId="3860676E"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Bude-li součástí předmětu Rámcové smlouvy nebo Smlouvy jakýkoliv standardizovaný software zhotovovaný Prodávajícím či třetí osobou, jenž nemá povahu díla vytvořeného na objednávku ve smyslu ustanovení</w:t>
      </w:r>
      <w:r w:rsidR="006E1AC7">
        <w:rPr>
          <w:rFonts w:ascii="Arial" w:hAnsi="Arial" w:cs="Arial"/>
        </w:rPr>
        <w:t xml:space="preserve"> § 61 zákona č. 121/2000 Sb., o </w:t>
      </w:r>
      <w:r w:rsidRPr="00A35763">
        <w:rPr>
          <w:rFonts w:ascii="Arial" w:hAnsi="Arial" w:cs="Arial"/>
        </w:rPr>
        <w:t xml:space="preserve">právu autorském, o právech souvisejících s právem autorským a o změně některých zákonů (autorský zákon), ve znění pozdějších předpisů, je Prodávající povinen zajistit, aby </w:t>
      </w:r>
      <w:r w:rsidR="00223FAC" w:rsidRPr="00A35763">
        <w:rPr>
          <w:rFonts w:ascii="Arial" w:hAnsi="Arial" w:cs="Arial"/>
        </w:rPr>
        <w:t>Kupující</w:t>
      </w:r>
      <w:r w:rsidRPr="00A35763">
        <w:rPr>
          <w:rFonts w:ascii="Arial" w:hAnsi="Arial" w:cs="Arial"/>
        </w:rPr>
        <w:t xml:space="preserve"> nabyl veškerá oprávnění z práv duševního vlastnictví, která se týkají takového autorského díla a která jsou nezbytná k jeho užívání Ku</w:t>
      </w:r>
      <w:r w:rsidR="00540250" w:rsidRPr="00A35763">
        <w:rPr>
          <w:rFonts w:ascii="Arial" w:hAnsi="Arial" w:cs="Arial"/>
        </w:rPr>
        <w:t>pujícím při provozování Věci, a k </w:t>
      </w:r>
      <w:r w:rsidRPr="00A35763">
        <w:rPr>
          <w:rFonts w:ascii="Arial" w:hAnsi="Arial" w:cs="Arial"/>
        </w:rPr>
        <w:t>jejímu řádnému užívání a zachování její funkčnosti, a to po celou dobu trvání příslušných práv (například formou nevýhradní licence poskytované třetí stranou, či podlicence) (dále jen „</w:t>
      </w:r>
      <w:r w:rsidRPr="00A35763">
        <w:rPr>
          <w:rFonts w:ascii="Arial" w:hAnsi="Arial" w:cs="Arial"/>
          <w:b/>
        </w:rPr>
        <w:t>Licence</w:t>
      </w:r>
      <w:r w:rsidRPr="00A35763">
        <w:rPr>
          <w:rFonts w:ascii="Arial" w:hAnsi="Arial" w:cs="Arial"/>
        </w:rPr>
        <w:t>“).</w:t>
      </w:r>
    </w:p>
    <w:p w14:paraId="656CBFE6"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Prodávající výslovně prohlašuje, že nositelům práv ke standardizovaným software dle předchozího ustanovení nepřísluší a nebude příslušet vůči Kupujícímu žádné právo na odměnu, či jakékoliv jiné plnění v souvislosti s užitím Věci nebo jeho částí.</w:t>
      </w:r>
    </w:p>
    <w:p w14:paraId="180ACBB3"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 xml:space="preserve">Prodávající je povinen Kupujícímu uhradit jakékoli majetkové a nemajetkové újmy, vzniklé v důsledku toho, že Kupující nemohl standardizovaný software </w:t>
      </w:r>
      <w:r w:rsidR="00EA2E47" w:rsidRPr="00A35763">
        <w:rPr>
          <w:rFonts w:ascii="Arial" w:hAnsi="Arial" w:cs="Arial"/>
        </w:rPr>
        <w:t>užívat řádně a </w:t>
      </w:r>
      <w:r w:rsidRPr="00A35763">
        <w:rPr>
          <w:rFonts w:ascii="Arial" w:hAnsi="Arial" w:cs="Arial"/>
        </w:rPr>
        <w:t>nerušeně v důsledku autorskoprávních a/nebo jiných nároků vznesených třetí osobou.</w:t>
      </w:r>
    </w:p>
    <w:p w14:paraId="71355024" w14:textId="77777777" w:rsidR="00365347"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 xml:space="preserve">Prodávající odškodní Kupujícího a právně ho na své náklady ochrání před veškerými nároky, požadavky, škodami, ztrátami a jinými náklady v případě oprávněných požadavků vznesených třetími stranami, které vzniknou z činnosti Prodávajícího při </w:t>
      </w:r>
      <w:r w:rsidRPr="00A35763">
        <w:rPr>
          <w:rFonts w:ascii="Arial" w:hAnsi="Arial" w:cs="Arial"/>
        </w:rPr>
        <w:lastRenderedPageBreak/>
        <w:t>plnění z Rámcové smlouvy / Smlouvy, nebo jsou z této činnosti odvoditelné, včetně nároků vyplývajících z autorského práva a jiného práva duševního vlastnictví. Toto ustanovení se aplikuje rovněž na případy, kdy by byl Kupující vyzván příslušným správcem daně k úhradám z titulu ručení příjemce zdanitelného plnění ve smyslu ustanovení § 109 ZDPH.</w:t>
      </w:r>
    </w:p>
    <w:p w14:paraId="2550652C" w14:textId="77777777" w:rsidR="00365347" w:rsidRPr="00A35763" w:rsidRDefault="00365347" w:rsidP="00965E45">
      <w:pPr>
        <w:spacing w:after="0" w:line="276" w:lineRule="auto"/>
        <w:jc w:val="both"/>
        <w:rPr>
          <w:rFonts w:ascii="Arial" w:hAnsi="Arial" w:cs="Arial"/>
        </w:rPr>
      </w:pPr>
    </w:p>
    <w:p w14:paraId="184618A3" w14:textId="77777777" w:rsidR="0040027E" w:rsidRPr="00A35763" w:rsidRDefault="0040027E"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Vady Věci a záruka za jakost</w:t>
      </w:r>
    </w:p>
    <w:p w14:paraId="31A06A6A" w14:textId="6DCB283A"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Prodávající poskytuje na Věci komplexní záruku za jakost, tj. záruku, že si dodané Věci udrží takové vlastnosti, že budou plně způsobilé pro užívání k účelu dle Rámcové smlouvy a Smlouvy (zejména technické specifikace), že veškeré dodané Věci, včetně technologie, technického vybavení a materiálu, vč</w:t>
      </w:r>
      <w:r w:rsidR="0024197E">
        <w:rPr>
          <w:rFonts w:ascii="Arial" w:hAnsi="Arial" w:cs="Arial"/>
        </w:rPr>
        <w:t>etně veškerého software, mají a </w:t>
      </w:r>
      <w:r w:rsidRPr="00A35763">
        <w:rPr>
          <w:rFonts w:ascii="Arial" w:hAnsi="Arial" w:cs="Arial"/>
        </w:rPr>
        <w:t xml:space="preserve">udrží si vlastnosti (zejména garantované parametry) stanovené </w:t>
      </w:r>
      <w:r w:rsidR="00AC464D" w:rsidRPr="00A35763">
        <w:rPr>
          <w:rFonts w:ascii="Arial" w:hAnsi="Arial" w:cs="Arial"/>
        </w:rPr>
        <w:t>Rámcovou</w:t>
      </w:r>
      <w:r w:rsidR="00537F87">
        <w:rPr>
          <w:rFonts w:ascii="Arial" w:hAnsi="Arial" w:cs="Arial"/>
        </w:rPr>
        <w:t xml:space="preserve"> smlouvou a </w:t>
      </w:r>
      <w:r w:rsidRPr="00A35763">
        <w:rPr>
          <w:rFonts w:ascii="Arial" w:hAnsi="Arial" w:cs="Arial"/>
        </w:rPr>
        <w:t>Smlouvou, v platných právních předpisech a v příslušných platných normách, a že dodávka a Instalace Věcí byly provedeny v</w:t>
      </w:r>
      <w:r w:rsidR="0024197E">
        <w:rPr>
          <w:rFonts w:ascii="Arial" w:hAnsi="Arial" w:cs="Arial"/>
        </w:rPr>
        <w:t xml:space="preserve"> souladu s Rámcovou smlouvou a </w:t>
      </w:r>
      <w:r w:rsidRPr="00A35763">
        <w:rPr>
          <w:rFonts w:ascii="Arial" w:hAnsi="Arial" w:cs="Arial"/>
        </w:rPr>
        <w:t xml:space="preserve">Smlouvou, platnými právními předpisy, příslušnými platnými normami, a že si tuto jakost udrží. </w:t>
      </w:r>
    </w:p>
    <w:p w14:paraId="721F2624" w14:textId="77777777" w:rsidR="0040027E" w:rsidRPr="00C0632D" w:rsidRDefault="0040027E" w:rsidP="00AF3D74">
      <w:pPr>
        <w:pStyle w:val="Odstavecseseznamem"/>
        <w:numPr>
          <w:ilvl w:val="1"/>
          <w:numId w:val="16"/>
        </w:numPr>
        <w:spacing w:after="0" w:line="276" w:lineRule="auto"/>
        <w:ind w:left="567" w:hanging="567"/>
        <w:jc w:val="both"/>
        <w:rPr>
          <w:rFonts w:ascii="Arial" w:hAnsi="Arial" w:cs="Arial"/>
        </w:rPr>
      </w:pPr>
      <w:bookmarkStart w:id="14" w:name="_Ref467076859"/>
      <w:r w:rsidRPr="00C0632D">
        <w:rPr>
          <w:rFonts w:ascii="Arial" w:hAnsi="Arial" w:cs="Arial"/>
        </w:rPr>
        <w:t xml:space="preserve">Prodávající poskytuje záruku za jakost podle předchozího odstavce v rozsahu </w:t>
      </w:r>
      <w:r w:rsidR="0077467D" w:rsidRPr="00C0632D">
        <w:rPr>
          <w:rFonts w:ascii="Arial" w:hAnsi="Arial" w:cs="Arial"/>
          <w:color w:val="000000" w:themeColor="text1"/>
        </w:rPr>
        <w:t>záruční doby</w:t>
      </w:r>
      <w:r w:rsidR="0077467D" w:rsidRPr="00C0632D">
        <w:rPr>
          <w:rFonts w:ascii="Arial" w:hAnsi="Arial" w:cs="Arial"/>
        </w:rPr>
        <w:t xml:space="preserve"> </w:t>
      </w:r>
      <w:r w:rsidR="00DD49E1" w:rsidRPr="00C0632D">
        <w:rPr>
          <w:rFonts w:ascii="Arial" w:hAnsi="Arial" w:cs="Arial"/>
        </w:rPr>
        <w:t xml:space="preserve">60 </w:t>
      </w:r>
      <w:r w:rsidRPr="00C0632D">
        <w:rPr>
          <w:rFonts w:ascii="Arial" w:hAnsi="Arial" w:cs="Arial"/>
        </w:rPr>
        <w:t>měsíců.</w:t>
      </w:r>
      <w:bookmarkEnd w:id="14"/>
    </w:p>
    <w:p w14:paraId="300737C7"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C0632D">
        <w:rPr>
          <w:rFonts w:ascii="Arial" w:hAnsi="Arial" w:cs="Arial"/>
        </w:rPr>
        <w:t>Záruční doba začíná běžet okamžikem protokolárního předání a převzetí Věci</w:t>
      </w:r>
      <w:r w:rsidRPr="00A35763">
        <w:rPr>
          <w:rFonts w:ascii="Arial" w:hAnsi="Arial" w:cs="Arial"/>
        </w:rPr>
        <w:t xml:space="preserve"> Kupujícím. V případě částečného předání a převzetí Věci začne běh záruční doby vztahující se k dotčené části dodávaných Věcí</w:t>
      </w:r>
      <w:r w:rsidR="0024197E">
        <w:rPr>
          <w:rFonts w:ascii="Arial" w:hAnsi="Arial" w:cs="Arial"/>
        </w:rPr>
        <w:t xml:space="preserve"> okamžikem částečného předání a </w:t>
      </w:r>
      <w:r w:rsidRPr="00A35763">
        <w:rPr>
          <w:rFonts w:ascii="Arial" w:hAnsi="Arial" w:cs="Arial"/>
        </w:rPr>
        <w:t>převzetí dané konkrétní části Věcí, pokud je toto vzhledem k předávané části možné.</w:t>
      </w:r>
    </w:p>
    <w:p w14:paraId="1FF39B25"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V případě výskytu či vzniku vady Věcí, problému, poruchy či incidentu (dále společně jen „</w:t>
      </w:r>
      <w:r w:rsidRPr="00A35763">
        <w:rPr>
          <w:rFonts w:ascii="Arial" w:hAnsi="Arial" w:cs="Arial"/>
          <w:b/>
        </w:rPr>
        <w:t>Incident</w:t>
      </w:r>
      <w:r w:rsidRPr="00A35763">
        <w:rPr>
          <w:rFonts w:ascii="Arial" w:hAnsi="Arial" w:cs="Arial"/>
        </w:rPr>
        <w:t>“) je Kupující povinen ohlásit tento Incident bez zbytečného odkladu na kontaktní telefonní nebo e-mailový kontakt uvedený Prodávajícím v nabídce podané na základě Výzvy nebo kontaktní osobě uvedené v Rámcové smlouvě</w:t>
      </w:r>
      <w:r w:rsidR="00725C03" w:rsidRPr="00A35763">
        <w:rPr>
          <w:rFonts w:ascii="Arial" w:hAnsi="Arial" w:cs="Arial"/>
        </w:rPr>
        <w:t xml:space="preserve"> či Smlouvě</w:t>
      </w:r>
      <w:r w:rsidRPr="00A35763">
        <w:rPr>
          <w:rFonts w:ascii="Arial" w:hAnsi="Arial" w:cs="Arial"/>
        </w:rPr>
        <w:t xml:space="preserve">. Prodávající je povinen přijímat oznámení v pracovní dny od 8:00 do 17:00 hod. Prodávající bezodkladně potvrdí ohlášení Incidentu elektronickou poštou na adresu, ze které oznámení obdrží, nebo kterou mu Kupující telefonicky či e-mailem sdělí. </w:t>
      </w:r>
    </w:p>
    <w:p w14:paraId="5F93A9B7" w14:textId="77777777" w:rsidR="00AC464D"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 xml:space="preserve">Kupujícímu vzniká nárok na odstranění Incidentu okamžikem ohlášení jeho výskytu. </w:t>
      </w:r>
    </w:p>
    <w:p w14:paraId="3EE2B210" w14:textId="5F3ED3A9" w:rsidR="00AC464D" w:rsidRPr="00A35763" w:rsidRDefault="00AC464D" w:rsidP="00AF3D74">
      <w:pPr>
        <w:pStyle w:val="Odstavecseseznamem"/>
        <w:numPr>
          <w:ilvl w:val="1"/>
          <w:numId w:val="16"/>
        </w:numPr>
        <w:spacing w:after="0" w:line="276" w:lineRule="auto"/>
        <w:ind w:left="567" w:hanging="567"/>
        <w:jc w:val="both"/>
        <w:rPr>
          <w:rFonts w:ascii="Arial" w:hAnsi="Arial" w:cs="Arial"/>
        </w:rPr>
      </w:pPr>
      <w:bookmarkStart w:id="15" w:name="_Ref461538439"/>
      <w:r w:rsidRPr="00790736">
        <w:rPr>
          <w:rFonts w:ascii="Arial" w:hAnsi="Arial" w:cs="Arial"/>
        </w:rPr>
        <w:t xml:space="preserve">Reklamovanou vadu resp. Incident je Prodávající povinen odstranit bezodkladně, nejpozději však </w:t>
      </w:r>
      <w:r w:rsidR="00790736" w:rsidRPr="00790736">
        <w:rPr>
          <w:rFonts w:ascii="Arial" w:hAnsi="Arial" w:cs="Arial"/>
        </w:rPr>
        <w:t>do 5</w:t>
      </w:r>
      <w:r w:rsidRPr="00790736">
        <w:rPr>
          <w:rFonts w:ascii="Arial" w:hAnsi="Arial" w:cs="Arial"/>
        </w:rPr>
        <w:t xml:space="preserve"> pracovních dnů ode dne ohlášení Incidentu. V případě nedodržení této lhůty je Prodávající povinen </w:t>
      </w:r>
      <w:r w:rsidR="00DD49E1" w:rsidRPr="00790736">
        <w:rPr>
          <w:rFonts w:ascii="Arial" w:hAnsi="Arial" w:cs="Arial"/>
        </w:rPr>
        <w:t>do následujícího</w:t>
      </w:r>
      <w:r w:rsidR="00DD49E1" w:rsidRPr="00590640">
        <w:rPr>
          <w:rFonts w:ascii="Arial" w:hAnsi="Arial" w:cs="Arial"/>
        </w:rPr>
        <w:t xml:space="preserve"> pracovního dne </w:t>
      </w:r>
      <w:r w:rsidRPr="00A8776B">
        <w:rPr>
          <w:rFonts w:ascii="Arial" w:hAnsi="Arial" w:cs="Arial"/>
        </w:rPr>
        <w:t xml:space="preserve">poskytnout Kupujícímu </w:t>
      </w:r>
      <w:r w:rsidRPr="00ED7734">
        <w:rPr>
          <w:rFonts w:ascii="Arial" w:hAnsi="Arial" w:cs="Arial"/>
        </w:rPr>
        <w:t>náhradní Věc stejných vlastností</w:t>
      </w:r>
      <w:r w:rsidRPr="00590640">
        <w:rPr>
          <w:rFonts w:ascii="Arial" w:hAnsi="Arial" w:cs="Arial"/>
        </w:rPr>
        <w:t>. Zapůjčí-li Prodávající náhradní Věc, není v prodlení s odstraněním vad,</w:t>
      </w:r>
      <w:r w:rsidRPr="00A35763">
        <w:rPr>
          <w:rFonts w:ascii="Arial" w:hAnsi="Arial" w:cs="Arial"/>
        </w:rPr>
        <w:t xml:space="preserve"> resp. Incidentu, sankce za prodlení s termínem odstranění vad, resp. Incidentu se neuplatní.</w:t>
      </w:r>
      <w:bookmarkEnd w:id="15"/>
    </w:p>
    <w:p w14:paraId="19D5EED3" w14:textId="77777777" w:rsidR="00AC464D" w:rsidRPr="00A35763" w:rsidRDefault="00AC464D"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Prodávající se zavazuje poskytovat Kupujícímu při odstraňování vad veškerou potřebnou součinnost tak, aby byly řádně a včas odstraněny. Nebude-li mezi Prodávajícím a Kupujícím dohodnuto jinak, pak je Prodávající povinen zejména:</w:t>
      </w:r>
    </w:p>
    <w:p w14:paraId="3F37D46B" w14:textId="1AB520CD" w:rsidR="00AC464D" w:rsidRPr="00A35763" w:rsidRDefault="00AC464D" w:rsidP="00BC59E1">
      <w:pPr>
        <w:pStyle w:val="Odstavecseseznamem"/>
        <w:numPr>
          <w:ilvl w:val="2"/>
          <w:numId w:val="16"/>
        </w:numPr>
        <w:spacing w:after="0" w:line="276" w:lineRule="auto"/>
        <w:jc w:val="both"/>
        <w:rPr>
          <w:rFonts w:ascii="Arial" w:hAnsi="Arial" w:cs="Arial"/>
        </w:rPr>
      </w:pPr>
      <w:r w:rsidRPr="00A35763">
        <w:rPr>
          <w:rFonts w:ascii="Arial" w:hAnsi="Arial" w:cs="Arial"/>
        </w:rPr>
        <w:t xml:space="preserve">Věc, jejíž vada má být odstraněna opravou </w:t>
      </w:r>
      <w:r w:rsidR="00537F87">
        <w:rPr>
          <w:rFonts w:ascii="Arial" w:hAnsi="Arial" w:cs="Arial"/>
        </w:rPr>
        <w:t>mimo M</w:t>
      </w:r>
      <w:r w:rsidR="0024197E">
        <w:rPr>
          <w:rFonts w:ascii="Arial" w:hAnsi="Arial" w:cs="Arial"/>
        </w:rPr>
        <w:t xml:space="preserve">ísto </w:t>
      </w:r>
      <w:r w:rsidR="00537F87">
        <w:rPr>
          <w:rFonts w:ascii="Arial" w:hAnsi="Arial" w:cs="Arial"/>
        </w:rPr>
        <w:t>plnění</w:t>
      </w:r>
      <w:r w:rsidR="0024197E">
        <w:rPr>
          <w:rFonts w:ascii="Arial" w:hAnsi="Arial" w:cs="Arial"/>
        </w:rPr>
        <w:t>, převzít k </w:t>
      </w:r>
      <w:r w:rsidR="00537F87">
        <w:rPr>
          <w:rFonts w:ascii="Arial" w:hAnsi="Arial" w:cs="Arial"/>
        </w:rPr>
        <w:t>opravě v Místě plnění</w:t>
      </w:r>
      <w:r w:rsidRPr="00A35763">
        <w:rPr>
          <w:rFonts w:ascii="Arial" w:hAnsi="Arial" w:cs="Arial"/>
        </w:rPr>
        <w:t>, a po provedení opravy opravenou Věc opět v tomto místě předat Kupujícímu</w:t>
      </w:r>
      <w:r w:rsidR="00537F87">
        <w:rPr>
          <w:rFonts w:ascii="Arial" w:hAnsi="Arial" w:cs="Arial"/>
        </w:rPr>
        <w:t xml:space="preserve"> a případně rovněž Instalovat byla-li Instalace součástí závazku ze Smlouvy</w:t>
      </w:r>
      <w:r w:rsidRPr="00A35763">
        <w:rPr>
          <w:rFonts w:ascii="Arial" w:hAnsi="Arial" w:cs="Arial"/>
        </w:rPr>
        <w:t>, a</w:t>
      </w:r>
    </w:p>
    <w:p w14:paraId="5BDCD673" w14:textId="10EF55EA" w:rsidR="00AC464D" w:rsidRPr="00A35763" w:rsidRDefault="00AC464D" w:rsidP="00BC59E1">
      <w:pPr>
        <w:pStyle w:val="Odstavecseseznamem"/>
        <w:numPr>
          <w:ilvl w:val="2"/>
          <w:numId w:val="16"/>
        </w:numPr>
        <w:spacing w:after="0" w:line="276" w:lineRule="auto"/>
        <w:jc w:val="both"/>
        <w:rPr>
          <w:rFonts w:ascii="Arial" w:hAnsi="Arial" w:cs="Arial"/>
        </w:rPr>
      </w:pPr>
      <w:r w:rsidRPr="00A35763">
        <w:rPr>
          <w:rFonts w:ascii="Arial" w:hAnsi="Arial" w:cs="Arial"/>
        </w:rPr>
        <w:t>v případě odstranění vady dodáním nové Věci dodat</w:t>
      </w:r>
      <w:r w:rsidR="00537F87">
        <w:rPr>
          <w:rFonts w:ascii="Arial" w:hAnsi="Arial" w:cs="Arial"/>
        </w:rPr>
        <w:t xml:space="preserve">, </w:t>
      </w:r>
      <w:r w:rsidRPr="00A35763">
        <w:rPr>
          <w:rFonts w:ascii="Arial" w:hAnsi="Arial" w:cs="Arial"/>
        </w:rPr>
        <w:t xml:space="preserve">a </w:t>
      </w:r>
      <w:r w:rsidR="00537F87">
        <w:rPr>
          <w:rFonts w:ascii="Arial" w:hAnsi="Arial" w:cs="Arial"/>
        </w:rPr>
        <w:t>byla-li Instalace součástí závazku ze Smlouvy, rovněž</w:t>
      </w:r>
      <w:r w:rsidR="00537F87" w:rsidRPr="00A35763">
        <w:rPr>
          <w:rFonts w:ascii="Arial" w:hAnsi="Arial" w:cs="Arial"/>
        </w:rPr>
        <w:t xml:space="preserve"> </w:t>
      </w:r>
      <w:r w:rsidRPr="00A35763">
        <w:rPr>
          <w:rFonts w:ascii="Arial" w:hAnsi="Arial" w:cs="Arial"/>
        </w:rPr>
        <w:t>Instalovat novou Věc na totéž místo, kde byla Kupujícímu odevzdána nahrazovaná Věc.</w:t>
      </w:r>
    </w:p>
    <w:p w14:paraId="421BE1DA"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 xml:space="preserve">Prodávající bez zbytečného odkladu informuje Kupujícího o odstranění Incidentu. </w:t>
      </w:r>
      <w:r w:rsidR="00611D65">
        <w:rPr>
          <w:rFonts w:ascii="Arial" w:hAnsi="Arial" w:cs="Arial"/>
        </w:rPr>
        <w:t>Kupující</w:t>
      </w:r>
      <w:r w:rsidRPr="00A35763">
        <w:rPr>
          <w:rFonts w:ascii="Arial" w:hAnsi="Arial" w:cs="Arial"/>
        </w:rPr>
        <w:t xml:space="preserve"> neprodleně zkontroluje funkčnost zařízení, jehož se odstranění Incidentu týkalo, a potvrdí ji (akceptuje) Prodávajícímu.</w:t>
      </w:r>
    </w:p>
    <w:p w14:paraId="42B44D80"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lastRenderedPageBreak/>
        <w:t>Záruční doba vadného plnění neběží od okamžiku, kdy se konkrétní Incident objevil, až do okamžiku potvrzení (akceptace) odstranění Incidentu Kupujícím Prodávajícímu, jak uvedeno v předchozím odstavci.</w:t>
      </w:r>
    </w:p>
    <w:p w14:paraId="1A0DF128"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I v případech, kdy Prodávající reklamaci vady Věci neuzná, je povinen vadu Věci, resp. Incident odstranit</w:t>
      </w:r>
      <w:r w:rsidR="00C21D66" w:rsidRPr="00C21D66">
        <w:rPr>
          <w:rFonts w:ascii="Arial" w:hAnsi="Arial" w:cs="Arial"/>
          <w:color w:val="000000" w:themeColor="text1"/>
        </w:rPr>
        <w:t xml:space="preserve"> </w:t>
      </w:r>
      <w:r w:rsidR="00611D65">
        <w:rPr>
          <w:rFonts w:ascii="Arial" w:hAnsi="Arial" w:cs="Arial"/>
          <w:color w:val="000000" w:themeColor="text1"/>
        </w:rPr>
        <w:t>na náklady K</w:t>
      </w:r>
      <w:r w:rsidR="00C21D66">
        <w:rPr>
          <w:rFonts w:ascii="Arial" w:hAnsi="Arial" w:cs="Arial"/>
          <w:color w:val="000000" w:themeColor="text1"/>
        </w:rPr>
        <w:t>upujícího, na jejichž výši se Prodávající s Kupujícím dohodnou</w:t>
      </w:r>
      <w:r w:rsidRPr="00A35763">
        <w:rPr>
          <w:rFonts w:ascii="Arial" w:hAnsi="Arial" w:cs="Arial"/>
        </w:rPr>
        <w:t>.</w:t>
      </w:r>
    </w:p>
    <w:p w14:paraId="23E95437"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bookmarkStart w:id="16" w:name="_Ref461538498"/>
      <w:r w:rsidRPr="00A35763">
        <w:rPr>
          <w:rFonts w:ascii="Arial" w:hAnsi="Arial" w:cs="Arial"/>
        </w:rPr>
        <w:t xml:space="preserve">V případě, že Prodávající odmítne Incident vyřešit, je Kupující oprávněn, po předchozím oznámení Prodávajícímu, tento Incident odstranit na své náklady. Náklady vynaložené na odstranění vad Věci, resp. vyřešení Incidentu představují splatnou pohledávku Kupujícího za Prodávajícím. Prodávající je povinen </w:t>
      </w:r>
      <w:r w:rsidR="00C93628" w:rsidRPr="00A35763">
        <w:rPr>
          <w:rFonts w:ascii="Arial" w:hAnsi="Arial" w:cs="Arial"/>
        </w:rPr>
        <w:t>Kupujícímu</w:t>
      </w:r>
      <w:r w:rsidRPr="00A35763">
        <w:rPr>
          <w:rFonts w:ascii="Arial" w:hAnsi="Arial" w:cs="Arial"/>
        </w:rPr>
        <w:t xml:space="preserve"> uhradit náklady vynaložené na odstranění vady </w:t>
      </w:r>
      <w:r w:rsidR="00C93628" w:rsidRPr="00A35763">
        <w:rPr>
          <w:rFonts w:ascii="Arial" w:hAnsi="Arial" w:cs="Arial"/>
        </w:rPr>
        <w:t>Věci</w:t>
      </w:r>
      <w:r w:rsidRPr="00A35763">
        <w:rPr>
          <w:rFonts w:ascii="Arial" w:hAnsi="Arial" w:cs="Arial"/>
        </w:rPr>
        <w:t xml:space="preserve">, resp. vyřešení Incidentu, a to do 21 kalendářních dnů ode dne jejich písemného uplatnění u </w:t>
      </w:r>
      <w:r w:rsidR="00C93628" w:rsidRPr="00A35763">
        <w:rPr>
          <w:rFonts w:ascii="Arial" w:hAnsi="Arial" w:cs="Arial"/>
        </w:rPr>
        <w:t>Prodávajícího</w:t>
      </w:r>
      <w:r w:rsidR="00A16DD0" w:rsidRPr="00A35763">
        <w:rPr>
          <w:rFonts w:ascii="Arial" w:hAnsi="Arial" w:cs="Arial"/>
        </w:rPr>
        <w:t xml:space="preserve">, a to veškeré náklady uplatněné Kupujícím, maximálně však do výše hodnoty 90 % celkové ceny vyplývající ze Smlouvy dle čl. </w:t>
      </w:r>
      <w:r w:rsidR="00611D65">
        <w:rPr>
          <w:rFonts w:ascii="Arial" w:hAnsi="Arial" w:cs="Arial"/>
        </w:rPr>
        <w:t xml:space="preserve">7.1 </w:t>
      </w:r>
      <w:r w:rsidR="00A16DD0" w:rsidRPr="00A35763">
        <w:rPr>
          <w:rFonts w:ascii="Arial" w:hAnsi="Arial" w:cs="Arial"/>
        </w:rPr>
        <w:t>Rámcové smlouvy</w:t>
      </w:r>
      <w:r w:rsidR="00C93628" w:rsidRPr="00A35763">
        <w:rPr>
          <w:rFonts w:ascii="Arial" w:hAnsi="Arial" w:cs="Arial"/>
        </w:rPr>
        <w:t>. V </w:t>
      </w:r>
      <w:r w:rsidRPr="00A35763">
        <w:rPr>
          <w:rFonts w:ascii="Arial" w:hAnsi="Arial" w:cs="Arial"/>
        </w:rPr>
        <w:t>případech, kdy ze záručních podmínek vyplývá, že záruční opravy může provádět pouze autorizo</w:t>
      </w:r>
      <w:r w:rsidR="00611D65">
        <w:rPr>
          <w:rFonts w:ascii="Arial" w:hAnsi="Arial" w:cs="Arial"/>
        </w:rPr>
        <w:t>vaná osoba a </w:t>
      </w:r>
      <w:r w:rsidRPr="00A35763">
        <w:rPr>
          <w:rFonts w:ascii="Arial" w:hAnsi="Arial" w:cs="Arial"/>
        </w:rPr>
        <w:t xml:space="preserve">neautorizovaný zásah je spojen se ztrátou práv vyplývajících ze záruky, je </w:t>
      </w:r>
      <w:r w:rsidR="00C93628" w:rsidRPr="00A35763">
        <w:rPr>
          <w:rFonts w:ascii="Arial" w:hAnsi="Arial" w:cs="Arial"/>
        </w:rPr>
        <w:t>Kupující</w:t>
      </w:r>
      <w:r w:rsidRPr="00A35763">
        <w:rPr>
          <w:rFonts w:ascii="Arial" w:hAnsi="Arial" w:cs="Arial"/>
        </w:rPr>
        <w:t xml:space="preserve"> oprávněn postupovat podle předchozí věty pouze v případě, že odstranění vady </w:t>
      </w:r>
      <w:r w:rsidR="00C93628" w:rsidRPr="00A35763">
        <w:rPr>
          <w:rFonts w:ascii="Arial" w:hAnsi="Arial" w:cs="Arial"/>
        </w:rPr>
        <w:t>Vě</w:t>
      </w:r>
      <w:r w:rsidR="00810997" w:rsidRPr="00A35763">
        <w:rPr>
          <w:rFonts w:ascii="Arial" w:hAnsi="Arial" w:cs="Arial"/>
        </w:rPr>
        <w:t>c</w:t>
      </w:r>
      <w:r w:rsidR="00C93628" w:rsidRPr="00A35763">
        <w:rPr>
          <w:rFonts w:ascii="Arial" w:hAnsi="Arial" w:cs="Arial"/>
        </w:rPr>
        <w:t>i</w:t>
      </w:r>
      <w:r w:rsidRPr="00A35763">
        <w:rPr>
          <w:rFonts w:ascii="Arial" w:hAnsi="Arial" w:cs="Arial"/>
        </w:rPr>
        <w:t xml:space="preserve">, resp. vyřešení Incidentu provede autorizovaná osoba. Ustanovení tohoto Odstavce se přiměřeně použijí i na vady provádění a na jiné vady v plnění povinností </w:t>
      </w:r>
      <w:r w:rsidR="00C93628" w:rsidRPr="00A35763">
        <w:rPr>
          <w:rFonts w:ascii="Arial" w:hAnsi="Arial" w:cs="Arial"/>
        </w:rPr>
        <w:t>Prodávajícího</w:t>
      </w:r>
      <w:r w:rsidRPr="00A35763">
        <w:rPr>
          <w:rFonts w:ascii="Arial" w:hAnsi="Arial" w:cs="Arial"/>
        </w:rPr>
        <w:t xml:space="preserve"> podle </w:t>
      </w:r>
      <w:r w:rsidR="00C93628" w:rsidRPr="00A35763">
        <w:rPr>
          <w:rFonts w:ascii="Arial" w:hAnsi="Arial" w:cs="Arial"/>
        </w:rPr>
        <w:t>Rámcové smlouvy a</w:t>
      </w:r>
      <w:r w:rsidRPr="00A35763">
        <w:rPr>
          <w:rFonts w:ascii="Arial" w:hAnsi="Arial" w:cs="Arial"/>
        </w:rPr>
        <w:t xml:space="preserve"> Smlouvy.</w:t>
      </w:r>
      <w:bookmarkEnd w:id="16"/>
    </w:p>
    <w:p w14:paraId="49507CCD" w14:textId="77777777" w:rsidR="00365347" w:rsidRPr="00A35763" w:rsidRDefault="0040027E" w:rsidP="00AF3D74">
      <w:pPr>
        <w:pStyle w:val="Odstavecseseznamem"/>
        <w:numPr>
          <w:ilvl w:val="1"/>
          <w:numId w:val="16"/>
        </w:numPr>
        <w:spacing w:after="0" w:line="276" w:lineRule="auto"/>
        <w:ind w:left="567" w:hanging="567"/>
        <w:jc w:val="both"/>
        <w:rPr>
          <w:rFonts w:ascii="Arial" w:hAnsi="Arial" w:cs="Arial"/>
        </w:rPr>
      </w:pPr>
      <w:bookmarkStart w:id="17" w:name="_Ref461538499"/>
      <w:r w:rsidRPr="00A35763">
        <w:rPr>
          <w:rFonts w:ascii="Arial" w:hAnsi="Arial" w:cs="Arial"/>
        </w:rPr>
        <w:t xml:space="preserve">Bude-li </w:t>
      </w:r>
      <w:r w:rsidR="00C93628" w:rsidRPr="00A35763">
        <w:rPr>
          <w:rFonts w:ascii="Arial" w:hAnsi="Arial" w:cs="Arial"/>
        </w:rPr>
        <w:t>Prodávající</w:t>
      </w:r>
      <w:r w:rsidRPr="00A35763">
        <w:rPr>
          <w:rFonts w:ascii="Arial" w:hAnsi="Arial" w:cs="Arial"/>
        </w:rPr>
        <w:t xml:space="preserve"> v prodlení s odstraněním vady </w:t>
      </w:r>
      <w:r w:rsidR="00C93628" w:rsidRPr="00A35763">
        <w:rPr>
          <w:rFonts w:ascii="Arial" w:hAnsi="Arial" w:cs="Arial"/>
        </w:rPr>
        <w:t>Věci</w:t>
      </w:r>
      <w:r w:rsidRPr="00A35763">
        <w:rPr>
          <w:rFonts w:ascii="Arial" w:hAnsi="Arial" w:cs="Arial"/>
        </w:rPr>
        <w:t xml:space="preserve">, resp. vyřešením Incidentu ohlášeného </w:t>
      </w:r>
      <w:r w:rsidR="00C93628" w:rsidRPr="00A35763">
        <w:rPr>
          <w:rFonts w:ascii="Arial" w:hAnsi="Arial" w:cs="Arial"/>
        </w:rPr>
        <w:t>Kupujícím</w:t>
      </w:r>
      <w:r w:rsidRPr="00A35763">
        <w:rPr>
          <w:rFonts w:ascii="Arial" w:hAnsi="Arial" w:cs="Arial"/>
        </w:rPr>
        <w:t xml:space="preserve"> dle tohoto článku, je </w:t>
      </w:r>
      <w:r w:rsidR="00C93628" w:rsidRPr="00A35763">
        <w:rPr>
          <w:rFonts w:ascii="Arial" w:hAnsi="Arial" w:cs="Arial"/>
        </w:rPr>
        <w:t>Kupující</w:t>
      </w:r>
      <w:r w:rsidRPr="00A35763">
        <w:rPr>
          <w:rFonts w:ascii="Arial" w:hAnsi="Arial" w:cs="Arial"/>
        </w:rPr>
        <w:t xml:space="preserve"> oprávněn, po předchozím oznámení </w:t>
      </w:r>
      <w:r w:rsidR="00C93628" w:rsidRPr="00A35763">
        <w:rPr>
          <w:rFonts w:ascii="Arial" w:hAnsi="Arial" w:cs="Arial"/>
        </w:rPr>
        <w:t>Prodávajícímu</w:t>
      </w:r>
      <w:r w:rsidRPr="00A35763">
        <w:rPr>
          <w:rFonts w:ascii="Arial" w:hAnsi="Arial" w:cs="Arial"/>
        </w:rPr>
        <w:t xml:space="preserve">, odstranit vadu, resp. vyřešit Incident sám na náklady </w:t>
      </w:r>
      <w:r w:rsidR="00C93628" w:rsidRPr="00A35763">
        <w:rPr>
          <w:rFonts w:ascii="Arial" w:hAnsi="Arial" w:cs="Arial"/>
        </w:rPr>
        <w:t>Prodávajícího</w:t>
      </w:r>
      <w:r w:rsidRPr="00A35763">
        <w:rPr>
          <w:rFonts w:ascii="Arial" w:hAnsi="Arial" w:cs="Arial"/>
        </w:rPr>
        <w:t>.</w:t>
      </w:r>
      <w:bookmarkEnd w:id="17"/>
    </w:p>
    <w:p w14:paraId="2FD08E81" w14:textId="77777777" w:rsidR="00365347" w:rsidRPr="00A35763" w:rsidRDefault="00365347" w:rsidP="00965E45">
      <w:pPr>
        <w:spacing w:after="0" w:line="276" w:lineRule="auto"/>
        <w:jc w:val="both"/>
        <w:rPr>
          <w:rFonts w:ascii="Arial" w:hAnsi="Arial" w:cs="Arial"/>
        </w:rPr>
      </w:pPr>
    </w:p>
    <w:p w14:paraId="6EF7B005" w14:textId="77777777" w:rsidR="00DF7393" w:rsidRPr="00A35763" w:rsidRDefault="00DF7393"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Sankční ujednání</w:t>
      </w:r>
    </w:p>
    <w:p w14:paraId="44F8B887"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Prodávající je povinen na výzvu Kupujícího zaplatit smluvní pokuty, které jsou sjednány pro případ následujících porušení povinností Prodávajícího sjednaných Rámcovou smlouvou:</w:t>
      </w:r>
    </w:p>
    <w:p w14:paraId="14CBFAE6" w14:textId="1AD8B77F" w:rsidR="00DF7393" w:rsidRPr="00A35763" w:rsidRDefault="00B85685"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w:t>
      </w:r>
      <w:r w:rsidR="000D4384" w:rsidRPr="00A35763">
        <w:rPr>
          <w:rFonts w:ascii="Arial" w:hAnsi="Arial" w:cs="Arial"/>
        </w:rPr>
        <w:t>Prodávající</w:t>
      </w:r>
      <w:r w:rsidR="00DF7393" w:rsidRPr="00A35763">
        <w:rPr>
          <w:rFonts w:ascii="Arial" w:hAnsi="Arial" w:cs="Arial"/>
        </w:rPr>
        <w:t xml:space="preserve"> nepředá </w:t>
      </w:r>
      <w:r w:rsidR="000D4384" w:rsidRPr="00A35763">
        <w:rPr>
          <w:rFonts w:ascii="Arial" w:hAnsi="Arial" w:cs="Arial"/>
        </w:rPr>
        <w:t>Kupujícímu</w:t>
      </w:r>
      <w:r w:rsidR="00DF7393" w:rsidRPr="00A35763">
        <w:rPr>
          <w:rFonts w:ascii="Arial" w:hAnsi="Arial" w:cs="Arial"/>
        </w:rPr>
        <w:t xml:space="preserve"> </w:t>
      </w:r>
      <w:r w:rsidR="000D4384" w:rsidRPr="00A35763">
        <w:rPr>
          <w:rFonts w:ascii="Arial" w:hAnsi="Arial" w:cs="Arial"/>
        </w:rPr>
        <w:t>Věci</w:t>
      </w:r>
      <w:r w:rsidR="00DF7393" w:rsidRPr="00A35763">
        <w:rPr>
          <w:rFonts w:ascii="Arial" w:hAnsi="Arial" w:cs="Arial"/>
        </w:rPr>
        <w:t xml:space="preserve"> splňující požadavky uvedené v</w:t>
      </w:r>
      <w:r w:rsidR="000D4384" w:rsidRPr="00A35763">
        <w:rPr>
          <w:rFonts w:ascii="Arial" w:hAnsi="Arial" w:cs="Arial"/>
        </w:rPr>
        <w:t> Rámcové smlouvě a Smlouvě (tj.</w:t>
      </w:r>
      <w:r w:rsidR="00DF7393" w:rsidRPr="00A35763">
        <w:rPr>
          <w:rFonts w:ascii="Arial" w:hAnsi="Arial" w:cs="Arial"/>
        </w:rPr>
        <w:t xml:space="preserve"> včetně Instalace)</w:t>
      </w:r>
      <w:r w:rsidR="000D4384" w:rsidRPr="00A35763">
        <w:rPr>
          <w:rFonts w:ascii="Arial" w:hAnsi="Arial" w:cs="Arial"/>
        </w:rPr>
        <w:t xml:space="preserve"> </w:t>
      </w:r>
      <w:r w:rsidR="00DF7393" w:rsidRPr="00A35763">
        <w:rPr>
          <w:rFonts w:ascii="Arial" w:hAnsi="Arial" w:cs="Arial"/>
        </w:rPr>
        <w:t xml:space="preserve">ve sjednaném termínu dle ustanovení čl. </w:t>
      </w:r>
      <w:r w:rsidR="00611D65">
        <w:rPr>
          <w:rFonts w:ascii="Arial" w:hAnsi="Arial" w:cs="Arial"/>
        </w:rPr>
        <w:t>5.1</w:t>
      </w:r>
      <w:r w:rsidR="00114BE5">
        <w:rPr>
          <w:rFonts w:ascii="Arial" w:hAnsi="Arial" w:cs="Arial"/>
        </w:rPr>
        <w:t>, 5</w:t>
      </w:r>
      <w:r w:rsidR="00487DA9">
        <w:rPr>
          <w:rFonts w:ascii="Arial" w:hAnsi="Arial" w:cs="Arial"/>
        </w:rPr>
        <w:t>.2</w:t>
      </w:r>
      <w:r w:rsidR="00114BE5" w:rsidRPr="00114BE5">
        <w:rPr>
          <w:rFonts w:ascii="Arial" w:hAnsi="Arial" w:cs="Arial"/>
        </w:rPr>
        <w:t xml:space="preserve"> </w:t>
      </w:r>
      <w:r w:rsidR="000D4384" w:rsidRPr="00A35763">
        <w:rPr>
          <w:rFonts w:ascii="Arial" w:hAnsi="Arial" w:cs="Arial"/>
        </w:rPr>
        <w:t>Rámcové s</w:t>
      </w:r>
      <w:r w:rsidR="00DF7393" w:rsidRPr="00A35763">
        <w:rPr>
          <w:rFonts w:ascii="Arial" w:hAnsi="Arial" w:cs="Arial"/>
        </w:rPr>
        <w:t xml:space="preserve">mlouvy, je </w:t>
      </w:r>
      <w:r w:rsidR="000D4384" w:rsidRPr="00A35763">
        <w:rPr>
          <w:rFonts w:ascii="Arial" w:hAnsi="Arial" w:cs="Arial"/>
        </w:rPr>
        <w:t>Kupující</w:t>
      </w:r>
      <w:r w:rsidR="00DF7393" w:rsidRPr="00A35763">
        <w:rPr>
          <w:rFonts w:ascii="Arial" w:hAnsi="Arial" w:cs="Arial"/>
        </w:rPr>
        <w:t xml:space="preserve"> oprávněn uplatnit a </w:t>
      </w:r>
      <w:r w:rsidR="000D4384" w:rsidRPr="00A35763">
        <w:rPr>
          <w:rFonts w:ascii="Arial" w:hAnsi="Arial" w:cs="Arial"/>
        </w:rPr>
        <w:t>Prodávající je</w:t>
      </w:r>
      <w:r w:rsidR="00DF7393" w:rsidRPr="00A35763">
        <w:rPr>
          <w:rFonts w:ascii="Arial" w:hAnsi="Arial" w:cs="Arial"/>
        </w:rPr>
        <w:t xml:space="preserve"> povinen zaplatit smluvní pokutu ve výši 0,</w:t>
      </w:r>
      <w:r w:rsidR="000D4384" w:rsidRPr="00A35763">
        <w:rPr>
          <w:rFonts w:ascii="Arial" w:hAnsi="Arial" w:cs="Arial"/>
        </w:rPr>
        <w:t>05</w:t>
      </w:r>
      <w:r w:rsidR="00DF7393" w:rsidRPr="00A35763">
        <w:rPr>
          <w:rFonts w:ascii="Arial" w:hAnsi="Arial" w:cs="Arial"/>
        </w:rPr>
        <w:t xml:space="preserve"> % z kupní ceny dle ustanovení čl. </w:t>
      </w:r>
      <w:r w:rsidR="00611D65">
        <w:rPr>
          <w:rFonts w:ascii="Arial" w:hAnsi="Arial" w:cs="Arial"/>
        </w:rPr>
        <w:t xml:space="preserve">7.1 </w:t>
      </w:r>
      <w:r w:rsidR="000D4384" w:rsidRPr="00A35763">
        <w:rPr>
          <w:rFonts w:ascii="Arial" w:hAnsi="Arial" w:cs="Arial"/>
        </w:rPr>
        <w:t>Rámcové smlouvy</w:t>
      </w:r>
      <w:r w:rsidR="00DF7393" w:rsidRPr="00A35763">
        <w:rPr>
          <w:rFonts w:ascii="Arial" w:hAnsi="Arial" w:cs="Arial"/>
        </w:rPr>
        <w:t xml:space="preserve"> </w:t>
      </w:r>
      <w:r w:rsidR="000D4384" w:rsidRPr="00A35763">
        <w:rPr>
          <w:rFonts w:ascii="Arial" w:hAnsi="Arial" w:cs="Arial"/>
        </w:rPr>
        <w:t>a Smlouvy</w:t>
      </w:r>
      <w:r w:rsidR="00DF7393" w:rsidRPr="00A35763">
        <w:rPr>
          <w:rFonts w:ascii="Arial" w:hAnsi="Arial" w:cs="Arial"/>
        </w:rPr>
        <w:t xml:space="preserve"> za každý započatý den prodlení;</w:t>
      </w:r>
    </w:p>
    <w:p w14:paraId="7064F396" w14:textId="77777777" w:rsidR="00DF7393" w:rsidRPr="00A35763" w:rsidRDefault="007207FE"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Dodavatel poruší povinnosti stanovené v ustanoveních čl.</w:t>
      </w:r>
      <w:r w:rsidR="006E42B8">
        <w:rPr>
          <w:rFonts w:ascii="Arial" w:hAnsi="Arial" w:cs="Arial"/>
        </w:rPr>
        <w:t xml:space="preserve"> 6.5, 6.6, 9.2, 11.6, 11.11, 11,12</w:t>
      </w:r>
      <w:r w:rsidR="004F711B">
        <w:rPr>
          <w:rFonts w:ascii="Arial" w:hAnsi="Arial" w:cs="Arial"/>
        </w:rPr>
        <w:t xml:space="preserve"> </w:t>
      </w:r>
      <w:r w:rsidRPr="00A35763">
        <w:rPr>
          <w:rFonts w:ascii="Arial" w:hAnsi="Arial" w:cs="Arial"/>
        </w:rPr>
        <w:t>R</w:t>
      </w:r>
      <w:r w:rsidR="00B85685" w:rsidRPr="00A35763">
        <w:rPr>
          <w:rFonts w:ascii="Arial" w:hAnsi="Arial" w:cs="Arial"/>
        </w:rPr>
        <w:t>ámcové s</w:t>
      </w:r>
      <w:r w:rsidR="00DF7393" w:rsidRPr="00A35763">
        <w:rPr>
          <w:rFonts w:ascii="Arial" w:hAnsi="Arial" w:cs="Arial"/>
        </w:rPr>
        <w:t xml:space="preserve">mlouvy, je </w:t>
      </w:r>
      <w:r w:rsidR="00B85685" w:rsidRPr="00A35763">
        <w:rPr>
          <w:rFonts w:ascii="Arial" w:hAnsi="Arial" w:cs="Arial"/>
        </w:rPr>
        <w:t>Kupující</w:t>
      </w:r>
      <w:r w:rsidR="00DF7393" w:rsidRPr="00A35763">
        <w:rPr>
          <w:rFonts w:ascii="Arial" w:hAnsi="Arial" w:cs="Arial"/>
        </w:rPr>
        <w:t xml:space="preserve"> oprávněn u</w:t>
      </w:r>
      <w:r w:rsidR="006E42B8">
        <w:rPr>
          <w:rFonts w:ascii="Arial" w:hAnsi="Arial" w:cs="Arial"/>
        </w:rPr>
        <w:t>platnit a </w:t>
      </w:r>
      <w:r w:rsidR="00B85685" w:rsidRPr="00A35763">
        <w:rPr>
          <w:rFonts w:ascii="Arial" w:hAnsi="Arial" w:cs="Arial"/>
        </w:rPr>
        <w:t>Prodávající</w:t>
      </w:r>
      <w:r w:rsidR="00DF7393" w:rsidRPr="00A35763">
        <w:rPr>
          <w:rFonts w:ascii="Arial" w:hAnsi="Arial" w:cs="Arial"/>
        </w:rPr>
        <w:t xml:space="preserve"> povinen u</w:t>
      </w:r>
      <w:r w:rsidRPr="00A35763">
        <w:rPr>
          <w:rFonts w:ascii="Arial" w:hAnsi="Arial" w:cs="Arial"/>
        </w:rPr>
        <w:t xml:space="preserve">hradit smluvní pokutu ve výši </w:t>
      </w:r>
      <w:r w:rsidR="00F045E3" w:rsidRPr="00A35763">
        <w:rPr>
          <w:rFonts w:ascii="Arial" w:hAnsi="Arial" w:cs="Arial"/>
        </w:rPr>
        <w:t xml:space="preserve">0,05 % z kupní ceny dle ustanovení čl. </w:t>
      </w:r>
      <w:r w:rsidR="006E42B8">
        <w:rPr>
          <w:rFonts w:ascii="Arial" w:hAnsi="Arial" w:cs="Arial"/>
        </w:rPr>
        <w:t xml:space="preserve">7.1 </w:t>
      </w:r>
      <w:r w:rsidR="00F045E3" w:rsidRPr="00A35763">
        <w:rPr>
          <w:rFonts w:ascii="Arial" w:hAnsi="Arial" w:cs="Arial"/>
        </w:rPr>
        <w:t>Rámcové smlouvy a Smlouvy za každý započatý den prodlení</w:t>
      </w:r>
      <w:r w:rsidR="00DF7393" w:rsidRPr="00A35763">
        <w:rPr>
          <w:rFonts w:ascii="Arial" w:hAnsi="Arial" w:cs="Arial"/>
        </w:rPr>
        <w:t>, a to ve vztahu ke každému jednotlivému porušení zvlášť;</w:t>
      </w:r>
    </w:p>
    <w:p w14:paraId="6BE1BDDF" w14:textId="77777777" w:rsidR="00DF7393" w:rsidRPr="00A35763" w:rsidRDefault="00B85685"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w:t>
      </w:r>
      <w:r w:rsidRPr="00A35763">
        <w:rPr>
          <w:rFonts w:ascii="Arial" w:hAnsi="Arial" w:cs="Arial"/>
        </w:rPr>
        <w:t>Prodávající</w:t>
      </w:r>
      <w:r w:rsidR="00DF7393" w:rsidRPr="00A35763">
        <w:rPr>
          <w:rFonts w:ascii="Arial" w:hAnsi="Arial" w:cs="Arial"/>
        </w:rPr>
        <w:t xml:space="preserve"> opakovaně porušuje kteroukoliv svou smluvní povinnost (včetně smluvních povinností, pro které jsou sjednány zvláštní smluvní pokuty), u níž byl již v průběhu plnění </w:t>
      </w:r>
      <w:r w:rsidRPr="00A35763">
        <w:rPr>
          <w:rFonts w:ascii="Arial" w:hAnsi="Arial" w:cs="Arial"/>
        </w:rPr>
        <w:t xml:space="preserve">ze </w:t>
      </w:r>
      <w:r w:rsidR="00DF7393" w:rsidRPr="00A35763">
        <w:rPr>
          <w:rFonts w:ascii="Arial" w:hAnsi="Arial" w:cs="Arial"/>
        </w:rPr>
        <w:t xml:space="preserve">Smlouvy na její porušování opakovaně písemně upozorněn, z toho nejméně jednou s výslovným poukazem na možnost uložení smluvní </w:t>
      </w:r>
      <w:r w:rsidRPr="00A35763">
        <w:rPr>
          <w:rFonts w:ascii="Arial" w:hAnsi="Arial" w:cs="Arial"/>
        </w:rPr>
        <w:t>pokuty podle tohoto ustanovení Rámcové s</w:t>
      </w:r>
      <w:r w:rsidR="00DF7393" w:rsidRPr="00A35763">
        <w:rPr>
          <w:rFonts w:ascii="Arial" w:hAnsi="Arial" w:cs="Arial"/>
        </w:rPr>
        <w:t xml:space="preserve">mlouvy, je Zadavatel oprávněn uplatnit a </w:t>
      </w:r>
      <w:r w:rsidRPr="00A35763">
        <w:rPr>
          <w:rFonts w:ascii="Arial" w:hAnsi="Arial" w:cs="Arial"/>
        </w:rPr>
        <w:t>Prodávající</w:t>
      </w:r>
      <w:r w:rsidR="00DF7393" w:rsidRPr="00A35763">
        <w:rPr>
          <w:rFonts w:ascii="Arial" w:hAnsi="Arial" w:cs="Arial"/>
        </w:rPr>
        <w:t xml:space="preserve"> povinen zaplatit smluvní pokutu ve výši až do 5 % z kupní ceny dle ustanovení čl.</w:t>
      </w:r>
      <w:r w:rsidRPr="00A35763">
        <w:rPr>
          <w:rFonts w:ascii="Arial" w:hAnsi="Arial" w:cs="Arial"/>
        </w:rPr>
        <w:t xml:space="preserve"> </w:t>
      </w:r>
      <w:r w:rsidR="00D251EF">
        <w:rPr>
          <w:rFonts w:ascii="Arial" w:hAnsi="Arial" w:cs="Arial"/>
        </w:rPr>
        <w:t xml:space="preserve">7.1 </w:t>
      </w:r>
      <w:r w:rsidRPr="00A35763">
        <w:rPr>
          <w:rFonts w:ascii="Arial" w:hAnsi="Arial" w:cs="Arial"/>
        </w:rPr>
        <w:t>Rámcové s</w:t>
      </w:r>
      <w:r w:rsidR="00DF7393" w:rsidRPr="00A35763">
        <w:rPr>
          <w:rFonts w:ascii="Arial" w:hAnsi="Arial" w:cs="Arial"/>
        </w:rPr>
        <w:t xml:space="preserve">mlouvy za každý takový případ porušování smluvní povinnosti, přičemž konkrétní výši příslušné smluvní pokuty </w:t>
      </w:r>
      <w:r w:rsidR="00DF7393" w:rsidRPr="00A35763">
        <w:rPr>
          <w:rFonts w:ascii="Arial" w:hAnsi="Arial" w:cs="Arial"/>
        </w:rPr>
        <w:lastRenderedPageBreak/>
        <w:t xml:space="preserve">stanoví </w:t>
      </w:r>
      <w:r w:rsidRPr="00A35763">
        <w:rPr>
          <w:rFonts w:ascii="Arial" w:hAnsi="Arial" w:cs="Arial"/>
        </w:rPr>
        <w:t>Kupující</w:t>
      </w:r>
      <w:r w:rsidR="00DF7393" w:rsidRPr="00A35763">
        <w:rPr>
          <w:rFonts w:ascii="Arial" w:hAnsi="Arial" w:cs="Arial"/>
        </w:rPr>
        <w:t xml:space="preserve"> v písemném upozornění na možnost uložení smluvní pokuty podle závažnosti postihovaného porušení smluvní povinnosti.</w:t>
      </w:r>
    </w:p>
    <w:p w14:paraId="4E3E01EE"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 xml:space="preserve">Smluvní pokuty dle tohoto článku jsou splatné do 15 kalendářních dnů od doručení písemné výzvy </w:t>
      </w:r>
      <w:r w:rsidR="007207FE" w:rsidRPr="00A35763">
        <w:rPr>
          <w:rFonts w:ascii="Arial" w:hAnsi="Arial" w:cs="Arial"/>
        </w:rPr>
        <w:t>Kupujícího Prodávajícímu</w:t>
      </w:r>
      <w:r w:rsidRPr="00A35763">
        <w:rPr>
          <w:rFonts w:ascii="Arial" w:hAnsi="Arial" w:cs="Arial"/>
        </w:rPr>
        <w:t xml:space="preserve">. Zaplacením smluvní pokuty nezaniká příslušný nárok </w:t>
      </w:r>
      <w:r w:rsidR="007207FE" w:rsidRPr="00A35763">
        <w:rPr>
          <w:rFonts w:ascii="Arial" w:hAnsi="Arial" w:cs="Arial"/>
        </w:rPr>
        <w:t>Kupujícího</w:t>
      </w:r>
      <w:r w:rsidRPr="00A35763">
        <w:rPr>
          <w:rFonts w:ascii="Arial" w:hAnsi="Arial" w:cs="Arial"/>
        </w:rPr>
        <w:t xml:space="preserve"> na splnění povinnosti smluvní pokutou zajištěné. Smluvní pokuty se nezapočítávají na nárok na náhradu škody. </w:t>
      </w:r>
      <w:r w:rsidR="007207FE" w:rsidRPr="00A35763">
        <w:rPr>
          <w:rFonts w:ascii="Arial" w:hAnsi="Arial" w:cs="Arial"/>
        </w:rPr>
        <w:t>Kupující</w:t>
      </w:r>
      <w:r w:rsidRPr="00A35763">
        <w:rPr>
          <w:rFonts w:ascii="Arial" w:hAnsi="Arial" w:cs="Arial"/>
        </w:rPr>
        <w:t xml:space="preserve"> je oprávněn jednostranně započíst pohledávku na zaplacení jakékoli smluvní pokuty dle </w:t>
      </w:r>
      <w:r w:rsidR="007207FE" w:rsidRPr="00A35763">
        <w:rPr>
          <w:rFonts w:ascii="Arial" w:hAnsi="Arial" w:cs="Arial"/>
        </w:rPr>
        <w:t>Rámcové s</w:t>
      </w:r>
      <w:r w:rsidRPr="00A35763">
        <w:rPr>
          <w:rFonts w:ascii="Arial" w:hAnsi="Arial" w:cs="Arial"/>
        </w:rPr>
        <w:t xml:space="preserve">mlouvy na jakoukoli pohledávku </w:t>
      </w:r>
      <w:r w:rsidR="007207FE" w:rsidRPr="00A35763">
        <w:rPr>
          <w:rFonts w:ascii="Arial" w:hAnsi="Arial" w:cs="Arial"/>
        </w:rPr>
        <w:t>Prodávajícího</w:t>
      </w:r>
      <w:r w:rsidRPr="00A35763">
        <w:rPr>
          <w:rFonts w:ascii="Arial" w:hAnsi="Arial" w:cs="Arial"/>
        </w:rPr>
        <w:t xml:space="preserve"> vůči </w:t>
      </w:r>
      <w:r w:rsidR="007207FE" w:rsidRPr="00A35763">
        <w:rPr>
          <w:rFonts w:ascii="Arial" w:hAnsi="Arial" w:cs="Arial"/>
        </w:rPr>
        <w:t>Kupujícímu dle této Rámcové s</w:t>
      </w:r>
      <w:r w:rsidRPr="00A35763">
        <w:rPr>
          <w:rFonts w:ascii="Arial" w:hAnsi="Arial" w:cs="Arial"/>
        </w:rPr>
        <w:t>mlouvy.</w:t>
      </w:r>
    </w:p>
    <w:p w14:paraId="3BDCF349" w14:textId="5BBD9107" w:rsidR="007207FE" w:rsidRPr="00A35763" w:rsidRDefault="007207FE"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V případě prodlení Kupujícího se zaplacením f</w:t>
      </w:r>
      <w:r w:rsidR="00D251EF">
        <w:rPr>
          <w:rFonts w:ascii="Arial" w:hAnsi="Arial" w:cs="Arial"/>
        </w:rPr>
        <w:t>aktury vystavené Prodávajícím v </w:t>
      </w:r>
      <w:r w:rsidRPr="00A35763">
        <w:rPr>
          <w:rFonts w:ascii="Arial" w:hAnsi="Arial" w:cs="Arial"/>
        </w:rPr>
        <w:t xml:space="preserve">souladu s článkem </w:t>
      </w:r>
      <w:r w:rsidR="00D251EF">
        <w:rPr>
          <w:rFonts w:ascii="Arial" w:hAnsi="Arial" w:cs="Arial"/>
        </w:rPr>
        <w:t>8.2</w:t>
      </w:r>
      <w:r w:rsidRPr="00A35763">
        <w:rPr>
          <w:rFonts w:ascii="Arial" w:hAnsi="Arial" w:cs="Arial"/>
        </w:rPr>
        <w:t xml:space="preserve"> Rámcové smlouvy</w:t>
      </w:r>
      <w:r w:rsidR="003B408F" w:rsidRPr="00A35763">
        <w:rPr>
          <w:rFonts w:ascii="Arial" w:hAnsi="Arial" w:cs="Arial"/>
        </w:rPr>
        <w:t>,</w:t>
      </w:r>
      <w:r w:rsidRPr="00A35763">
        <w:rPr>
          <w:rFonts w:ascii="Arial" w:hAnsi="Arial" w:cs="Arial"/>
        </w:rPr>
        <w:t xml:space="preserve"> je </w:t>
      </w:r>
      <w:r w:rsidR="00380C8A" w:rsidRPr="00A35763">
        <w:rPr>
          <w:rFonts w:ascii="Arial" w:hAnsi="Arial" w:cs="Arial"/>
        </w:rPr>
        <w:t>Prodávající</w:t>
      </w:r>
      <w:r w:rsidRPr="00A35763">
        <w:rPr>
          <w:rFonts w:ascii="Arial" w:hAnsi="Arial" w:cs="Arial"/>
        </w:rPr>
        <w:t xml:space="preserve"> oprávněn požadovat na </w:t>
      </w:r>
      <w:r w:rsidR="00380C8A" w:rsidRPr="00A35763">
        <w:rPr>
          <w:rFonts w:ascii="Arial" w:hAnsi="Arial" w:cs="Arial"/>
        </w:rPr>
        <w:t>Kupujícím</w:t>
      </w:r>
      <w:r w:rsidRPr="00A35763">
        <w:rPr>
          <w:rFonts w:ascii="Arial" w:hAnsi="Arial" w:cs="Arial"/>
        </w:rPr>
        <w:t xml:space="preserve"> </w:t>
      </w:r>
      <w:r w:rsidR="00733E83" w:rsidRPr="00733E83">
        <w:rPr>
          <w:rFonts w:ascii="Arial" w:hAnsi="Arial" w:cs="Arial"/>
        </w:rPr>
        <w:t>úrok z</w:t>
      </w:r>
      <w:r w:rsidR="00733E83">
        <w:rPr>
          <w:rFonts w:ascii="Arial" w:hAnsi="Arial" w:cs="Arial"/>
        </w:rPr>
        <w:t> </w:t>
      </w:r>
      <w:r w:rsidR="00733E83" w:rsidRPr="00733E83">
        <w:rPr>
          <w:rFonts w:ascii="Arial" w:hAnsi="Arial" w:cs="Arial"/>
        </w:rPr>
        <w:t>prodlení</w:t>
      </w:r>
      <w:r w:rsidR="00733E83">
        <w:rPr>
          <w:rFonts w:ascii="Arial" w:hAnsi="Arial" w:cs="Arial"/>
        </w:rPr>
        <w:t xml:space="preserve"> </w:t>
      </w:r>
      <w:r w:rsidRPr="00A35763">
        <w:rPr>
          <w:rFonts w:ascii="Arial" w:hAnsi="Arial" w:cs="Arial"/>
        </w:rPr>
        <w:t xml:space="preserve">ve výši 0,05% z nezaplacené </w:t>
      </w:r>
      <w:r w:rsidR="00D251EF">
        <w:rPr>
          <w:rFonts w:ascii="Arial" w:hAnsi="Arial" w:cs="Arial"/>
        </w:rPr>
        <w:t>částky, a to za každý i </w:t>
      </w:r>
      <w:r w:rsidRPr="00A35763">
        <w:rPr>
          <w:rFonts w:ascii="Arial" w:hAnsi="Arial" w:cs="Arial"/>
        </w:rPr>
        <w:t>započatý den prodlení.</w:t>
      </w:r>
    </w:p>
    <w:p w14:paraId="266DF99C"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Zaplacení smluvní poku</w:t>
      </w:r>
      <w:r w:rsidR="007207FE" w:rsidRPr="00A35763">
        <w:rPr>
          <w:rFonts w:ascii="Arial" w:hAnsi="Arial" w:cs="Arial"/>
        </w:rPr>
        <w:t>ty nemá vliv na právo S</w:t>
      </w:r>
      <w:r w:rsidRPr="00A35763">
        <w:rPr>
          <w:rFonts w:ascii="Arial" w:hAnsi="Arial" w:cs="Arial"/>
        </w:rPr>
        <w:t xml:space="preserve">mluvních stran domáhat se náhrady škody vzniklé porušením smluvní povinnosti nebo povinnosti vyplývající z obecně závazného právního předpisu. Škoda způsobená </w:t>
      </w:r>
      <w:r w:rsidR="007207FE" w:rsidRPr="00A35763">
        <w:rPr>
          <w:rFonts w:ascii="Arial" w:hAnsi="Arial" w:cs="Arial"/>
        </w:rPr>
        <w:t>Kupujícímu pod</w:t>
      </w:r>
      <w:r w:rsidRPr="00A35763">
        <w:rPr>
          <w:rFonts w:ascii="Arial" w:hAnsi="Arial" w:cs="Arial"/>
        </w:rPr>
        <w:t xml:space="preserve">dodavatelem </w:t>
      </w:r>
      <w:r w:rsidR="007207FE" w:rsidRPr="00A35763">
        <w:rPr>
          <w:rFonts w:ascii="Arial" w:hAnsi="Arial" w:cs="Arial"/>
        </w:rPr>
        <w:t>Prodávajícího</w:t>
      </w:r>
      <w:r w:rsidRPr="00A35763">
        <w:rPr>
          <w:rFonts w:ascii="Arial" w:hAnsi="Arial" w:cs="Arial"/>
        </w:rPr>
        <w:t xml:space="preserve"> se považuje za škodu způsobenou přímo </w:t>
      </w:r>
      <w:r w:rsidR="007207FE" w:rsidRPr="00A35763">
        <w:rPr>
          <w:rFonts w:ascii="Arial" w:hAnsi="Arial" w:cs="Arial"/>
        </w:rPr>
        <w:t>Prodávajícím</w:t>
      </w:r>
      <w:r w:rsidRPr="00A35763">
        <w:rPr>
          <w:rFonts w:ascii="Arial" w:hAnsi="Arial" w:cs="Arial"/>
        </w:rPr>
        <w:t xml:space="preserve">. </w:t>
      </w:r>
    </w:p>
    <w:p w14:paraId="640D9117"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Smluvní strany se zavazují k vyvinutí maximálního</w:t>
      </w:r>
      <w:r w:rsidR="00D251EF">
        <w:rPr>
          <w:rFonts w:ascii="Arial" w:hAnsi="Arial" w:cs="Arial"/>
        </w:rPr>
        <w:t xml:space="preserve"> úsilí k předcházení škodám a </w:t>
      </w:r>
      <w:r w:rsidR="009800EE" w:rsidRPr="00A35763">
        <w:rPr>
          <w:rFonts w:ascii="Arial" w:hAnsi="Arial" w:cs="Arial"/>
        </w:rPr>
        <w:t>k </w:t>
      </w:r>
      <w:r w:rsidRPr="00A35763">
        <w:rPr>
          <w:rFonts w:ascii="Arial" w:hAnsi="Arial" w:cs="Arial"/>
        </w:rPr>
        <w:t>minimalizaci vzniklých škod.</w:t>
      </w:r>
    </w:p>
    <w:p w14:paraId="7783FAC4" w14:textId="77777777" w:rsidR="00365347" w:rsidRPr="00A35763" w:rsidRDefault="007207FE"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Prodávající</w:t>
      </w:r>
      <w:r w:rsidR="00DF7393" w:rsidRPr="00A35763">
        <w:rPr>
          <w:rFonts w:ascii="Arial" w:hAnsi="Arial" w:cs="Arial"/>
        </w:rPr>
        <w:t xml:space="preserve"> se nedostává do prodlení v případě prodlení </w:t>
      </w:r>
      <w:r w:rsidRPr="00A35763">
        <w:rPr>
          <w:rFonts w:ascii="Arial" w:hAnsi="Arial" w:cs="Arial"/>
        </w:rPr>
        <w:t>Kupujícího</w:t>
      </w:r>
      <w:r w:rsidR="00DF7393" w:rsidRPr="00A35763">
        <w:rPr>
          <w:rFonts w:ascii="Arial" w:hAnsi="Arial" w:cs="Arial"/>
        </w:rPr>
        <w:t xml:space="preserve"> s poskytnutím nutné součinnosti </w:t>
      </w:r>
      <w:r w:rsidRPr="00A35763">
        <w:rPr>
          <w:rFonts w:ascii="Arial" w:hAnsi="Arial" w:cs="Arial"/>
        </w:rPr>
        <w:t>Prodávajícímu</w:t>
      </w:r>
      <w:r w:rsidR="00DF7393" w:rsidRPr="00A35763">
        <w:rPr>
          <w:rFonts w:ascii="Arial" w:hAnsi="Arial" w:cs="Arial"/>
        </w:rPr>
        <w:t xml:space="preserve"> (např. prodlení s umožněním přístupu do prostor </w:t>
      </w:r>
      <w:r w:rsidRPr="00A35763">
        <w:rPr>
          <w:rFonts w:ascii="Arial" w:hAnsi="Arial" w:cs="Arial"/>
        </w:rPr>
        <w:t>Kupujícího</w:t>
      </w:r>
      <w:r w:rsidR="00DF7393" w:rsidRPr="00A35763">
        <w:rPr>
          <w:rFonts w:ascii="Arial" w:hAnsi="Arial" w:cs="Arial"/>
        </w:rPr>
        <w:t>).</w:t>
      </w:r>
    </w:p>
    <w:p w14:paraId="1D38221F" w14:textId="77777777" w:rsidR="00365347" w:rsidRPr="00A35763" w:rsidRDefault="00365347" w:rsidP="00965E45">
      <w:pPr>
        <w:spacing w:after="0" w:line="276" w:lineRule="auto"/>
        <w:jc w:val="both"/>
        <w:rPr>
          <w:rFonts w:ascii="Arial" w:hAnsi="Arial" w:cs="Arial"/>
        </w:rPr>
      </w:pPr>
    </w:p>
    <w:p w14:paraId="0D81CEEA" w14:textId="77777777" w:rsidR="009347D5" w:rsidRPr="00A35763" w:rsidRDefault="009347D5"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Odstoupení a předčasné ukončení Smlouvy</w:t>
      </w:r>
      <w:r w:rsidR="00E93655" w:rsidRPr="00A35763">
        <w:rPr>
          <w:rFonts w:ascii="Arial" w:hAnsi="Arial" w:cs="Arial"/>
          <w:b/>
        </w:rPr>
        <w:t xml:space="preserve"> a Rámcové smlouvy</w:t>
      </w:r>
    </w:p>
    <w:p w14:paraId="2142B040" w14:textId="734F148B" w:rsidR="009347D5" w:rsidRPr="009E3849" w:rsidRDefault="00BB1271" w:rsidP="009E3849">
      <w:pPr>
        <w:pStyle w:val="Odstavecseseznamem"/>
        <w:numPr>
          <w:ilvl w:val="1"/>
          <w:numId w:val="19"/>
        </w:numPr>
        <w:spacing w:after="0" w:line="276" w:lineRule="auto"/>
        <w:ind w:left="567" w:hanging="567"/>
        <w:jc w:val="both"/>
        <w:rPr>
          <w:rFonts w:ascii="Arial" w:hAnsi="Arial" w:cs="Arial"/>
        </w:rPr>
      </w:pPr>
      <w:r w:rsidRPr="009E3849">
        <w:rPr>
          <w:rFonts w:ascii="Arial" w:hAnsi="Arial" w:cs="Arial"/>
        </w:rPr>
        <w:t>Smluvní strany jsou oprávněny od Rámcové smlouvy písemně odstoupit. Výpovědní doba činí 6 měsíců</w:t>
      </w:r>
      <w:r w:rsidR="00BA121B">
        <w:rPr>
          <w:rFonts w:ascii="Arial" w:hAnsi="Arial" w:cs="Arial"/>
        </w:rPr>
        <w:t>.</w:t>
      </w:r>
    </w:p>
    <w:p w14:paraId="6B5AF06E"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 xml:space="preserve">Účinky odstoupení od Smlouvy </w:t>
      </w:r>
      <w:r w:rsidR="00B21ADA" w:rsidRPr="00A35763">
        <w:rPr>
          <w:rFonts w:ascii="Arial" w:hAnsi="Arial" w:cs="Arial"/>
        </w:rPr>
        <w:t xml:space="preserve">či Rámcové smlouvy </w:t>
      </w:r>
      <w:r w:rsidRPr="00A35763">
        <w:rPr>
          <w:rFonts w:ascii="Arial" w:hAnsi="Arial" w:cs="Arial"/>
        </w:rPr>
        <w:t>nastanou okamžikem doručení písemného projevu vůle vyjadřující</w:t>
      </w:r>
      <w:r w:rsidR="00B21ADA" w:rsidRPr="00A35763">
        <w:rPr>
          <w:rFonts w:ascii="Arial" w:hAnsi="Arial" w:cs="Arial"/>
        </w:rPr>
        <w:t>ho odstoupení druhé S</w:t>
      </w:r>
      <w:r w:rsidRPr="00A35763">
        <w:rPr>
          <w:rFonts w:ascii="Arial" w:hAnsi="Arial" w:cs="Arial"/>
        </w:rPr>
        <w:t>mluvní straně.</w:t>
      </w:r>
    </w:p>
    <w:p w14:paraId="1AC689B3"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 xml:space="preserve">Do 30 kalendářních dnů od ukončení smluvního vztahu podle Smlouvy jinak než splněním </w:t>
      </w:r>
      <w:r w:rsidR="00B21ADA" w:rsidRPr="00A35763">
        <w:rPr>
          <w:rFonts w:ascii="Arial" w:hAnsi="Arial" w:cs="Arial"/>
        </w:rPr>
        <w:t>Kupující</w:t>
      </w:r>
      <w:r w:rsidRPr="00A35763">
        <w:rPr>
          <w:rFonts w:ascii="Arial" w:hAnsi="Arial" w:cs="Arial"/>
        </w:rPr>
        <w:t xml:space="preserve"> určí a potvrdí:</w:t>
      </w:r>
    </w:p>
    <w:p w14:paraId="4D9D547E" w14:textId="77777777" w:rsidR="009347D5" w:rsidRPr="00A35763" w:rsidRDefault="009347D5" w:rsidP="00AF3D74">
      <w:pPr>
        <w:pStyle w:val="Odstavecseseznamem"/>
        <w:numPr>
          <w:ilvl w:val="0"/>
          <w:numId w:val="22"/>
        </w:numPr>
        <w:spacing w:after="0" w:line="276" w:lineRule="auto"/>
        <w:ind w:left="1276" w:hanging="425"/>
        <w:jc w:val="both"/>
        <w:rPr>
          <w:rFonts w:ascii="Arial" w:hAnsi="Arial" w:cs="Arial"/>
        </w:rPr>
      </w:pPr>
      <w:r w:rsidRPr="00A35763">
        <w:rPr>
          <w:rFonts w:ascii="Arial" w:hAnsi="Arial" w:cs="Arial"/>
        </w:rPr>
        <w:t xml:space="preserve">na jakou finanční částku případně vznikl </w:t>
      </w:r>
      <w:r w:rsidR="00B21ADA" w:rsidRPr="00A35763">
        <w:rPr>
          <w:rFonts w:ascii="Arial" w:hAnsi="Arial" w:cs="Arial"/>
        </w:rPr>
        <w:t>Prodávajícímu</w:t>
      </w:r>
      <w:r w:rsidRPr="00A35763">
        <w:rPr>
          <w:rFonts w:ascii="Arial" w:hAnsi="Arial" w:cs="Arial"/>
        </w:rPr>
        <w:t xml:space="preserve"> nárok ke dni ukončení smluvního vztahu podle Smlouvy;</w:t>
      </w:r>
    </w:p>
    <w:p w14:paraId="27BF5605" w14:textId="77777777" w:rsidR="009347D5" w:rsidRPr="00A35763" w:rsidRDefault="009347D5" w:rsidP="00AF3D74">
      <w:pPr>
        <w:pStyle w:val="Odstavecseseznamem"/>
        <w:numPr>
          <w:ilvl w:val="0"/>
          <w:numId w:val="22"/>
        </w:numPr>
        <w:spacing w:after="0" w:line="276" w:lineRule="auto"/>
        <w:ind w:left="1276" w:hanging="425"/>
        <w:jc w:val="both"/>
        <w:rPr>
          <w:rFonts w:ascii="Arial" w:hAnsi="Arial" w:cs="Arial"/>
        </w:rPr>
      </w:pPr>
      <w:r w:rsidRPr="00A35763">
        <w:rPr>
          <w:rFonts w:ascii="Arial" w:hAnsi="Arial" w:cs="Arial"/>
        </w:rPr>
        <w:t xml:space="preserve">hodnotu nepoužitého nebo částečně použitého materiálu, technického vybavení či </w:t>
      </w:r>
      <w:r w:rsidR="00B21ADA" w:rsidRPr="00A35763">
        <w:rPr>
          <w:rFonts w:ascii="Arial" w:hAnsi="Arial" w:cs="Arial"/>
        </w:rPr>
        <w:t>Věcí</w:t>
      </w:r>
      <w:r w:rsidRPr="00A35763">
        <w:rPr>
          <w:rFonts w:ascii="Arial" w:hAnsi="Arial" w:cs="Arial"/>
        </w:rPr>
        <w:t xml:space="preserve">, které </w:t>
      </w:r>
      <w:r w:rsidR="00B21ADA" w:rsidRPr="00A35763">
        <w:rPr>
          <w:rFonts w:ascii="Arial" w:hAnsi="Arial" w:cs="Arial"/>
        </w:rPr>
        <w:t>Kupující</w:t>
      </w:r>
      <w:r w:rsidRPr="00A35763">
        <w:rPr>
          <w:rFonts w:ascii="Arial" w:hAnsi="Arial" w:cs="Arial"/>
        </w:rPr>
        <w:t xml:space="preserve"> zamýšlí od </w:t>
      </w:r>
      <w:r w:rsidR="00B21ADA" w:rsidRPr="00A35763">
        <w:rPr>
          <w:rFonts w:ascii="Arial" w:hAnsi="Arial" w:cs="Arial"/>
        </w:rPr>
        <w:t>Prodávajícího</w:t>
      </w:r>
      <w:r w:rsidRPr="00A35763">
        <w:rPr>
          <w:rFonts w:ascii="Arial" w:hAnsi="Arial" w:cs="Arial"/>
        </w:rPr>
        <w:t xml:space="preserve"> odkoupit.</w:t>
      </w:r>
    </w:p>
    <w:p w14:paraId="7253B509"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Poté, co nabude účinnosti právní jednání, jímž dojde k ukončení Smlouvy</w:t>
      </w:r>
      <w:r w:rsidR="00B21ADA" w:rsidRPr="00A35763">
        <w:rPr>
          <w:rFonts w:ascii="Arial" w:hAnsi="Arial" w:cs="Arial"/>
        </w:rPr>
        <w:t xml:space="preserve"> či Rámcové smlouvy</w:t>
      </w:r>
      <w:r w:rsidRPr="00A35763">
        <w:rPr>
          <w:rFonts w:ascii="Arial" w:hAnsi="Arial" w:cs="Arial"/>
        </w:rPr>
        <w:t xml:space="preserve">, </w:t>
      </w:r>
      <w:r w:rsidR="006A2C18" w:rsidRPr="00A35763">
        <w:rPr>
          <w:rFonts w:ascii="Arial" w:hAnsi="Arial" w:cs="Arial"/>
        </w:rPr>
        <w:t>Prodávající</w:t>
      </w:r>
      <w:r w:rsidRPr="00A35763">
        <w:rPr>
          <w:rFonts w:ascii="Arial" w:hAnsi="Arial" w:cs="Arial"/>
        </w:rPr>
        <w:t xml:space="preserve"> neprodleně:</w:t>
      </w:r>
    </w:p>
    <w:p w14:paraId="10551574" w14:textId="77777777" w:rsidR="009347D5" w:rsidRPr="00A35763" w:rsidRDefault="009347D5" w:rsidP="00AF3D74">
      <w:pPr>
        <w:pStyle w:val="Odstavecseseznamem"/>
        <w:numPr>
          <w:ilvl w:val="1"/>
          <w:numId w:val="23"/>
        </w:numPr>
        <w:spacing w:after="0" w:line="276" w:lineRule="auto"/>
        <w:ind w:left="1276"/>
        <w:jc w:val="both"/>
        <w:rPr>
          <w:rFonts w:ascii="Arial" w:hAnsi="Arial" w:cs="Arial"/>
        </w:rPr>
      </w:pPr>
      <w:r w:rsidRPr="00A35763">
        <w:rPr>
          <w:rFonts w:ascii="Arial" w:hAnsi="Arial" w:cs="Arial"/>
        </w:rPr>
        <w:t xml:space="preserve">přestane provádět veškeré činnosti související s plněním Smlouvy kromě těch, k nimž dal </w:t>
      </w:r>
      <w:r w:rsidR="00B21ADA" w:rsidRPr="00A35763">
        <w:rPr>
          <w:rFonts w:ascii="Arial" w:hAnsi="Arial" w:cs="Arial"/>
        </w:rPr>
        <w:t>Kupující</w:t>
      </w:r>
      <w:r w:rsidRPr="00A35763">
        <w:rPr>
          <w:rFonts w:ascii="Arial" w:hAnsi="Arial" w:cs="Arial"/>
        </w:rPr>
        <w:t xml:space="preserve"> pokyn; stanovuje se, že náklady na takové činnosti uskutečněné na pokyn </w:t>
      </w:r>
      <w:r w:rsidR="00B21ADA" w:rsidRPr="00A35763">
        <w:rPr>
          <w:rFonts w:ascii="Arial" w:hAnsi="Arial" w:cs="Arial"/>
        </w:rPr>
        <w:t>Kupujícího</w:t>
      </w:r>
      <w:r w:rsidRPr="00A35763">
        <w:rPr>
          <w:rFonts w:ascii="Arial" w:hAnsi="Arial" w:cs="Arial"/>
        </w:rPr>
        <w:t xml:space="preserve"> smluvní strany pones</w:t>
      </w:r>
      <w:r w:rsidR="007E0F94">
        <w:rPr>
          <w:rFonts w:ascii="Arial" w:hAnsi="Arial" w:cs="Arial"/>
          <w:color w:val="000000" w:themeColor="text1"/>
        </w:rPr>
        <w:t>e Kupující</w:t>
      </w:r>
      <w:r w:rsidRPr="00A35763">
        <w:rPr>
          <w:rFonts w:ascii="Arial" w:hAnsi="Arial" w:cs="Arial"/>
        </w:rPr>
        <w:t>;</w:t>
      </w:r>
    </w:p>
    <w:p w14:paraId="2B24CE4C" w14:textId="77777777" w:rsidR="00DF7393" w:rsidRPr="00A35763" w:rsidRDefault="009347D5" w:rsidP="00AF3D74">
      <w:pPr>
        <w:pStyle w:val="Odstavecseseznamem"/>
        <w:numPr>
          <w:ilvl w:val="1"/>
          <w:numId w:val="23"/>
        </w:numPr>
        <w:spacing w:after="0" w:line="276" w:lineRule="auto"/>
        <w:ind w:left="1276"/>
        <w:jc w:val="both"/>
        <w:rPr>
          <w:rFonts w:ascii="Arial" w:hAnsi="Arial" w:cs="Arial"/>
        </w:rPr>
      </w:pPr>
      <w:r w:rsidRPr="00A35763">
        <w:rPr>
          <w:rFonts w:ascii="Arial" w:hAnsi="Arial" w:cs="Arial"/>
        </w:rPr>
        <w:t xml:space="preserve">předá </w:t>
      </w:r>
      <w:r w:rsidR="00B21ADA" w:rsidRPr="00A35763">
        <w:rPr>
          <w:rFonts w:ascii="Arial" w:hAnsi="Arial" w:cs="Arial"/>
        </w:rPr>
        <w:t>Kupujícímu</w:t>
      </w:r>
      <w:r w:rsidRPr="00A35763">
        <w:rPr>
          <w:rFonts w:ascii="Arial" w:hAnsi="Arial" w:cs="Arial"/>
        </w:rPr>
        <w:t xml:space="preserve"> </w:t>
      </w:r>
      <w:r w:rsidR="00B21ADA" w:rsidRPr="00A35763">
        <w:rPr>
          <w:rFonts w:ascii="Arial" w:hAnsi="Arial" w:cs="Arial"/>
        </w:rPr>
        <w:t>příslušnou dokumentaci</w:t>
      </w:r>
      <w:r w:rsidRPr="00A35763">
        <w:rPr>
          <w:rFonts w:ascii="Arial" w:hAnsi="Arial" w:cs="Arial"/>
        </w:rPr>
        <w:t xml:space="preserve"> a dosud dodané </w:t>
      </w:r>
      <w:r w:rsidR="00B21ADA" w:rsidRPr="00A35763">
        <w:rPr>
          <w:rFonts w:ascii="Arial" w:hAnsi="Arial" w:cs="Arial"/>
        </w:rPr>
        <w:t>Věci, nebo jejich</w:t>
      </w:r>
      <w:r w:rsidRPr="00A35763">
        <w:rPr>
          <w:rFonts w:ascii="Arial" w:hAnsi="Arial" w:cs="Arial"/>
        </w:rPr>
        <w:t xml:space="preserve"> část, za něž obdržel nebo má obdržet úhradu příslušné části kupní ceny.</w:t>
      </w:r>
    </w:p>
    <w:p w14:paraId="3E0AF434" w14:textId="77777777" w:rsidR="00DF7393" w:rsidRPr="00A35763" w:rsidRDefault="00DF7393" w:rsidP="00965E45">
      <w:pPr>
        <w:spacing w:after="0" w:line="276" w:lineRule="auto"/>
        <w:jc w:val="both"/>
        <w:rPr>
          <w:rFonts w:ascii="Arial" w:hAnsi="Arial" w:cs="Arial"/>
        </w:rPr>
      </w:pPr>
    </w:p>
    <w:p w14:paraId="45474A61" w14:textId="77777777" w:rsidR="006837CF" w:rsidRPr="00A35763" w:rsidRDefault="006837CF"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Ostatní ustanovení</w:t>
      </w:r>
    </w:p>
    <w:p w14:paraId="4010D04B" w14:textId="77777777" w:rsidR="006837CF" w:rsidRPr="00A35763" w:rsidRDefault="00A31774" w:rsidP="00AF3D74">
      <w:pPr>
        <w:pStyle w:val="Odstavecseseznamem"/>
        <w:numPr>
          <w:ilvl w:val="1"/>
          <w:numId w:val="24"/>
        </w:numPr>
        <w:spacing w:after="0" w:line="276" w:lineRule="auto"/>
        <w:ind w:left="567" w:hanging="567"/>
        <w:jc w:val="both"/>
        <w:rPr>
          <w:rFonts w:ascii="Arial" w:hAnsi="Arial" w:cs="Arial"/>
        </w:rPr>
      </w:pPr>
      <w:r w:rsidRPr="00A35763">
        <w:rPr>
          <w:rFonts w:ascii="Arial" w:hAnsi="Arial" w:cs="Arial"/>
        </w:rPr>
        <w:t xml:space="preserve">Prodávající </w:t>
      </w:r>
      <w:r w:rsidR="006837CF" w:rsidRPr="00A35763">
        <w:rPr>
          <w:rFonts w:ascii="Arial" w:hAnsi="Arial" w:cs="Arial"/>
        </w:rPr>
        <w:t xml:space="preserve">se zavazuje poskytnout </w:t>
      </w:r>
      <w:r w:rsidRPr="00A35763">
        <w:rPr>
          <w:rFonts w:ascii="Arial" w:hAnsi="Arial" w:cs="Arial"/>
        </w:rPr>
        <w:t>Kupujícímu</w:t>
      </w:r>
      <w:r w:rsidR="006837CF" w:rsidRPr="00A35763">
        <w:rPr>
          <w:rFonts w:ascii="Arial" w:hAnsi="Arial" w:cs="Arial"/>
        </w:rPr>
        <w:t xml:space="preserve"> písemně jakékoliv informace související s realizací </w:t>
      </w:r>
      <w:r w:rsidRPr="00A35763">
        <w:rPr>
          <w:rFonts w:ascii="Arial" w:hAnsi="Arial" w:cs="Arial"/>
        </w:rPr>
        <w:t xml:space="preserve">Rámcové smlouvy i </w:t>
      </w:r>
      <w:r w:rsidR="006837CF" w:rsidRPr="00A35763">
        <w:rPr>
          <w:rFonts w:ascii="Arial" w:hAnsi="Arial" w:cs="Arial"/>
        </w:rPr>
        <w:t>Smlouvy, a to v</w:t>
      </w:r>
      <w:r w:rsidR="004F115F" w:rsidRPr="00A35763">
        <w:rPr>
          <w:rFonts w:ascii="Arial" w:hAnsi="Arial" w:cs="Arial"/>
        </w:rPr>
        <w:t xml:space="preserve"> rozsahu a termínu stanoveném v </w:t>
      </w:r>
      <w:r w:rsidR="006837CF" w:rsidRPr="00A35763">
        <w:rPr>
          <w:rFonts w:ascii="Arial" w:hAnsi="Arial" w:cs="Arial"/>
        </w:rPr>
        <w:t xml:space="preserve">písemné žádosti </w:t>
      </w:r>
      <w:r w:rsidRPr="00A35763">
        <w:rPr>
          <w:rFonts w:ascii="Arial" w:hAnsi="Arial" w:cs="Arial"/>
        </w:rPr>
        <w:t>Kupujícího</w:t>
      </w:r>
      <w:r w:rsidR="006837CF" w:rsidRPr="00A35763">
        <w:rPr>
          <w:rFonts w:ascii="Arial" w:hAnsi="Arial" w:cs="Arial"/>
        </w:rPr>
        <w:t>.</w:t>
      </w:r>
    </w:p>
    <w:p w14:paraId="6013A3B6" w14:textId="77777777" w:rsidR="00DF7393" w:rsidRPr="00A35763" w:rsidRDefault="00327BE7" w:rsidP="00AF3D74">
      <w:pPr>
        <w:pStyle w:val="Odstavecseseznamem"/>
        <w:numPr>
          <w:ilvl w:val="1"/>
          <w:numId w:val="24"/>
        </w:numPr>
        <w:spacing w:after="0" w:line="276" w:lineRule="auto"/>
        <w:ind w:left="567" w:hanging="567"/>
        <w:jc w:val="both"/>
        <w:rPr>
          <w:rFonts w:ascii="Arial" w:hAnsi="Arial" w:cs="Arial"/>
        </w:rPr>
      </w:pPr>
      <w:r w:rsidRPr="00A35763">
        <w:rPr>
          <w:rFonts w:ascii="Arial" w:hAnsi="Arial" w:cs="Arial"/>
        </w:rPr>
        <w:t>Prodávající je oprávněn převést svoje práva a povinnosti z této smlouvy na třetí osobu pouze s předchozím písemným souhlasem Kupujícího; § 1879 OZ se nepoužije.</w:t>
      </w:r>
    </w:p>
    <w:p w14:paraId="6C7C6E7B" w14:textId="77777777" w:rsidR="006837CF" w:rsidRPr="00A35763" w:rsidRDefault="006837CF" w:rsidP="00965E45">
      <w:pPr>
        <w:spacing w:after="0" w:line="276" w:lineRule="auto"/>
        <w:jc w:val="both"/>
        <w:rPr>
          <w:rFonts w:ascii="Arial" w:hAnsi="Arial" w:cs="Arial"/>
        </w:rPr>
      </w:pPr>
    </w:p>
    <w:p w14:paraId="7CA75E10" w14:textId="77777777" w:rsidR="006A2C18" w:rsidRPr="00A35763" w:rsidRDefault="006A2C18"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Závěrečná ustanovení</w:t>
      </w:r>
    </w:p>
    <w:p w14:paraId="3BD095E8" w14:textId="77777777" w:rsidR="006A2C18" w:rsidRPr="00A35763" w:rsidRDefault="0028258A"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lastRenderedPageBreak/>
        <w:t>Rámcová smlouva i Smlouva nabývá platnosti dnem podpisu a účinnosti dnem uveřejnění v informačním systému veřejné správy - Registru smluv.</w:t>
      </w:r>
    </w:p>
    <w:p w14:paraId="4C13B621"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Vzhlede</w:t>
      </w:r>
      <w:r w:rsidR="00115216" w:rsidRPr="00A35763">
        <w:rPr>
          <w:rFonts w:ascii="Arial" w:hAnsi="Arial" w:cs="Arial"/>
        </w:rPr>
        <w:t>m k veřejnoprávnímu charakteru Kupujícího Prodávající výslovně prohlašují, že jsou</w:t>
      </w:r>
      <w:r w:rsidRPr="00A35763">
        <w:rPr>
          <w:rFonts w:ascii="Arial" w:hAnsi="Arial" w:cs="Arial"/>
        </w:rPr>
        <w:t xml:space="preserve"> s touto skutečností obeznámen</w:t>
      </w:r>
      <w:r w:rsidR="00115216" w:rsidRPr="00A35763">
        <w:rPr>
          <w:rFonts w:ascii="Arial" w:hAnsi="Arial" w:cs="Arial"/>
        </w:rPr>
        <w:t>i</w:t>
      </w:r>
      <w:r w:rsidRPr="00A35763">
        <w:rPr>
          <w:rFonts w:ascii="Arial" w:hAnsi="Arial" w:cs="Arial"/>
        </w:rPr>
        <w:t xml:space="preserve"> a souhlasí se zveřejněním </w:t>
      </w:r>
      <w:r w:rsidR="00115216" w:rsidRPr="00A35763">
        <w:rPr>
          <w:rFonts w:ascii="Arial" w:hAnsi="Arial" w:cs="Arial"/>
        </w:rPr>
        <w:t>Rámcové smlouvy i Smluv v registru smluv, a dále</w:t>
      </w:r>
      <w:r w:rsidRPr="00A35763">
        <w:rPr>
          <w:rFonts w:ascii="Arial" w:hAnsi="Arial" w:cs="Arial"/>
        </w:rPr>
        <w:t xml:space="preserve"> v rozsahu a za podmínek vyplývajících z příslušných právních předpisů, zejména zákona č. 106/1999 Sb., o svobodném přístupu k informacím, ve znění pozdějších předpisů, a </w:t>
      </w:r>
      <w:proofErr w:type="spellStart"/>
      <w:r w:rsidR="002D4CF0" w:rsidRPr="00A35763">
        <w:rPr>
          <w:rFonts w:ascii="Arial" w:hAnsi="Arial" w:cs="Arial"/>
        </w:rPr>
        <w:t>ZzVZ</w:t>
      </w:r>
      <w:proofErr w:type="spellEnd"/>
      <w:r w:rsidRPr="00A35763">
        <w:rPr>
          <w:rFonts w:ascii="Arial" w:hAnsi="Arial" w:cs="Arial"/>
        </w:rPr>
        <w:t>.</w:t>
      </w:r>
    </w:p>
    <w:p w14:paraId="2B3EE974" w14:textId="77777777" w:rsidR="006A2C18" w:rsidRPr="00A35763" w:rsidRDefault="00B77ADC"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Rámcová smlouva a </w:t>
      </w:r>
      <w:r w:rsidR="006A2C18" w:rsidRPr="00A35763">
        <w:rPr>
          <w:rFonts w:ascii="Arial" w:hAnsi="Arial" w:cs="Arial"/>
        </w:rPr>
        <w:t xml:space="preserve">Smlouva může být měněna pouze formou písemných očíslovaných dodatků podepsaných oprávněnými zástupci </w:t>
      </w:r>
      <w:r w:rsidRPr="00A35763">
        <w:rPr>
          <w:rFonts w:ascii="Arial" w:hAnsi="Arial" w:cs="Arial"/>
        </w:rPr>
        <w:t>Smluvních stran</w:t>
      </w:r>
      <w:r w:rsidR="006A2C18" w:rsidRPr="00A35763">
        <w:rPr>
          <w:rFonts w:ascii="Arial" w:hAnsi="Arial" w:cs="Arial"/>
        </w:rPr>
        <w:t>.</w:t>
      </w:r>
    </w:p>
    <w:p w14:paraId="278EDC56"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Smluvní strany výslovně sjednávají, že e-mail nebo jiná obdobná forma elektronické komunikace se nepovažují za písemný dodatek k</w:t>
      </w:r>
      <w:r w:rsidR="00B77ADC" w:rsidRPr="00A35763">
        <w:rPr>
          <w:rFonts w:ascii="Arial" w:hAnsi="Arial" w:cs="Arial"/>
        </w:rPr>
        <w:t> Rámcové smlouvě či</w:t>
      </w:r>
      <w:r w:rsidRPr="00A35763">
        <w:rPr>
          <w:rFonts w:ascii="Arial" w:hAnsi="Arial" w:cs="Arial"/>
        </w:rPr>
        <w:t xml:space="preserve"> Smlouvě.</w:t>
      </w:r>
    </w:p>
    <w:p w14:paraId="2EA796E0"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Situace neupravené </w:t>
      </w:r>
      <w:r w:rsidR="00B77ADC" w:rsidRPr="00A35763">
        <w:rPr>
          <w:rFonts w:ascii="Arial" w:hAnsi="Arial" w:cs="Arial"/>
        </w:rPr>
        <w:t>Rámcovou smlouvou a</w:t>
      </w:r>
      <w:r w:rsidRPr="00A35763">
        <w:rPr>
          <w:rFonts w:ascii="Arial" w:hAnsi="Arial" w:cs="Arial"/>
        </w:rPr>
        <w:t xml:space="preserve"> Smlouvou se řídí </w:t>
      </w:r>
      <w:r w:rsidR="00B77ADC" w:rsidRPr="00A35763">
        <w:rPr>
          <w:rFonts w:ascii="Arial" w:hAnsi="Arial" w:cs="Arial"/>
        </w:rPr>
        <w:t>OZ</w:t>
      </w:r>
      <w:r w:rsidRPr="00A35763">
        <w:rPr>
          <w:rFonts w:ascii="Arial" w:hAnsi="Arial" w:cs="Arial"/>
        </w:rPr>
        <w:t xml:space="preserve"> a dalšími obecně závaznými právními předpisy České republiky.</w:t>
      </w:r>
    </w:p>
    <w:p w14:paraId="6E53DBB9" w14:textId="77777777" w:rsidR="006837CF"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Vůle smluvních stran je vyjádřena též v dále uvedených dokumentech a podkladech, které tvoří nedílnou součást této Smlouvy:</w:t>
      </w:r>
    </w:p>
    <w:p w14:paraId="22214BEF" w14:textId="77777777" w:rsidR="003A0FA1" w:rsidRPr="00A35763" w:rsidRDefault="003A0FA1" w:rsidP="00AF3D74">
      <w:pPr>
        <w:pStyle w:val="Odstavecseseznamem"/>
        <w:numPr>
          <w:ilvl w:val="1"/>
          <w:numId w:val="26"/>
        </w:numPr>
        <w:spacing w:after="0" w:line="276" w:lineRule="auto"/>
        <w:ind w:left="993"/>
        <w:jc w:val="both"/>
        <w:rPr>
          <w:rFonts w:ascii="Arial" w:hAnsi="Arial" w:cs="Arial"/>
        </w:rPr>
      </w:pPr>
      <w:r w:rsidRPr="00A35763">
        <w:rPr>
          <w:rFonts w:ascii="Arial" w:hAnsi="Arial" w:cs="Arial"/>
        </w:rPr>
        <w:t xml:space="preserve">Příloha č. 1 </w:t>
      </w:r>
      <w:r w:rsidR="00EF3782" w:rsidRPr="00A35763">
        <w:rPr>
          <w:rFonts w:ascii="Arial" w:hAnsi="Arial" w:cs="Arial"/>
        </w:rPr>
        <w:t>Rám</w:t>
      </w:r>
      <w:r w:rsidRPr="00A35763">
        <w:rPr>
          <w:rFonts w:ascii="Arial" w:hAnsi="Arial" w:cs="Arial"/>
        </w:rPr>
        <w:t>cové</w:t>
      </w:r>
      <w:r w:rsidR="00BD05DA" w:rsidRPr="00A35763">
        <w:rPr>
          <w:rFonts w:ascii="Arial" w:hAnsi="Arial" w:cs="Arial"/>
        </w:rPr>
        <w:t xml:space="preserve"> smlouvy:</w:t>
      </w:r>
      <w:r w:rsidR="009A2E82" w:rsidRPr="00A35763">
        <w:rPr>
          <w:rFonts w:ascii="Arial" w:hAnsi="Arial" w:cs="Arial"/>
        </w:rPr>
        <w:t xml:space="preserve"> Technická specifikace ze zadávací dokumentace </w:t>
      </w:r>
    </w:p>
    <w:p w14:paraId="726ACFE3" w14:textId="671DF881" w:rsidR="00BD05DA" w:rsidRPr="00A35763" w:rsidRDefault="009A2E82" w:rsidP="00AF3D74">
      <w:pPr>
        <w:pStyle w:val="Odstavecseseznamem"/>
        <w:numPr>
          <w:ilvl w:val="1"/>
          <w:numId w:val="26"/>
        </w:numPr>
        <w:spacing w:after="0" w:line="276" w:lineRule="auto"/>
        <w:ind w:left="993"/>
        <w:jc w:val="both"/>
        <w:rPr>
          <w:rFonts w:ascii="Arial" w:hAnsi="Arial" w:cs="Arial"/>
        </w:rPr>
      </w:pPr>
      <w:r w:rsidRPr="00A35763">
        <w:rPr>
          <w:rFonts w:ascii="Arial" w:hAnsi="Arial" w:cs="Arial"/>
        </w:rPr>
        <w:t>P</w:t>
      </w:r>
      <w:r w:rsidR="00BD05DA" w:rsidRPr="00A35763">
        <w:rPr>
          <w:rFonts w:ascii="Arial" w:hAnsi="Arial" w:cs="Arial"/>
        </w:rPr>
        <w:t xml:space="preserve">říloha č. 2 Rámcové smlouvy: </w:t>
      </w:r>
      <w:r w:rsidR="009E3849">
        <w:rPr>
          <w:rFonts w:ascii="Arial" w:hAnsi="Arial" w:cs="Arial"/>
        </w:rPr>
        <w:t>položkový</w:t>
      </w:r>
      <w:r w:rsidR="00F1048E" w:rsidRPr="00A35763">
        <w:rPr>
          <w:rFonts w:ascii="Arial" w:hAnsi="Arial" w:cs="Arial"/>
        </w:rPr>
        <w:t xml:space="preserve"> rozpoč</w:t>
      </w:r>
      <w:r w:rsidR="009E3849">
        <w:rPr>
          <w:rFonts w:ascii="Arial" w:hAnsi="Arial" w:cs="Arial"/>
        </w:rPr>
        <w:t>et z nabíd</w:t>
      </w:r>
      <w:r w:rsidR="00F1048E" w:rsidRPr="00A35763">
        <w:rPr>
          <w:rFonts w:ascii="Arial" w:hAnsi="Arial" w:cs="Arial"/>
        </w:rPr>
        <w:t>k</w:t>
      </w:r>
      <w:r w:rsidR="009E3849">
        <w:rPr>
          <w:rFonts w:ascii="Arial" w:hAnsi="Arial" w:cs="Arial"/>
        </w:rPr>
        <w:t>y Prodávajícího</w:t>
      </w:r>
    </w:p>
    <w:p w14:paraId="06B61CEC" w14:textId="0EB1710F" w:rsidR="00016BF5" w:rsidRPr="00A35763" w:rsidRDefault="009A2E82" w:rsidP="00AF3D74">
      <w:pPr>
        <w:pStyle w:val="Odstavecseseznamem"/>
        <w:numPr>
          <w:ilvl w:val="1"/>
          <w:numId w:val="26"/>
        </w:numPr>
        <w:spacing w:after="0" w:line="276" w:lineRule="auto"/>
        <w:ind w:left="993"/>
        <w:jc w:val="both"/>
        <w:rPr>
          <w:rFonts w:ascii="Arial" w:hAnsi="Arial" w:cs="Arial"/>
        </w:rPr>
      </w:pPr>
      <w:r w:rsidRPr="00A35763">
        <w:rPr>
          <w:rFonts w:ascii="Arial" w:hAnsi="Arial" w:cs="Arial"/>
        </w:rPr>
        <w:t>P</w:t>
      </w:r>
      <w:r w:rsidR="00016BF5" w:rsidRPr="00A35763">
        <w:rPr>
          <w:rFonts w:ascii="Arial" w:hAnsi="Arial" w:cs="Arial"/>
        </w:rPr>
        <w:t>říloha č. 3 Rámcové smlouvy: seznam</w:t>
      </w:r>
      <w:r w:rsidR="00507BAB" w:rsidRPr="00A35763">
        <w:rPr>
          <w:rFonts w:ascii="Arial" w:hAnsi="Arial" w:cs="Arial"/>
        </w:rPr>
        <w:t>y</w:t>
      </w:r>
      <w:r w:rsidR="00016BF5" w:rsidRPr="00A35763">
        <w:rPr>
          <w:rFonts w:ascii="Arial" w:hAnsi="Arial" w:cs="Arial"/>
        </w:rPr>
        <w:t xml:space="preserve"> poddodavatelů, jejichž pomocí Prodávající prokázal</w:t>
      </w:r>
      <w:r w:rsidR="009E3849">
        <w:rPr>
          <w:rFonts w:ascii="Arial" w:hAnsi="Arial" w:cs="Arial"/>
        </w:rPr>
        <w:t xml:space="preserve"> v nabídce</w:t>
      </w:r>
      <w:r w:rsidR="00016BF5" w:rsidRPr="00A35763">
        <w:rPr>
          <w:rFonts w:ascii="Arial" w:hAnsi="Arial" w:cs="Arial"/>
        </w:rPr>
        <w:t xml:space="preserve"> část kvalifikačních předpokladů</w:t>
      </w:r>
      <w:r w:rsidRPr="00A35763">
        <w:rPr>
          <w:rFonts w:ascii="Arial" w:hAnsi="Arial" w:cs="Arial"/>
        </w:rPr>
        <w:t xml:space="preserve"> </w:t>
      </w:r>
      <w:r w:rsidR="00337123">
        <w:rPr>
          <w:rFonts w:ascii="Arial" w:hAnsi="Arial" w:cs="Arial"/>
        </w:rPr>
        <w:t>(je-li relevantní)</w:t>
      </w:r>
    </w:p>
    <w:p w14:paraId="396895E9" w14:textId="1DBFC9E3" w:rsidR="00FF7EC4" w:rsidRPr="00A35763" w:rsidRDefault="00790736" w:rsidP="00AF3D74">
      <w:pPr>
        <w:pStyle w:val="Odstavecseseznamem"/>
        <w:numPr>
          <w:ilvl w:val="1"/>
          <w:numId w:val="26"/>
        </w:numPr>
        <w:spacing w:after="0" w:line="276" w:lineRule="auto"/>
        <w:ind w:left="993"/>
        <w:jc w:val="both"/>
        <w:rPr>
          <w:rFonts w:ascii="Arial" w:hAnsi="Arial" w:cs="Arial"/>
        </w:rPr>
      </w:pPr>
      <w:r>
        <w:rPr>
          <w:rFonts w:ascii="Arial" w:hAnsi="Arial"/>
        </w:rPr>
        <w:t>Příloha č. 4</w:t>
      </w:r>
      <w:r w:rsidR="00FF7EC4">
        <w:rPr>
          <w:rFonts w:ascii="Arial" w:hAnsi="Arial"/>
        </w:rPr>
        <w:t xml:space="preserve"> – seznam zadavatelů (příspěvkových organizací), kterých se týká centralizované zadávání</w:t>
      </w:r>
    </w:p>
    <w:p w14:paraId="7C4BE555"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Jestliže se některé ustanovení </w:t>
      </w:r>
      <w:r w:rsidR="001E25AD" w:rsidRPr="00A35763">
        <w:rPr>
          <w:rFonts w:ascii="Arial" w:hAnsi="Arial" w:cs="Arial"/>
        </w:rPr>
        <w:t>Rámcové smlouvy či</w:t>
      </w:r>
      <w:r w:rsidRPr="00A35763">
        <w:rPr>
          <w:rFonts w:ascii="Arial" w:hAnsi="Arial" w:cs="Arial"/>
        </w:rPr>
        <w:t xml:space="preserve"> Smlouvy, nebo jeho část ukáže jako zdánlivé, neplatné, neúčinné nebo nevymahatelné, nebude tím dotčena platnost ani účinnost </w:t>
      </w:r>
      <w:r w:rsidR="001E25AD" w:rsidRPr="00A35763">
        <w:rPr>
          <w:rFonts w:ascii="Arial" w:hAnsi="Arial" w:cs="Arial"/>
        </w:rPr>
        <w:t xml:space="preserve">Rámcové smlouvy či </w:t>
      </w:r>
      <w:r w:rsidRPr="00A35763">
        <w:rPr>
          <w:rFonts w:ascii="Arial" w:hAnsi="Arial" w:cs="Arial"/>
        </w:rPr>
        <w:t>Smlouvy jako celku ani jejích zbývajících ustanovení, nebo jejich částí. V takovém případě</w:t>
      </w:r>
      <w:r w:rsidR="001E25AD" w:rsidRPr="00A35763">
        <w:rPr>
          <w:rFonts w:ascii="Arial" w:hAnsi="Arial" w:cs="Arial"/>
        </w:rPr>
        <w:t xml:space="preserve"> S</w:t>
      </w:r>
      <w:r w:rsidRPr="00A35763">
        <w:rPr>
          <w:rFonts w:ascii="Arial" w:hAnsi="Arial" w:cs="Arial"/>
        </w:rPr>
        <w:t xml:space="preserve">mluvní strany změní nebo přizpůsobí takové zdánlivé, neplatné, neúčinné nebo nevymahatelné ustanovení písemnou formou tak, aby bylo dosaženo úpravy, která odpovídá účelu a úmyslu stran v době uzavření </w:t>
      </w:r>
      <w:r w:rsidR="001E25AD" w:rsidRPr="00A35763">
        <w:rPr>
          <w:rFonts w:ascii="Arial" w:hAnsi="Arial" w:cs="Arial"/>
        </w:rPr>
        <w:t>Rámcové smlouvy a</w:t>
      </w:r>
      <w:r w:rsidRPr="00A35763">
        <w:rPr>
          <w:rFonts w:ascii="Arial" w:hAnsi="Arial" w:cs="Arial"/>
        </w:rPr>
        <w:t xml:space="preserve"> Smlouvy, která je hospodářsky nejbližší zdánlivému, neplatnému, neúčinnému nebo nevymahatelnému ustanovení, popřípadě podniknou jakékoliv další právní kroky vedoucí k realizaci původního účelu takového ustanovení.</w:t>
      </w:r>
    </w:p>
    <w:p w14:paraId="06A9D7FB"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Smluvní strany výslovně vylučují použití ustanovení § 582 odst. 2 občanského zákoníku.</w:t>
      </w:r>
    </w:p>
    <w:p w14:paraId="3CCF7374"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Smluvní strany prohlašují, že </w:t>
      </w:r>
      <w:r w:rsidR="001E25AD" w:rsidRPr="00A35763">
        <w:rPr>
          <w:rFonts w:ascii="Arial" w:hAnsi="Arial" w:cs="Arial"/>
        </w:rPr>
        <w:t>Rámcová smlouva</w:t>
      </w:r>
      <w:r w:rsidRPr="00A35763">
        <w:rPr>
          <w:rFonts w:ascii="Arial" w:hAnsi="Arial" w:cs="Arial"/>
        </w:rPr>
        <w:t xml:space="preserve"> byl</w:t>
      </w:r>
      <w:r w:rsidR="00F9263E">
        <w:rPr>
          <w:rFonts w:ascii="Arial" w:hAnsi="Arial" w:cs="Arial"/>
        </w:rPr>
        <w:t>a uzavřena podle jejich pravé a </w:t>
      </w:r>
      <w:r w:rsidRPr="00A35763">
        <w:rPr>
          <w:rFonts w:ascii="Arial" w:hAnsi="Arial" w:cs="Arial"/>
        </w:rPr>
        <w:t>svobodné vůle, vážně a srozumitelně, nikoli v tísni a za nápadně nevýhodných podmínek, a že souhlasí s jejím obsahem, což stvrzují svými podpisy.</w:t>
      </w:r>
    </w:p>
    <w:p w14:paraId="0CF690EC" w14:textId="77777777" w:rsidR="003A0FA1" w:rsidRPr="00A35763" w:rsidRDefault="003A0FA1" w:rsidP="00965E45">
      <w:pPr>
        <w:spacing w:after="0" w:line="276" w:lineRule="auto"/>
        <w:jc w:val="both"/>
        <w:rPr>
          <w:rFonts w:ascii="Arial" w:hAnsi="Arial" w:cs="Arial"/>
        </w:rPr>
      </w:pPr>
    </w:p>
    <w:p w14:paraId="6A22549F" w14:textId="5C40D094" w:rsidR="00894182" w:rsidRPr="00A35763" w:rsidRDefault="003A0FA1" w:rsidP="00965E45">
      <w:pPr>
        <w:spacing w:after="0" w:line="276" w:lineRule="auto"/>
        <w:jc w:val="both"/>
        <w:rPr>
          <w:rFonts w:ascii="Arial" w:hAnsi="Arial" w:cs="Arial"/>
        </w:rPr>
      </w:pPr>
      <w:r w:rsidRPr="00A35763">
        <w:rPr>
          <w:rFonts w:ascii="Arial" w:hAnsi="Arial" w:cs="Arial"/>
        </w:rPr>
        <w:t xml:space="preserve">V </w:t>
      </w:r>
      <w:r w:rsidR="00894182" w:rsidRPr="00A35763">
        <w:rPr>
          <w:rFonts w:ascii="Arial" w:hAnsi="Arial" w:cs="Arial"/>
        </w:rPr>
        <w:t>Jihlavě</w:t>
      </w:r>
    </w:p>
    <w:p w14:paraId="7EDCA2B5" w14:textId="633548F9" w:rsidR="00C40CE2" w:rsidRDefault="00C40CE2" w:rsidP="00965E45">
      <w:pPr>
        <w:spacing w:after="0" w:line="276" w:lineRule="auto"/>
        <w:jc w:val="both"/>
        <w:rPr>
          <w:rFonts w:ascii="Arial" w:hAnsi="Arial" w:cs="Arial"/>
        </w:rPr>
      </w:pPr>
    </w:p>
    <w:p w14:paraId="0E3D5A3E" w14:textId="77777777" w:rsidR="00C40CE2" w:rsidRPr="00A35763" w:rsidRDefault="00C40CE2" w:rsidP="00965E45">
      <w:pPr>
        <w:spacing w:after="0" w:line="276" w:lineRule="auto"/>
        <w:jc w:val="both"/>
        <w:rPr>
          <w:rFonts w:ascii="Arial" w:hAnsi="Arial" w:cs="Arial"/>
        </w:rPr>
      </w:pPr>
    </w:p>
    <w:p w14:paraId="4238AF97" w14:textId="77777777" w:rsidR="00894182" w:rsidRPr="00A35763" w:rsidRDefault="00894182" w:rsidP="00965E45">
      <w:pPr>
        <w:spacing w:after="0" w:line="276" w:lineRule="auto"/>
        <w:jc w:val="both"/>
        <w:rPr>
          <w:rFonts w:ascii="Arial" w:hAnsi="Arial" w:cs="Arial"/>
        </w:rPr>
      </w:pPr>
    </w:p>
    <w:p w14:paraId="242BB3B8" w14:textId="77777777" w:rsidR="00575DAB" w:rsidRPr="00A35763" w:rsidRDefault="001E25AD" w:rsidP="00965E45">
      <w:pPr>
        <w:spacing w:after="0" w:line="276" w:lineRule="auto"/>
        <w:jc w:val="both"/>
        <w:rPr>
          <w:rFonts w:ascii="Arial" w:hAnsi="Arial" w:cs="Arial"/>
        </w:rPr>
      </w:pPr>
      <w:r w:rsidRPr="00A35763">
        <w:rPr>
          <w:rFonts w:ascii="Arial" w:hAnsi="Arial" w:cs="Arial"/>
        </w:rPr>
        <w:t>Kraj Vysočina</w:t>
      </w:r>
      <w:r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p>
    <w:p w14:paraId="3B9A4C92" w14:textId="77777777" w:rsidR="001E25AD" w:rsidRPr="00A35763" w:rsidRDefault="00123FAE" w:rsidP="00965E45">
      <w:pPr>
        <w:spacing w:after="0" w:line="276" w:lineRule="auto"/>
        <w:jc w:val="both"/>
        <w:rPr>
          <w:rFonts w:ascii="Arial" w:hAnsi="Arial" w:cs="Arial"/>
        </w:rPr>
      </w:pPr>
      <w:r w:rsidRPr="00A35763">
        <w:rPr>
          <w:rStyle w:val="FontStyle19"/>
          <w:b w:val="0"/>
          <w:bCs/>
          <w:sz w:val="22"/>
        </w:rPr>
        <w:t>MUDr. Jiří Běhounek</w:t>
      </w:r>
      <w:r w:rsidR="001E25AD" w:rsidRPr="00A35763">
        <w:rPr>
          <w:rFonts w:ascii="Arial" w:hAnsi="Arial" w:cs="Arial"/>
        </w:rPr>
        <w:tab/>
      </w:r>
      <w:r w:rsidR="001E25AD" w:rsidRPr="00A35763">
        <w:rPr>
          <w:rFonts w:ascii="Arial" w:hAnsi="Arial" w:cs="Arial"/>
        </w:rPr>
        <w:tab/>
      </w:r>
      <w:r w:rsidR="001E25AD" w:rsidRPr="00A35763">
        <w:rPr>
          <w:rFonts w:ascii="Arial" w:hAnsi="Arial" w:cs="Arial"/>
        </w:rPr>
        <w:tab/>
      </w:r>
      <w:r w:rsidR="001E25AD" w:rsidRPr="00A35763">
        <w:rPr>
          <w:rFonts w:ascii="Arial" w:hAnsi="Arial" w:cs="Arial"/>
        </w:rPr>
        <w:tab/>
      </w:r>
      <w:r w:rsidR="001E25AD" w:rsidRPr="00A35763">
        <w:rPr>
          <w:rFonts w:ascii="Arial" w:hAnsi="Arial" w:cs="Arial"/>
        </w:rPr>
        <w:tab/>
      </w:r>
      <w:r w:rsidR="001E25AD" w:rsidRPr="00A35763">
        <w:rPr>
          <w:rFonts w:ascii="Arial" w:hAnsi="Arial" w:cs="Arial"/>
        </w:rPr>
        <w:tab/>
      </w:r>
      <w:r w:rsidR="001E25AD" w:rsidRPr="00A35763">
        <w:rPr>
          <w:rFonts w:ascii="Arial" w:hAnsi="Arial" w:cs="Arial"/>
        </w:rPr>
        <w:tab/>
      </w:r>
    </w:p>
    <w:p w14:paraId="297855C2" w14:textId="0DD954EC" w:rsidR="001E25AD" w:rsidRPr="00A35763" w:rsidRDefault="001E25AD" w:rsidP="00965E45">
      <w:pPr>
        <w:spacing w:after="0" w:line="276" w:lineRule="auto"/>
        <w:jc w:val="both"/>
        <w:rPr>
          <w:rFonts w:ascii="Arial" w:hAnsi="Arial" w:cs="Arial"/>
        </w:rPr>
      </w:pPr>
      <w:r w:rsidRPr="00A35763">
        <w:rPr>
          <w:rFonts w:ascii="Arial" w:hAnsi="Arial" w:cs="Arial"/>
        </w:rPr>
        <w:t>hejtman</w:t>
      </w:r>
      <w:r w:rsidR="009E3849">
        <w:rPr>
          <w:rFonts w:ascii="Arial" w:hAnsi="Arial" w:cs="Arial"/>
        </w:rPr>
        <w:t xml:space="preserve"> (podepsáno elektronicky)</w:t>
      </w:r>
    </w:p>
    <w:p w14:paraId="67BB24ED" w14:textId="77777777" w:rsidR="001E25AD" w:rsidRPr="00A35763" w:rsidRDefault="001E25AD" w:rsidP="00965E45">
      <w:pPr>
        <w:spacing w:after="0" w:line="276" w:lineRule="auto"/>
        <w:jc w:val="both"/>
        <w:rPr>
          <w:rFonts w:ascii="Arial" w:hAnsi="Arial" w:cs="Arial"/>
        </w:rPr>
      </w:pPr>
    </w:p>
    <w:p w14:paraId="11849395" w14:textId="761C812E" w:rsidR="001E25AD" w:rsidRPr="00A35763" w:rsidRDefault="001E25AD" w:rsidP="001E25AD">
      <w:pPr>
        <w:spacing w:after="0" w:line="276" w:lineRule="auto"/>
        <w:jc w:val="both"/>
        <w:rPr>
          <w:rFonts w:ascii="Arial" w:hAnsi="Arial" w:cs="Arial"/>
        </w:rPr>
      </w:pPr>
      <w:r w:rsidRPr="00A35763">
        <w:rPr>
          <w:rFonts w:ascii="Arial" w:hAnsi="Arial" w:cs="Arial"/>
        </w:rPr>
        <w:t xml:space="preserve">V </w:t>
      </w:r>
      <w:sdt>
        <w:sdtPr>
          <w:rPr>
            <w:rStyle w:val="FontStyle19"/>
            <w:bCs/>
            <w:sz w:val="22"/>
          </w:rPr>
          <w:id w:val="-1421026732"/>
          <w:placeholder>
            <w:docPart w:val="3AE5828941A24F4BBB103125AFE7B46C"/>
          </w:placeholder>
          <w:text/>
        </w:sdtPr>
        <w:sdtEndPr>
          <w:rPr>
            <w:rStyle w:val="FontStyle19"/>
          </w:rPr>
        </w:sdtEndPr>
        <w:sdtContent>
          <w:r w:rsidRPr="00A35763">
            <w:rPr>
              <w:rStyle w:val="FontStyle19"/>
              <w:bCs/>
              <w:sz w:val="22"/>
            </w:rPr>
            <w:t>[_____]</w:t>
          </w:r>
        </w:sdtContent>
      </w:sdt>
    </w:p>
    <w:p w14:paraId="186FA055" w14:textId="5740E41A" w:rsidR="00C42A4A" w:rsidRDefault="00C42A4A" w:rsidP="00965E45">
      <w:pPr>
        <w:spacing w:after="0" w:line="276" w:lineRule="auto"/>
        <w:jc w:val="both"/>
        <w:rPr>
          <w:rFonts w:ascii="Arial" w:hAnsi="Arial" w:cs="Arial"/>
        </w:rPr>
      </w:pPr>
    </w:p>
    <w:p w14:paraId="6F7B9C6C" w14:textId="77777777" w:rsidR="00C40CE2" w:rsidRPr="00A35763" w:rsidRDefault="00C40CE2" w:rsidP="00965E45">
      <w:pPr>
        <w:spacing w:after="0" w:line="276" w:lineRule="auto"/>
        <w:jc w:val="both"/>
        <w:rPr>
          <w:rFonts w:ascii="Arial" w:hAnsi="Arial" w:cs="Arial"/>
        </w:rPr>
      </w:pPr>
    </w:p>
    <w:p w14:paraId="3E51D222" w14:textId="77777777" w:rsidR="00ED7734" w:rsidRDefault="00ED7734" w:rsidP="00965E45">
      <w:pPr>
        <w:spacing w:after="0" w:line="276" w:lineRule="auto"/>
        <w:jc w:val="both"/>
        <w:rPr>
          <w:rFonts w:ascii="Arial" w:hAnsi="Arial" w:cs="Arial"/>
        </w:rPr>
      </w:pPr>
    </w:p>
    <w:p w14:paraId="3DB097ED" w14:textId="73E5B078" w:rsidR="00A50567" w:rsidRPr="00A35763" w:rsidRDefault="00282C25" w:rsidP="00965E45">
      <w:pPr>
        <w:spacing w:after="0" w:line="276" w:lineRule="auto"/>
        <w:jc w:val="both"/>
        <w:rPr>
          <w:rFonts w:ascii="Arial" w:hAnsi="Arial" w:cs="Arial"/>
        </w:rPr>
      </w:pPr>
      <w:sdt>
        <w:sdtPr>
          <w:rPr>
            <w:rStyle w:val="FontStyle19"/>
            <w:bCs/>
            <w:sz w:val="22"/>
          </w:rPr>
          <w:id w:val="482673513"/>
          <w:placeholder>
            <w:docPart w:val="EE3ABEAB621E4E7392754DFAE88BD066"/>
          </w:placeholder>
          <w:text/>
        </w:sdtPr>
        <w:sdtEndPr>
          <w:rPr>
            <w:rStyle w:val="FontStyle19"/>
          </w:rPr>
        </w:sdtEndPr>
        <w:sdtContent>
          <w:r w:rsidR="001E25AD" w:rsidRPr="00A35763">
            <w:rPr>
              <w:rStyle w:val="FontStyle19"/>
              <w:bCs/>
              <w:sz w:val="22"/>
            </w:rPr>
            <w:t>[_____]</w:t>
          </w:r>
        </w:sdtContent>
      </w:sdt>
      <w:r w:rsidR="001E25AD" w:rsidRPr="00A35763">
        <w:rPr>
          <w:rFonts w:ascii="Arial" w:hAnsi="Arial" w:cs="Arial"/>
        </w:rPr>
        <w:t xml:space="preserve"> </w:t>
      </w:r>
      <w:r w:rsidR="009E3849">
        <w:rPr>
          <w:rFonts w:ascii="Arial" w:hAnsi="Arial" w:cs="Arial"/>
        </w:rPr>
        <w:t>(podepsáno elektronicky)</w:t>
      </w:r>
    </w:p>
    <w:sectPr w:rsidR="00A50567" w:rsidRPr="00A35763" w:rsidSect="00B32978">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3729B9" w14:textId="77777777" w:rsidR="00282C25" w:rsidRDefault="00282C25" w:rsidP="00FE02B0">
      <w:pPr>
        <w:spacing w:after="0" w:line="240" w:lineRule="auto"/>
      </w:pPr>
      <w:r>
        <w:separator/>
      </w:r>
    </w:p>
  </w:endnote>
  <w:endnote w:type="continuationSeparator" w:id="0">
    <w:p w14:paraId="03409563" w14:textId="77777777" w:rsidR="00282C25" w:rsidRDefault="00282C25" w:rsidP="00FE02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5628346"/>
      <w:docPartObj>
        <w:docPartGallery w:val="Page Numbers (Bottom of Page)"/>
        <w:docPartUnique/>
      </w:docPartObj>
    </w:sdtPr>
    <w:sdtEndPr/>
    <w:sdtContent>
      <w:p w14:paraId="2CDC8B9C" w14:textId="147EA40C" w:rsidR="001D61C1" w:rsidRDefault="001D61C1">
        <w:pPr>
          <w:pStyle w:val="Zpat"/>
          <w:jc w:val="center"/>
        </w:pPr>
        <w:r w:rsidRPr="00FE02B0">
          <w:rPr>
            <w:rFonts w:ascii="Arial" w:hAnsi="Arial" w:cs="Arial"/>
          </w:rPr>
          <w:fldChar w:fldCharType="begin"/>
        </w:r>
        <w:r w:rsidRPr="00FE02B0">
          <w:rPr>
            <w:rFonts w:ascii="Arial" w:hAnsi="Arial" w:cs="Arial"/>
          </w:rPr>
          <w:instrText>PAGE   \* MERGEFORMAT</w:instrText>
        </w:r>
        <w:r w:rsidRPr="00FE02B0">
          <w:rPr>
            <w:rFonts w:ascii="Arial" w:hAnsi="Arial" w:cs="Arial"/>
          </w:rPr>
          <w:fldChar w:fldCharType="separate"/>
        </w:r>
        <w:r w:rsidR="009E108B">
          <w:rPr>
            <w:rFonts w:ascii="Arial" w:hAnsi="Arial" w:cs="Arial"/>
            <w:noProof/>
          </w:rPr>
          <w:t>9</w:t>
        </w:r>
        <w:r w:rsidRPr="00FE02B0">
          <w:rPr>
            <w:rFonts w:ascii="Arial" w:hAnsi="Arial" w:cs="Arial"/>
          </w:rPr>
          <w:fldChar w:fldCharType="end"/>
        </w:r>
      </w:p>
    </w:sdtContent>
  </w:sdt>
  <w:p w14:paraId="23E4BAC9" w14:textId="77777777" w:rsidR="001D61C1" w:rsidRDefault="001D61C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6618787"/>
      <w:docPartObj>
        <w:docPartGallery w:val="Page Numbers (Bottom of Page)"/>
        <w:docPartUnique/>
      </w:docPartObj>
    </w:sdtPr>
    <w:sdtEndPr>
      <w:rPr>
        <w:rFonts w:ascii="Arial" w:hAnsi="Arial" w:cs="Arial"/>
      </w:rPr>
    </w:sdtEndPr>
    <w:sdtContent>
      <w:p w14:paraId="2A6F2598" w14:textId="791E07D4" w:rsidR="00B32978" w:rsidRPr="00B32978" w:rsidRDefault="00B32978">
        <w:pPr>
          <w:pStyle w:val="Zpat"/>
          <w:jc w:val="center"/>
          <w:rPr>
            <w:rFonts w:ascii="Arial" w:hAnsi="Arial" w:cs="Arial"/>
          </w:rPr>
        </w:pPr>
        <w:r w:rsidRPr="00B32978">
          <w:rPr>
            <w:rFonts w:ascii="Arial" w:hAnsi="Arial" w:cs="Arial"/>
          </w:rPr>
          <w:fldChar w:fldCharType="begin"/>
        </w:r>
        <w:r w:rsidRPr="00B32978">
          <w:rPr>
            <w:rFonts w:ascii="Arial" w:hAnsi="Arial" w:cs="Arial"/>
          </w:rPr>
          <w:instrText>PAGE   \* MERGEFORMAT</w:instrText>
        </w:r>
        <w:r w:rsidRPr="00B32978">
          <w:rPr>
            <w:rFonts w:ascii="Arial" w:hAnsi="Arial" w:cs="Arial"/>
          </w:rPr>
          <w:fldChar w:fldCharType="separate"/>
        </w:r>
        <w:r w:rsidR="009E108B">
          <w:rPr>
            <w:rFonts w:ascii="Arial" w:hAnsi="Arial" w:cs="Arial"/>
            <w:noProof/>
          </w:rPr>
          <w:t>1</w:t>
        </w:r>
        <w:r w:rsidRPr="00B32978">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2B0D47" w14:textId="77777777" w:rsidR="00282C25" w:rsidRDefault="00282C25" w:rsidP="00FE02B0">
      <w:pPr>
        <w:spacing w:after="0" w:line="240" w:lineRule="auto"/>
      </w:pPr>
      <w:r>
        <w:separator/>
      </w:r>
    </w:p>
  </w:footnote>
  <w:footnote w:type="continuationSeparator" w:id="0">
    <w:p w14:paraId="05769878" w14:textId="77777777" w:rsidR="00282C25" w:rsidRDefault="00282C25" w:rsidP="00FE02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9F3DF" w14:textId="77777777" w:rsidR="00B32978" w:rsidRDefault="00B32978" w:rsidP="00B32978">
    <w:pPr>
      <w:pStyle w:val="Zhlav"/>
    </w:pPr>
  </w:p>
  <w:p w14:paraId="7D9D869A" w14:textId="77777777" w:rsidR="00B32978" w:rsidRDefault="00B32978" w:rsidP="00B32978">
    <w:pPr>
      <w:pStyle w:val="Zhlav"/>
    </w:pPr>
  </w:p>
  <w:p w14:paraId="1F41C4EC" w14:textId="77777777" w:rsidR="00B32978" w:rsidRDefault="00B32978" w:rsidP="00B32978">
    <w:pPr>
      <w:pStyle w:val="Zhlav"/>
    </w:pPr>
  </w:p>
  <w:p w14:paraId="392C58B1" w14:textId="55DB6DF7" w:rsidR="00B32978" w:rsidRPr="003807EE" w:rsidRDefault="00B32978" w:rsidP="00B32978">
    <w:pPr>
      <w:pStyle w:val="Zhlav"/>
      <w:rPr>
        <w:rFonts w:ascii="Arial" w:hAnsi="Arial" w:cs="Arial"/>
      </w:rPr>
    </w:pPr>
    <w:r w:rsidRPr="003807EE">
      <w:rPr>
        <w:rFonts w:ascii="Arial" w:hAnsi="Arial" w:cs="Arial"/>
      </w:rPr>
      <w:t xml:space="preserve">Veřejná zakázka: </w:t>
    </w:r>
    <w:r w:rsidRPr="00ED367A">
      <w:rPr>
        <w:rFonts w:ascii="Arial" w:eastAsia="Times New Roman" w:hAnsi="Arial" w:cs="Arial"/>
      </w:rPr>
      <w:t>Rámcové smlouvy na dodávky ICT komponent</w:t>
    </w:r>
    <w:r w:rsidR="00A65ABF">
      <w:rPr>
        <w:rFonts w:ascii="Arial" w:eastAsia="Times New Roman" w:hAnsi="Arial" w:cs="Arial"/>
      </w:rPr>
      <w:t xml:space="preserve"> 2020</w:t>
    </w:r>
  </w:p>
  <w:p w14:paraId="755358A9" w14:textId="56CA6C9E" w:rsidR="00B32978" w:rsidRDefault="00B32978" w:rsidP="00B32978">
    <w:pPr>
      <w:pStyle w:val="Zhlav"/>
      <w:rPr>
        <w:rFonts w:ascii="Arial" w:hAnsi="Arial" w:cs="Arial"/>
      </w:rPr>
    </w:pPr>
    <w:r w:rsidRPr="003807EE">
      <w:rPr>
        <w:rFonts w:ascii="Arial" w:hAnsi="Arial" w:cs="Arial"/>
      </w:rPr>
      <w:t xml:space="preserve">Příloha č. </w:t>
    </w:r>
    <w:r w:rsidR="0004189B">
      <w:rPr>
        <w:rFonts w:ascii="Arial" w:hAnsi="Arial" w:cs="Arial"/>
      </w:rPr>
      <w:t>4</w:t>
    </w:r>
    <w:r w:rsidRPr="003807EE">
      <w:rPr>
        <w:rFonts w:ascii="Arial" w:hAnsi="Arial" w:cs="Arial"/>
      </w:rPr>
      <w:t xml:space="preserve"> zadávací dokumentace</w:t>
    </w:r>
    <w:r>
      <w:rPr>
        <w:rFonts w:ascii="Arial" w:hAnsi="Arial" w:cs="Arial"/>
      </w:rPr>
      <w:t xml:space="preserve">: </w:t>
    </w:r>
    <w:r w:rsidRPr="005B0F73">
      <w:rPr>
        <w:rFonts w:ascii="Arial" w:hAnsi="Arial" w:cs="Arial"/>
      </w:rPr>
      <w:t xml:space="preserve">Závazný text </w:t>
    </w:r>
    <w:r>
      <w:rPr>
        <w:rFonts w:ascii="Arial" w:hAnsi="Arial" w:cs="Arial"/>
      </w:rPr>
      <w:t>rámcové kupní</w:t>
    </w:r>
    <w:r w:rsidRPr="005B0F73">
      <w:rPr>
        <w:rFonts w:ascii="Arial" w:hAnsi="Arial" w:cs="Arial"/>
      </w:rPr>
      <w:t xml:space="preserve"> smlouvy </w:t>
    </w:r>
  </w:p>
  <w:p w14:paraId="197D4DD9" w14:textId="77777777" w:rsidR="00B32978" w:rsidRPr="003807EE" w:rsidRDefault="00B32978" w:rsidP="00B32978">
    <w:pPr>
      <w:pStyle w:val="Zhlav"/>
      <w:rPr>
        <w:rFonts w:ascii="Arial" w:hAnsi="Arial" w:cs="Arial"/>
      </w:rPr>
    </w:pPr>
    <w:r>
      <w:rPr>
        <w:noProof/>
        <w:lang w:eastAsia="cs-CZ"/>
      </w:rPr>
      <w:drawing>
        <wp:anchor distT="0" distB="0" distL="114300" distR="114300" simplePos="0" relativeHeight="251659264" behindDoc="1" locked="1" layoutInCell="1" allowOverlap="1" wp14:anchorId="3779FC36" wp14:editId="5DCD81BA">
          <wp:simplePos x="0" y="0"/>
          <wp:positionH relativeFrom="page">
            <wp:posOffset>2728595</wp:posOffset>
          </wp:positionH>
          <wp:positionV relativeFrom="page">
            <wp:posOffset>61595</wp:posOffset>
          </wp:positionV>
          <wp:extent cx="2109470" cy="788035"/>
          <wp:effectExtent l="0" t="0" r="5080" b="0"/>
          <wp:wrapTight wrapText="bothSides">
            <wp:wrapPolygon edited="0">
              <wp:start x="13654" y="1566"/>
              <wp:lineTo x="11509" y="3133"/>
              <wp:lineTo x="11509" y="5222"/>
              <wp:lineTo x="14240" y="10965"/>
              <wp:lineTo x="0" y="12010"/>
              <wp:lineTo x="0" y="18798"/>
              <wp:lineTo x="4291" y="20886"/>
              <wp:lineTo x="9558" y="20886"/>
              <wp:lineTo x="20872" y="18798"/>
              <wp:lineTo x="21262" y="13054"/>
              <wp:lineTo x="15995" y="10965"/>
              <wp:lineTo x="21457" y="5744"/>
              <wp:lineTo x="21457" y="4177"/>
              <wp:lineTo x="15020" y="1566"/>
              <wp:lineTo x="13654" y="1566"/>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7880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45679"/>
    <w:multiLevelType w:val="multilevel"/>
    <w:tmpl w:val="4BCE91C0"/>
    <w:lvl w:ilvl="0">
      <w:start w:val="5"/>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0327AA"/>
    <w:multiLevelType w:val="hybridMultilevel"/>
    <w:tmpl w:val="AC8E6AF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CE20D2"/>
    <w:multiLevelType w:val="multilevel"/>
    <w:tmpl w:val="87D813EC"/>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EC72CB7"/>
    <w:multiLevelType w:val="multilevel"/>
    <w:tmpl w:val="9BAC7C8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BDF6CEB"/>
    <w:multiLevelType w:val="multilevel"/>
    <w:tmpl w:val="98CAF04E"/>
    <w:lvl w:ilvl="0">
      <w:start w:val="15"/>
      <w:numFmt w:val="decimal"/>
      <w:lvlText w:val="%1."/>
      <w:lvlJc w:val="left"/>
      <w:pPr>
        <w:ind w:left="360" w:hanging="360"/>
      </w:pPr>
      <w:rPr>
        <w:rFonts w:hint="default"/>
      </w:rPr>
    </w:lvl>
    <w:lvl w:ilvl="1">
      <w:start w:val="1"/>
      <w:numFmt w:val="decimal"/>
      <w:lvlText w:val="%1.%2."/>
      <w:lvlJc w:val="left"/>
      <w:pPr>
        <w:ind w:left="6103"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FA42031"/>
    <w:multiLevelType w:val="multilevel"/>
    <w:tmpl w:val="887ED2C8"/>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AE834AD"/>
    <w:multiLevelType w:val="multilevel"/>
    <w:tmpl w:val="066A7934"/>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247139C"/>
    <w:multiLevelType w:val="multilevel"/>
    <w:tmpl w:val="018A5958"/>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3B31106"/>
    <w:multiLevelType w:val="multilevel"/>
    <w:tmpl w:val="73F045EE"/>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CAB3BBA"/>
    <w:multiLevelType w:val="multilevel"/>
    <w:tmpl w:val="1EF4DC32"/>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27259FE"/>
    <w:multiLevelType w:val="multilevel"/>
    <w:tmpl w:val="420A0C50"/>
    <w:lvl w:ilvl="0">
      <w:start w:val="15"/>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CD1331C"/>
    <w:multiLevelType w:val="multilevel"/>
    <w:tmpl w:val="0ABE7C8E"/>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2786483"/>
    <w:multiLevelType w:val="multilevel"/>
    <w:tmpl w:val="A42215AC"/>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3527F04"/>
    <w:multiLevelType w:val="multilevel"/>
    <w:tmpl w:val="21A89F1C"/>
    <w:lvl w:ilvl="0">
      <w:start w:val="1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4E97D36"/>
    <w:multiLevelType w:val="multilevel"/>
    <w:tmpl w:val="79563A2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7992364"/>
    <w:multiLevelType w:val="multilevel"/>
    <w:tmpl w:val="02722F3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BEF0137"/>
    <w:multiLevelType w:val="multilevel"/>
    <w:tmpl w:val="61E29524"/>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E6726BF"/>
    <w:multiLevelType w:val="multilevel"/>
    <w:tmpl w:val="830A8C32"/>
    <w:lvl w:ilvl="0">
      <w:start w:val="13"/>
      <w:numFmt w:val="decimal"/>
      <w:lvlText w:val="%1."/>
      <w:lvlJc w:val="left"/>
      <w:pPr>
        <w:ind w:left="360" w:hanging="360"/>
      </w:pPr>
      <w:rPr>
        <w:rFonts w:hint="default"/>
      </w:rPr>
    </w:lvl>
    <w:lvl w:ilvl="1">
      <w:start w:val="1"/>
      <w:numFmt w:val="decimal"/>
      <w:lvlText w:val="%1.%2."/>
      <w:lvlJc w:val="left"/>
      <w:pPr>
        <w:ind w:left="858" w:hanging="432"/>
      </w:pPr>
      <w:rPr>
        <w:rFonts w:hint="default"/>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F9B6F5F"/>
    <w:multiLevelType w:val="multilevel"/>
    <w:tmpl w:val="751E817C"/>
    <w:lvl w:ilvl="0">
      <w:start w:val="13"/>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19F2444"/>
    <w:multiLevelType w:val="multilevel"/>
    <w:tmpl w:val="D1065AE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1CD1D56"/>
    <w:multiLevelType w:val="multilevel"/>
    <w:tmpl w:val="867CDE24"/>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7473750"/>
    <w:multiLevelType w:val="multilevel"/>
    <w:tmpl w:val="04128870"/>
    <w:lvl w:ilvl="0">
      <w:start w:val="1"/>
      <w:numFmt w:val="decimal"/>
      <w:lvlText w:val="%1."/>
      <w:lvlJc w:val="left"/>
      <w:pPr>
        <w:ind w:left="502" w:hanging="360"/>
      </w:pPr>
    </w:lvl>
    <w:lvl w:ilvl="1">
      <w:start w:val="1"/>
      <w:numFmt w:val="decimal"/>
      <w:isLgl/>
      <w:lvlText w:val="%1.%2"/>
      <w:lvlJc w:val="left"/>
      <w:pPr>
        <w:ind w:left="572" w:hanging="43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2" w15:restartNumberingAfterBreak="0">
    <w:nsid w:val="782752BB"/>
    <w:multiLevelType w:val="multilevel"/>
    <w:tmpl w:val="0405001F"/>
    <w:lvl w:ilvl="0">
      <w:start w:val="1"/>
      <w:numFmt w:val="decimal"/>
      <w:lvlText w:val="%1."/>
      <w:lvlJc w:val="left"/>
      <w:pPr>
        <w:ind w:left="928" w:hanging="360"/>
      </w:pPr>
      <w:rPr>
        <w:rFonts w:hint="default"/>
      </w:rPr>
    </w:lvl>
    <w:lvl w:ilvl="1">
      <w:start w:val="1"/>
      <w:numFmt w:val="decimal"/>
      <w:lvlText w:val="%1.%2."/>
      <w:lvlJc w:val="left"/>
      <w:pPr>
        <w:ind w:left="1360" w:hanging="432"/>
      </w:pPr>
      <w:rPr>
        <w:rFonts w:hint="default"/>
      </w:rPr>
    </w:lvl>
    <w:lvl w:ilvl="2">
      <w:start w:val="1"/>
      <w:numFmt w:val="decimal"/>
      <w:lvlText w:val="%1.%2.%3."/>
      <w:lvlJc w:val="left"/>
      <w:pPr>
        <w:ind w:left="1792" w:hanging="504"/>
      </w:pPr>
    </w:lvl>
    <w:lvl w:ilvl="3">
      <w:start w:val="1"/>
      <w:numFmt w:val="decimal"/>
      <w:lvlText w:val="%1.%2.%3.%4."/>
      <w:lvlJc w:val="left"/>
      <w:pPr>
        <w:ind w:left="2296" w:hanging="648"/>
      </w:pPr>
    </w:lvl>
    <w:lvl w:ilvl="4">
      <w:start w:val="1"/>
      <w:numFmt w:val="decimal"/>
      <w:lvlText w:val="%1.%2.%3.%4.%5."/>
      <w:lvlJc w:val="left"/>
      <w:pPr>
        <w:ind w:left="2800" w:hanging="792"/>
      </w:pPr>
    </w:lvl>
    <w:lvl w:ilvl="5">
      <w:start w:val="1"/>
      <w:numFmt w:val="decimal"/>
      <w:lvlText w:val="%1.%2.%3.%4.%5.%6."/>
      <w:lvlJc w:val="left"/>
      <w:pPr>
        <w:ind w:left="3304" w:hanging="936"/>
      </w:pPr>
    </w:lvl>
    <w:lvl w:ilvl="6">
      <w:start w:val="1"/>
      <w:numFmt w:val="decimal"/>
      <w:lvlText w:val="%1.%2.%3.%4.%5.%6.%7."/>
      <w:lvlJc w:val="left"/>
      <w:pPr>
        <w:ind w:left="3808" w:hanging="1080"/>
      </w:pPr>
    </w:lvl>
    <w:lvl w:ilvl="7">
      <w:start w:val="1"/>
      <w:numFmt w:val="decimal"/>
      <w:lvlText w:val="%1.%2.%3.%4.%5.%6.%7.%8."/>
      <w:lvlJc w:val="left"/>
      <w:pPr>
        <w:ind w:left="4312" w:hanging="1224"/>
      </w:pPr>
    </w:lvl>
    <w:lvl w:ilvl="8">
      <w:start w:val="1"/>
      <w:numFmt w:val="decimal"/>
      <w:lvlText w:val="%1.%2.%3.%4.%5.%6.%7.%8.%9."/>
      <w:lvlJc w:val="left"/>
      <w:pPr>
        <w:ind w:left="4888" w:hanging="1440"/>
      </w:pPr>
    </w:lvl>
  </w:abstractNum>
  <w:abstractNum w:abstractNumId="23" w15:restartNumberingAfterBreak="0">
    <w:nsid w:val="787E5E74"/>
    <w:multiLevelType w:val="multilevel"/>
    <w:tmpl w:val="7FA07FC6"/>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9B0229A"/>
    <w:multiLevelType w:val="multilevel"/>
    <w:tmpl w:val="E27411D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5C6F12"/>
    <w:multiLevelType w:val="multilevel"/>
    <w:tmpl w:val="922C351E"/>
    <w:lvl w:ilvl="0">
      <w:start w:val="6"/>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2"/>
  </w:num>
  <w:num w:numId="2">
    <w:abstractNumId w:val="21"/>
  </w:num>
  <w:num w:numId="3">
    <w:abstractNumId w:val="15"/>
  </w:num>
  <w:num w:numId="4">
    <w:abstractNumId w:val="19"/>
  </w:num>
  <w:num w:numId="5">
    <w:abstractNumId w:val="24"/>
  </w:num>
  <w:num w:numId="6">
    <w:abstractNumId w:val="0"/>
  </w:num>
  <w:num w:numId="7">
    <w:abstractNumId w:val="8"/>
  </w:num>
  <w:num w:numId="8">
    <w:abstractNumId w:val="7"/>
  </w:num>
  <w:num w:numId="9">
    <w:abstractNumId w:val="2"/>
  </w:num>
  <w:num w:numId="10">
    <w:abstractNumId w:val="9"/>
  </w:num>
  <w:num w:numId="11">
    <w:abstractNumId w:val="3"/>
  </w:num>
  <w:num w:numId="12">
    <w:abstractNumId w:val="25"/>
  </w:num>
  <w:num w:numId="13">
    <w:abstractNumId w:val="20"/>
  </w:num>
  <w:num w:numId="14">
    <w:abstractNumId w:val="14"/>
  </w:num>
  <w:num w:numId="15">
    <w:abstractNumId w:val="6"/>
  </w:num>
  <w:num w:numId="16">
    <w:abstractNumId w:val="16"/>
  </w:num>
  <w:num w:numId="17">
    <w:abstractNumId w:val="23"/>
  </w:num>
  <w:num w:numId="18">
    <w:abstractNumId w:val="5"/>
  </w:num>
  <w:num w:numId="19">
    <w:abstractNumId w:val="17"/>
  </w:num>
  <w:num w:numId="20">
    <w:abstractNumId w:val="1"/>
  </w:num>
  <w:num w:numId="21">
    <w:abstractNumId w:val="18"/>
  </w:num>
  <w:num w:numId="22">
    <w:abstractNumId w:val="11"/>
  </w:num>
  <w:num w:numId="23">
    <w:abstractNumId w:val="13"/>
  </w:num>
  <w:num w:numId="24">
    <w:abstractNumId w:val="12"/>
  </w:num>
  <w:num w:numId="25">
    <w:abstractNumId w:val="4"/>
  </w:num>
  <w:num w:numId="26">
    <w:abstractNumId w:val="1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FA1"/>
    <w:rsid w:val="000004A7"/>
    <w:rsid w:val="00000645"/>
    <w:rsid w:val="000167EE"/>
    <w:rsid w:val="00016BF5"/>
    <w:rsid w:val="000311CD"/>
    <w:rsid w:val="00034B77"/>
    <w:rsid w:val="00036E8F"/>
    <w:rsid w:val="0004189B"/>
    <w:rsid w:val="00043DB5"/>
    <w:rsid w:val="00064123"/>
    <w:rsid w:val="00064ADF"/>
    <w:rsid w:val="00067E50"/>
    <w:rsid w:val="00075559"/>
    <w:rsid w:val="00075D04"/>
    <w:rsid w:val="00083C48"/>
    <w:rsid w:val="000A34DE"/>
    <w:rsid w:val="000B07B2"/>
    <w:rsid w:val="000B0DD7"/>
    <w:rsid w:val="000B26B6"/>
    <w:rsid w:val="000B712F"/>
    <w:rsid w:val="000C7A0D"/>
    <w:rsid w:val="000D4384"/>
    <w:rsid w:val="000E2A19"/>
    <w:rsid w:val="000E3822"/>
    <w:rsid w:val="000F3DEF"/>
    <w:rsid w:val="00102699"/>
    <w:rsid w:val="00102EF6"/>
    <w:rsid w:val="00114BE5"/>
    <w:rsid w:val="00115216"/>
    <w:rsid w:val="001159E6"/>
    <w:rsid w:val="00123FAE"/>
    <w:rsid w:val="001271FE"/>
    <w:rsid w:val="00132FF8"/>
    <w:rsid w:val="0013433F"/>
    <w:rsid w:val="0013711C"/>
    <w:rsid w:val="00141893"/>
    <w:rsid w:val="0015522B"/>
    <w:rsid w:val="001569D0"/>
    <w:rsid w:val="001606BE"/>
    <w:rsid w:val="0016075D"/>
    <w:rsid w:val="00171659"/>
    <w:rsid w:val="00182293"/>
    <w:rsid w:val="00195518"/>
    <w:rsid w:val="001A34DA"/>
    <w:rsid w:val="001A4600"/>
    <w:rsid w:val="001B4240"/>
    <w:rsid w:val="001B540D"/>
    <w:rsid w:val="001C2C17"/>
    <w:rsid w:val="001C74E0"/>
    <w:rsid w:val="001D4D0C"/>
    <w:rsid w:val="001D61C1"/>
    <w:rsid w:val="001D735D"/>
    <w:rsid w:val="001E25AD"/>
    <w:rsid w:val="001E2A66"/>
    <w:rsid w:val="0020661C"/>
    <w:rsid w:val="00223FAC"/>
    <w:rsid w:val="00224718"/>
    <w:rsid w:val="00237001"/>
    <w:rsid w:val="0024197E"/>
    <w:rsid w:val="00250644"/>
    <w:rsid w:val="002604C8"/>
    <w:rsid w:val="00261767"/>
    <w:rsid w:val="00266778"/>
    <w:rsid w:val="002773ED"/>
    <w:rsid w:val="0028258A"/>
    <w:rsid w:val="00282C25"/>
    <w:rsid w:val="00285674"/>
    <w:rsid w:val="00296076"/>
    <w:rsid w:val="002A172B"/>
    <w:rsid w:val="002A6442"/>
    <w:rsid w:val="002A71B2"/>
    <w:rsid w:val="002C1259"/>
    <w:rsid w:val="002D3881"/>
    <w:rsid w:val="002D4CF0"/>
    <w:rsid w:val="002D508B"/>
    <w:rsid w:val="002D586A"/>
    <w:rsid w:val="002E01B9"/>
    <w:rsid w:val="002E030F"/>
    <w:rsid w:val="002E36FF"/>
    <w:rsid w:val="002E3B09"/>
    <w:rsid w:val="002E62ED"/>
    <w:rsid w:val="003121B8"/>
    <w:rsid w:val="003223AA"/>
    <w:rsid w:val="00324CD1"/>
    <w:rsid w:val="00327BE7"/>
    <w:rsid w:val="00334D50"/>
    <w:rsid w:val="00337123"/>
    <w:rsid w:val="00365347"/>
    <w:rsid w:val="00366D07"/>
    <w:rsid w:val="003671C7"/>
    <w:rsid w:val="003719FC"/>
    <w:rsid w:val="003742FE"/>
    <w:rsid w:val="00374BED"/>
    <w:rsid w:val="00380BDE"/>
    <w:rsid w:val="00380C8A"/>
    <w:rsid w:val="00393D76"/>
    <w:rsid w:val="00394A8F"/>
    <w:rsid w:val="00395ED6"/>
    <w:rsid w:val="003A0FA1"/>
    <w:rsid w:val="003B2503"/>
    <w:rsid w:val="003B408F"/>
    <w:rsid w:val="003C41DF"/>
    <w:rsid w:val="003E06F2"/>
    <w:rsid w:val="003F7AAD"/>
    <w:rsid w:val="0040027E"/>
    <w:rsid w:val="00413D7F"/>
    <w:rsid w:val="00414662"/>
    <w:rsid w:val="00425331"/>
    <w:rsid w:val="00435127"/>
    <w:rsid w:val="004353B0"/>
    <w:rsid w:val="00447061"/>
    <w:rsid w:val="00453808"/>
    <w:rsid w:val="00474B78"/>
    <w:rsid w:val="00487DA9"/>
    <w:rsid w:val="00491435"/>
    <w:rsid w:val="00493902"/>
    <w:rsid w:val="004A75D8"/>
    <w:rsid w:val="004B3FFF"/>
    <w:rsid w:val="004C2037"/>
    <w:rsid w:val="004C52B3"/>
    <w:rsid w:val="004C7FE6"/>
    <w:rsid w:val="004D2682"/>
    <w:rsid w:val="004D37FB"/>
    <w:rsid w:val="004D50B2"/>
    <w:rsid w:val="004E4C05"/>
    <w:rsid w:val="004F115F"/>
    <w:rsid w:val="004F3AE0"/>
    <w:rsid w:val="004F4771"/>
    <w:rsid w:val="004F4EAD"/>
    <w:rsid w:val="004F711B"/>
    <w:rsid w:val="00501779"/>
    <w:rsid w:val="00502ACA"/>
    <w:rsid w:val="00505D6A"/>
    <w:rsid w:val="005064EE"/>
    <w:rsid w:val="00507BAB"/>
    <w:rsid w:val="00510E1A"/>
    <w:rsid w:val="00512316"/>
    <w:rsid w:val="00517026"/>
    <w:rsid w:val="00524FED"/>
    <w:rsid w:val="005262B0"/>
    <w:rsid w:val="00537F87"/>
    <w:rsid w:val="00540250"/>
    <w:rsid w:val="005407E1"/>
    <w:rsid w:val="005420DB"/>
    <w:rsid w:val="00545C48"/>
    <w:rsid w:val="0055029A"/>
    <w:rsid w:val="00550F07"/>
    <w:rsid w:val="00552A93"/>
    <w:rsid w:val="005554F8"/>
    <w:rsid w:val="00575DAB"/>
    <w:rsid w:val="00590640"/>
    <w:rsid w:val="0059225B"/>
    <w:rsid w:val="005A4373"/>
    <w:rsid w:val="005A6B6A"/>
    <w:rsid w:val="005A76B8"/>
    <w:rsid w:val="005B1354"/>
    <w:rsid w:val="005C458C"/>
    <w:rsid w:val="005C6AD2"/>
    <w:rsid w:val="005D722C"/>
    <w:rsid w:val="005E40CA"/>
    <w:rsid w:val="005F14C0"/>
    <w:rsid w:val="005F513A"/>
    <w:rsid w:val="006044D5"/>
    <w:rsid w:val="00606C41"/>
    <w:rsid w:val="00611D65"/>
    <w:rsid w:val="00613D44"/>
    <w:rsid w:val="00632230"/>
    <w:rsid w:val="00640E71"/>
    <w:rsid w:val="006431A0"/>
    <w:rsid w:val="00650654"/>
    <w:rsid w:val="00651B3A"/>
    <w:rsid w:val="006618CA"/>
    <w:rsid w:val="006715B4"/>
    <w:rsid w:val="00675BA1"/>
    <w:rsid w:val="006764CC"/>
    <w:rsid w:val="006837CF"/>
    <w:rsid w:val="00684E1B"/>
    <w:rsid w:val="0069245D"/>
    <w:rsid w:val="00695F6B"/>
    <w:rsid w:val="006A0150"/>
    <w:rsid w:val="006A2C18"/>
    <w:rsid w:val="006A5A15"/>
    <w:rsid w:val="006C68D7"/>
    <w:rsid w:val="006E1AC7"/>
    <w:rsid w:val="006E42B8"/>
    <w:rsid w:val="006F2737"/>
    <w:rsid w:val="006F78D3"/>
    <w:rsid w:val="0070693C"/>
    <w:rsid w:val="00711645"/>
    <w:rsid w:val="007207FE"/>
    <w:rsid w:val="00725C03"/>
    <w:rsid w:val="00733E83"/>
    <w:rsid w:val="007358E0"/>
    <w:rsid w:val="00735D1B"/>
    <w:rsid w:val="00741C0D"/>
    <w:rsid w:val="00755478"/>
    <w:rsid w:val="0076086C"/>
    <w:rsid w:val="00761C9B"/>
    <w:rsid w:val="007730BC"/>
    <w:rsid w:val="0077467D"/>
    <w:rsid w:val="00782FEC"/>
    <w:rsid w:val="00783424"/>
    <w:rsid w:val="00790736"/>
    <w:rsid w:val="00794502"/>
    <w:rsid w:val="007B06BF"/>
    <w:rsid w:val="007C5333"/>
    <w:rsid w:val="007D2651"/>
    <w:rsid w:val="007D7B4E"/>
    <w:rsid w:val="007E0F94"/>
    <w:rsid w:val="007E26D1"/>
    <w:rsid w:val="007E7B53"/>
    <w:rsid w:val="007F2C5F"/>
    <w:rsid w:val="007F44FD"/>
    <w:rsid w:val="00802EC8"/>
    <w:rsid w:val="008031CC"/>
    <w:rsid w:val="00803B72"/>
    <w:rsid w:val="00807A71"/>
    <w:rsid w:val="00810997"/>
    <w:rsid w:val="00811936"/>
    <w:rsid w:val="008178AA"/>
    <w:rsid w:val="008278E0"/>
    <w:rsid w:val="00827E89"/>
    <w:rsid w:val="008313FA"/>
    <w:rsid w:val="00836BA3"/>
    <w:rsid w:val="008524FF"/>
    <w:rsid w:val="0085371F"/>
    <w:rsid w:val="00881603"/>
    <w:rsid w:val="0088592F"/>
    <w:rsid w:val="00894182"/>
    <w:rsid w:val="00896481"/>
    <w:rsid w:val="008B7386"/>
    <w:rsid w:val="008C735A"/>
    <w:rsid w:val="008D3979"/>
    <w:rsid w:val="008D749E"/>
    <w:rsid w:val="008E36AF"/>
    <w:rsid w:val="008E66D1"/>
    <w:rsid w:val="008E7507"/>
    <w:rsid w:val="008F3D91"/>
    <w:rsid w:val="00904F34"/>
    <w:rsid w:val="00907A4D"/>
    <w:rsid w:val="009146A0"/>
    <w:rsid w:val="00915B7E"/>
    <w:rsid w:val="009207E1"/>
    <w:rsid w:val="009347D5"/>
    <w:rsid w:val="0093736C"/>
    <w:rsid w:val="00965E45"/>
    <w:rsid w:val="009800EE"/>
    <w:rsid w:val="00997F90"/>
    <w:rsid w:val="009A2E82"/>
    <w:rsid w:val="009A6527"/>
    <w:rsid w:val="009A6F90"/>
    <w:rsid w:val="009B3A64"/>
    <w:rsid w:val="009B3A7D"/>
    <w:rsid w:val="009B724D"/>
    <w:rsid w:val="009C4EC9"/>
    <w:rsid w:val="009C7CB1"/>
    <w:rsid w:val="009E108B"/>
    <w:rsid w:val="009E3849"/>
    <w:rsid w:val="009E41B2"/>
    <w:rsid w:val="009E50C2"/>
    <w:rsid w:val="009E53AD"/>
    <w:rsid w:val="009F43F9"/>
    <w:rsid w:val="00A101BC"/>
    <w:rsid w:val="00A13961"/>
    <w:rsid w:val="00A154AE"/>
    <w:rsid w:val="00A16DD0"/>
    <w:rsid w:val="00A24041"/>
    <w:rsid w:val="00A24E16"/>
    <w:rsid w:val="00A26759"/>
    <w:rsid w:val="00A31774"/>
    <w:rsid w:val="00A35763"/>
    <w:rsid w:val="00A50567"/>
    <w:rsid w:val="00A514A1"/>
    <w:rsid w:val="00A54BC1"/>
    <w:rsid w:val="00A65ABF"/>
    <w:rsid w:val="00A710A0"/>
    <w:rsid w:val="00A7419D"/>
    <w:rsid w:val="00A819D4"/>
    <w:rsid w:val="00A83384"/>
    <w:rsid w:val="00A8776B"/>
    <w:rsid w:val="00AA1AED"/>
    <w:rsid w:val="00AC464D"/>
    <w:rsid w:val="00AC7ECB"/>
    <w:rsid w:val="00AE713F"/>
    <w:rsid w:val="00AF2096"/>
    <w:rsid w:val="00AF297F"/>
    <w:rsid w:val="00AF3D74"/>
    <w:rsid w:val="00AF564F"/>
    <w:rsid w:val="00B017E8"/>
    <w:rsid w:val="00B02E70"/>
    <w:rsid w:val="00B06136"/>
    <w:rsid w:val="00B13605"/>
    <w:rsid w:val="00B13F97"/>
    <w:rsid w:val="00B21ADA"/>
    <w:rsid w:val="00B23E8A"/>
    <w:rsid w:val="00B24E74"/>
    <w:rsid w:val="00B32978"/>
    <w:rsid w:val="00B364B1"/>
    <w:rsid w:val="00B54C63"/>
    <w:rsid w:val="00B64E0A"/>
    <w:rsid w:val="00B77ADC"/>
    <w:rsid w:val="00B80771"/>
    <w:rsid w:val="00B8288C"/>
    <w:rsid w:val="00B85685"/>
    <w:rsid w:val="00BA121B"/>
    <w:rsid w:val="00BA6D60"/>
    <w:rsid w:val="00BB1271"/>
    <w:rsid w:val="00BB6682"/>
    <w:rsid w:val="00BB7A5A"/>
    <w:rsid w:val="00BC59E1"/>
    <w:rsid w:val="00BD05DA"/>
    <w:rsid w:val="00BD6D50"/>
    <w:rsid w:val="00BE0EA8"/>
    <w:rsid w:val="00BE1D1A"/>
    <w:rsid w:val="00BE2434"/>
    <w:rsid w:val="00BE438B"/>
    <w:rsid w:val="00C032A3"/>
    <w:rsid w:val="00C0632D"/>
    <w:rsid w:val="00C1360E"/>
    <w:rsid w:val="00C21D66"/>
    <w:rsid w:val="00C31D66"/>
    <w:rsid w:val="00C32C0B"/>
    <w:rsid w:val="00C3703E"/>
    <w:rsid w:val="00C37A12"/>
    <w:rsid w:val="00C40CE2"/>
    <w:rsid w:val="00C42A4A"/>
    <w:rsid w:val="00C61883"/>
    <w:rsid w:val="00C7059D"/>
    <w:rsid w:val="00C76DC7"/>
    <w:rsid w:val="00C872AA"/>
    <w:rsid w:val="00C87AAC"/>
    <w:rsid w:val="00C90908"/>
    <w:rsid w:val="00C924E8"/>
    <w:rsid w:val="00C93628"/>
    <w:rsid w:val="00CA6927"/>
    <w:rsid w:val="00CC423E"/>
    <w:rsid w:val="00CD1C44"/>
    <w:rsid w:val="00CD24C1"/>
    <w:rsid w:val="00CD2F8A"/>
    <w:rsid w:val="00CD519C"/>
    <w:rsid w:val="00CE6998"/>
    <w:rsid w:val="00CE7495"/>
    <w:rsid w:val="00CF46BE"/>
    <w:rsid w:val="00D00631"/>
    <w:rsid w:val="00D009BA"/>
    <w:rsid w:val="00D00FE6"/>
    <w:rsid w:val="00D013D8"/>
    <w:rsid w:val="00D06CD8"/>
    <w:rsid w:val="00D07DEF"/>
    <w:rsid w:val="00D11730"/>
    <w:rsid w:val="00D144FD"/>
    <w:rsid w:val="00D22E83"/>
    <w:rsid w:val="00D23076"/>
    <w:rsid w:val="00D251EF"/>
    <w:rsid w:val="00D25E13"/>
    <w:rsid w:val="00D30F92"/>
    <w:rsid w:val="00D41A59"/>
    <w:rsid w:val="00D50EC9"/>
    <w:rsid w:val="00D52246"/>
    <w:rsid w:val="00D56F3F"/>
    <w:rsid w:val="00D63191"/>
    <w:rsid w:val="00D63CA1"/>
    <w:rsid w:val="00D70CC5"/>
    <w:rsid w:val="00D84746"/>
    <w:rsid w:val="00D95A92"/>
    <w:rsid w:val="00DA4AAF"/>
    <w:rsid w:val="00DB0371"/>
    <w:rsid w:val="00DB1132"/>
    <w:rsid w:val="00DB3440"/>
    <w:rsid w:val="00DB5026"/>
    <w:rsid w:val="00DB51FD"/>
    <w:rsid w:val="00DB5A53"/>
    <w:rsid w:val="00DB7A17"/>
    <w:rsid w:val="00DD49E1"/>
    <w:rsid w:val="00DE1BF4"/>
    <w:rsid w:val="00DE5AA8"/>
    <w:rsid w:val="00DF2683"/>
    <w:rsid w:val="00DF7393"/>
    <w:rsid w:val="00E0502F"/>
    <w:rsid w:val="00E051B4"/>
    <w:rsid w:val="00E06B04"/>
    <w:rsid w:val="00E137C5"/>
    <w:rsid w:val="00E20DC4"/>
    <w:rsid w:val="00E325D2"/>
    <w:rsid w:val="00E4602E"/>
    <w:rsid w:val="00E50C1F"/>
    <w:rsid w:val="00E559E1"/>
    <w:rsid w:val="00E6267C"/>
    <w:rsid w:val="00E65CC2"/>
    <w:rsid w:val="00E702F3"/>
    <w:rsid w:val="00E83F03"/>
    <w:rsid w:val="00E90243"/>
    <w:rsid w:val="00E93655"/>
    <w:rsid w:val="00E95B3A"/>
    <w:rsid w:val="00E96112"/>
    <w:rsid w:val="00EA2E47"/>
    <w:rsid w:val="00EA428B"/>
    <w:rsid w:val="00EB537C"/>
    <w:rsid w:val="00EC2214"/>
    <w:rsid w:val="00EC7571"/>
    <w:rsid w:val="00ED4174"/>
    <w:rsid w:val="00ED7734"/>
    <w:rsid w:val="00EE2DA3"/>
    <w:rsid w:val="00EE33BC"/>
    <w:rsid w:val="00EF086A"/>
    <w:rsid w:val="00EF1635"/>
    <w:rsid w:val="00EF3782"/>
    <w:rsid w:val="00EF50E1"/>
    <w:rsid w:val="00F02C16"/>
    <w:rsid w:val="00F045E3"/>
    <w:rsid w:val="00F06B5B"/>
    <w:rsid w:val="00F1048E"/>
    <w:rsid w:val="00F10FE6"/>
    <w:rsid w:val="00F30899"/>
    <w:rsid w:val="00F31864"/>
    <w:rsid w:val="00F346B7"/>
    <w:rsid w:val="00F36805"/>
    <w:rsid w:val="00F40003"/>
    <w:rsid w:val="00F5378C"/>
    <w:rsid w:val="00F571C5"/>
    <w:rsid w:val="00F664E0"/>
    <w:rsid w:val="00F85453"/>
    <w:rsid w:val="00F9263E"/>
    <w:rsid w:val="00F93AB2"/>
    <w:rsid w:val="00F976DA"/>
    <w:rsid w:val="00FA04E4"/>
    <w:rsid w:val="00FC02C6"/>
    <w:rsid w:val="00FC54FC"/>
    <w:rsid w:val="00FC65EE"/>
    <w:rsid w:val="00FD4BDE"/>
    <w:rsid w:val="00FE013C"/>
    <w:rsid w:val="00FE02B0"/>
    <w:rsid w:val="00FE4A1B"/>
    <w:rsid w:val="00FF7E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C40282"/>
  <w15:docId w15:val="{ACA64D17-F54E-47C0-BFF8-B466D3A55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ED4174"/>
    <w:pPr>
      <w:spacing w:after="0" w:line="240" w:lineRule="auto"/>
    </w:pPr>
    <w:rPr>
      <w:rFonts w:ascii="Calibri" w:eastAsia="Calibri" w:hAnsi="Calibri" w:cs="Times New Roman"/>
    </w:rPr>
  </w:style>
  <w:style w:type="paragraph" w:styleId="Odstavecseseznamem">
    <w:name w:val="List Paragraph"/>
    <w:basedOn w:val="Normln"/>
    <w:uiPriority w:val="34"/>
    <w:qFormat/>
    <w:rsid w:val="00965E45"/>
    <w:pPr>
      <w:ind w:left="720"/>
      <w:contextualSpacing/>
    </w:pPr>
  </w:style>
  <w:style w:type="paragraph" w:styleId="Zhlav">
    <w:name w:val="header"/>
    <w:basedOn w:val="Normln"/>
    <w:link w:val="ZhlavChar"/>
    <w:uiPriority w:val="99"/>
    <w:unhideWhenUsed/>
    <w:rsid w:val="00FE02B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E02B0"/>
  </w:style>
  <w:style w:type="paragraph" w:styleId="Zpat">
    <w:name w:val="footer"/>
    <w:basedOn w:val="Normln"/>
    <w:link w:val="ZpatChar"/>
    <w:uiPriority w:val="99"/>
    <w:unhideWhenUsed/>
    <w:rsid w:val="00FE02B0"/>
    <w:pPr>
      <w:tabs>
        <w:tab w:val="center" w:pos="4536"/>
        <w:tab w:val="right" w:pos="9072"/>
      </w:tabs>
      <w:spacing w:after="0" w:line="240" w:lineRule="auto"/>
    </w:pPr>
  </w:style>
  <w:style w:type="character" w:customStyle="1" w:styleId="ZpatChar">
    <w:name w:val="Zápatí Char"/>
    <w:basedOn w:val="Standardnpsmoodstavce"/>
    <w:link w:val="Zpat"/>
    <w:uiPriority w:val="99"/>
    <w:rsid w:val="00FE02B0"/>
  </w:style>
  <w:style w:type="character" w:customStyle="1" w:styleId="FontStyle19">
    <w:name w:val="Font Style19"/>
    <w:uiPriority w:val="99"/>
    <w:rsid w:val="001E25AD"/>
    <w:rPr>
      <w:rFonts w:ascii="Arial" w:hAnsi="Arial"/>
      <w:b/>
      <w:sz w:val="20"/>
    </w:rPr>
  </w:style>
  <w:style w:type="paragraph" w:styleId="Textbubliny">
    <w:name w:val="Balloon Text"/>
    <w:basedOn w:val="Normln"/>
    <w:link w:val="TextbublinyChar"/>
    <w:uiPriority w:val="99"/>
    <w:semiHidden/>
    <w:unhideWhenUsed/>
    <w:rsid w:val="005420D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420DB"/>
    <w:rPr>
      <w:rFonts w:ascii="Segoe UI" w:hAnsi="Segoe UI" w:cs="Segoe UI"/>
      <w:sz w:val="18"/>
      <w:szCs w:val="18"/>
    </w:rPr>
  </w:style>
  <w:style w:type="character" w:styleId="Odkaznakoment">
    <w:name w:val="annotation reference"/>
    <w:basedOn w:val="Standardnpsmoodstavce"/>
    <w:uiPriority w:val="99"/>
    <w:semiHidden/>
    <w:unhideWhenUsed/>
    <w:rsid w:val="00AF297F"/>
    <w:rPr>
      <w:sz w:val="16"/>
      <w:szCs w:val="16"/>
    </w:rPr>
  </w:style>
  <w:style w:type="paragraph" w:styleId="Textkomente">
    <w:name w:val="annotation text"/>
    <w:basedOn w:val="Normln"/>
    <w:link w:val="TextkomenteChar"/>
    <w:uiPriority w:val="99"/>
    <w:semiHidden/>
    <w:unhideWhenUsed/>
    <w:rsid w:val="00AF297F"/>
    <w:pPr>
      <w:spacing w:line="240" w:lineRule="auto"/>
    </w:pPr>
    <w:rPr>
      <w:sz w:val="20"/>
      <w:szCs w:val="20"/>
    </w:rPr>
  </w:style>
  <w:style w:type="character" w:customStyle="1" w:styleId="TextkomenteChar">
    <w:name w:val="Text komentáře Char"/>
    <w:basedOn w:val="Standardnpsmoodstavce"/>
    <w:link w:val="Textkomente"/>
    <w:uiPriority w:val="99"/>
    <w:semiHidden/>
    <w:rsid w:val="00AF297F"/>
    <w:rPr>
      <w:sz w:val="20"/>
      <w:szCs w:val="20"/>
    </w:rPr>
  </w:style>
  <w:style w:type="paragraph" w:styleId="Pedmtkomente">
    <w:name w:val="annotation subject"/>
    <w:basedOn w:val="Textkomente"/>
    <w:next w:val="Textkomente"/>
    <w:link w:val="PedmtkomenteChar"/>
    <w:uiPriority w:val="99"/>
    <w:semiHidden/>
    <w:unhideWhenUsed/>
    <w:rsid w:val="00AF297F"/>
    <w:rPr>
      <w:b/>
      <w:bCs/>
    </w:rPr>
  </w:style>
  <w:style w:type="character" w:customStyle="1" w:styleId="PedmtkomenteChar">
    <w:name w:val="Předmět komentáře Char"/>
    <w:basedOn w:val="TextkomenteChar"/>
    <w:link w:val="Pedmtkomente"/>
    <w:uiPriority w:val="99"/>
    <w:semiHidden/>
    <w:rsid w:val="00AF297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814EE99258450C9AE71FEC7F893165"/>
        <w:category>
          <w:name w:val="Obecné"/>
          <w:gallery w:val="placeholder"/>
        </w:category>
        <w:types>
          <w:type w:val="bbPlcHdr"/>
        </w:types>
        <w:behaviors>
          <w:behavior w:val="content"/>
        </w:behaviors>
        <w:guid w:val="{90D07E8E-F33D-4BAD-950E-BADAC80D3B32}"/>
      </w:docPartPr>
      <w:docPartBody>
        <w:p w:rsidR="001300AA" w:rsidRDefault="008616CD" w:rsidP="008616CD">
          <w:pPr>
            <w:pStyle w:val="B9814EE99258450C9AE71FEC7F893165"/>
          </w:pPr>
          <w:r w:rsidRPr="00260D22">
            <w:rPr>
              <w:rStyle w:val="Zstupntext"/>
            </w:rPr>
            <w:t>Klikněte sem a zadejte text.</w:t>
          </w:r>
        </w:p>
      </w:docPartBody>
    </w:docPart>
    <w:docPart>
      <w:docPartPr>
        <w:name w:val="F117BAD8A1CF408F94549CDF9EAF20CC"/>
        <w:category>
          <w:name w:val="Obecné"/>
          <w:gallery w:val="placeholder"/>
        </w:category>
        <w:types>
          <w:type w:val="bbPlcHdr"/>
        </w:types>
        <w:behaviors>
          <w:behavior w:val="content"/>
        </w:behaviors>
        <w:guid w:val="{4DAB51D8-442C-4109-A575-AD1005A1A6BC}"/>
      </w:docPartPr>
      <w:docPartBody>
        <w:p w:rsidR="00A42255" w:rsidRDefault="00A42255" w:rsidP="00A42255">
          <w:pPr>
            <w:pStyle w:val="F117BAD8A1CF408F94549CDF9EAF20CC"/>
          </w:pPr>
          <w:r w:rsidRPr="00260D22">
            <w:rPr>
              <w:rStyle w:val="Zstupntext"/>
            </w:rPr>
            <w:t>Klikněte sem a zadejte text.</w:t>
          </w:r>
        </w:p>
      </w:docPartBody>
    </w:docPart>
    <w:docPart>
      <w:docPartPr>
        <w:name w:val="3AE5828941A24F4BBB103125AFE7B46C"/>
        <w:category>
          <w:name w:val="Obecné"/>
          <w:gallery w:val="placeholder"/>
        </w:category>
        <w:types>
          <w:type w:val="bbPlcHdr"/>
        </w:types>
        <w:behaviors>
          <w:behavior w:val="content"/>
        </w:behaviors>
        <w:guid w:val="{CF78EAE2-F71C-429E-93F3-CE3271F75C3D}"/>
      </w:docPartPr>
      <w:docPartBody>
        <w:p w:rsidR="00A42255" w:rsidRDefault="00A42255" w:rsidP="00A42255">
          <w:pPr>
            <w:pStyle w:val="3AE5828941A24F4BBB103125AFE7B46C"/>
          </w:pPr>
          <w:r w:rsidRPr="00260D22">
            <w:rPr>
              <w:rStyle w:val="Zstupntext"/>
            </w:rPr>
            <w:t>Klikněte sem a zadejte text.</w:t>
          </w:r>
        </w:p>
      </w:docPartBody>
    </w:docPart>
    <w:docPart>
      <w:docPartPr>
        <w:name w:val="EE3ABEAB621E4E7392754DFAE88BD066"/>
        <w:category>
          <w:name w:val="Obecné"/>
          <w:gallery w:val="placeholder"/>
        </w:category>
        <w:types>
          <w:type w:val="bbPlcHdr"/>
        </w:types>
        <w:behaviors>
          <w:behavior w:val="content"/>
        </w:behaviors>
        <w:guid w:val="{534B2A0A-1847-40F7-B93D-CB927FB62869}"/>
      </w:docPartPr>
      <w:docPartBody>
        <w:p w:rsidR="00A42255" w:rsidRDefault="00A42255" w:rsidP="00A42255">
          <w:pPr>
            <w:pStyle w:val="EE3ABEAB621E4E7392754DFAE88BD066"/>
          </w:pPr>
          <w:r w:rsidRPr="00260D22">
            <w:rPr>
              <w:rStyle w:val="Zstupntext"/>
            </w:rPr>
            <w:t>Klikněte sem a zadejte text.</w:t>
          </w:r>
        </w:p>
      </w:docPartBody>
    </w:docPart>
    <w:docPart>
      <w:docPartPr>
        <w:name w:val="2FAA04BF960043DC85F634BB505E6AFF"/>
        <w:category>
          <w:name w:val="Obecné"/>
          <w:gallery w:val="placeholder"/>
        </w:category>
        <w:types>
          <w:type w:val="bbPlcHdr"/>
        </w:types>
        <w:behaviors>
          <w:behavior w:val="content"/>
        </w:behaviors>
        <w:guid w:val="{3CE0ED6C-07E5-4F0B-94F5-510F53A2BA94}"/>
      </w:docPartPr>
      <w:docPartBody>
        <w:p w:rsidR="00E57978" w:rsidRDefault="00FF26C0" w:rsidP="00FF26C0">
          <w:pPr>
            <w:pStyle w:val="2FAA04BF960043DC85F634BB505E6AFF"/>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6CD"/>
    <w:rsid w:val="00066A13"/>
    <w:rsid w:val="000770BB"/>
    <w:rsid w:val="000803AE"/>
    <w:rsid w:val="000C40F7"/>
    <w:rsid w:val="00101C5D"/>
    <w:rsid w:val="001300AA"/>
    <w:rsid w:val="00203999"/>
    <w:rsid w:val="00224380"/>
    <w:rsid w:val="003375F4"/>
    <w:rsid w:val="00353427"/>
    <w:rsid w:val="00394021"/>
    <w:rsid w:val="003A20EB"/>
    <w:rsid w:val="003E28D4"/>
    <w:rsid w:val="0041346A"/>
    <w:rsid w:val="0041414F"/>
    <w:rsid w:val="004274D3"/>
    <w:rsid w:val="00497820"/>
    <w:rsid w:val="005600D2"/>
    <w:rsid w:val="005768AA"/>
    <w:rsid w:val="005E109A"/>
    <w:rsid w:val="006010E0"/>
    <w:rsid w:val="0060213E"/>
    <w:rsid w:val="006D2EE3"/>
    <w:rsid w:val="007179F4"/>
    <w:rsid w:val="007969F0"/>
    <w:rsid w:val="007C3DA2"/>
    <w:rsid w:val="007D6080"/>
    <w:rsid w:val="008616CD"/>
    <w:rsid w:val="008F6333"/>
    <w:rsid w:val="00A12BE5"/>
    <w:rsid w:val="00A42255"/>
    <w:rsid w:val="00AC0732"/>
    <w:rsid w:val="00AC3514"/>
    <w:rsid w:val="00AE73C4"/>
    <w:rsid w:val="00B921B0"/>
    <w:rsid w:val="00BD028E"/>
    <w:rsid w:val="00C52C1F"/>
    <w:rsid w:val="00C85233"/>
    <w:rsid w:val="00D07F72"/>
    <w:rsid w:val="00E13C26"/>
    <w:rsid w:val="00E420FD"/>
    <w:rsid w:val="00E43107"/>
    <w:rsid w:val="00E57978"/>
    <w:rsid w:val="00E70B17"/>
    <w:rsid w:val="00F01B0E"/>
    <w:rsid w:val="00F20FA3"/>
    <w:rsid w:val="00FF26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F26C0"/>
    <w:rPr>
      <w:color w:val="808080"/>
    </w:rPr>
  </w:style>
  <w:style w:type="paragraph" w:customStyle="1" w:styleId="B9814EE99258450C9AE71FEC7F893165">
    <w:name w:val="B9814EE99258450C9AE71FEC7F893165"/>
    <w:rsid w:val="008616CD"/>
  </w:style>
  <w:style w:type="paragraph" w:customStyle="1" w:styleId="D9B2F567CE754DC8B1BF2E4E9D17003E">
    <w:name w:val="D9B2F567CE754DC8B1BF2E4E9D17003E"/>
    <w:rsid w:val="008616CD"/>
  </w:style>
  <w:style w:type="paragraph" w:customStyle="1" w:styleId="2DE1F75F553A42E283437921924E3BE6">
    <w:name w:val="2DE1F75F553A42E283437921924E3BE6"/>
    <w:rsid w:val="008616CD"/>
  </w:style>
  <w:style w:type="paragraph" w:customStyle="1" w:styleId="27E40E2D6FB34CF2B411367F3129C219">
    <w:name w:val="27E40E2D6FB34CF2B411367F3129C219"/>
    <w:rsid w:val="00A42255"/>
  </w:style>
  <w:style w:type="paragraph" w:customStyle="1" w:styleId="F117BAD8A1CF408F94549CDF9EAF20CC">
    <w:name w:val="F117BAD8A1CF408F94549CDF9EAF20CC"/>
    <w:rsid w:val="00A42255"/>
  </w:style>
  <w:style w:type="paragraph" w:customStyle="1" w:styleId="D90D0284625C4B5C8560D0FD569FEB25">
    <w:name w:val="D90D0284625C4B5C8560D0FD569FEB25"/>
    <w:rsid w:val="00A42255"/>
  </w:style>
  <w:style w:type="paragraph" w:customStyle="1" w:styleId="CFE63CAEC49B4CA5853335E033C2E1DB">
    <w:name w:val="CFE63CAEC49B4CA5853335E033C2E1DB"/>
    <w:rsid w:val="00A42255"/>
  </w:style>
  <w:style w:type="paragraph" w:customStyle="1" w:styleId="5C6FED9B2A2C443B8BBDE29F5AEAF267">
    <w:name w:val="5C6FED9B2A2C443B8BBDE29F5AEAF267"/>
    <w:rsid w:val="00A42255"/>
  </w:style>
  <w:style w:type="paragraph" w:customStyle="1" w:styleId="E20FA66326634B70ADD94894626EFDC8">
    <w:name w:val="E20FA66326634B70ADD94894626EFDC8"/>
    <w:rsid w:val="00A42255"/>
  </w:style>
  <w:style w:type="paragraph" w:customStyle="1" w:styleId="B5EB44D4E27D44A4BE25D7879FE27536">
    <w:name w:val="B5EB44D4E27D44A4BE25D7879FE27536"/>
    <w:rsid w:val="00A42255"/>
  </w:style>
  <w:style w:type="paragraph" w:customStyle="1" w:styleId="6D6E5B432D52413FB22990BAD3363CE8">
    <w:name w:val="6D6E5B432D52413FB22990BAD3363CE8"/>
    <w:rsid w:val="00A42255"/>
  </w:style>
  <w:style w:type="paragraph" w:customStyle="1" w:styleId="49ADECBCBBCA48A88555CDE3F024C518">
    <w:name w:val="49ADECBCBBCA48A88555CDE3F024C518"/>
    <w:rsid w:val="00A42255"/>
  </w:style>
  <w:style w:type="paragraph" w:customStyle="1" w:styleId="2C3508513F6D4F0D8B5A0EA14C7130BC">
    <w:name w:val="2C3508513F6D4F0D8B5A0EA14C7130BC"/>
    <w:rsid w:val="00A42255"/>
  </w:style>
  <w:style w:type="paragraph" w:customStyle="1" w:styleId="3AE5828941A24F4BBB103125AFE7B46C">
    <w:name w:val="3AE5828941A24F4BBB103125AFE7B46C"/>
    <w:rsid w:val="00A42255"/>
  </w:style>
  <w:style w:type="paragraph" w:customStyle="1" w:styleId="94E8C1E6AF1C489284BB705EF5EC88E2">
    <w:name w:val="94E8C1E6AF1C489284BB705EF5EC88E2"/>
    <w:rsid w:val="00A42255"/>
  </w:style>
  <w:style w:type="paragraph" w:customStyle="1" w:styleId="EE3ABEAB621E4E7392754DFAE88BD066">
    <w:name w:val="EE3ABEAB621E4E7392754DFAE88BD066"/>
    <w:rsid w:val="00A42255"/>
  </w:style>
  <w:style w:type="paragraph" w:customStyle="1" w:styleId="08A7E90E3B49467095DD419EDF204C7D">
    <w:name w:val="08A7E90E3B49467095DD419EDF204C7D"/>
    <w:rsid w:val="00A42255"/>
  </w:style>
  <w:style w:type="paragraph" w:customStyle="1" w:styleId="8CF403CD547B41D6A082B7AA9D76021F">
    <w:name w:val="8CF403CD547B41D6A082B7AA9D76021F"/>
    <w:rsid w:val="00A42255"/>
  </w:style>
  <w:style w:type="paragraph" w:customStyle="1" w:styleId="ADAD5F1A92CD4A54941B15AE3C0CB792">
    <w:name w:val="ADAD5F1A92CD4A54941B15AE3C0CB792"/>
    <w:rsid w:val="00A12BE5"/>
  </w:style>
  <w:style w:type="paragraph" w:customStyle="1" w:styleId="C2775693C50D4BF2AE806AAEE39C4530">
    <w:name w:val="C2775693C50D4BF2AE806AAEE39C4530"/>
    <w:rsid w:val="00A12BE5"/>
  </w:style>
  <w:style w:type="paragraph" w:customStyle="1" w:styleId="F63103ABF1E0407AA1647E73B3D8B6AE">
    <w:name w:val="F63103ABF1E0407AA1647E73B3D8B6AE"/>
    <w:rsid w:val="00A12BE5"/>
  </w:style>
  <w:style w:type="paragraph" w:customStyle="1" w:styleId="0C200E7F203542D99F2F9486A8906E9E">
    <w:name w:val="0C200E7F203542D99F2F9486A8906E9E"/>
    <w:rsid w:val="005E109A"/>
  </w:style>
  <w:style w:type="paragraph" w:customStyle="1" w:styleId="24F91616782B47789E7A459CFA92D298">
    <w:name w:val="24F91616782B47789E7A459CFA92D298"/>
    <w:rsid w:val="005E109A"/>
  </w:style>
  <w:style w:type="paragraph" w:customStyle="1" w:styleId="A96E1765957E4AD3A0AAD93A82269A11">
    <w:name w:val="A96E1765957E4AD3A0AAD93A82269A11"/>
    <w:rsid w:val="005E109A"/>
  </w:style>
  <w:style w:type="paragraph" w:customStyle="1" w:styleId="14F5D480280D48FFA1A5DA8DEDAD64A8">
    <w:name w:val="14F5D480280D48FFA1A5DA8DEDAD64A8"/>
    <w:rsid w:val="005E109A"/>
  </w:style>
  <w:style w:type="paragraph" w:customStyle="1" w:styleId="D72218283B6646EDBA4012FEAA96B633">
    <w:name w:val="D72218283B6646EDBA4012FEAA96B633"/>
    <w:rsid w:val="005E109A"/>
  </w:style>
  <w:style w:type="paragraph" w:customStyle="1" w:styleId="70FAECD7BD6145A1AD641A9327A69FC1">
    <w:name w:val="70FAECD7BD6145A1AD641A9327A69FC1"/>
    <w:rsid w:val="005E109A"/>
  </w:style>
  <w:style w:type="paragraph" w:customStyle="1" w:styleId="2FAA04BF960043DC85F634BB505E6AFF">
    <w:name w:val="2FAA04BF960043DC85F634BB505E6AFF"/>
    <w:rsid w:val="00FF26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829816-838F-4B3C-A5CF-A46474631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4851</Words>
  <Characters>28623</Characters>
  <Application>Microsoft Office Word</Application>
  <DocSecurity>0</DocSecurity>
  <Lines>238</Lines>
  <Paragraphs>66</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33408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Páleník Robert</dc:creator>
  <cp:lastModifiedBy>Robert Palenik</cp:lastModifiedBy>
  <cp:revision>10</cp:revision>
  <dcterms:created xsi:type="dcterms:W3CDTF">2020-03-18T11:10:00Z</dcterms:created>
  <dcterms:modified xsi:type="dcterms:W3CDTF">2020-03-31T08:04:00Z</dcterms:modified>
</cp:coreProperties>
</file>