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FA78C" w14:textId="77777777" w:rsidR="003A0FA1" w:rsidRPr="00A35763" w:rsidRDefault="00EF3782" w:rsidP="00965E45">
      <w:pPr>
        <w:spacing w:after="0" w:line="276" w:lineRule="auto"/>
        <w:jc w:val="center"/>
        <w:rPr>
          <w:rFonts w:ascii="Arial" w:hAnsi="Arial" w:cs="Arial"/>
          <w:b/>
        </w:rPr>
      </w:pPr>
      <w:bookmarkStart w:id="0" w:name="_GoBack"/>
      <w:bookmarkEnd w:id="0"/>
      <w:r w:rsidRPr="00A35763">
        <w:rPr>
          <w:rFonts w:ascii="Arial" w:hAnsi="Arial" w:cs="Arial"/>
          <w:b/>
        </w:rPr>
        <w:t>RÁM</w:t>
      </w:r>
      <w:r w:rsidR="003A0FA1" w:rsidRPr="00A35763">
        <w:rPr>
          <w:rFonts w:ascii="Arial" w:hAnsi="Arial" w:cs="Arial"/>
          <w:b/>
        </w:rPr>
        <w:t xml:space="preserve">COVÁ KUPNÍ </w:t>
      </w:r>
      <w:r w:rsidR="00F5378C" w:rsidRPr="00A35763">
        <w:rPr>
          <w:rFonts w:ascii="Arial" w:hAnsi="Arial" w:cs="Arial"/>
          <w:b/>
        </w:rPr>
        <w:t>SMLOUVA</w:t>
      </w:r>
    </w:p>
    <w:p w14:paraId="0C0B5F2F" w14:textId="77777777"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a § 131 a násl. zákona č. 134/2016 Sb., o zadávání veřejných zakázek (dále jen „ZzVZ“)</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A35763" w:rsidRDefault="00ED4174" w:rsidP="00965E45">
      <w:pPr>
        <w:pStyle w:val="Bezmezer"/>
        <w:jc w:val="both"/>
        <w:rPr>
          <w:rFonts w:ascii="Arial" w:hAnsi="Arial" w:cs="Arial"/>
          <w:b/>
        </w:rPr>
      </w:pPr>
      <w:r w:rsidRPr="00A35763">
        <w:rPr>
          <w:rFonts w:ascii="Arial" w:hAnsi="Arial" w:cs="Arial"/>
          <w:b/>
        </w:rPr>
        <w:t>Kraj Vysočina</w:t>
      </w:r>
    </w:p>
    <w:p w14:paraId="1B539A19" w14:textId="6DA08C81" w:rsidR="00ED4174" w:rsidRDefault="00ED4174" w:rsidP="00965E45">
      <w:pPr>
        <w:pStyle w:val="Bezmezer"/>
        <w:jc w:val="both"/>
        <w:rPr>
          <w:rFonts w:ascii="Arial" w:hAnsi="Arial" w:cs="Arial"/>
        </w:rPr>
      </w:pPr>
      <w:r w:rsidRPr="00A35763">
        <w:rPr>
          <w:rFonts w:ascii="Arial" w:hAnsi="Arial" w:cs="Arial"/>
        </w:rPr>
        <w:t>IČO: 708 90</w:t>
      </w:r>
      <w:r w:rsidR="00DB51FD">
        <w:rPr>
          <w:rFonts w:ascii="Arial" w:hAnsi="Arial" w:cs="Arial"/>
        </w:rPr>
        <w:t> </w:t>
      </w:r>
      <w:r w:rsidRPr="00A35763">
        <w:rPr>
          <w:rFonts w:ascii="Arial" w:hAnsi="Arial" w:cs="Arial"/>
        </w:rPr>
        <w:t>749</w:t>
      </w:r>
    </w:p>
    <w:p w14:paraId="74DA8478" w14:textId="641252EB" w:rsidR="00DB51FD" w:rsidRPr="00A35763" w:rsidRDefault="00DB51FD" w:rsidP="00965E45">
      <w:pPr>
        <w:pStyle w:val="Bezmezer"/>
        <w:jc w:val="both"/>
        <w:rPr>
          <w:rFonts w:ascii="Arial" w:hAnsi="Arial" w:cs="Arial"/>
        </w:rPr>
      </w:pPr>
      <w:r w:rsidRPr="00DB51FD">
        <w:rPr>
          <w:rFonts w:ascii="Arial" w:hAnsi="Arial" w:cs="Arial"/>
        </w:rPr>
        <w:t xml:space="preserve">ID datové schránky: </w:t>
      </w:r>
      <w:r w:rsidRPr="00DB51FD">
        <w:rPr>
          <w:rFonts w:ascii="Arial" w:hAnsi="Arial" w:cs="Arial"/>
          <w:bCs/>
        </w:rPr>
        <w:t>ksab3eu</w:t>
      </w:r>
    </w:p>
    <w:p w14:paraId="714B76B0" w14:textId="77777777" w:rsidR="00ED4174" w:rsidRPr="00A35763" w:rsidRDefault="00ED4174" w:rsidP="00965E45">
      <w:pPr>
        <w:pStyle w:val="Bezmezer"/>
        <w:jc w:val="both"/>
        <w:rPr>
          <w:rFonts w:ascii="Arial" w:hAnsi="Arial" w:cs="Arial"/>
        </w:rPr>
      </w:pPr>
      <w:r w:rsidRPr="00A35763">
        <w:rPr>
          <w:rFonts w:ascii="Arial" w:hAnsi="Arial" w:cs="Arial"/>
        </w:rPr>
        <w:t>se sídlem Jihlava, Žižkova 57, PSČ 587 33</w:t>
      </w:r>
    </w:p>
    <w:p w14:paraId="77153452" w14:textId="77777777" w:rsidR="00ED4174" w:rsidRPr="00A35763" w:rsidRDefault="00ED4174" w:rsidP="00965E45">
      <w:pPr>
        <w:tabs>
          <w:tab w:val="left" w:pos="1134"/>
        </w:tabs>
        <w:spacing w:after="240"/>
        <w:jc w:val="both"/>
        <w:rPr>
          <w:rFonts w:ascii="Arial" w:hAnsi="Arial" w:cs="Arial"/>
        </w:rPr>
      </w:pPr>
      <w:r w:rsidRPr="00A35763">
        <w:rPr>
          <w:rFonts w:ascii="Arial" w:hAnsi="Arial" w:cs="Arial"/>
        </w:rPr>
        <w:t>zastoupený:</w:t>
      </w:r>
      <w:r w:rsidRPr="00A35763">
        <w:rPr>
          <w:rFonts w:ascii="Arial" w:hAnsi="Arial" w:cs="Arial"/>
        </w:rPr>
        <w:tab/>
      </w:r>
      <w:r w:rsidR="00B02E70" w:rsidRPr="00A35763">
        <w:rPr>
          <w:rStyle w:val="FontStyle19"/>
          <w:b w:val="0"/>
          <w:bCs/>
          <w:sz w:val="22"/>
        </w:rPr>
        <w:t>MUDr. Jiří Běhounek,</w:t>
      </w:r>
      <w:r w:rsidR="00CD24C1" w:rsidRPr="00A35763">
        <w:rPr>
          <w:rStyle w:val="FontStyle19"/>
          <w:bCs/>
          <w:sz w:val="22"/>
        </w:rPr>
        <w:t xml:space="preserve"> </w:t>
      </w:r>
      <w:r w:rsidRPr="00A35763">
        <w:rPr>
          <w:rFonts w:ascii="Arial" w:hAnsi="Arial" w:cs="Arial"/>
        </w:rPr>
        <w:t>hejtman</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978609160"/>
        <w:placeholder>
          <w:docPart w:val="B9814EE99258450C9AE71FEC7F893165"/>
        </w:placeholder>
        <w:text/>
      </w:sdtPr>
      <w:sdtEndPr/>
      <w:sdtContent>
        <w:p w14:paraId="79C5679C" w14:textId="77777777" w:rsidR="00ED4174" w:rsidRPr="00A35763" w:rsidRDefault="00ED4174" w:rsidP="00965E45">
          <w:pPr>
            <w:keepLines/>
            <w:spacing w:after="240"/>
            <w:contextualSpacing/>
            <w:jc w:val="both"/>
            <w:rPr>
              <w:rFonts w:ascii="Arial" w:hAnsi="Arial" w:cs="Arial"/>
              <w:b/>
            </w:rPr>
          </w:pPr>
          <w:r w:rsidRPr="00A35763">
            <w:rPr>
              <w:rFonts w:ascii="Arial" w:hAnsi="Arial" w:cs="Arial"/>
              <w:b/>
            </w:rPr>
            <w:t>[_____]</w:t>
          </w:r>
        </w:p>
      </w:sdtContent>
    </w:sdt>
    <w:p w14:paraId="2524BAA5" w14:textId="73D36E18" w:rsidR="00ED4174" w:rsidRDefault="00ED4174" w:rsidP="00965E45">
      <w:pPr>
        <w:keepLines/>
        <w:tabs>
          <w:tab w:val="left" w:pos="5910"/>
        </w:tabs>
        <w:spacing w:after="240"/>
        <w:contextualSpacing/>
        <w:jc w:val="both"/>
        <w:rPr>
          <w:rFonts w:ascii="Arial" w:hAnsi="Arial" w:cs="Arial"/>
          <w:b/>
        </w:rPr>
      </w:pPr>
      <w:r w:rsidRPr="00A35763">
        <w:rPr>
          <w:rFonts w:ascii="Arial" w:hAnsi="Arial" w:cs="Arial"/>
        </w:rPr>
        <w:t xml:space="preserve">IČO: </w:t>
      </w:r>
      <w:sdt>
        <w:sdtPr>
          <w:rPr>
            <w:rFonts w:ascii="Arial" w:hAnsi="Arial" w:cs="Arial"/>
          </w:rPr>
          <w:id w:val="1851070412"/>
          <w:placeholder>
            <w:docPart w:val="B9814EE99258450C9AE71FEC7F893165"/>
          </w:placeholder>
          <w:text/>
        </w:sdtPr>
        <w:sdtEndPr/>
        <w:sdtContent>
          <w:r w:rsidR="004353B0" w:rsidRPr="00DB51FD">
            <w:rPr>
              <w:rFonts w:ascii="Arial" w:hAnsi="Arial" w:cs="Arial"/>
            </w:rPr>
            <w:t>[_____]</w:t>
          </w:r>
        </w:sdtContent>
      </w:sdt>
    </w:p>
    <w:p w14:paraId="7F6EF6FD" w14:textId="2B57CFCE" w:rsidR="00DB51FD" w:rsidRPr="00A35763" w:rsidRDefault="00DB51FD" w:rsidP="00DB51FD">
      <w:pPr>
        <w:keepLines/>
        <w:tabs>
          <w:tab w:val="left" w:pos="1985"/>
        </w:tabs>
        <w:spacing w:after="0"/>
        <w:jc w:val="both"/>
        <w:rPr>
          <w:rFonts w:ascii="Arial" w:hAnsi="Arial" w:cs="Arial"/>
          <w:bCs/>
        </w:rPr>
      </w:pPr>
      <w:r w:rsidRPr="00DB51FD">
        <w:rPr>
          <w:rFonts w:ascii="Arial" w:hAnsi="Arial" w:cs="Arial"/>
          <w:bCs/>
        </w:rPr>
        <w:t xml:space="preserve">ID datové schránky: </w:t>
      </w:r>
      <w:sdt>
        <w:sdtPr>
          <w:rPr>
            <w:rFonts w:ascii="Arial" w:hAnsi="Arial" w:cs="Arial"/>
          </w:rPr>
          <w:id w:val="97841170"/>
          <w:placeholder>
            <w:docPart w:val="2FAA04BF960043DC85F634BB505E6AFF"/>
          </w:placeholder>
          <w:text/>
        </w:sdtPr>
        <w:sdtEndPr/>
        <w:sdtContent>
          <w:r w:rsidRPr="00DB51FD">
            <w:rPr>
              <w:rFonts w:ascii="Arial" w:hAnsi="Arial" w:cs="Arial"/>
            </w:rPr>
            <w:t>[_____]</w:t>
          </w:r>
        </w:sdtContent>
      </w:sdt>
    </w:p>
    <w:p w14:paraId="0D18FFDF" w14:textId="309FCCC0"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se sídlem/místem podnikání </w:t>
      </w:r>
      <w:sdt>
        <w:sdtPr>
          <w:rPr>
            <w:rFonts w:ascii="Arial" w:hAnsi="Arial" w:cs="Arial"/>
          </w:rPr>
          <w:id w:val="836735014"/>
          <w:placeholder>
            <w:docPart w:val="B9814EE99258450C9AE71FEC7F893165"/>
          </w:placeholder>
          <w:text/>
        </w:sdtPr>
        <w:sdtEndPr/>
        <w:sdtContent>
          <w:r w:rsidR="00DB51FD" w:rsidRPr="00DB51FD">
            <w:rPr>
              <w:rFonts w:ascii="Arial" w:hAnsi="Arial" w:cs="Arial"/>
            </w:rPr>
            <w:t>[_____]</w:t>
          </w:r>
        </w:sdtContent>
      </w:sdt>
    </w:p>
    <w:p w14:paraId="131CBCC5" w14:textId="3DE82067" w:rsidR="00ED4174" w:rsidRPr="00A35763" w:rsidRDefault="00ED4174" w:rsidP="00965E45">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1724561979"/>
          <w:placeholder>
            <w:docPart w:val="B9814EE99258450C9AE71FEC7F893165"/>
          </w:placeholder>
          <w:text/>
        </w:sdtPr>
        <w:sdtEndPr/>
        <w:sdtContent>
          <w:r w:rsidR="00DB51FD" w:rsidRPr="00DB51FD">
            <w:rPr>
              <w:rFonts w:ascii="Arial" w:hAnsi="Arial" w:cs="Arial"/>
            </w:rPr>
            <w:t>[_____]</w:t>
          </w:r>
        </w:sdtContent>
      </w:sdt>
      <w:r w:rsidRPr="00A35763">
        <w:rPr>
          <w:rFonts w:ascii="Arial" w:hAnsi="Arial" w:cs="Arial"/>
        </w:rPr>
        <w:t xml:space="preserve">, sp. zn. </w:t>
      </w:r>
      <w:sdt>
        <w:sdtPr>
          <w:rPr>
            <w:rFonts w:ascii="Arial" w:hAnsi="Arial" w:cs="Arial"/>
          </w:rPr>
          <w:id w:val="896394978"/>
          <w:placeholder>
            <w:docPart w:val="B9814EE99258450C9AE71FEC7F893165"/>
          </w:placeholder>
          <w:text/>
        </w:sdtPr>
        <w:sdtEndPr/>
        <w:sdtContent>
          <w:r w:rsidR="00DB51FD" w:rsidRPr="00DB51FD">
            <w:rPr>
              <w:rFonts w:ascii="Arial" w:hAnsi="Arial" w:cs="Arial"/>
            </w:rPr>
            <w:t>[_____]</w:t>
          </w:r>
        </w:sdtContent>
      </w:sdt>
    </w:p>
    <w:p w14:paraId="5082923B" w14:textId="33542F30" w:rsidR="00ED4174" w:rsidRDefault="00ED4174" w:rsidP="00D009BA">
      <w:pPr>
        <w:keepLines/>
        <w:tabs>
          <w:tab w:val="left" w:pos="1985"/>
        </w:tabs>
        <w:spacing w:after="0"/>
        <w:jc w:val="both"/>
        <w:rPr>
          <w:rFonts w:ascii="Arial" w:hAnsi="Arial" w:cs="Arial"/>
          <w:b/>
        </w:rPr>
      </w:pPr>
      <w:r w:rsidRPr="00A35763">
        <w:rPr>
          <w:rFonts w:ascii="Arial" w:hAnsi="Arial" w:cs="Arial"/>
        </w:rPr>
        <w:t>zastoupená:</w:t>
      </w:r>
      <w:r w:rsidRPr="00A35763">
        <w:rPr>
          <w:rFonts w:ascii="Arial" w:hAnsi="Arial" w:cs="Arial"/>
        </w:rPr>
        <w:tab/>
      </w:r>
      <w:sdt>
        <w:sdtPr>
          <w:rPr>
            <w:rFonts w:ascii="Arial" w:hAnsi="Arial" w:cs="Arial"/>
          </w:rPr>
          <w:id w:val="-869060896"/>
          <w:placeholder>
            <w:docPart w:val="B9814EE99258450C9AE71FEC7F893165"/>
          </w:placeholder>
          <w:text/>
        </w:sdtPr>
        <w:sdtEndPr/>
        <w:sdtContent>
          <w:r w:rsidR="00DB51FD" w:rsidRPr="00DB51FD">
            <w:rPr>
              <w:rFonts w:ascii="Arial" w:hAnsi="Arial" w:cs="Arial"/>
            </w:rPr>
            <w:t>[_____]</w:t>
          </w:r>
        </w:sdtContent>
      </w:sdt>
    </w:p>
    <w:p w14:paraId="3F2C4DD8" w14:textId="45743874" w:rsidR="00DB51FD" w:rsidRPr="00A35763" w:rsidRDefault="00DB51FD" w:rsidP="00D009BA">
      <w:pPr>
        <w:keepLines/>
        <w:tabs>
          <w:tab w:val="left" w:pos="1985"/>
        </w:tabs>
        <w:spacing w:after="0"/>
        <w:jc w:val="both"/>
        <w:rPr>
          <w:rFonts w:ascii="Arial" w:hAnsi="Arial" w:cs="Arial"/>
          <w:bCs/>
        </w:rPr>
      </w:pPr>
      <w:r w:rsidRPr="00DB51FD">
        <w:rPr>
          <w:rFonts w:ascii="Arial" w:hAnsi="Arial" w:cs="Arial"/>
          <w:bCs/>
        </w:rPr>
        <w:t>ID datové schránky: [_____]</w:t>
      </w:r>
    </w:p>
    <w:p w14:paraId="3C30B1E8" w14:textId="73773ADD" w:rsidR="00ED4174" w:rsidRPr="00A35763" w:rsidRDefault="00ED4174" w:rsidP="00D009BA">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sidRPr="00A35763">
        <w:rPr>
          <w:rFonts w:ascii="Arial" w:hAnsi="Arial" w:cs="Arial"/>
          <w:bCs/>
        </w:rPr>
        <w:tab/>
      </w:r>
      <w:sdt>
        <w:sdtPr>
          <w:rPr>
            <w:rFonts w:ascii="Arial" w:hAnsi="Arial" w:cs="Arial"/>
          </w:rPr>
          <w:id w:val="1438647881"/>
          <w:placeholder>
            <w:docPart w:val="B9814EE99258450C9AE71FEC7F893165"/>
          </w:placeholder>
          <w:text/>
        </w:sdtPr>
        <w:sdtEndPr/>
        <w:sdtContent>
          <w:r w:rsidR="00DB51FD" w:rsidRPr="00744D8D">
            <w:rPr>
              <w:rFonts w:ascii="Arial" w:hAnsi="Arial" w:cs="Arial"/>
            </w:rPr>
            <w:t>[_____]</w:t>
          </w:r>
        </w:sdtContent>
      </w:sdt>
    </w:p>
    <w:p w14:paraId="3325EE45" w14:textId="3C3FE015" w:rsidR="00ED4174" w:rsidRPr="00A35763" w:rsidRDefault="00ED4174" w:rsidP="00DB51FD">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sidRPr="00A35763">
        <w:rPr>
          <w:rFonts w:ascii="Arial" w:hAnsi="Arial" w:cs="Arial"/>
          <w:bCs/>
        </w:rPr>
        <w:tab/>
      </w:r>
      <w:sdt>
        <w:sdtPr>
          <w:rPr>
            <w:rFonts w:ascii="Arial" w:hAnsi="Arial" w:cs="Arial"/>
          </w:rPr>
          <w:id w:val="-1743940922"/>
          <w:placeholder>
            <w:docPart w:val="B9814EE99258450C9AE71FEC7F893165"/>
          </w:placeholder>
          <w:text/>
        </w:sdtPr>
        <w:sdtEndPr/>
        <w:sdtContent>
          <w:r w:rsidR="00DB51FD" w:rsidRPr="00DB51FD">
            <w:rPr>
              <w:rFonts w:ascii="Arial" w:hAnsi="Arial" w:cs="Arial"/>
            </w:rPr>
            <w:t>[_____]</w:t>
          </w:r>
        </w:sdtContent>
      </w:sdt>
      <w:r w:rsidR="00DB51FD">
        <w:rPr>
          <w:rFonts w:ascii="Arial" w:hAnsi="Arial" w:cs="Arial"/>
        </w:rPr>
        <w:tab/>
      </w:r>
    </w:p>
    <w:p w14:paraId="51329080" w14:textId="6314C1AC" w:rsidR="00D009BA" w:rsidRPr="00A35763" w:rsidRDefault="00D009BA" w:rsidP="00D009BA">
      <w:pPr>
        <w:keepLines/>
        <w:tabs>
          <w:tab w:val="left" w:pos="1985"/>
        </w:tabs>
        <w:spacing w:after="0"/>
        <w:ind w:left="1985" w:hanging="1985"/>
        <w:jc w:val="both"/>
        <w:rPr>
          <w:rFonts w:ascii="Arial" w:hAnsi="Arial" w:cs="Arial"/>
        </w:rPr>
      </w:pPr>
      <w:r w:rsidRPr="00A35763">
        <w:rPr>
          <w:rFonts w:ascii="Arial" w:hAnsi="Arial" w:cs="Arial"/>
        </w:rPr>
        <w:t>kontaktní e-mail a tel.:</w:t>
      </w:r>
      <w:r w:rsidRPr="00A35763">
        <w:rPr>
          <w:rFonts w:ascii="Arial" w:hAnsi="Arial" w:cs="Arial"/>
        </w:rPr>
        <w:tab/>
      </w:r>
      <w:sdt>
        <w:sdtPr>
          <w:rPr>
            <w:rFonts w:ascii="Arial" w:hAnsi="Arial" w:cs="Arial"/>
          </w:rPr>
          <w:id w:val="2044017396"/>
          <w:placeholder>
            <w:docPart w:val="F117BAD8A1CF408F94549CDF9EAF20CC"/>
          </w:placeholder>
          <w:text/>
        </w:sdtPr>
        <w:sdtEndPr/>
        <w:sdtContent>
          <w:r w:rsidR="00DB51FD" w:rsidRPr="00DB51FD">
            <w:rPr>
              <w:rFonts w:ascii="Arial" w:hAnsi="Arial" w:cs="Arial"/>
            </w:rPr>
            <w:t>[_____]</w:t>
          </w:r>
        </w:sdtContent>
      </w:sdt>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551E30DE"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w:t>
      </w:r>
      <w:r w:rsidR="00EF3782" w:rsidRPr="008D749E">
        <w:rPr>
          <w:rFonts w:ascii="Arial" w:hAnsi="Arial" w:cs="Arial"/>
        </w:rPr>
        <w:t>Rám</w:t>
      </w:r>
      <w:r w:rsidRPr="008D749E">
        <w:rPr>
          <w:rFonts w:ascii="Arial" w:hAnsi="Arial" w:cs="Arial"/>
        </w:rPr>
        <w:t xml:space="preserve">covou kupní </w:t>
      </w:r>
      <w:r w:rsidR="00F5378C" w:rsidRPr="008D749E">
        <w:rPr>
          <w:rFonts w:ascii="Arial" w:hAnsi="Arial" w:cs="Arial"/>
        </w:rPr>
        <w:t>smlouvu</w:t>
      </w:r>
      <w:r w:rsidRPr="008D749E">
        <w:rPr>
          <w:rFonts w:ascii="Arial" w:hAnsi="Arial" w:cs="Arial"/>
        </w:rPr>
        <w:t xml:space="preserve"> (dále jen „</w:t>
      </w:r>
      <w:r w:rsidR="00EF3782" w:rsidRPr="008D749E">
        <w:rPr>
          <w:rFonts w:ascii="Arial" w:hAnsi="Arial" w:cs="Arial"/>
          <w:b/>
        </w:rPr>
        <w:t>Rám</w:t>
      </w:r>
      <w:r w:rsidRPr="008D749E">
        <w:rPr>
          <w:rFonts w:ascii="Arial" w:hAnsi="Arial" w:cs="Arial"/>
          <w:b/>
        </w:rPr>
        <w:t>cová smlouva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4C837CFA"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Smluvní strany uzavírají tuto Smlouvu jako výsledek zadávacího řízení veřejné zakázky „</w:t>
      </w:r>
      <w:r w:rsidR="000004A7" w:rsidRPr="00A35763">
        <w:rPr>
          <w:rFonts w:ascii="Arial" w:hAnsi="Arial" w:cs="Arial"/>
        </w:rPr>
        <w:t>Rámcové smlouvy na dodávky ICT komponent</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WiFi</w:t>
      </w:r>
      <w:r w:rsidR="009B5329">
        <w:rPr>
          <w:rFonts w:ascii="Arial" w:hAnsi="Arial" w:cs="Arial"/>
        </w:rPr>
        <w:t xml:space="preserve"> komponenty</w:t>
      </w:r>
      <w:r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Pr="00A35763">
        <w:rPr>
          <w:rFonts w:ascii="Arial" w:hAnsi="Arial" w:cs="Arial"/>
        </w:rPr>
        <w:t>“);</w:t>
      </w:r>
    </w:p>
    <w:p w14:paraId="17CE09B1" w14:textId="77777777" w:rsidR="00965E45" w:rsidRPr="00A35763" w:rsidRDefault="00965E45"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Zadávací podmínky Veřejné zakázky byly v souladu s interními předpisy </w:t>
      </w:r>
      <w:r w:rsidR="00EF3782" w:rsidRPr="00A35763">
        <w:rPr>
          <w:rFonts w:ascii="Arial" w:hAnsi="Arial" w:cs="Arial"/>
        </w:rPr>
        <w:t>Kupují</w:t>
      </w:r>
      <w:r w:rsidRPr="00A35763">
        <w:rPr>
          <w:rFonts w:ascii="Arial" w:hAnsi="Arial" w:cs="Arial"/>
        </w:rPr>
        <w:t>cího schváleny usnesením č. [_____] Rady Kraje Vysočina na jednání č. [_____] konaném dne [_____];</w:t>
      </w:r>
    </w:p>
    <w:p w14:paraId="56568E6F" w14:textId="77777777" w:rsidR="00965E45" w:rsidRPr="00A35763" w:rsidRDefault="00D70CC5" w:rsidP="00AF3D74">
      <w:pPr>
        <w:pStyle w:val="Odstavecseseznamem"/>
        <w:numPr>
          <w:ilvl w:val="1"/>
          <w:numId w:val="1"/>
        </w:numPr>
        <w:spacing w:after="0" w:line="276" w:lineRule="auto"/>
        <w:ind w:left="567" w:hanging="567"/>
        <w:jc w:val="both"/>
        <w:rPr>
          <w:rFonts w:ascii="Arial" w:hAnsi="Arial" w:cs="Arial"/>
        </w:rPr>
      </w:pPr>
      <w:r>
        <w:rPr>
          <w:rFonts w:ascii="Arial" w:hAnsi="Arial" w:cs="Arial"/>
        </w:rPr>
        <w:t xml:space="preserve">O </w:t>
      </w:r>
      <w:r w:rsidR="00965E45" w:rsidRPr="00A35763">
        <w:rPr>
          <w:rFonts w:ascii="Arial" w:hAnsi="Arial" w:cs="Arial"/>
        </w:rPr>
        <w:t>výběru nejvhodnější nabídky na Veřejnou zakázku</w:t>
      </w:r>
      <w:r w:rsidR="00F571C5" w:rsidRPr="00A35763">
        <w:rPr>
          <w:rFonts w:ascii="Arial" w:hAnsi="Arial" w:cs="Arial"/>
        </w:rPr>
        <w:t xml:space="preserve"> a uzavření </w:t>
      </w:r>
      <w:r w:rsidR="00B24E74">
        <w:rPr>
          <w:rFonts w:ascii="Arial" w:hAnsi="Arial" w:cs="Arial"/>
        </w:rPr>
        <w:t>Rámcové smlouvy</w:t>
      </w:r>
      <w:r w:rsidR="00F571C5" w:rsidRPr="00A35763">
        <w:rPr>
          <w:rFonts w:ascii="Arial" w:hAnsi="Arial" w:cs="Arial"/>
        </w:rPr>
        <w:t xml:space="preserve"> bylo v </w:t>
      </w:r>
      <w:r w:rsidR="00965E45" w:rsidRPr="00A35763">
        <w:rPr>
          <w:rFonts w:ascii="Arial" w:hAnsi="Arial" w:cs="Arial"/>
        </w:rPr>
        <w:t xml:space="preserve">souladu s ustanovením § 59 odst. 3 zákona č. 129/2000 Sb., o krajích (krajské zřízení), v platném znění rozhodnuto usnesením č. [_____] Radou Kraje Vysočina na jednání </w:t>
      </w:r>
      <w:r w:rsidR="00036E8F" w:rsidRPr="00A35763">
        <w:rPr>
          <w:rFonts w:ascii="Arial" w:hAnsi="Arial" w:cs="Arial"/>
        </w:rPr>
        <w:t>č. </w:t>
      </w:r>
      <w:r w:rsidR="00965E45" w:rsidRPr="00A35763">
        <w:rPr>
          <w:rFonts w:ascii="Arial" w:hAnsi="Arial" w:cs="Arial"/>
        </w:rPr>
        <w:t>[_____] konaném dne [_____].</w:t>
      </w:r>
    </w:p>
    <w:p w14:paraId="51A32EEF" w14:textId="57F54195" w:rsidR="002604C8" w:rsidRPr="00DB7A17" w:rsidRDefault="002604C8"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Tato Rámcová smlouva je ve smyslu § 131 a násl. ZzVZ rámcovou dohodou; je uzavřena </w:t>
      </w:r>
      <w:r w:rsidR="00296076">
        <w:rPr>
          <w:rFonts w:ascii="Arial" w:hAnsi="Arial" w:cs="Arial"/>
        </w:rPr>
        <w:t xml:space="preserve">s jedním </w:t>
      </w:r>
      <w:r w:rsidR="00296076" w:rsidRPr="00DB7A17">
        <w:rPr>
          <w:rFonts w:ascii="Arial" w:hAnsi="Arial" w:cs="Arial"/>
        </w:rPr>
        <w:t>dodavatelem</w:t>
      </w:r>
      <w:r w:rsidRPr="00DB7A17">
        <w:rPr>
          <w:rFonts w:ascii="Arial" w:hAnsi="Arial" w:cs="Arial"/>
        </w:rPr>
        <w:t xml:space="preserve"> </w:t>
      </w:r>
      <w:r w:rsidRPr="009A6F90">
        <w:rPr>
          <w:rFonts w:ascii="Arial" w:hAnsi="Arial" w:cs="Arial"/>
        </w:rPr>
        <w:t>a všechny podmínky plnění jsou vymezeny v této Rámcové smlouvě</w:t>
      </w:r>
      <w:r w:rsidRPr="00DB7A17">
        <w:rPr>
          <w:rFonts w:ascii="Arial" w:hAnsi="Arial" w:cs="Arial"/>
        </w:rPr>
        <w:t>.</w:t>
      </w:r>
    </w:p>
    <w:p w14:paraId="7C4C7544" w14:textId="454E812D"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lastRenderedPageBreak/>
        <w:t xml:space="preserve">Účelem této </w:t>
      </w:r>
      <w:r w:rsidR="00EF3782" w:rsidRPr="00A35763">
        <w:rPr>
          <w:rFonts w:ascii="Arial" w:hAnsi="Arial" w:cs="Arial"/>
        </w:rPr>
        <w:t>Rám</w:t>
      </w:r>
      <w:r w:rsidRPr="00A35763">
        <w:rPr>
          <w:rFonts w:ascii="Arial" w:hAnsi="Arial" w:cs="Arial"/>
        </w:rPr>
        <w:t xml:space="preserve">cové smlouvy 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006A5A15" w:rsidRPr="00DB7A17">
        <w:rPr>
          <w:rFonts w:ascii="Arial" w:hAnsi="Arial" w:cs="Arial"/>
        </w:rPr>
        <w:t>, a to</w:t>
      </w:r>
      <w:r w:rsidRPr="00DB7A17">
        <w:rPr>
          <w:rFonts w:ascii="Arial" w:hAnsi="Arial" w:cs="Arial"/>
        </w:rPr>
        <w:t xml:space="preserve"> po do</w:t>
      </w:r>
      <w:r w:rsidRPr="00A35763">
        <w:rPr>
          <w:rFonts w:ascii="Arial" w:hAnsi="Arial" w:cs="Arial"/>
        </w:rPr>
        <w:t xml:space="preserve">bu </w:t>
      </w:r>
      <w:r w:rsidR="00965E45" w:rsidRPr="00A35763">
        <w:rPr>
          <w:rFonts w:ascii="Arial" w:hAnsi="Arial" w:cs="Arial"/>
        </w:rPr>
        <w:t xml:space="preserve">trvání </w:t>
      </w:r>
      <w:r w:rsidR="00EF3782" w:rsidRPr="00A35763">
        <w:rPr>
          <w:rFonts w:ascii="Arial" w:hAnsi="Arial" w:cs="Arial"/>
        </w:rPr>
        <w:t>Rám</w:t>
      </w:r>
      <w:r w:rsidR="00965E45" w:rsidRPr="00A35763">
        <w:rPr>
          <w:rFonts w:ascii="Arial" w:hAnsi="Arial" w:cs="Arial"/>
        </w:rPr>
        <w:t>cové smlouvy</w:t>
      </w:r>
      <w:r w:rsidRPr="00A35763">
        <w:rPr>
          <w:rFonts w:ascii="Arial" w:hAnsi="Arial" w:cs="Arial"/>
        </w:rPr>
        <w:t xml:space="preserve">. </w:t>
      </w:r>
    </w:p>
    <w:p w14:paraId="1C3BA7DE" w14:textId="77777777" w:rsidR="003A0FA1" w:rsidRPr="00A35763"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Na základě </w:t>
      </w:r>
      <w:r w:rsidR="00EF3782" w:rsidRPr="00A35763">
        <w:rPr>
          <w:rFonts w:ascii="Arial" w:hAnsi="Arial" w:cs="Arial"/>
        </w:rPr>
        <w:t>Rám</w:t>
      </w:r>
      <w:r w:rsidRPr="00A35763">
        <w:rPr>
          <w:rFonts w:ascii="Arial" w:hAnsi="Arial" w:cs="Arial"/>
        </w:rPr>
        <w:t xml:space="preserve">cové smlouvy bude </w:t>
      </w:r>
      <w:r w:rsidR="00EF3782" w:rsidRPr="00A35763">
        <w:rPr>
          <w:rFonts w:ascii="Arial" w:hAnsi="Arial" w:cs="Arial"/>
        </w:rPr>
        <w:t>Kupují</w:t>
      </w:r>
      <w:r w:rsidRPr="00A35763">
        <w:rPr>
          <w:rFonts w:ascii="Arial" w:hAnsi="Arial" w:cs="Arial"/>
        </w:rPr>
        <w:t xml:space="preserve">cí podle svých aktuálních potřeb zadávat </w:t>
      </w:r>
      <w:r w:rsidR="00EF3782" w:rsidRPr="00A35763">
        <w:rPr>
          <w:rFonts w:ascii="Arial" w:hAnsi="Arial" w:cs="Arial"/>
        </w:rPr>
        <w:t>Prodávajícím</w:t>
      </w:r>
      <w:r w:rsidRPr="00A35763">
        <w:rPr>
          <w:rFonts w:ascii="Arial" w:hAnsi="Arial" w:cs="Arial"/>
        </w:rPr>
        <w:t xml:space="preserve"> veřejné zakázky</w:t>
      </w:r>
      <w:r w:rsidR="00BE2434" w:rsidRPr="00A35763">
        <w:rPr>
          <w:rFonts w:ascii="Arial" w:hAnsi="Arial" w:cs="Arial"/>
        </w:rPr>
        <w:t xml:space="preserve"> postupem stanoveným v Rámcové smlouvě</w:t>
      </w:r>
      <w:r w:rsidRPr="00A35763">
        <w:rPr>
          <w:rFonts w:ascii="Arial" w:hAnsi="Arial" w:cs="Arial"/>
        </w:rPr>
        <w:t xml:space="preserve">. </w:t>
      </w:r>
    </w:p>
    <w:p w14:paraId="37A3B45C" w14:textId="77777777" w:rsidR="00A54BC1" w:rsidRPr="00DB7A17" w:rsidRDefault="00A54BC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Kupující uzavírá Rámcovou smlouvu jako centrální zadavatel pro jím zřízené příspěvkové </w:t>
      </w:r>
      <w:r w:rsidRPr="00DB7A17">
        <w:rPr>
          <w:rFonts w:ascii="Arial" w:hAnsi="Arial" w:cs="Arial"/>
        </w:rPr>
        <w:t xml:space="preserve">organizace, které jsou oprávněny </w:t>
      </w:r>
      <w:r w:rsidR="002E36FF" w:rsidRPr="009A6F90">
        <w:rPr>
          <w:rFonts w:ascii="Arial" w:hAnsi="Arial" w:cs="Arial"/>
        </w:rPr>
        <w:t>samostatně</w:t>
      </w:r>
      <w:r w:rsidR="002E36FF" w:rsidRPr="00DB7A17">
        <w:rPr>
          <w:rFonts w:ascii="Arial" w:hAnsi="Arial" w:cs="Arial"/>
        </w:rPr>
        <w:t xml:space="preserve"> </w:t>
      </w:r>
      <w:r w:rsidRPr="00DB7A17">
        <w:rPr>
          <w:rFonts w:ascii="Arial" w:hAnsi="Arial" w:cs="Arial"/>
        </w:rPr>
        <w:t>pořizovat dodávky na základě Rámcové smlouvy.</w:t>
      </w:r>
    </w:p>
    <w:p w14:paraId="1E4AF68E" w14:textId="77777777" w:rsidR="003A0FA1" w:rsidRPr="00A35763" w:rsidRDefault="003A0FA1" w:rsidP="00EF3782">
      <w:pPr>
        <w:pStyle w:val="Odstavecseseznamem"/>
        <w:spacing w:after="0" w:line="276" w:lineRule="auto"/>
        <w:ind w:left="284"/>
        <w:jc w:val="both"/>
        <w:rPr>
          <w:rFonts w:ascii="Arial" w:hAnsi="Arial" w:cs="Arial"/>
        </w:rPr>
      </w:pPr>
    </w:p>
    <w:p w14:paraId="3CE163DA"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Předmět a trvání </w:t>
      </w:r>
      <w:r w:rsidR="00EF3782" w:rsidRPr="00A35763">
        <w:rPr>
          <w:rFonts w:ascii="Arial" w:hAnsi="Arial" w:cs="Arial"/>
          <w:b/>
        </w:rPr>
        <w:t>Rám</w:t>
      </w:r>
      <w:r w:rsidRPr="00A35763">
        <w:rPr>
          <w:rFonts w:ascii="Arial" w:hAnsi="Arial" w:cs="Arial"/>
          <w:b/>
        </w:rPr>
        <w:t>cové smlouvy</w:t>
      </w:r>
    </w:p>
    <w:p w14:paraId="4C0FDAB1" w14:textId="2543B696"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EF3782" w:rsidRPr="00A35763">
        <w:rPr>
          <w:rFonts w:ascii="Arial" w:hAnsi="Arial" w:cs="Arial"/>
        </w:rPr>
        <w:t>Rám</w:t>
      </w:r>
      <w:r w:rsidRPr="00A35763">
        <w:rPr>
          <w:rFonts w:ascii="Arial" w:hAnsi="Arial" w:cs="Arial"/>
        </w:rPr>
        <w:t xml:space="preserve">cové smlouvy je stanovení podmínek pro dodávky </w:t>
      </w:r>
      <w:r w:rsidR="00405E07">
        <w:rPr>
          <w:rFonts w:ascii="Arial" w:hAnsi="Arial" w:cs="Arial"/>
        </w:rPr>
        <w:t>WiFi komponet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745961D" w14:textId="2F5031BD" w:rsidR="003A0FA1" w:rsidRDefault="00EF3782"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Rám</w:t>
      </w:r>
      <w:r w:rsidR="003A0FA1" w:rsidRPr="00A35763">
        <w:rPr>
          <w:rFonts w:ascii="Arial" w:hAnsi="Arial" w:cs="Arial"/>
        </w:rPr>
        <w:t>cová smlouva upravuje v souladu se Z</w:t>
      </w:r>
      <w:r w:rsidR="00F5378C" w:rsidRPr="00A35763">
        <w:rPr>
          <w:rFonts w:ascii="Arial" w:hAnsi="Arial" w:cs="Arial"/>
        </w:rPr>
        <w:t>z</w:t>
      </w:r>
      <w:r w:rsidR="003A0FA1" w:rsidRPr="00A35763">
        <w:rPr>
          <w:rFonts w:ascii="Arial" w:hAnsi="Arial" w:cs="Arial"/>
        </w:rPr>
        <w:t xml:space="preserve">VZ podmínky týkající se zadávání a plnění jednotlivých veřejných zakázek na dodávky </w:t>
      </w:r>
      <w:r w:rsidR="00B06136" w:rsidRPr="00A35763">
        <w:rPr>
          <w:rFonts w:ascii="Arial" w:hAnsi="Arial" w:cs="Arial"/>
        </w:rPr>
        <w:t>Věc</w:t>
      </w:r>
      <w:r w:rsidR="003A0FA1" w:rsidRPr="00A35763">
        <w:rPr>
          <w:rFonts w:ascii="Arial" w:hAnsi="Arial" w:cs="Arial"/>
        </w:rPr>
        <w:t xml:space="preserve">í podle požadavků specifikovaných </w:t>
      </w:r>
      <w:r w:rsidR="00B06136" w:rsidRPr="00A35763">
        <w:rPr>
          <w:rFonts w:ascii="Arial" w:hAnsi="Arial" w:cs="Arial"/>
        </w:rPr>
        <w:t>Kupujícím</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mi se rozumí zařízení dle specifikace j</w:t>
      </w:r>
      <w:r w:rsidR="00E051B4" w:rsidRPr="00A35763">
        <w:rPr>
          <w:rFonts w:ascii="Arial" w:hAnsi="Arial" w:cs="Arial"/>
        </w:rPr>
        <w:t>ednotlivých položek uvedených v </w:t>
      </w:r>
      <w:r w:rsidR="003A0FA1" w:rsidRPr="00A35763">
        <w:rPr>
          <w:rFonts w:ascii="Arial" w:hAnsi="Arial" w:cs="Arial"/>
        </w:rPr>
        <w:t xml:space="preserve">příloze č. 1 této </w:t>
      </w:r>
      <w:r w:rsidRPr="00A35763">
        <w:rPr>
          <w:rFonts w:ascii="Arial" w:hAnsi="Arial" w:cs="Arial"/>
        </w:rPr>
        <w:t>Rám</w:t>
      </w:r>
      <w:r w:rsidR="003A0FA1" w:rsidRPr="00A35763">
        <w:rPr>
          <w:rFonts w:ascii="Arial" w:hAnsi="Arial" w:cs="Arial"/>
        </w:rPr>
        <w:t>cové smlouvy</w:t>
      </w:r>
      <w:r w:rsidR="00F36805" w:rsidRPr="00A35763">
        <w:rPr>
          <w:rFonts w:ascii="Arial" w:hAnsi="Arial" w:cs="Arial"/>
        </w:rPr>
        <w:t>.</w:t>
      </w:r>
    </w:p>
    <w:p w14:paraId="639C99E5" w14:textId="77777777" w:rsidR="003A0FA1" w:rsidRPr="00A35763"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V případě, že by některá z </w:t>
      </w:r>
      <w:r w:rsidR="00B06136" w:rsidRPr="00A35763">
        <w:rPr>
          <w:rFonts w:ascii="Arial" w:hAnsi="Arial" w:cs="Arial"/>
        </w:rPr>
        <w:t>Věc</w:t>
      </w:r>
      <w:r w:rsidRPr="00A35763">
        <w:rPr>
          <w:rFonts w:ascii="Arial" w:hAnsi="Arial" w:cs="Arial"/>
        </w:rPr>
        <w:t xml:space="preserve">í, na které je </w:t>
      </w:r>
      <w:r w:rsidR="00EF3782" w:rsidRPr="00A35763">
        <w:rPr>
          <w:rFonts w:ascii="Arial" w:hAnsi="Arial" w:cs="Arial"/>
        </w:rPr>
        <w:t>Rám</w:t>
      </w:r>
      <w:r w:rsidRPr="00A35763">
        <w:rPr>
          <w:rFonts w:ascii="Arial" w:hAnsi="Arial" w:cs="Arial"/>
        </w:rPr>
        <w:t xml:space="preserve">cová smlouva </w:t>
      </w:r>
      <w:r w:rsidR="00A24041" w:rsidRPr="00A35763">
        <w:rPr>
          <w:rFonts w:ascii="Arial" w:hAnsi="Arial" w:cs="Arial"/>
        </w:rPr>
        <w:t>uzavřena</w:t>
      </w:r>
      <w:r w:rsidR="00BE2434" w:rsidRPr="00A35763">
        <w:rPr>
          <w:rFonts w:ascii="Arial" w:hAnsi="Arial" w:cs="Arial"/>
        </w:rPr>
        <w:t>,</w:t>
      </w:r>
      <w:r w:rsidR="00A24041" w:rsidRPr="00A35763">
        <w:rPr>
          <w:rFonts w:ascii="Arial" w:hAnsi="Arial" w:cs="Arial"/>
        </w:rPr>
        <w:t xml:space="preserve"> </w:t>
      </w:r>
      <w:r w:rsidRPr="00A35763">
        <w:rPr>
          <w:rFonts w:ascii="Arial" w:hAnsi="Arial" w:cs="Arial"/>
        </w:rPr>
        <w:t xml:space="preserve">přestala být na trhu dostupná z objektivních důvodů neležících na straně </w:t>
      </w:r>
      <w:r w:rsidR="00EF3782" w:rsidRPr="00A35763">
        <w:rPr>
          <w:rFonts w:ascii="Arial" w:hAnsi="Arial" w:cs="Arial"/>
        </w:rPr>
        <w:t>Prodáv</w:t>
      </w:r>
      <w:r w:rsidRPr="00A35763">
        <w:rPr>
          <w:rFonts w:ascii="Arial" w:hAnsi="Arial" w:cs="Arial"/>
        </w:rPr>
        <w:t>ajícího,</w:t>
      </w:r>
      <w:r w:rsidR="004D2682" w:rsidRPr="00A35763">
        <w:t xml:space="preserve"> </w:t>
      </w:r>
      <w:r w:rsidR="004D2682" w:rsidRPr="00A35763">
        <w:rPr>
          <w:rFonts w:ascii="Arial" w:hAnsi="Arial" w:cs="Arial"/>
        </w:rPr>
        <w:t xml:space="preserve">zejm. ukončení výroby nebo prodeje příslušné modelové řady,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ající</w:t>
      </w:r>
      <w:r w:rsidR="005262B0" w:rsidRPr="00A35763">
        <w:rPr>
          <w:rFonts w:ascii="Arial" w:hAnsi="Arial" w:cs="Arial"/>
        </w:rPr>
        <w:t xml:space="preserve"> povinen za podmínek stanovených Rámcovou smlouvou</w:t>
      </w:r>
      <w:r w:rsidRPr="00A35763">
        <w:rPr>
          <w:rFonts w:ascii="Arial" w:hAnsi="Arial" w:cs="Arial"/>
        </w:rPr>
        <w:t xml:space="preserve"> nabídnout</w:t>
      </w:r>
      <w:r w:rsidR="00E65CC2" w:rsidRPr="00A35763">
        <w:rPr>
          <w:rFonts w:ascii="Arial" w:hAnsi="Arial" w:cs="Arial"/>
        </w:rPr>
        <w:t xml:space="preserve"> při uzavírání dílčí kupní smlouvy</w:t>
      </w:r>
      <w:r w:rsidRPr="00A35763">
        <w:rPr>
          <w:rFonts w:ascii="Arial" w:hAnsi="Arial" w:cs="Arial"/>
        </w:rPr>
        <w:t xml:space="preserve"> náhradou </w:t>
      </w:r>
      <w:r w:rsidR="004D2682" w:rsidRPr="00A35763">
        <w:rPr>
          <w:rFonts w:ascii="Arial" w:hAnsi="Arial" w:cs="Arial"/>
        </w:rPr>
        <w:t xml:space="preserve">nástupnický model Věci nebo </w:t>
      </w:r>
      <w:r w:rsidRPr="00A35763">
        <w:rPr>
          <w:rFonts w:ascii="Arial" w:hAnsi="Arial" w:cs="Arial"/>
        </w:rPr>
        <w:t xml:space="preserve">obdobnou </w:t>
      </w:r>
      <w:r w:rsidR="00B06136" w:rsidRPr="00A35763">
        <w:rPr>
          <w:rFonts w:ascii="Arial" w:hAnsi="Arial" w:cs="Arial"/>
        </w:rPr>
        <w:t>Věc</w:t>
      </w:r>
      <w:r w:rsidRPr="00A35763">
        <w:rPr>
          <w:rFonts w:ascii="Arial" w:hAnsi="Arial" w:cs="Arial"/>
        </w:rPr>
        <w:t xml:space="preserve"> s minimálně stejnými technickými parametry definovanými v</w:t>
      </w:r>
      <w:r w:rsidR="00BE2434" w:rsidRPr="00A35763">
        <w:rPr>
          <w:rFonts w:ascii="Arial" w:hAnsi="Arial" w:cs="Arial"/>
        </w:rPr>
        <w:t> </w:t>
      </w:r>
      <w:r w:rsidRPr="00A35763">
        <w:rPr>
          <w:rFonts w:ascii="Arial" w:hAnsi="Arial" w:cs="Arial"/>
        </w:rPr>
        <w:t>příloze této smlouvy, nebo lepšími</w:t>
      </w:r>
      <w:r w:rsidR="00C90908" w:rsidRPr="00A35763">
        <w:rPr>
          <w:rFonts w:ascii="Arial" w:hAnsi="Arial" w:cs="Arial"/>
        </w:rPr>
        <w:t>, a to nejvýše za cenu nahrazované Věci</w:t>
      </w:r>
      <w:r w:rsidRPr="00A35763">
        <w:rPr>
          <w:rFonts w:ascii="Arial" w:hAnsi="Arial" w:cs="Arial"/>
        </w:rPr>
        <w:t xml:space="preserve">. </w:t>
      </w:r>
      <w:r w:rsidR="00EF3782" w:rsidRPr="00A35763">
        <w:rPr>
          <w:rFonts w:ascii="Arial" w:hAnsi="Arial" w:cs="Arial"/>
        </w:rPr>
        <w:t>Kupují</w:t>
      </w:r>
      <w:r w:rsidRPr="00A35763">
        <w:rPr>
          <w:rFonts w:ascii="Arial" w:hAnsi="Arial" w:cs="Arial"/>
        </w:rPr>
        <w:t xml:space="preserve">cí je oprávněn se rozhodnout, zda takovou </w:t>
      </w:r>
      <w:r w:rsidR="00B06136" w:rsidRPr="00A35763">
        <w:rPr>
          <w:rFonts w:ascii="Arial" w:hAnsi="Arial" w:cs="Arial"/>
        </w:rPr>
        <w:t>Věc</w:t>
      </w:r>
      <w:r w:rsidR="004D2682" w:rsidRPr="00A35763">
        <w:rPr>
          <w:rFonts w:ascii="Arial" w:hAnsi="Arial" w:cs="Arial"/>
        </w:rPr>
        <w:t xml:space="preserve"> akceptuje</w:t>
      </w:r>
      <w:r w:rsidRPr="00A35763">
        <w:rPr>
          <w:rFonts w:ascii="Arial" w:hAnsi="Arial" w:cs="Arial"/>
        </w:rPr>
        <w:t>.</w:t>
      </w:r>
    </w:p>
    <w:p w14:paraId="09C8CB59" w14:textId="53461D9F" w:rsidR="003A0FA1" w:rsidRPr="00DB7A17" w:rsidRDefault="003A0FA1" w:rsidP="00AF3D74">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Tato </w:t>
      </w:r>
      <w:r w:rsidR="00EF3782" w:rsidRPr="00A35763">
        <w:rPr>
          <w:rFonts w:ascii="Arial" w:hAnsi="Arial" w:cs="Arial"/>
        </w:rPr>
        <w:t>Rám</w:t>
      </w:r>
      <w:r w:rsidRPr="00A35763">
        <w:rPr>
          <w:rFonts w:ascii="Arial" w:hAnsi="Arial" w:cs="Arial"/>
        </w:rPr>
        <w:t xml:space="preserve">cová smlouva se uzavírá na dobu určitou, a to </w:t>
      </w:r>
      <w:r w:rsidRPr="00DB7A17">
        <w:rPr>
          <w:rFonts w:ascii="Arial" w:hAnsi="Arial" w:cs="Arial"/>
        </w:rPr>
        <w:t xml:space="preserve">na </w:t>
      </w:r>
      <w:r w:rsidR="002E36FF" w:rsidRPr="009A6F90">
        <w:rPr>
          <w:rFonts w:ascii="Arial" w:hAnsi="Arial" w:cs="Arial"/>
        </w:rPr>
        <w:t>4 roky</w:t>
      </w:r>
      <w:r w:rsidRPr="00DB7A17">
        <w:rPr>
          <w:rFonts w:ascii="Arial" w:hAnsi="Arial" w:cs="Arial"/>
        </w:rPr>
        <w:t xml:space="preserve"> od data </w:t>
      </w:r>
      <w:r w:rsidR="002E36FF" w:rsidRPr="009A6F90">
        <w:rPr>
          <w:rFonts w:ascii="Arial" w:hAnsi="Arial" w:cs="Arial"/>
        </w:rPr>
        <w:t>účinnosti</w:t>
      </w:r>
      <w:r w:rsidRPr="00DB7A17">
        <w:rPr>
          <w:rFonts w:ascii="Arial" w:hAnsi="Arial" w:cs="Arial"/>
        </w:rPr>
        <w:t xml:space="preserve"> </w:t>
      </w:r>
      <w:r w:rsidR="00EF3782" w:rsidRPr="00DB7A17">
        <w:rPr>
          <w:rFonts w:ascii="Arial" w:hAnsi="Arial" w:cs="Arial"/>
        </w:rPr>
        <w:t>Rám</w:t>
      </w:r>
      <w:r w:rsidRPr="00DB7A17">
        <w:rPr>
          <w:rFonts w:ascii="Arial" w:hAnsi="Arial" w:cs="Arial"/>
        </w:rPr>
        <w:t xml:space="preserve">cové smlouvy. Po tuto dobu může </w:t>
      </w:r>
      <w:r w:rsidR="00EF3782" w:rsidRPr="00DB7A17">
        <w:rPr>
          <w:rFonts w:ascii="Arial" w:hAnsi="Arial" w:cs="Arial"/>
        </w:rPr>
        <w:t>Kupují</w:t>
      </w:r>
      <w:r w:rsidRPr="00DB7A17">
        <w:rPr>
          <w:rFonts w:ascii="Arial" w:hAnsi="Arial" w:cs="Arial"/>
        </w:rPr>
        <w:t xml:space="preserve">cí </w:t>
      </w:r>
      <w:r w:rsidR="00EF3782" w:rsidRPr="00DB7A17">
        <w:rPr>
          <w:rFonts w:ascii="Arial" w:hAnsi="Arial" w:cs="Arial"/>
        </w:rPr>
        <w:t>Prodáv</w:t>
      </w:r>
      <w:r w:rsidR="004F3AE0" w:rsidRPr="00DB7A17">
        <w:rPr>
          <w:rFonts w:ascii="Arial" w:hAnsi="Arial" w:cs="Arial"/>
        </w:rPr>
        <w:t>ajícím</w:t>
      </w:r>
      <w:r w:rsidRPr="00DB7A17">
        <w:rPr>
          <w:rFonts w:ascii="Arial" w:hAnsi="Arial" w:cs="Arial"/>
        </w:rPr>
        <w:t xml:space="preserve"> zadávat veřejné zakázky za podmínek </w:t>
      </w:r>
      <w:r w:rsidR="004C52B3" w:rsidRPr="00DB7A17">
        <w:rPr>
          <w:rFonts w:ascii="Arial" w:hAnsi="Arial" w:cs="Arial"/>
        </w:rPr>
        <w:t xml:space="preserve">uvedených v </w:t>
      </w:r>
      <w:r w:rsidRPr="00DB7A17">
        <w:rPr>
          <w:rFonts w:ascii="Arial" w:hAnsi="Arial" w:cs="Arial"/>
        </w:rPr>
        <w:t xml:space="preserve">této </w:t>
      </w:r>
      <w:r w:rsidR="00EF3782" w:rsidRPr="00DB7A17">
        <w:rPr>
          <w:rFonts w:ascii="Arial" w:hAnsi="Arial" w:cs="Arial"/>
        </w:rPr>
        <w:t>Rám</w:t>
      </w:r>
      <w:r w:rsidR="0093736C" w:rsidRPr="00DB7A17">
        <w:rPr>
          <w:rFonts w:ascii="Arial" w:hAnsi="Arial" w:cs="Arial"/>
        </w:rPr>
        <w:t>cové smlouv</w:t>
      </w:r>
      <w:r w:rsidR="004C52B3" w:rsidRPr="00DB7A17">
        <w:rPr>
          <w:rFonts w:ascii="Arial" w:hAnsi="Arial" w:cs="Arial"/>
        </w:rPr>
        <w:t>ě</w:t>
      </w:r>
      <w:r w:rsidR="0093736C" w:rsidRPr="00DB7A17">
        <w:rPr>
          <w:rFonts w:ascii="Arial" w:hAnsi="Arial" w:cs="Arial"/>
        </w:rPr>
        <w:t xml:space="preserve">, a to postupem </w:t>
      </w:r>
      <w:r w:rsidR="00296076" w:rsidRPr="009A6F90">
        <w:rPr>
          <w:rFonts w:ascii="Arial" w:hAnsi="Arial" w:cs="Arial"/>
        </w:rPr>
        <w:t>bez obnovení</w:t>
      </w:r>
      <w:r w:rsidR="00E051B4" w:rsidRPr="00DB7A17">
        <w:rPr>
          <w:rFonts w:ascii="Arial" w:hAnsi="Arial" w:cs="Arial"/>
        </w:rPr>
        <w:t xml:space="preserve"> soutěže ve smyslu § </w:t>
      </w:r>
      <w:r w:rsidR="0093736C" w:rsidRPr="00DB7A17">
        <w:rPr>
          <w:rFonts w:ascii="Arial" w:hAnsi="Arial" w:cs="Arial"/>
        </w:rPr>
        <w:t>13</w:t>
      </w:r>
      <w:r w:rsidR="00296076" w:rsidRPr="00DB7A17">
        <w:rPr>
          <w:rFonts w:ascii="Arial" w:hAnsi="Arial" w:cs="Arial"/>
        </w:rPr>
        <w:t>4</w:t>
      </w:r>
      <w:r w:rsidR="0093736C" w:rsidRPr="00DB7A17">
        <w:rPr>
          <w:rFonts w:ascii="Arial" w:hAnsi="Arial" w:cs="Arial"/>
        </w:rPr>
        <w:t xml:space="preserve"> ZzVZ.</w:t>
      </w:r>
    </w:p>
    <w:p w14:paraId="33B9B0A5" w14:textId="77777777" w:rsidR="003A0FA1" w:rsidRPr="00A35763" w:rsidRDefault="003A0FA1" w:rsidP="00965E45">
      <w:pPr>
        <w:spacing w:after="0" w:line="276" w:lineRule="auto"/>
        <w:jc w:val="both"/>
        <w:rPr>
          <w:rFonts w:ascii="Arial" w:hAnsi="Arial" w:cs="Arial"/>
        </w:rPr>
      </w:pPr>
    </w:p>
    <w:p w14:paraId="75BA8A5F"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Postup při uzavírání dílčích kupních smluv </w:t>
      </w:r>
    </w:p>
    <w:p w14:paraId="1AFD1370" w14:textId="0CAEB41A" w:rsidR="008D3979" w:rsidRPr="00DB5A53" w:rsidRDefault="00296076" w:rsidP="00AF3D74">
      <w:pPr>
        <w:pStyle w:val="Odstavecseseznamem"/>
        <w:numPr>
          <w:ilvl w:val="1"/>
          <w:numId w:val="4"/>
        </w:numPr>
        <w:spacing w:after="0" w:line="276" w:lineRule="auto"/>
        <w:ind w:left="567" w:hanging="567"/>
        <w:jc w:val="both"/>
        <w:rPr>
          <w:rFonts w:ascii="Arial" w:hAnsi="Arial" w:cs="Arial"/>
        </w:rPr>
      </w:pPr>
      <w:bookmarkStart w:id="1" w:name="_Ref461544839"/>
      <w:r w:rsidRPr="00296076">
        <w:rPr>
          <w:rFonts w:ascii="Arial" w:hAnsi="Arial" w:cs="Arial"/>
        </w:rPr>
        <w:t xml:space="preserve">Smlouvy na realizaci dílčích veřejných zakázek zadávaných na základě této Rámcové smlouvy se uzavírají tak, že Kupující </w:t>
      </w:r>
      <w:r w:rsidRPr="007B06BF">
        <w:rPr>
          <w:rFonts w:ascii="Arial" w:hAnsi="Arial" w:cs="Arial"/>
        </w:rPr>
        <w:t>písemně</w:t>
      </w:r>
      <w:r w:rsidR="007B06BF" w:rsidRPr="007B06BF">
        <w:rPr>
          <w:rFonts w:ascii="Arial" w:hAnsi="Arial" w:cs="Arial"/>
        </w:rPr>
        <w:t xml:space="preserve">, </w:t>
      </w:r>
      <w:r w:rsidRPr="007B06BF">
        <w:rPr>
          <w:rFonts w:ascii="Arial" w:hAnsi="Arial" w:cs="Arial"/>
        </w:rPr>
        <w:t xml:space="preserve"> prostřednictvím EZAK - elektronického nástroje ve smyslu 28 odst. 1 písm. i) ZzVZ (dále jen „</w:t>
      </w:r>
      <w:r w:rsidRPr="007B06BF">
        <w:rPr>
          <w:rFonts w:ascii="Arial" w:hAnsi="Arial" w:cs="Arial"/>
          <w:b/>
        </w:rPr>
        <w:t>Elektronický nástroj</w:t>
      </w:r>
      <w:r w:rsidRPr="007B06BF">
        <w:rPr>
          <w:rFonts w:ascii="Arial" w:hAnsi="Arial" w:cs="Arial"/>
        </w:rPr>
        <w:t xml:space="preserve">“) </w:t>
      </w:r>
      <w:r w:rsidRPr="00DB5A53">
        <w:rPr>
          <w:rFonts w:ascii="Arial" w:hAnsi="Arial" w:cs="Arial"/>
        </w:rPr>
        <w:t xml:space="preserve">vyzve Prodávajícího </w:t>
      </w:r>
      <w:r w:rsidR="00C37A12" w:rsidRPr="00DB5A53">
        <w:rPr>
          <w:rFonts w:ascii="Arial" w:hAnsi="Arial" w:cs="Arial"/>
        </w:rPr>
        <w:t xml:space="preserve">k předložení podepsaného návrhu dílčí </w:t>
      </w:r>
      <w:r w:rsidR="005F513A" w:rsidRPr="00DB5A53">
        <w:rPr>
          <w:rFonts w:ascii="Arial" w:hAnsi="Arial" w:cs="Arial"/>
        </w:rPr>
        <w:t xml:space="preserve">kupní </w:t>
      </w:r>
      <w:r w:rsidR="00C37A12" w:rsidRPr="00DB5A53">
        <w:rPr>
          <w:rFonts w:ascii="Arial" w:hAnsi="Arial" w:cs="Arial"/>
        </w:rPr>
        <w:t>smlouvy (dále jen „</w:t>
      </w:r>
      <w:r w:rsidR="00C37A12" w:rsidRPr="00DB5A53">
        <w:rPr>
          <w:rFonts w:ascii="Arial" w:hAnsi="Arial" w:cs="Arial"/>
          <w:b/>
        </w:rPr>
        <w:t>Návrh smlouvy</w:t>
      </w:r>
      <w:r w:rsidR="00C37A12" w:rsidRPr="00DB5A53">
        <w:rPr>
          <w:rFonts w:ascii="Arial" w:hAnsi="Arial" w:cs="Arial"/>
        </w:rPr>
        <w:t>“)</w:t>
      </w:r>
      <w:r w:rsidR="007B06BF" w:rsidRPr="00DB5A53">
        <w:rPr>
          <w:rFonts w:ascii="Arial" w:hAnsi="Arial" w:cs="Arial"/>
        </w:rPr>
        <w:t>. J</w:t>
      </w:r>
      <w:r w:rsidRPr="00DB5A53">
        <w:rPr>
          <w:rFonts w:ascii="Arial" w:hAnsi="Arial" w:cs="Arial"/>
        </w:rPr>
        <w:t>ednotkové ceny uvedené Prodávajícím uvedené v příloze č. 2 Rámcové smlouvy</w:t>
      </w:r>
      <w:r w:rsidR="007B06BF" w:rsidRPr="00DB5A53">
        <w:rPr>
          <w:rFonts w:ascii="Arial" w:hAnsi="Arial" w:cs="Arial"/>
        </w:rPr>
        <w:t xml:space="preserve"> jsou konečné a lze je změnit pouze z podmínek stanovených Rámcovou smlouvou</w:t>
      </w:r>
      <w:r w:rsidRPr="00DB5A53">
        <w:rPr>
          <w:rFonts w:ascii="Arial" w:hAnsi="Arial" w:cs="Arial"/>
        </w:rPr>
        <w:t>.</w:t>
      </w:r>
      <w:bookmarkEnd w:id="1"/>
    </w:p>
    <w:p w14:paraId="0976393C" w14:textId="032D86F4" w:rsidR="003A0FA1" w:rsidRPr="00DB5A53" w:rsidRDefault="008D3979" w:rsidP="00AF3D74">
      <w:pPr>
        <w:pStyle w:val="Odstavecseseznamem"/>
        <w:numPr>
          <w:ilvl w:val="1"/>
          <w:numId w:val="4"/>
        </w:numPr>
        <w:spacing w:after="0" w:line="276" w:lineRule="auto"/>
        <w:ind w:left="567" w:hanging="567"/>
        <w:jc w:val="both"/>
        <w:rPr>
          <w:rFonts w:ascii="Arial" w:hAnsi="Arial" w:cs="Arial"/>
        </w:rPr>
      </w:pPr>
      <w:bookmarkStart w:id="2" w:name="_Ref464552517"/>
      <w:r w:rsidRPr="00DB5A53">
        <w:rPr>
          <w:rFonts w:ascii="Arial" w:hAnsi="Arial" w:cs="Arial"/>
        </w:rPr>
        <w:t xml:space="preserve">Výzvu </w:t>
      </w:r>
      <w:r w:rsidR="00296076" w:rsidRPr="00DB5A53">
        <w:rPr>
          <w:rFonts w:ascii="Arial" w:hAnsi="Arial" w:cs="Arial"/>
        </w:rPr>
        <w:t>podle 3.1 Rámcové smlouvy</w:t>
      </w:r>
      <w:r w:rsidRPr="00DB5A53">
        <w:rPr>
          <w:rFonts w:ascii="Arial" w:hAnsi="Arial" w:cs="Arial"/>
        </w:rPr>
        <w:t xml:space="preserve"> </w:t>
      </w:r>
      <w:r w:rsidR="001271FE" w:rsidRPr="00DB5A53">
        <w:rPr>
          <w:rFonts w:ascii="Arial" w:hAnsi="Arial" w:cs="Arial"/>
        </w:rPr>
        <w:t>(dále jen „</w:t>
      </w:r>
      <w:r w:rsidR="001271FE" w:rsidRPr="00DB5A53">
        <w:rPr>
          <w:rFonts w:ascii="Arial" w:hAnsi="Arial" w:cs="Arial"/>
          <w:b/>
        </w:rPr>
        <w:t>Výzva</w:t>
      </w:r>
      <w:r w:rsidR="001271FE" w:rsidRPr="00DB5A53">
        <w:rPr>
          <w:rFonts w:ascii="Arial" w:hAnsi="Arial" w:cs="Arial"/>
        </w:rPr>
        <w:t xml:space="preserve">“) </w:t>
      </w:r>
      <w:r w:rsidRPr="00DB5A53">
        <w:rPr>
          <w:rFonts w:ascii="Arial" w:hAnsi="Arial" w:cs="Arial"/>
        </w:rPr>
        <w:t>zašle Kupující</w:t>
      </w:r>
      <w:r w:rsidR="003A0FA1" w:rsidRPr="00DB5A53">
        <w:rPr>
          <w:rFonts w:ascii="Arial" w:hAnsi="Arial" w:cs="Arial"/>
        </w:rPr>
        <w:t xml:space="preserve"> </w:t>
      </w:r>
      <w:r w:rsidR="00EF3782" w:rsidRPr="00DB5A53">
        <w:rPr>
          <w:rFonts w:ascii="Arial" w:hAnsi="Arial" w:cs="Arial"/>
        </w:rPr>
        <w:t>Prodáv</w:t>
      </w:r>
      <w:r w:rsidR="00C76DC7" w:rsidRPr="00DB5A53">
        <w:rPr>
          <w:rFonts w:ascii="Arial" w:hAnsi="Arial" w:cs="Arial"/>
        </w:rPr>
        <w:t>ajícím</w:t>
      </w:r>
      <w:r w:rsidR="003A0FA1" w:rsidRPr="00DB5A53">
        <w:rPr>
          <w:rFonts w:ascii="Arial" w:hAnsi="Arial" w:cs="Arial"/>
        </w:rPr>
        <w:t xml:space="preserve"> </w:t>
      </w:r>
      <w:r w:rsidR="00C76DC7" w:rsidRPr="00DB5A53">
        <w:rPr>
          <w:rFonts w:ascii="Arial" w:hAnsi="Arial" w:cs="Arial"/>
        </w:rPr>
        <w:t>elektronicky datovou zprávou prostřednictvím Elektronického nástroje.</w:t>
      </w:r>
      <w:r w:rsidR="003A0FA1" w:rsidRPr="00DB5A53">
        <w:rPr>
          <w:rFonts w:ascii="Arial" w:hAnsi="Arial" w:cs="Arial"/>
        </w:rPr>
        <w:t xml:space="preserve"> </w:t>
      </w:r>
      <w:r w:rsidR="00C76DC7" w:rsidRPr="00DB5A53">
        <w:rPr>
          <w:rFonts w:ascii="Arial" w:hAnsi="Arial" w:cs="Arial"/>
        </w:rPr>
        <w:t>Okamžikem přijetí datové zprávy na adresu Prodávajícího v Elektronickém nástroji je datová zpráva doručena</w:t>
      </w:r>
      <w:r w:rsidR="001271FE" w:rsidRPr="00DB5A53">
        <w:rPr>
          <w:rFonts w:ascii="Arial" w:hAnsi="Arial" w:cs="Arial"/>
        </w:rPr>
        <w:t>.</w:t>
      </w:r>
      <w:bookmarkEnd w:id="2"/>
      <w:r w:rsidR="007B06BF" w:rsidRPr="00DB5A53">
        <w:rPr>
          <w:rFonts w:ascii="Arial" w:hAnsi="Arial" w:cs="Arial"/>
        </w:rPr>
        <w:t xml:space="preserve"> S</w:t>
      </w:r>
      <w:r w:rsidR="005F513A" w:rsidRPr="00DB5A53">
        <w:rPr>
          <w:rFonts w:ascii="Arial" w:hAnsi="Arial" w:cs="Arial"/>
        </w:rPr>
        <w:t>oučástí V</w:t>
      </w:r>
      <w:r w:rsidR="007B06BF" w:rsidRPr="00DB5A53">
        <w:rPr>
          <w:rFonts w:ascii="Arial" w:hAnsi="Arial" w:cs="Arial"/>
        </w:rPr>
        <w:t xml:space="preserve">ýzvy bude nejméně </w:t>
      </w:r>
      <w:r w:rsidR="008031CC" w:rsidRPr="00DB5A53">
        <w:rPr>
          <w:rFonts w:ascii="Arial" w:hAnsi="Arial" w:cs="Arial"/>
        </w:rPr>
        <w:t>text n</w:t>
      </w:r>
      <w:r w:rsidR="007B06BF" w:rsidRPr="00DB5A53">
        <w:rPr>
          <w:rFonts w:ascii="Arial" w:hAnsi="Arial" w:cs="Arial"/>
        </w:rPr>
        <w:t xml:space="preserve">ávrhu kupní smlouvy </w:t>
      </w:r>
      <w:r w:rsidR="000745F1">
        <w:rPr>
          <w:rFonts w:ascii="Arial" w:hAnsi="Arial" w:cs="Arial"/>
          <w:color w:val="000000" w:themeColor="text1"/>
        </w:rPr>
        <w:t>dle podmínek Rámcové smlouvy</w:t>
      </w:r>
      <w:r w:rsidR="007B06BF" w:rsidRPr="00DB5A53">
        <w:rPr>
          <w:rFonts w:ascii="Arial" w:hAnsi="Arial" w:cs="Arial"/>
          <w:color w:val="000000" w:themeColor="text1"/>
        </w:rPr>
        <w:t>, jejíž součástí bude zejména:</w:t>
      </w:r>
    </w:p>
    <w:p w14:paraId="495E15C0" w14:textId="2607473C"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DB5A53">
        <w:rPr>
          <w:rFonts w:ascii="Arial" w:hAnsi="Arial" w:cs="Arial"/>
        </w:rPr>
        <w:t>i</w:t>
      </w:r>
      <w:r w:rsidR="00650654" w:rsidRPr="00DB5A53">
        <w:rPr>
          <w:rFonts w:ascii="Arial" w:hAnsi="Arial" w:cs="Arial"/>
        </w:rPr>
        <w:t xml:space="preserve">dentifikační údaje </w:t>
      </w:r>
      <w:r w:rsidR="006044D5" w:rsidRPr="00DB5A53">
        <w:rPr>
          <w:rFonts w:ascii="Arial" w:hAnsi="Arial" w:cs="Arial"/>
        </w:rPr>
        <w:t>Kupujícího</w:t>
      </w:r>
      <w:r w:rsidR="00650654" w:rsidRPr="00DB5A53">
        <w:rPr>
          <w:rFonts w:ascii="Arial" w:hAnsi="Arial" w:cs="Arial"/>
        </w:rPr>
        <w:t>,</w:t>
      </w:r>
    </w:p>
    <w:p w14:paraId="397533ED" w14:textId="2934A5F5" w:rsidR="003A0FA1" w:rsidRPr="00A3576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identifikaci </w:t>
      </w:r>
      <w:r w:rsidR="001271FE" w:rsidRPr="00A35763">
        <w:rPr>
          <w:rFonts w:ascii="Arial" w:hAnsi="Arial" w:cs="Arial"/>
        </w:rPr>
        <w:t>místa</w:t>
      </w:r>
      <w:r w:rsidRPr="00A35763">
        <w:rPr>
          <w:rFonts w:ascii="Arial" w:hAnsi="Arial" w:cs="Arial"/>
        </w:rPr>
        <w:t xml:space="preserve"> odevzdání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001271FE" w:rsidRPr="00A35763">
        <w:rPr>
          <w:rFonts w:ascii="Arial" w:hAnsi="Arial" w:cs="Arial"/>
        </w:rPr>
        <w:t>címu</w:t>
      </w:r>
      <w:r w:rsidRPr="00A35763">
        <w:rPr>
          <w:rFonts w:ascii="Arial" w:hAnsi="Arial" w:cs="Arial"/>
        </w:rPr>
        <w:t xml:space="preserve"> vč. uvedení kontaktní osoby pro odevzdání a převzetí</w:t>
      </w:r>
      <w:r w:rsidR="001271FE" w:rsidRPr="00A35763">
        <w:rPr>
          <w:rFonts w:ascii="Arial" w:hAnsi="Arial" w:cs="Arial"/>
        </w:rPr>
        <w:t>,</w:t>
      </w:r>
    </w:p>
    <w:p w14:paraId="6055E862" w14:textId="788C1628" w:rsidR="003A0FA1" w:rsidRPr="00DB5A53" w:rsidRDefault="003A0FA1" w:rsidP="00AF3D74">
      <w:pPr>
        <w:pStyle w:val="Odstavecseseznamem"/>
        <w:numPr>
          <w:ilvl w:val="1"/>
          <w:numId w:val="10"/>
        </w:numPr>
        <w:spacing w:after="0" w:line="276" w:lineRule="auto"/>
        <w:ind w:left="993"/>
        <w:jc w:val="both"/>
        <w:rPr>
          <w:rFonts w:ascii="Arial" w:hAnsi="Arial" w:cs="Arial"/>
        </w:rPr>
      </w:pPr>
      <w:r w:rsidRPr="00A35763">
        <w:rPr>
          <w:rFonts w:ascii="Arial" w:hAnsi="Arial" w:cs="Arial"/>
        </w:rPr>
        <w:t xml:space="preserve">vymezení předmětu </w:t>
      </w:r>
      <w:r w:rsidRPr="00DB5A53">
        <w:rPr>
          <w:rFonts w:ascii="Arial" w:hAnsi="Arial" w:cs="Arial"/>
        </w:rPr>
        <w:t xml:space="preserve">plnění veřejné zakázky (určení </w:t>
      </w:r>
      <w:r w:rsidR="00B06136" w:rsidRPr="00DB5A53">
        <w:rPr>
          <w:rFonts w:ascii="Arial" w:hAnsi="Arial" w:cs="Arial"/>
        </w:rPr>
        <w:t>Věc</w:t>
      </w:r>
      <w:r w:rsidRPr="00DB5A53">
        <w:rPr>
          <w:rFonts w:ascii="Arial" w:hAnsi="Arial" w:cs="Arial"/>
        </w:rPr>
        <w:t xml:space="preserve">í dle přílohy č. </w:t>
      </w:r>
      <w:r w:rsidR="00782FEC" w:rsidRPr="00DB5A53">
        <w:rPr>
          <w:rFonts w:ascii="Arial" w:hAnsi="Arial" w:cs="Arial"/>
        </w:rPr>
        <w:t>2</w:t>
      </w:r>
      <w:r w:rsidRPr="00DB5A53">
        <w:rPr>
          <w:rFonts w:ascii="Arial" w:hAnsi="Arial" w:cs="Arial"/>
        </w:rPr>
        <w:t xml:space="preserve">) - položkový seznam požadovaných </w:t>
      </w:r>
      <w:r w:rsidR="00B06136" w:rsidRPr="00DB5A53">
        <w:rPr>
          <w:rFonts w:ascii="Arial" w:hAnsi="Arial" w:cs="Arial"/>
        </w:rPr>
        <w:t>Věc</w:t>
      </w:r>
      <w:r w:rsidRPr="00DB5A53">
        <w:rPr>
          <w:rFonts w:ascii="Arial" w:hAnsi="Arial" w:cs="Arial"/>
        </w:rPr>
        <w:t>í</w:t>
      </w:r>
      <w:r w:rsidR="00296076" w:rsidRPr="00DB5A53">
        <w:rPr>
          <w:rFonts w:ascii="Arial" w:hAnsi="Arial" w:cs="Arial"/>
          <w:color w:val="000000" w:themeColor="text1"/>
        </w:rPr>
        <w:t>,</w:t>
      </w:r>
    </w:p>
    <w:p w14:paraId="2F0CC020" w14:textId="34C93968" w:rsidR="007B06BF" w:rsidRPr="00405E07" w:rsidRDefault="001271FE" w:rsidP="007B06BF">
      <w:pPr>
        <w:pStyle w:val="Odstavecseseznamem"/>
        <w:numPr>
          <w:ilvl w:val="1"/>
          <w:numId w:val="10"/>
        </w:numPr>
        <w:spacing w:after="0" w:line="276" w:lineRule="auto"/>
        <w:ind w:left="993"/>
        <w:jc w:val="both"/>
        <w:rPr>
          <w:rFonts w:ascii="Arial" w:hAnsi="Arial" w:cs="Arial"/>
        </w:rPr>
      </w:pPr>
      <w:r w:rsidRPr="00405E07">
        <w:rPr>
          <w:rFonts w:ascii="Arial" w:hAnsi="Arial" w:cs="Arial"/>
        </w:rPr>
        <w:t>požadované množství</w:t>
      </w:r>
      <w:r w:rsidR="00296076" w:rsidRPr="00405E07">
        <w:rPr>
          <w:rFonts w:ascii="Arial" w:hAnsi="Arial" w:cs="Arial"/>
        </w:rPr>
        <w:t xml:space="preserve"> Věci</w:t>
      </w:r>
      <w:r w:rsidR="00405E07" w:rsidRPr="00405E07">
        <w:rPr>
          <w:rFonts w:ascii="Arial" w:hAnsi="Arial" w:cs="Arial"/>
        </w:rPr>
        <w:t>.</w:t>
      </w:r>
    </w:p>
    <w:p w14:paraId="1C77799D" w14:textId="7E83AF6A" w:rsidR="003A0FA1" w:rsidRPr="00DB5A53" w:rsidRDefault="00A154AE" w:rsidP="00AF3D74">
      <w:pPr>
        <w:pStyle w:val="Odstavecseseznamem"/>
        <w:numPr>
          <w:ilvl w:val="1"/>
          <w:numId w:val="4"/>
        </w:numPr>
        <w:spacing w:after="0" w:line="276" w:lineRule="auto"/>
        <w:ind w:left="567" w:hanging="567"/>
        <w:jc w:val="both"/>
        <w:rPr>
          <w:rFonts w:ascii="Arial" w:hAnsi="Arial" w:cs="Arial"/>
        </w:rPr>
      </w:pPr>
      <w:r w:rsidRPr="00DB5A53">
        <w:rPr>
          <w:rFonts w:ascii="Arial" w:hAnsi="Arial" w:cs="Arial"/>
        </w:rPr>
        <w:lastRenderedPageBreak/>
        <w:t xml:space="preserve">Prodávající </w:t>
      </w:r>
      <w:r w:rsidR="007B06BF" w:rsidRPr="00DB5A53">
        <w:rPr>
          <w:rFonts w:ascii="Arial" w:hAnsi="Arial" w:cs="Arial"/>
        </w:rPr>
        <w:t xml:space="preserve">bezodkladně, nejdéle </w:t>
      </w:r>
      <w:r w:rsidRPr="00DB5A53">
        <w:rPr>
          <w:rFonts w:ascii="Arial" w:hAnsi="Arial" w:cs="Arial"/>
        </w:rPr>
        <w:t>ve lhůtě stanovené ve Výzvě</w:t>
      </w:r>
      <w:r w:rsidR="007B06BF" w:rsidRPr="00DB5A53">
        <w:rPr>
          <w:rFonts w:ascii="Arial" w:hAnsi="Arial" w:cs="Arial"/>
        </w:rPr>
        <w:t>, pokud se s Kupujícím nedohodnou jinak,</w:t>
      </w:r>
      <w:r w:rsidRPr="00DB5A53">
        <w:rPr>
          <w:rFonts w:ascii="Arial" w:hAnsi="Arial" w:cs="Arial"/>
        </w:rPr>
        <w:t xml:space="preserve"> </w:t>
      </w:r>
      <w:r w:rsidR="007B06BF" w:rsidRPr="00DB5A53">
        <w:rPr>
          <w:rFonts w:ascii="Arial" w:hAnsi="Arial" w:cs="Arial"/>
        </w:rPr>
        <w:t>podá podepsan</w:t>
      </w:r>
      <w:r w:rsidR="005E40CA" w:rsidRPr="00DB5A53">
        <w:rPr>
          <w:rFonts w:ascii="Arial" w:hAnsi="Arial" w:cs="Arial"/>
        </w:rPr>
        <w:t>ý</w:t>
      </w:r>
      <w:r w:rsidR="008031CC" w:rsidRPr="00DB5A53">
        <w:rPr>
          <w:rFonts w:ascii="Arial" w:hAnsi="Arial" w:cs="Arial"/>
        </w:rPr>
        <w:t xml:space="preserve"> N</w:t>
      </w:r>
      <w:r w:rsidR="007B06BF" w:rsidRPr="00DB5A53">
        <w:rPr>
          <w:rFonts w:ascii="Arial" w:hAnsi="Arial" w:cs="Arial"/>
        </w:rPr>
        <w:t>ávrh smlouvy</w:t>
      </w:r>
      <w:r w:rsidR="006431A0" w:rsidRPr="00DB5A53">
        <w:rPr>
          <w:rFonts w:ascii="Arial" w:hAnsi="Arial" w:cs="Arial"/>
        </w:rPr>
        <w:t xml:space="preserve"> odpovídající požadavkům Kupujícího uvedeným ve Výzvě</w:t>
      </w:r>
      <w:r w:rsidR="00C76DC7" w:rsidRPr="00DB5A53">
        <w:rPr>
          <w:rFonts w:ascii="Arial" w:hAnsi="Arial" w:cs="Arial"/>
        </w:rPr>
        <w:t>, a to výhradně elektronicky prostřednictvím Elektronického nástroje na adrese uvedené ve Výzvě</w:t>
      </w:r>
      <w:r w:rsidR="006F78D3" w:rsidRPr="00DB5A53">
        <w:rPr>
          <w:rFonts w:ascii="Arial" w:hAnsi="Arial" w:cs="Arial"/>
        </w:rPr>
        <w:t>.</w:t>
      </w:r>
      <w:r w:rsidR="005A6B6A" w:rsidRPr="00DB5A53">
        <w:rPr>
          <w:rFonts w:ascii="Arial" w:hAnsi="Arial" w:cs="Arial"/>
        </w:rPr>
        <w:t xml:space="preserve"> </w:t>
      </w:r>
    </w:p>
    <w:p w14:paraId="2E812CE4" w14:textId="19F2D4BC" w:rsidR="002D3881" w:rsidRDefault="006431A0" w:rsidP="00AF3D74">
      <w:pPr>
        <w:pStyle w:val="Odstavecseseznamem"/>
        <w:numPr>
          <w:ilvl w:val="1"/>
          <w:numId w:val="4"/>
        </w:numPr>
        <w:spacing w:after="0" w:line="276" w:lineRule="auto"/>
        <w:ind w:left="567" w:hanging="567"/>
        <w:jc w:val="both"/>
        <w:rPr>
          <w:rFonts w:ascii="Arial" w:hAnsi="Arial" w:cs="Arial"/>
        </w:rPr>
      </w:pPr>
      <w:bookmarkStart w:id="3" w:name="_Ref461769270"/>
      <w:r w:rsidRPr="006431A0">
        <w:rPr>
          <w:rFonts w:ascii="Arial" w:hAnsi="Arial" w:cs="Arial"/>
        </w:rPr>
        <w:t xml:space="preserve">Pokud Prodávající nepředloží </w:t>
      </w:r>
      <w:r w:rsidR="008031CC">
        <w:rPr>
          <w:rFonts w:ascii="Arial" w:hAnsi="Arial" w:cs="Arial"/>
        </w:rPr>
        <w:t>N</w:t>
      </w:r>
      <w:r w:rsidR="007B06BF">
        <w:rPr>
          <w:rFonts w:ascii="Arial" w:hAnsi="Arial" w:cs="Arial"/>
        </w:rPr>
        <w:t>ávrh smlouvy</w:t>
      </w:r>
      <w:r w:rsidRPr="006431A0">
        <w:rPr>
          <w:rFonts w:ascii="Arial" w:hAnsi="Arial" w:cs="Arial"/>
        </w:rPr>
        <w:t xml:space="preserve"> ve lhůtě </w:t>
      </w:r>
      <w:r w:rsidR="007B06BF">
        <w:rPr>
          <w:rFonts w:ascii="Arial" w:hAnsi="Arial" w:cs="Arial"/>
        </w:rPr>
        <w:t>dle čl. 3.3 Rámcové smlouvy</w:t>
      </w:r>
      <w:r w:rsidRPr="006431A0">
        <w:rPr>
          <w:rFonts w:ascii="Arial" w:hAnsi="Arial" w:cs="Arial"/>
        </w:rPr>
        <w:t>, považuje s</w:t>
      </w:r>
      <w:r w:rsidR="008031CC">
        <w:rPr>
          <w:rFonts w:ascii="Arial" w:hAnsi="Arial" w:cs="Arial"/>
        </w:rPr>
        <w:t>e toto za odmítnutí předložení N</w:t>
      </w:r>
      <w:r w:rsidRPr="006431A0">
        <w:rPr>
          <w:rFonts w:ascii="Arial" w:hAnsi="Arial" w:cs="Arial"/>
        </w:rPr>
        <w:t>ávrhu smlouvy.</w:t>
      </w:r>
      <w:r>
        <w:rPr>
          <w:rFonts w:ascii="Arial" w:hAnsi="Arial" w:cs="Arial"/>
        </w:rPr>
        <w:t xml:space="preserve"> Kupující je však v takovém případě oprávněn Výzvu Prodávajícímu zaslat opakovaně.</w:t>
      </w:r>
      <w:bookmarkEnd w:id="3"/>
    </w:p>
    <w:p w14:paraId="2CA3EACA" w14:textId="1242DA6E" w:rsidR="006F78D3" w:rsidRDefault="00224718" w:rsidP="00AF3D74">
      <w:pPr>
        <w:pStyle w:val="Odstavecseseznamem"/>
        <w:numPr>
          <w:ilvl w:val="1"/>
          <w:numId w:val="4"/>
        </w:numPr>
        <w:spacing w:after="0" w:line="276" w:lineRule="auto"/>
        <w:ind w:left="567" w:hanging="567"/>
        <w:jc w:val="both"/>
        <w:rPr>
          <w:rFonts w:ascii="Arial" w:hAnsi="Arial" w:cs="Arial"/>
        </w:rPr>
      </w:pPr>
      <w:r w:rsidRPr="00224718">
        <w:rPr>
          <w:rFonts w:ascii="Arial" w:hAnsi="Arial" w:cs="Arial"/>
        </w:rPr>
        <w:t xml:space="preserve">V případě, že </w:t>
      </w:r>
      <w:r w:rsidR="008031CC">
        <w:rPr>
          <w:rFonts w:ascii="Arial" w:hAnsi="Arial" w:cs="Arial"/>
        </w:rPr>
        <w:t>N</w:t>
      </w:r>
      <w:r w:rsidR="00C37A12">
        <w:rPr>
          <w:rFonts w:ascii="Arial" w:hAnsi="Arial" w:cs="Arial"/>
        </w:rPr>
        <w:t>ávrh smlouvy</w:t>
      </w:r>
      <w:r w:rsidRPr="00224718">
        <w:rPr>
          <w:rFonts w:ascii="Arial" w:hAnsi="Arial" w:cs="Arial"/>
        </w:rPr>
        <w:t xml:space="preserve"> předložený Prodávajícím neodpovídá Výzvě, je Kupující oprávněn Prodávajícího vyzvat jej k odstranění nedostatků.</w:t>
      </w:r>
    </w:p>
    <w:p w14:paraId="2C26509C" w14:textId="3DB466AF" w:rsidR="00224718" w:rsidRPr="00DB5A53"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Prodávající je </w:t>
      </w:r>
      <w:r w:rsidRPr="00DB5A53">
        <w:rPr>
          <w:rFonts w:ascii="Arial" w:hAnsi="Arial" w:cs="Arial"/>
          <w:color w:val="000000" w:themeColor="text1"/>
        </w:rPr>
        <w:t>povinen zejména v případech, kdy se Věc přestala vyrábět, prodávat či je z jiného</w:t>
      </w:r>
      <w:r w:rsidRPr="00DB5A53">
        <w:rPr>
          <w:color w:val="000000" w:themeColor="text1"/>
        </w:rPr>
        <w:t xml:space="preserve"> </w:t>
      </w:r>
      <w:r w:rsidRPr="00DB5A53">
        <w:rPr>
          <w:rFonts w:ascii="Arial" w:hAnsi="Arial" w:cs="Arial"/>
          <w:color w:val="000000" w:themeColor="text1"/>
        </w:rPr>
        <w:t xml:space="preserve">objektivního důvodu neležícího na straně Prodávajícího nedostupná, jako součást upraveného položkového rozpočtu navrhnout dodání jiné Věci náhradou za Věc požadovanou Kupujícím ve Výzvě a původně uvedenou v příloze č. 1 </w:t>
      </w:r>
      <w:r w:rsidR="00D63CA1" w:rsidRPr="00DB5A53">
        <w:rPr>
          <w:rFonts w:ascii="Arial" w:hAnsi="Arial" w:cs="Arial"/>
          <w:color w:val="000000" w:themeColor="text1"/>
        </w:rPr>
        <w:t>Rámcové</w:t>
      </w:r>
      <w:r w:rsidRPr="00DB5A53">
        <w:rPr>
          <w:rFonts w:ascii="Arial" w:hAnsi="Arial" w:cs="Arial"/>
          <w:color w:val="000000" w:themeColor="text1"/>
        </w:rPr>
        <w:t xml:space="preserve"> smlouvy, a to za současného splnění následujících podmínek:</w:t>
      </w:r>
    </w:p>
    <w:p w14:paraId="3C8FD42B" w14:textId="55DB61D5" w:rsidR="00D63CA1" w:rsidRPr="00DB5A53" w:rsidRDefault="00D63CA1"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 xml:space="preserve">Prodávající Kupujícímu předloží detailní popis technických parametrů min. v rozsahu požadavků Kupujícího </w:t>
      </w:r>
      <w:r w:rsidR="00435127" w:rsidRPr="00DB5A53">
        <w:rPr>
          <w:rFonts w:ascii="Arial" w:hAnsi="Arial" w:cs="Arial"/>
          <w:color w:val="000000" w:themeColor="text1"/>
        </w:rPr>
        <w:t>uvedených</w:t>
      </w:r>
      <w:r w:rsidRPr="00DB5A53">
        <w:rPr>
          <w:rFonts w:ascii="Arial" w:hAnsi="Arial" w:cs="Arial"/>
          <w:color w:val="000000" w:themeColor="text1"/>
        </w:rPr>
        <w:t xml:space="preserve"> v Příloze č. 1 Rámcové smlouvy,</w:t>
      </w:r>
    </w:p>
    <w:p w14:paraId="54EF42DE" w14:textId="6CC7803F" w:rsidR="00224718" w:rsidRPr="00DB5A53"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DB5A53">
        <w:rPr>
          <w:rFonts w:ascii="Arial" w:hAnsi="Arial" w:cs="Arial"/>
          <w:color w:val="000000" w:themeColor="text1"/>
        </w:rPr>
        <w:t>i jiná Věc bude splňovat veškeré požadavky Kupujícího na jakost, provedení, vlastnosti, jakož i další specifikace stanovené Rámcovou smlouvou pro původně uvedenou Věc, přičemž Prodávající nabídne Kupujícímu primárně nástupnický model Věci od téhož výrobce,</w:t>
      </w:r>
    </w:p>
    <w:p w14:paraId="79E52273"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nedojde k navýšení kupní ceny a</w:t>
      </w:r>
    </w:p>
    <w:p w14:paraId="666793E1" w14:textId="77777777" w:rsidR="00224718" w:rsidRPr="0063387C" w:rsidRDefault="00224718" w:rsidP="00224718">
      <w:pPr>
        <w:pStyle w:val="Odstavecseseznamem"/>
        <w:numPr>
          <w:ilvl w:val="1"/>
          <w:numId w:val="9"/>
        </w:numPr>
        <w:spacing w:after="0" w:line="276" w:lineRule="auto"/>
        <w:ind w:left="993"/>
        <w:jc w:val="both"/>
        <w:rPr>
          <w:rFonts w:ascii="Arial" w:hAnsi="Arial" w:cs="Arial"/>
          <w:color w:val="000000" w:themeColor="text1"/>
        </w:rPr>
      </w:pPr>
      <w:r w:rsidRPr="0063387C">
        <w:rPr>
          <w:rFonts w:ascii="Arial" w:hAnsi="Arial" w:cs="Arial"/>
          <w:color w:val="000000" w:themeColor="text1"/>
        </w:rPr>
        <w:t>Kupující bude s nahrazením původně uvedené Věci jinou Věcí souhlasit.</w:t>
      </w:r>
    </w:p>
    <w:p w14:paraId="2EA1138E" w14:textId="0F627514" w:rsidR="00224718" w:rsidRPr="0063387C"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r w:rsidRPr="0063387C">
        <w:rPr>
          <w:rFonts w:ascii="Arial" w:hAnsi="Arial" w:cs="Arial"/>
          <w:color w:val="000000" w:themeColor="text1"/>
        </w:rPr>
        <w:t xml:space="preserve">V případě, že Kupující s nahrazením nebude souhlasit, smí přijmout </w:t>
      </w:r>
      <w:r w:rsidR="008031CC">
        <w:rPr>
          <w:rFonts w:ascii="Arial" w:hAnsi="Arial" w:cs="Arial"/>
          <w:color w:val="000000" w:themeColor="text1"/>
        </w:rPr>
        <w:t xml:space="preserve">Návrh smlouvy </w:t>
      </w:r>
      <w:r w:rsidRPr="0063387C">
        <w:rPr>
          <w:rFonts w:ascii="Arial" w:hAnsi="Arial" w:cs="Arial"/>
          <w:color w:val="000000" w:themeColor="text1"/>
        </w:rPr>
        <w:t>bez předmětné Věci a smlouva bude uzavřena na souhrn zbývajících Věcí.</w:t>
      </w:r>
    </w:p>
    <w:p w14:paraId="372DE5B7" w14:textId="34629BF5" w:rsidR="00224718" w:rsidRPr="00DB7A17" w:rsidRDefault="00224718" w:rsidP="00224718">
      <w:pPr>
        <w:pStyle w:val="Odstavecseseznamem"/>
        <w:numPr>
          <w:ilvl w:val="1"/>
          <w:numId w:val="4"/>
        </w:numPr>
        <w:spacing w:after="0" w:line="276" w:lineRule="auto"/>
        <w:ind w:left="567" w:hanging="567"/>
        <w:jc w:val="both"/>
        <w:rPr>
          <w:rFonts w:ascii="Arial" w:hAnsi="Arial" w:cs="Arial"/>
          <w:color w:val="000000" w:themeColor="text1"/>
        </w:rPr>
      </w:pPr>
      <w:bookmarkStart w:id="4" w:name="_Ref461769901"/>
      <w:r w:rsidRPr="0063387C">
        <w:rPr>
          <w:rFonts w:ascii="Arial" w:hAnsi="Arial" w:cs="Arial"/>
          <w:color w:val="000000" w:themeColor="text1"/>
        </w:rPr>
        <w:t xml:space="preserve">Smlouva na realizaci dílčí veřejné zakázky bude Smluvními stranami uzavřena na </w:t>
      </w:r>
      <w:r w:rsidRPr="00DB7A17">
        <w:rPr>
          <w:rFonts w:ascii="Arial" w:hAnsi="Arial" w:cs="Arial"/>
          <w:color w:val="000000" w:themeColor="text1"/>
        </w:rPr>
        <w:t xml:space="preserve">základě přijetí </w:t>
      </w:r>
      <w:r w:rsidR="008031CC">
        <w:rPr>
          <w:rFonts w:ascii="Arial" w:hAnsi="Arial" w:cs="Arial"/>
          <w:color w:val="000000" w:themeColor="text1"/>
        </w:rPr>
        <w:t>N</w:t>
      </w:r>
      <w:r w:rsidR="00D63CA1">
        <w:rPr>
          <w:rFonts w:ascii="Arial" w:hAnsi="Arial" w:cs="Arial"/>
          <w:color w:val="000000" w:themeColor="text1"/>
        </w:rPr>
        <w:t>ávrhu smlouvy</w:t>
      </w:r>
      <w:r w:rsidRPr="00DB7A17">
        <w:rPr>
          <w:rFonts w:ascii="Arial" w:hAnsi="Arial" w:cs="Arial"/>
          <w:color w:val="000000" w:themeColor="text1"/>
        </w:rPr>
        <w:t xml:space="preserve"> Kupujícím.</w:t>
      </w:r>
      <w:bookmarkEnd w:id="4"/>
    </w:p>
    <w:p w14:paraId="1D3D41B8" w14:textId="2207A77C" w:rsidR="00224718" w:rsidRPr="00DB7A17" w:rsidRDefault="00224718" w:rsidP="00224718">
      <w:pPr>
        <w:pStyle w:val="Odstavecseseznamem"/>
        <w:numPr>
          <w:ilvl w:val="1"/>
          <w:numId w:val="4"/>
        </w:numPr>
        <w:spacing w:after="0" w:line="276" w:lineRule="auto"/>
        <w:ind w:left="567" w:hanging="567"/>
        <w:jc w:val="both"/>
        <w:rPr>
          <w:rFonts w:ascii="Arial" w:hAnsi="Arial" w:cs="Arial"/>
        </w:rPr>
      </w:pPr>
      <w:r w:rsidRPr="00D63CA1">
        <w:rPr>
          <w:rFonts w:ascii="Arial" w:hAnsi="Arial" w:cs="Arial"/>
        </w:rPr>
        <w:t>Kupující si vyhrazuje právo veřejnou zakázku zadávanou na základě Rámcové smlouvy zrušit, avšak pouze do uzavření smlouvy</w:t>
      </w:r>
      <w:r w:rsidRPr="00DB7A17">
        <w:rPr>
          <w:rFonts w:ascii="Arial" w:hAnsi="Arial" w:cs="Arial"/>
        </w:rPr>
        <w:t>.</w:t>
      </w:r>
    </w:p>
    <w:p w14:paraId="3561EDC1" w14:textId="7A331FB6" w:rsidR="00224718" w:rsidRPr="00224718" w:rsidRDefault="00224718" w:rsidP="00224718">
      <w:pPr>
        <w:pStyle w:val="Odstavecseseznamem"/>
        <w:numPr>
          <w:ilvl w:val="1"/>
          <w:numId w:val="4"/>
        </w:numPr>
        <w:spacing w:after="0" w:line="276" w:lineRule="auto"/>
        <w:ind w:left="567" w:hanging="567"/>
        <w:jc w:val="both"/>
        <w:rPr>
          <w:rFonts w:ascii="Arial" w:hAnsi="Arial" w:cs="Arial"/>
        </w:rPr>
      </w:pPr>
      <w:r w:rsidRPr="00DB7A17">
        <w:rPr>
          <w:rFonts w:ascii="Arial" w:hAnsi="Arial" w:cs="Arial"/>
          <w:color w:val="000000" w:themeColor="text1"/>
        </w:rPr>
        <w:t>Kupující tímto v rámci centrálního zadávání</w:t>
      </w:r>
      <w:r w:rsidRPr="0063387C">
        <w:rPr>
          <w:rFonts w:ascii="Arial" w:hAnsi="Arial" w:cs="Arial"/>
          <w:color w:val="000000" w:themeColor="text1"/>
        </w:rPr>
        <w:t xml:space="preserve"> zmocňuje pověřující zadavatele, příspěvkové organizace, s nimiž uzavřel smlouvu o centrálním zadávání, aby </w:t>
      </w:r>
      <w:r>
        <w:rPr>
          <w:rFonts w:ascii="Arial" w:hAnsi="Arial" w:cs="Arial"/>
          <w:color w:val="000000" w:themeColor="text1"/>
        </w:rPr>
        <w:t xml:space="preserve">samostatně </w:t>
      </w:r>
      <w:r w:rsidRPr="0063387C">
        <w:rPr>
          <w:rFonts w:ascii="Arial" w:hAnsi="Arial" w:cs="Arial"/>
          <w:color w:val="000000" w:themeColor="text1"/>
        </w:rPr>
        <w:t xml:space="preserve">pořizovali Věci na základě Rámcové smlouvy pro své potřeby a </w:t>
      </w:r>
      <w:r>
        <w:rPr>
          <w:rFonts w:ascii="Arial" w:hAnsi="Arial" w:cs="Arial"/>
          <w:color w:val="000000" w:themeColor="text1"/>
        </w:rPr>
        <w:t>za tím účelem odesílali Výzvy a </w:t>
      </w:r>
      <w:r w:rsidRPr="0063387C">
        <w:rPr>
          <w:rFonts w:ascii="Arial" w:hAnsi="Arial" w:cs="Arial"/>
          <w:color w:val="000000" w:themeColor="text1"/>
        </w:rPr>
        <w:t xml:space="preserve">uzavírali </w:t>
      </w:r>
      <w:r w:rsidRPr="009A6F90">
        <w:rPr>
          <w:rFonts w:ascii="Arial" w:hAnsi="Arial" w:cs="Arial"/>
          <w:color w:val="000000" w:themeColor="text1"/>
        </w:rPr>
        <w:t xml:space="preserve">kupní </w:t>
      </w:r>
      <w:r w:rsidR="000745F1">
        <w:rPr>
          <w:rFonts w:ascii="Arial" w:hAnsi="Arial" w:cs="Arial"/>
          <w:color w:val="000000" w:themeColor="text1"/>
        </w:rPr>
        <w:t xml:space="preserve">smlouvy </w:t>
      </w:r>
      <w:r w:rsidRPr="0063387C">
        <w:rPr>
          <w:rFonts w:ascii="Arial" w:hAnsi="Arial" w:cs="Arial"/>
          <w:color w:val="000000" w:themeColor="text1"/>
        </w:rPr>
        <w:t>postupem podle Rámcové smlouvy.</w:t>
      </w:r>
    </w:p>
    <w:p w14:paraId="035B0B1E" w14:textId="77777777" w:rsidR="003A0FA1" w:rsidRPr="00A35763" w:rsidRDefault="003A0FA1" w:rsidP="00965E45">
      <w:pPr>
        <w:spacing w:after="0" w:line="276" w:lineRule="auto"/>
        <w:jc w:val="both"/>
        <w:rPr>
          <w:rFonts w:ascii="Arial" w:hAnsi="Arial" w:cs="Arial"/>
        </w:rPr>
      </w:pPr>
    </w:p>
    <w:p w14:paraId="56C62755" w14:textId="77777777" w:rsidR="003A0FA1" w:rsidRPr="00A35763" w:rsidRDefault="00171659"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w:t>
      </w:r>
      <w:r w:rsidR="00491435" w:rsidRPr="00A35763">
        <w:rPr>
          <w:rFonts w:ascii="Arial" w:hAnsi="Arial" w:cs="Arial"/>
          <w:b/>
        </w:rPr>
        <w:t xml:space="preserve"> kupních smluv uzavřených na základě Rámcové smlouvy</w:t>
      </w:r>
    </w:p>
    <w:p w14:paraId="47A9C3E6" w14:textId="00821D99" w:rsidR="003A0FA1" w:rsidRPr="00A35763" w:rsidRDefault="00374BED"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S P</w:t>
      </w:r>
      <w:r w:rsidR="00EF3782" w:rsidRPr="00A35763">
        <w:rPr>
          <w:rFonts w:ascii="Arial" w:hAnsi="Arial" w:cs="Arial"/>
        </w:rPr>
        <w:t>rodáv</w:t>
      </w:r>
      <w:r w:rsidR="003A0FA1" w:rsidRPr="00A35763">
        <w:rPr>
          <w:rFonts w:ascii="Arial" w:hAnsi="Arial" w:cs="Arial"/>
        </w:rPr>
        <w:t>ající</w:t>
      </w:r>
      <w:r w:rsidRPr="00A35763">
        <w:rPr>
          <w:rFonts w:ascii="Arial" w:hAnsi="Arial" w:cs="Arial"/>
        </w:rPr>
        <w:t>m</w:t>
      </w:r>
      <w:r w:rsidR="003A0FA1" w:rsidRPr="00A35763">
        <w:rPr>
          <w:rFonts w:ascii="Arial" w:hAnsi="Arial" w:cs="Arial"/>
        </w:rPr>
        <w:t xml:space="preserve"> </w:t>
      </w:r>
      <w:r w:rsidRPr="00A35763">
        <w:rPr>
          <w:rFonts w:ascii="Arial" w:hAnsi="Arial" w:cs="Arial"/>
        </w:rPr>
        <w:t xml:space="preserve">vybraným postupem podle čl. </w:t>
      </w:r>
      <w:r w:rsidR="00D23076">
        <w:rPr>
          <w:rFonts w:ascii="Arial" w:hAnsi="Arial" w:cs="Arial"/>
        </w:rPr>
        <w:t xml:space="preserve">3 </w:t>
      </w:r>
      <w:r w:rsidRPr="00A35763">
        <w:rPr>
          <w:rFonts w:ascii="Arial" w:hAnsi="Arial" w:cs="Arial"/>
        </w:rPr>
        <w:t>Rámcové smlouvy bude Kupující podle svých potřeb v průběhu trvání Rámcové smlouvy uzavírat</w:t>
      </w:r>
      <w:r w:rsidR="003A0FA1" w:rsidRPr="00A35763">
        <w:rPr>
          <w:rFonts w:ascii="Arial" w:hAnsi="Arial" w:cs="Arial"/>
        </w:rPr>
        <w:t xml:space="preserve"> </w:t>
      </w:r>
      <w:r w:rsidRPr="00A35763">
        <w:rPr>
          <w:rFonts w:ascii="Arial" w:hAnsi="Arial" w:cs="Arial"/>
        </w:rPr>
        <w:t>dílčí kupní smlouvy</w:t>
      </w:r>
      <w:r w:rsidR="00684E1B" w:rsidRPr="00A35763">
        <w:rPr>
          <w:rFonts w:ascii="Arial" w:hAnsi="Arial" w:cs="Arial"/>
        </w:rPr>
        <w:t xml:space="preserve"> (dále </w:t>
      </w:r>
      <w:r w:rsidRPr="00A35763">
        <w:rPr>
          <w:rFonts w:ascii="Arial" w:hAnsi="Arial" w:cs="Arial"/>
        </w:rPr>
        <w:t>jen</w:t>
      </w:r>
      <w:r w:rsidR="00684E1B" w:rsidRPr="00A35763">
        <w:rPr>
          <w:rFonts w:ascii="Arial" w:hAnsi="Arial" w:cs="Arial"/>
        </w:rPr>
        <w:t xml:space="preserve"> „</w:t>
      </w:r>
      <w:r w:rsidR="00684E1B" w:rsidRPr="00A35763">
        <w:rPr>
          <w:rFonts w:ascii="Arial" w:hAnsi="Arial" w:cs="Arial"/>
          <w:b/>
        </w:rPr>
        <w:t>Smlouva</w:t>
      </w:r>
      <w:r w:rsidR="00684E1B" w:rsidRPr="00A35763">
        <w:rPr>
          <w:rFonts w:ascii="Arial" w:hAnsi="Arial" w:cs="Arial"/>
        </w:rPr>
        <w:t>“)</w:t>
      </w:r>
      <w:r w:rsidR="003A0FA1" w:rsidRPr="00A35763">
        <w:rPr>
          <w:rFonts w:ascii="Arial" w:hAnsi="Arial" w:cs="Arial"/>
        </w:rPr>
        <w:t xml:space="preserve">, </w:t>
      </w:r>
      <w:r w:rsidRPr="00A35763">
        <w:rPr>
          <w:rFonts w:ascii="Arial" w:hAnsi="Arial" w:cs="Arial"/>
        </w:rPr>
        <w:t>a to na</w:t>
      </w:r>
      <w:r w:rsidR="003A0FA1" w:rsidRPr="00A35763">
        <w:rPr>
          <w:rFonts w:ascii="Arial" w:hAnsi="Arial" w:cs="Arial"/>
        </w:rPr>
        <w:t xml:space="preserve"> </w:t>
      </w:r>
      <w:r w:rsidR="00B06136" w:rsidRPr="00A35763">
        <w:rPr>
          <w:rFonts w:ascii="Arial" w:hAnsi="Arial" w:cs="Arial"/>
        </w:rPr>
        <w:t>Věc</w:t>
      </w:r>
      <w:r w:rsidR="003A0FA1" w:rsidRPr="00A35763">
        <w:rPr>
          <w:rFonts w:ascii="Arial" w:hAnsi="Arial" w:cs="Arial"/>
        </w:rPr>
        <w:t>i</w:t>
      </w:r>
      <w:r w:rsidRPr="00A35763">
        <w:rPr>
          <w:rFonts w:ascii="Arial" w:hAnsi="Arial" w:cs="Arial"/>
        </w:rPr>
        <w:t xml:space="preserve"> </w:t>
      </w:r>
      <w:r w:rsidR="006A5A15">
        <w:rPr>
          <w:rFonts w:ascii="Arial" w:hAnsi="Arial" w:cs="Arial"/>
        </w:rPr>
        <w:t xml:space="preserve">a příslušenství </w:t>
      </w:r>
      <w:r w:rsidRPr="00A35763">
        <w:rPr>
          <w:rFonts w:ascii="Arial" w:hAnsi="Arial" w:cs="Arial"/>
        </w:rPr>
        <w:t xml:space="preserve">vymezené ve Výzvě, a </w:t>
      </w:r>
      <w:r w:rsidR="003A0FA1" w:rsidRPr="00A35763">
        <w:rPr>
          <w:rFonts w:ascii="Arial" w:hAnsi="Arial" w:cs="Arial"/>
        </w:rPr>
        <w:t xml:space="preserve">za vzájemně dohodnutou kupní cenu do vlastnictví </w:t>
      </w:r>
      <w:r w:rsidR="00EF3782" w:rsidRPr="00A35763">
        <w:rPr>
          <w:rFonts w:ascii="Arial" w:hAnsi="Arial" w:cs="Arial"/>
        </w:rPr>
        <w:t>Kupují</w:t>
      </w:r>
      <w:r w:rsidR="003A0FA1" w:rsidRPr="00A35763">
        <w:rPr>
          <w:rFonts w:ascii="Arial" w:hAnsi="Arial" w:cs="Arial"/>
        </w:rPr>
        <w:t>cího.</w:t>
      </w:r>
    </w:p>
    <w:p w14:paraId="56CD374E" w14:textId="77777777" w:rsidR="003A0FA1" w:rsidRPr="00A35763" w:rsidRDefault="00B06136"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Věc</w:t>
      </w:r>
      <w:r w:rsidR="003A0FA1" w:rsidRPr="00A35763">
        <w:rPr>
          <w:rFonts w:ascii="Arial" w:hAnsi="Arial" w:cs="Arial"/>
        </w:rPr>
        <w:t xml:space="preserve">i budou dodávány za podmínek specifikovaných </w:t>
      </w:r>
      <w:r w:rsidR="00EF3782" w:rsidRPr="00A35763">
        <w:rPr>
          <w:rFonts w:ascii="Arial" w:hAnsi="Arial" w:cs="Arial"/>
        </w:rPr>
        <w:t>Rám</w:t>
      </w:r>
      <w:r w:rsidR="003A0FA1" w:rsidRPr="00A35763">
        <w:rPr>
          <w:rFonts w:ascii="Arial" w:hAnsi="Arial" w:cs="Arial"/>
        </w:rPr>
        <w:t xml:space="preserve">covou smlouvou, jejími přílohami a </w:t>
      </w:r>
      <w:r w:rsidR="00491435" w:rsidRPr="00A35763">
        <w:rPr>
          <w:rFonts w:ascii="Arial" w:hAnsi="Arial" w:cs="Arial"/>
        </w:rPr>
        <w:t>Výzvou</w:t>
      </w:r>
      <w:r w:rsidR="003A0FA1" w:rsidRPr="00A35763">
        <w:rPr>
          <w:rFonts w:ascii="Arial" w:hAnsi="Arial" w:cs="Arial"/>
        </w:rPr>
        <w:t xml:space="preserve"> </w:t>
      </w:r>
      <w:r w:rsidR="00EF3782" w:rsidRPr="00A35763">
        <w:rPr>
          <w:rFonts w:ascii="Arial" w:hAnsi="Arial" w:cs="Arial"/>
        </w:rPr>
        <w:t>Kupují</w:t>
      </w:r>
      <w:r w:rsidR="00491435" w:rsidRPr="00A35763">
        <w:rPr>
          <w:rFonts w:ascii="Arial" w:hAnsi="Arial" w:cs="Arial"/>
        </w:rPr>
        <w:t>cího</w:t>
      </w:r>
      <w:r w:rsidR="003A0FA1" w:rsidRPr="00A35763">
        <w:rPr>
          <w:rFonts w:ascii="Arial" w:hAnsi="Arial" w:cs="Arial"/>
        </w:rPr>
        <w:t>.</w:t>
      </w:r>
    </w:p>
    <w:p w14:paraId="19CF82A1" w14:textId="77777777" w:rsidR="003A0FA1" w:rsidRPr="009A6F90" w:rsidRDefault="00EF3782"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Pr="009A6F90">
        <w:rPr>
          <w:rFonts w:ascii="Arial" w:hAnsi="Arial" w:cs="Arial"/>
        </w:rPr>
        <w:t>Rám</w:t>
      </w:r>
      <w:r w:rsidR="003A0FA1" w:rsidRPr="009A6F90">
        <w:rPr>
          <w:rFonts w:ascii="Arial" w:hAnsi="Arial" w:cs="Arial"/>
        </w:rPr>
        <w:t>cové smlouvy,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77777777" w:rsidR="003A0FA1" w:rsidRPr="009A6F90" w:rsidRDefault="003A0FA1" w:rsidP="00E83F03">
      <w:pPr>
        <w:pStyle w:val="Odstavecseseznamem"/>
        <w:numPr>
          <w:ilvl w:val="1"/>
          <w:numId w:val="5"/>
        </w:numPr>
        <w:spacing w:after="0" w:line="276" w:lineRule="auto"/>
        <w:ind w:left="567" w:hanging="567"/>
        <w:jc w:val="both"/>
        <w:rPr>
          <w:rFonts w:ascii="Arial" w:hAnsi="Arial" w:cs="Arial"/>
        </w:rPr>
      </w:pPr>
      <w:r w:rsidRPr="009A6F90">
        <w:rPr>
          <w:rFonts w:ascii="Arial" w:hAnsi="Arial" w:cs="Arial"/>
        </w:rPr>
        <w:t xml:space="preserve">Závazek </w:t>
      </w:r>
      <w:r w:rsidR="00EF3782" w:rsidRPr="009A6F90">
        <w:rPr>
          <w:rFonts w:ascii="Arial" w:hAnsi="Arial" w:cs="Arial"/>
        </w:rPr>
        <w:t>Prodáv</w:t>
      </w:r>
      <w:r w:rsidRPr="009A6F90">
        <w:rPr>
          <w:rFonts w:ascii="Arial" w:hAnsi="Arial" w:cs="Arial"/>
        </w:rPr>
        <w:t xml:space="preserve">ajícího odevzdat </w:t>
      </w:r>
      <w:r w:rsidR="00B06136" w:rsidRPr="009A6F90">
        <w:rPr>
          <w:rFonts w:ascii="Arial" w:hAnsi="Arial" w:cs="Arial"/>
        </w:rPr>
        <w:t>Věc</w:t>
      </w:r>
      <w:r w:rsidRPr="009A6F90">
        <w:rPr>
          <w:rFonts w:ascii="Arial" w:hAnsi="Arial" w:cs="Arial"/>
        </w:rPr>
        <w:t>i zahrnuje i:</w:t>
      </w:r>
    </w:p>
    <w:p w14:paraId="674F45EC"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dopravu </w:t>
      </w:r>
      <w:r w:rsidR="003B2503" w:rsidRPr="009A6F90">
        <w:rPr>
          <w:rFonts w:ascii="Arial" w:hAnsi="Arial" w:cs="Arial"/>
        </w:rPr>
        <w:t xml:space="preserve">Věcí na místo jejich odevzdání, a to u položek v příloze č. </w:t>
      </w:r>
      <w:r w:rsidR="00827E89" w:rsidRPr="009A6F90">
        <w:rPr>
          <w:rFonts w:ascii="Arial" w:hAnsi="Arial" w:cs="Arial"/>
        </w:rPr>
        <w:t>2</w:t>
      </w:r>
      <w:r w:rsidR="003B2503" w:rsidRPr="009A6F90">
        <w:rPr>
          <w:rFonts w:ascii="Arial" w:hAnsi="Arial" w:cs="Arial"/>
        </w:rPr>
        <w:t xml:space="preserve"> Rámcové smlouvy, u nichž je uvedena doprava jako součást položky.</w:t>
      </w:r>
      <w:r w:rsidRPr="009A6F90">
        <w:rPr>
          <w:rFonts w:ascii="Arial" w:hAnsi="Arial" w:cs="Arial"/>
        </w:rPr>
        <w:t>,</w:t>
      </w:r>
    </w:p>
    <w:p w14:paraId="673A5695" w14:textId="77777777" w:rsidR="003A0FA1" w:rsidRPr="009A6F90" w:rsidRDefault="003A0FA1" w:rsidP="00E83F03">
      <w:pPr>
        <w:pStyle w:val="Odstavecseseznamem"/>
        <w:numPr>
          <w:ilvl w:val="2"/>
          <w:numId w:val="5"/>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lastRenderedPageBreak/>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441888E4" w14:textId="7EA62329" w:rsidR="008E7507" w:rsidRPr="009A6F90" w:rsidRDefault="008E7507" w:rsidP="00E83F03">
      <w:pPr>
        <w:pStyle w:val="Odstavecseseznamem"/>
        <w:numPr>
          <w:ilvl w:val="2"/>
          <w:numId w:val="5"/>
        </w:numPr>
        <w:spacing w:after="0" w:line="276" w:lineRule="auto"/>
        <w:jc w:val="both"/>
        <w:rPr>
          <w:rFonts w:ascii="Arial" w:hAnsi="Arial" w:cs="Arial"/>
        </w:rPr>
      </w:pPr>
      <w:r w:rsidRPr="009A6F90">
        <w:rPr>
          <w:rFonts w:ascii="Arial" w:hAnsi="Arial" w:cs="Arial"/>
        </w:rPr>
        <w:t>instalační práce a služby v souvislosti s dodáním Věcí</w:t>
      </w:r>
      <w:r w:rsidR="000A34DE" w:rsidRPr="009A6F90">
        <w:rPr>
          <w:rFonts w:ascii="Arial" w:hAnsi="Arial" w:cs="Arial"/>
        </w:rPr>
        <w:t>, jakožto jedna z</w:t>
      </w:r>
      <w:r w:rsidRPr="009A6F90">
        <w:rPr>
          <w:rFonts w:ascii="Arial" w:hAnsi="Arial" w:cs="Arial"/>
        </w:rPr>
        <w:t xml:space="preserve"> </w:t>
      </w:r>
      <w:r w:rsidR="000A34DE" w:rsidRPr="009A6F90">
        <w:rPr>
          <w:rFonts w:ascii="Arial" w:hAnsi="Arial" w:cs="Arial"/>
        </w:rPr>
        <w:t xml:space="preserve">položek v příloze č. 2 Rámcové smlouvy </w:t>
      </w:r>
      <w:r w:rsidRPr="009A6F90">
        <w:rPr>
          <w:rFonts w:ascii="Arial" w:hAnsi="Arial" w:cs="Arial"/>
        </w:rPr>
        <w:t>sestávající z:</w:t>
      </w:r>
    </w:p>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454D5E4D" w:rsidR="008E7507" w:rsidRDefault="008E7507" w:rsidP="00E83F03">
      <w:pPr>
        <w:spacing w:after="0" w:line="276" w:lineRule="auto"/>
        <w:ind w:left="1843" w:hanging="425"/>
        <w:jc w:val="both"/>
        <w:rPr>
          <w:rFonts w:ascii="Arial" w:hAnsi="Arial" w:cs="Arial"/>
        </w:rPr>
      </w:pPr>
      <w:r w:rsidRPr="00A35763">
        <w:rPr>
          <w:rFonts w:ascii="Arial" w:hAnsi="Arial" w:cs="Arial"/>
        </w:rPr>
        <w:t>(dále jen „</w:t>
      </w:r>
      <w:r w:rsidRPr="00A35763">
        <w:rPr>
          <w:rFonts w:ascii="Arial" w:hAnsi="Arial" w:cs="Arial"/>
          <w:b/>
        </w:rPr>
        <w:t>Instalace</w:t>
      </w:r>
      <w:r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 dílčí veřejné zakázky ve Vý</w:t>
      </w:r>
      <w:r w:rsidR="00413D7F">
        <w:rPr>
          <w:rFonts w:ascii="Arial" w:hAnsi="Arial" w:cs="Arial"/>
        </w:rPr>
        <w:t>zvě podle čl. 3 Rámcové smlouvy</w:t>
      </w:r>
      <w:r w:rsidR="003B2503" w:rsidRPr="00A35763">
        <w:rPr>
          <w:rFonts w:ascii="Arial" w:hAnsi="Arial" w:cs="Arial"/>
        </w:rPr>
        <w:t>.</w:t>
      </w:r>
      <w:r w:rsidRPr="00A35763">
        <w:rPr>
          <w:rFonts w:ascii="Arial" w:hAnsi="Arial" w:cs="Arial"/>
        </w:rPr>
        <w:t xml:space="preserve"> </w:t>
      </w:r>
    </w:p>
    <w:p w14:paraId="6ACC9B48" w14:textId="77777777" w:rsidR="008E7507" w:rsidRDefault="008E7507" w:rsidP="00AF3D74">
      <w:pPr>
        <w:pStyle w:val="Odstavecseseznamem"/>
        <w:numPr>
          <w:ilvl w:val="2"/>
          <w:numId w:val="5"/>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6B3AC5DA" w:rsidR="00C1360E" w:rsidRDefault="000A34DE" w:rsidP="00AF3D74">
      <w:pPr>
        <w:pStyle w:val="Odstavecseseznamem"/>
        <w:numPr>
          <w:ilvl w:val="2"/>
          <w:numId w:val="5"/>
        </w:numPr>
        <w:spacing w:after="0" w:line="276" w:lineRule="auto"/>
        <w:jc w:val="both"/>
        <w:rPr>
          <w:rFonts w:ascii="Arial" w:hAnsi="Arial" w:cs="Arial"/>
        </w:rPr>
      </w:pPr>
      <w:r w:rsidRPr="00413D7F">
        <w:rPr>
          <w:rFonts w:ascii="Arial" w:hAnsi="Arial" w:cs="Arial"/>
        </w:rPr>
        <w:t xml:space="preserve">Přístup k </w:t>
      </w:r>
      <w:r w:rsidR="00C1360E" w:rsidRPr="00413D7F">
        <w:rPr>
          <w:rFonts w:ascii="Arial" w:hAnsi="Arial" w:cs="Arial"/>
        </w:rPr>
        <w:t xml:space="preserve">firmware </w:t>
      </w:r>
      <w:r w:rsidRPr="00413D7F">
        <w:rPr>
          <w:rFonts w:ascii="Arial" w:hAnsi="Arial" w:cs="Arial"/>
        </w:rPr>
        <w:t>a jeho aktualizac</w:t>
      </w:r>
      <w:r w:rsidR="00D22E83">
        <w:rPr>
          <w:rFonts w:ascii="Arial" w:hAnsi="Arial" w:cs="Arial"/>
        </w:rPr>
        <w:t>ím</w:t>
      </w:r>
      <w:r w:rsidRPr="00413D7F">
        <w:rPr>
          <w:rFonts w:ascii="Arial" w:hAnsi="Arial" w:cs="Arial"/>
        </w:rPr>
        <w:t xml:space="preserve"> </w:t>
      </w:r>
      <w:r w:rsidR="00C1360E" w:rsidRPr="00413D7F">
        <w:rPr>
          <w:rFonts w:ascii="Arial" w:hAnsi="Arial" w:cs="Arial"/>
        </w:rPr>
        <w:t>po dobu trvání záruční lhůty</w:t>
      </w:r>
      <w:r w:rsidR="00C1360E" w:rsidRPr="00DB7A17">
        <w:rPr>
          <w:rFonts w:ascii="Arial" w:hAnsi="Arial" w:cs="Arial"/>
        </w:rPr>
        <w:t xml:space="preserve"> dle čl. </w:t>
      </w:r>
      <w:r w:rsidR="00C61883" w:rsidRPr="00DB7A17">
        <w:rPr>
          <w:rFonts w:ascii="Arial" w:hAnsi="Arial" w:cs="Arial"/>
        </w:rPr>
        <w:t xml:space="preserve">11.2 </w:t>
      </w:r>
      <w:r w:rsidR="00C1360E" w:rsidRPr="00DB7A17">
        <w:rPr>
          <w:rFonts w:ascii="Arial" w:hAnsi="Arial" w:cs="Arial"/>
        </w:rPr>
        <w:t>Rámcové smlouvy;</w:t>
      </w:r>
    </w:p>
    <w:p w14:paraId="48C52E03" w14:textId="51AA2FDB" w:rsidR="00A101BC" w:rsidRPr="00405E07" w:rsidRDefault="00A101BC" w:rsidP="00A101BC">
      <w:pPr>
        <w:pStyle w:val="Odstavecseseznamem"/>
        <w:numPr>
          <w:ilvl w:val="2"/>
          <w:numId w:val="5"/>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AF3D74">
      <w:pPr>
        <w:pStyle w:val="Odstavecseseznamem"/>
        <w:numPr>
          <w:ilvl w:val="2"/>
          <w:numId w:val="5"/>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77777777" w:rsidR="00684E1B" w:rsidRPr="00A35763" w:rsidRDefault="00684E1B" w:rsidP="00AF3D74">
      <w:pPr>
        <w:pStyle w:val="Odstavecseseznamem"/>
        <w:numPr>
          <w:ilvl w:val="1"/>
          <w:numId w:val="5"/>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7EC43988"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5"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í činí</w:t>
      </w:r>
      <w:bookmarkEnd w:id="5"/>
      <w:r w:rsidRPr="00405E07">
        <w:rPr>
          <w:rFonts w:ascii="Arial" w:hAnsi="Arial" w:cs="Arial"/>
        </w:rPr>
        <w:t xml:space="preserve"> </w:t>
      </w:r>
      <w:r w:rsidR="00405E07" w:rsidRPr="00405E07">
        <w:rPr>
          <w:rFonts w:ascii="Arial" w:hAnsi="Arial" w:cs="Arial"/>
        </w:rPr>
        <w:t>60</w:t>
      </w:r>
      <w:r w:rsidRPr="00405E07">
        <w:rPr>
          <w:rFonts w:ascii="Arial" w:hAnsi="Arial" w:cs="Arial"/>
        </w:rPr>
        <w:t xml:space="preserve"> </w:t>
      </w:r>
      <w:r w:rsidR="00C872AA" w:rsidRPr="00405E07">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p>
    <w:p w14:paraId="137CD707" w14:textId="6042273F" w:rsidR="00E95B3A" w:rsidRDefault="00E95B3A" w:rsidP="003121B8">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Kupující je při uzavírání Smlouvy postupem podle čl. </w:t>
      </w:r>
      <w:r w:rsidRPr="00A35763">
        <w:rPr>
          <w:rFonts w:ascii="Arial" w:hAnsi="Arial" w:cs="Arial"/>
        </w:rPr>
        <w:fldChar w:fldCharType="begin"/>
      </w:r>
      <w:r w:rsidRPr="00A35763">
        <w:rPr>
          <w:rFonts w:ascii="Arial" w:hAnsi="Arial" w:cs="Arial"/>
        </w:rPr>
        <w:instrText xml:space="preserve"> REF _Ref461770177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3</w:t>
      </w:r>
      <w:r w:rsidRPr="00A35763">
        <w:rPr>
          <w:rFonts w:ascii="Arial" w:hAnsi="Arial" w:cs="Arial"/>
        </w:rPr>
        <w:fldChar w:fldCharType="end"/>
      </w:r>
      <w:r w:rsidR="009B3A64">
        <w:rPr>
          <w:rFonts w:ascii="Arial" w:hAnsi="Arial" w:cs="Arial"/>
        </w:rPr>
        <w:t xml:space="preserve"> Rámcové smlouvy oprávněn</w:t>
      </w:r>
      <w:r w:rsidRPr="00A35763">
        <w:rPr>
          <w:rFonts w:ascii="Arial" w:hAnsi="Arial" w:cs="Arial"/>
        </w:rPr>
        <w:t xml:space="preserve"> stanovit Prodávajícímu lhůtu pro dodání a Instalaci delší, než je stanoveno v čl. </w:t>
      </w:r>
      <w:r w:rsidRPr="00A35763">
        <w:rPr>
          <w:rFonts w:ascii="Arial" w:hAnsi="Arial" w:cs="Arial"/>
        </w:rPr>
        <w:fldChar w:fldCharType="begin"/>
      </w:r>
      <w:r w:rsidRPr="00A35763">
        <w:rPr>
          <w:rFonts w:ascii="Arial" w:hAnsi="Arial" w:cs="Arial"/>
        </w:rPr>
        <w:instrText xml:space="preserve"> REF _Ref464551509 \r \h </w:instrText>
      </w:r>
      <w:r w:rsidR="00A35763">
        <w:rPr>
          <w:rFonts w:ascii="Arial" w:hAnsi="Arial" w:cs="Arial"/>
        </w:rPr>
        <w:instrText xml:space="preserve"> \* MERGEFORMAT </w:instrText>
      </w:r>
      <w:r w:rsidRPr="00A35763">
        <w:rPr>
          <w:rFonts w:ascii="Arial" w:hAnsi="Arial" w:cs="Arial"/>
        </w:rPr>
      </w:r>
      <w:r w:rsidRPr="00A35763">
        <w:rPr>
          <w:rFonts w:ascii="Arial" w:hAnsi="Arial" w:cs="Arial"/>
        </w:rPr>
        <w:fldChar w:fldCharType="separate"/>
      </w:r>
      <w:r w:rsidRPr="00A35763">
        <w:rPr>
          <w:rFonts w:ascii="Arial" w:hAnsi="Arial" w:cs="Arial"/>
        </w:rPr>
        <w:t>5.1</w:t>
      </w:r>
      <w:r w:rsidRPr="00A35763">
        <w:rPr>
          <w:rFonts w:ascii="Arial" w:hAnsi="Arial" w:cs="Arial"/>
        </w:rPr>
        <w:fldChar w:fldCharType="end"/>
      </w:r>
      <w:r w:rsidRPr="00A35763">
        <w:rPr>
          <w:rFonts w:ascii="Arial" w:hAnsi="Arial" w:cs="Arial"/>
        </w:rPr>
        <w:t xml:space="preserve"> Rámcové smlouvy, pokud bude zřejmé, že s oh</w:t>
      </w:r>
      <w:r w:rsidR="009B3A64">
        <w:rPr>
          <w:rFonts w:ascii="Arial" w:hAnsi="Arial" w:cs="Arial"/>
        </w:rPr>
        <w:t xml:space="preserve">ledem na množství Věcí, místo </w:t>
      </w:r>
      <w:r w:rsidR="00413D7F">
        <w:rPr>
          <w:rFonts w:ascii="Arial" w:hAnsi="Arial" w:cs="Arial"/>
        </w:rPr>
        <w:t xml:space="preserve">plnění </w:t>
      </w:r>
      <w:r w:rsidR="009B3A64">
        <w:rPr>
          <w:rFonts w:ascii="Arial" w:hAnsi="Arial" w:cs="Arial"/>
        </w:rPr>
        <w:t>a </w:t>
      </w:r>
      <w:r w:rsidR="000A34DE">
        <w:rPr>
          <w:rFonts w:ascii="Arial" w:hAnsi="Arial" w:cs="Arial"/>
        </w:rPr>
        <w:t xml:space="preserve">případně </w:t>
      </w:r>
      <w:r w:rsidRPr="00A35763">
        <w:rPr>
          <w:rFonts w:ascii="Arial" w:hAnsi="Arial" w:cs="Arial"/>
        </w:rPr>
        <w:t>okolnosti Instalace, nebude z provozních a technologických důvodů přiměřené požadovat pro dodání a</w:t>
      </w:r>
      <w:r w:rsidR="00413D7F">
        <w:rPr>
          <w:rFonts w:ascii="Arial" w:hAnsi="Arial" w:cs="Arial"/>
        </w:rPr>
        <w:t xml:space="preserve"> případně</w:t>
      </w:r>
      <w:r w:rsidRPr="00A35763">
        <w:rPr>
          <w:rFonts w:ascii="Arial" w:hAnsi="Arial" w:cs="Arial"/>
        </w:rPr>
        <w:t xml:space="preserve"> Instalaci Věcí lhůtu podle čl. </w:t>
      </w:r>
      <w:r w:rsidR="009B3A64">
        <w:rPr>
          <w:rFonts w:ascii="Arial" w:hAnsi="Arial" w:cs="Arial"/>
        </w:rPr>
        <w:t xml:space="preserve">5.1 </w:t>
      </w:r>
      <w:r w:rsidRPr="00A35763">
        <w:rPr>
          <w:rFonts w:ascii="Arial" w:hAnsi="Arial" w:cs="Arial"/>
        </w:rPr>
        <w:t>Rámcové smlouvy.</w:t>
      </w:r>
    </w:p>
    <w:p w14:paraId="64E896FE" w14:textId="09E5A0EA" w:rsidR="00537F87" w:rsidRDefault="00537F87" w:rsidP="003121B8">
      <w:pPr>
        <w:pStyle w:val="Odstavecseseznamem"/>
        <w:numPr>
          <w:ilvl w:val="1"/>
          <w:numId w:val="6"/>
        </w:numPr>
        <w:spacing w:after="0" w:line="276" w:lineRule="auto"/>
        <w:ind w:left="567" w:hanging="567"/>
        <w:jc w:val="both"/>
        <w:rPr>
          <w:rFonts w:ascii="Arial" w:hAnsi="Arial" w:cs="Arial"/>
        </w:rPr>
      </w:pPr>
      <w:r>
        <w:rPr>
          <w:rFonts w:ascii="Arial" w:hAnsi="Arial" w:cs="Arial"/>
        </w:rPr>
        <w:t>Místo plnění pro každou Smlouvu určí Kupující ve výzvě dle čl. 3 Rámcové smlouvy (dále jen „</w:t>
      </w:r>
      <w:r w:rsidRPr="00537F87">
        <w:rPr>
          <w:rFonts w:ascii="Arial" w:hAnsi="Arial" w:cs="Arial"/>
          <w:b/>
        </w:rPr>
        <w:t>Místo plnění</w:t>
      </w:r>
      <w:r>
        <w:rPr>
          <w:rFonts w:ascii="Arial" w:hAnsi="Arial" w:cs="Arial"/>
        </w:rPr>
        <w:t>“</w:t>
      </w:r>
      <w:r w:rsidR="00405E07">
        <w:rPr>
          <w:rFonts w:ascii="Arial" w:hAnsi="Arial" w:cs="Arial"/>
        </w:rPr>
        <w:t>)</w:t>
      </w:r>
      <w:r>
        <w:rPr>
          <w:rFonts w:ascii="Arial" w:hAnsi="Arial" w:cs="Arial"/>
        </w:rPr>
        <w:t>.</w:t>
      </w:r>
    </w:p>
    <w:p w14:paraId="2370475F" w14:textId="0B7B05B5"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 ve V</w:t>
      </w:r>
      <w:r w:rsidR="000311CD" w:rsidRPr="00A35763">
        <w:rPr>
          <w:rFonts w:ascii="Arial" w:hAnsi="Arial" w:cs="Arial"/>
        </w:rPr>
        <w:t>ýzvě</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09955362"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lastRenderedPageBreak/>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v</w:t>
      </w:r>
      <w:r w:rsidR="006A0150" w:rsidRPr="00A35763">
        <w:rPr>
          <w:rFonts w:ascii="Arial" w:hAnsi="Arial" w:cs="Arial"/>
        </w:rPr>
        <w:t> místě uvedeném ve Výzvě</w:t>
      </w:r>
      <w:r w:rsidR="000311CD" w:rsidRPr="00A35763">
        <w:rPr>
          <w:rFonts w:ascii="Arial" w:hAnsi="Arial" w:cs="Arial"/>
        </w:rPr>
        <w:t xml:space="preserve"> a Smlouvě</w:t>
      </w:r>
      <w:r w:rsidR="006A0150" w:rsidRPr="00A35763">
        <w:rPr>
          <w:rFonts w:ascii="Arial" w:hAnsi="Arial" w:cs="Arial"/>
        </w:rPr>
        <w:t>, přičemž se může jednat sídlo</w:t>
      </w:r>
      <w:r w:rsidR="003A0FA1" w:rsidRPr="00A35763">
        <w:rPr>
          <w:rFonts w:ascii="Arial" w:hAnsi="Arial" w:cs="Arial"/>
        </w:rPr>
        <w:t xml:space="preserve"> </w:t>
      </w:r>
      <w:r w:rsidR="00EF3782" w:rsidRPr="00A35763">
        <w:rPr>
          <w:rFonts w:ascii="Arial" w:hAnsi="Arial" w:cs="Arial"/>
        </w:rPr>
        <w:t>Kupují</w:t>
      </w:r>
      <w:r w:rsidR="003A0FA1" w:rsidRPr="00A35763">
        <w:rPr>
          <w:rFonts w:ascii="Arial" w:hAnsi="Arial" w:cs="Arial"/>
        </w:rPr>
        <w:t xml:space="preserve">cího </w:t>
      </w:r>
      <w:r w:rsidR="003223AA" w:rsidRPr="00A35763">
        <w:rPr>
          <w:rFonts w:ascii="Arial" w:hAnsi="Arial" w:cs="Arial"/>
        </w:rPr>
        <w:t xml:space="preserve">nebo sídlo příspěvkové organizace Kupujícího </w:t>
      </w:r>
      <w:r w:rsidR="006A0150" w:rsidRPr="00A35763">
        <w:rPr>
          <w:rFonts w:ascii="Arial" w:hAnsi="Arial" w:cs="Arial"/>
        </w:rPr>
        <w:t>nebo detašovaná pracoviště.</w:t>
      </w:r>
    </w:p>
    <w:p w14:paraId="278C051B" w14:textId="1A746B2C" w:rsidR="00BE1D1A" w:rsidRPr="00A35763" w:rsidRDefault="001C74E0" w:rsidP="00AF3D74">
      <w:pPr>
        <w:pStyle w:val="Odstavecseseznamem"/>
        <w:numPr>
          <w:ilvl w:val="1"/>
          <w:numId w:val="6"/>
        </w:numPr>
        <w:ind w:left="567" w:hanging="567"/>
        <w:jc w:val="both"/>
        <w:rPr>
          <w:rFonts w:ascii="Arial" w:hAnsi="Arial" w:cs="Arial"/>
        </w:rPr>
      </w:pPr>
      <w:r w:rsidRPr="00A35763">
        <w:rPr>
          <w:rFonts w:ascii="Arial" w:hAnsi="Arial" w:cs="Arial"/>
        </w:rPr>
        <w:t>Po dodání a Instalaci</w:t>
      </w:r>
      <w:r w:rsidR="00BE1D1A" w:rsidRPr="00A35763">
        <w:rPr>
          <w:rFonts w:ascii="Arial" w:hAnsi="Arial" w:cs="Arial"/>
        </w:rPr>
        <w:t xml:space="preserve"> </w:t>
      </w:r>
      <w:r w:rsidR="00447061" w:rsidRPr="00A35763">
        <w:rPr>
          <w:rFonts w:ascii="Arial" w:hAnsi="Arial" w:cs="Arial"/>
        </w:rPr>
        <w:t xml:space="preserve">dle Smlouvy </w:t>
      </w:r>
      <w:r w:rsidRPr="00A35763">
        <w:rPr>
          <w:rFonts w:ascii="Arial" w:hAnsi="Arial" w:cs="Arial"/>
        </w:rPr>
        <w:t>bude</w:t>
      </w:r>
      <w:r w:rsidR="00447061" w:rsidRPr="00A35763">
        <w:rPr>
          <w:rFonts w:ascii="Arial" w:hAnsi="Arial" w:cs="Arial"/>
        </w:rPr>
        <w:t xml:space="preserve"> před převzetím Věcí</w:t>
      </w:r>
      <w:r w:rsidRPr="00A35763">
        <w:rPr>
          <w:rFonts w:ascii="Arial" w:hAnsi="Arial" w:cs="Arial"/>
        </w:rPr>
        <w:t xml:space="preserve"> provedeno </w:t>
      </w:r>
      <w:r w:rsidR="00BE1D1A" w:rsidRPr="00A35763">
        <w:rPr>
          <w:rFonts w:ascii="Arial" w:hAnsi="Arial" w:cs="Arial"/>
        </w:rPr>
        <w:t>akcept</w:t>
      </w:r>
      <w:r w:rsidRPr="00A35763">
        <w:rPr>
          <w:rFonts w:ascii="Arial" w:hAnsi="Arial" w:cs="Arial"/>
        </w:rPr>
        <w:t>ační</w:t>
      </w:r>
      <w:r w:rsidR="00BE1D1A" w:rsidRPr="00A35763">
        <w:rPr>
          <w:rFonts w:ascii="Arial" w:hAnsi="Arial" w:cs="Arial"/>
        </w:rPr>
        <w:t xml:space="preserve"> řízení</w:t>
      </w:r>
      <w:r w:rsidR="00501779" w:rsidRPr="00A35763">
        <w:rPr>
          <w:rFonts w:ascii="Arial" w:hAnsi="Arial" w:cs="Arial"/>
        </w:rPr>
        <w:t>; lhůta dle článku</w:t>
      </w:r>
      <w:r w:rsidR="003C41DF">
        <w:rPr>
          <w:rFonts w:ascii="Arial" w:hAnsi="Arial" w:cs="Arial"/>
        </w:rPr>
        <w:t xml:space="preserve"> 5.1 </w:t>
      </w:r>
      <w:r w:rsidR="000A34DE">
        <w:rPr>
          <w:rFonts w:ascii="Arial" w:hAnsi="Arial" w:cs="Arial"/>
        </w:rPr>
        <w:t xml:space="preserve">resp. 5.2 </w:t>
      </w:r>
      <w:r w:rsidR="00501779" w:rsidRPr="00A35763">
        <w:rPr>
          <w:rFonts w:ascii="Arial" w:hAnsi="Arial" w:cs="Arial"/>
        </w:rPr>
        <w:t>Rámcové smlouvy je splněna okamžikem úspěšného akceptačního řízení dle čl.</w:t>
      </w:r>
      <w:r w:rsidR="00123FAE" w:rsidRPr="00A35763">
        <w:rPr>
          <w:rFonts w:ascii="Arial" w:hAnsi="Arial" w:cs="Arial"/>
        </w:rPr>
        <w:t xml:space="preserve"> </w:t>
      </w:r>
      <w:r w:rsidR="003C41DF">
        <w:rPr>
          <w:rFonts w:ascii="Arial" w:hAnsi="Arial" w:cs="Arial"/>
        </w:rPr>
        <w:t>6</w:t>
      </w:r>
      <w:r w:rsidR="00501779" w:rsidRPr="00A35763">
        <w:rPr>
          <w:rFonts w:ascii="Arial" w:hAnsi="Arial" w:cs="Arial"/>
        </w:rPr>
        <w:t xml:space="preserve"> Rámcové smlouvy</w:t>
      </w:r>
      <w:r w:rsidR="00915B7E" w:rsidRPr="00A35763">
        <w:rPr>
          <w:rFonts w:ascii="Arial" w:hAnsi="Arial" w:cs="Arial"/>
        </w:rPr>
        <w:t>.</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1181D8E2"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1B540D">
        <w:rPr>
          <w:rFonts w:ascii="Arial" w:hAnsi="Arial" w:cs="Arial"/>
        </w:rPr>
        <w:t xml:space="preserve">5.1 </w:t>
      </w:r>
      <w:r w:rsidRPr="00A35763">
        <w:rPr>
          <w:rFonts w:ascii="Arial" w:hAnsi="Arial" w:cs="Arial"/>
        </w:rPr>
        <w:t>Rámcové smlouvy. Konečnému převzetí Věcí Kupujícím bude předcházet akceptační řízení popsané níže v 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6"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6"/>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7"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7"/>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8"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8"/>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9"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9"/>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Pr="00A35763" w:rsidRDefault="003A0FA1" w:rsidP="00965E45">
      <w:pPr>
        <w:spacing w:after="0" w:line="276" w:lineRule="auto"/>
        <w:jc w:val="both"/>
        <w:rPr>
          <w:rFonts w:ascii="Arial" w:hAnsi="Arial" w:cs="Arial"/>
        </w:rPr>
      </w:pPr>
    </w:p>
    <w:p w14:paraId="54CCB253" w14:textId="77777777" w:rsidR="003A0FA1" w:rsidRPr="00A35763" w:rsidRDefault="006C68D7"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 xml:space="preserve">Kupní cena </w:t>
      </w:r>
    </w:p>
    <w:p w14:paraId="3931683A" w14:textId="66F9DC28"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10"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Pr="00A35763">
        <w:rPr>
          <w:rFonts w:ascii="Arial" w:hAnsi="Arial" w:cs="Arial"/>
        </w:rPr>
        <w:t>zadan</w:t>
      </w:r>
      <w:r w:rsidR="009E41B2" w:rsidRPr="00A35763">
        <w:rPr>
          <w:rFonts w:ascii="Arial" w:hAnsi="Arial" w:cs="Arial"/>
        </w:rPr>
        <w:t>ých na základě příslušné V</w:t>
      </w:r>
      <w:r w:rsidRPr="00A35763">
        <w:rPr>
          <w:rFonts w:ascii="Arial" w:hAnsi="Arial" w:cs="Arial"/>
        </w:rPr>
        <w:t xml:space="preserve">ýzvy, a to dle </w:t>
      </w:r>
      <w:r w:rsidR="001B540D">
        <w:rPr>
          <w:rFonts w:ascii="Arial" w:hAnsi="Arial" w:cs="Arial"/>
        </w:rPr>
        <w:t>nabídky Prodávajícího vybraného postupem podle čl. 3 Rámcové 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10"/>
      <w:r w:rsidR="00B13F97">
        <w:rPr>
          <w:rFonts w:ascii="Arial" w:hAnsi="Arial" w:cs="Arial"/>
        </w:rPr>
        <w:t>.</w:t>
      </w:r>
    </w:p>
    <w:p w14:paraId="37784BA4" w14:textId="77777777"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11"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příloze č. 2 Rámcové</w:t>
      </w:r>
      <w:r w:rsidR="00F30899" w:rsidRPr="00A35763">
        <w:rPr>
          <w:rFonts w:ascii="Arial" w:hAnsi="Arial" w:cs="Arial"/>
        </w:rPr>
        <w:t xml:space="preserve"> smlouvy</w:t>
      </w:r>
      <w:r w:rsidRPr="00A35763">
        <w:rPr>
          <w:rFonts w:ascii="Arial" w:hAnsi="Arial" w:cs="Arial"/>
        </w:rPr>
        <w:t xml:space="preserve"> jsou cenami konečnými včetně DPH</w:t>
      </w:r>
      <w:r w:rsidR="00F30899" w:rsidRPr="00A35763">
        <w:rPr>
          <w:rFonts w:ascii="Arial" w:hAnsi="Arial" w:cs="Arial"/>
        </w:rPr>
        <w:t xml:space="preserve"> ve výši stanovené v souladu s ZDPH ke dni uskutečnění zdanitelného plnění.</w:t>
      </w:r>
      <w:bookmarkEnd w:id="11"/>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7777777"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 nemají žádný vliv na sjednanou výši kupní ceny.</w:t>
      </w:r>
    </w:p>
    <w:p w14:paraId="6E6D7E7B" w14:textId="77777777"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CD2F8A">
        <w:rPr>
          <w:rFonts w:ascii="Arial" w:hAnsi="Arial" w:cs="Arial"/>
        </w:rPr>
        <w:t xml:space="preserve">7.1 </w:t>
      </w:r>
      <w:r w:rsidR="005064EE" w:rsidRPr="00A35763">
        <w:rPr>
          <w:rFonts w:ascii="Arial" w:hAnsi="Arial" w:cs="Arial"/>
        </w:rPr>
        <w:t>Rámcové 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799A2320" w14:textId="77777777" w:rsidR="00803B72" w:rsidRPr="00A35763" w:rsidRDefault="00F30899"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Prodávající</w:t>
      </w:r>
      <w:r w:rsidR="00803B72" w:rsidRPr="00A35763">
        <w:rPr>
          <w:rFonts w:ascii="Arial" w:hAnsi="Arial" w:cs="Arial"/>
        </w:rPr>
        <w:t xml:space="preserve"> na sebe převzal</w:t>
      </w:r>
      <w:r w:rsidRPr="00A35763">
        <w:rPr>
          <w:rFonts w:ascii="Arial" w:hAnsi="Arial" w:cs="Arial"/>
        </w:rPr>
        <w:t>i</w:t>
      </w:r>
      <w:r w:rsidR="00803B72" w:rsidRPr="00A35763">
        <w:rPr>
          <w:rFonts w:ascii="Arial" w:hAnsi="Arial" w:cs="Arial"/>
        </w:rPr>
        <w:t xml:space="preserve"> v souladu s ustanovením § 1765 </w:t>
      </w:r>
      <w:r w:rsidRPr="00A35763">
        <w:rPr>
          <w:rFonts w:ascii="Arial" w:hAnsi="Arial" w:cs="Arial"/>
        </w:rPr>
        <w:t>OZ</w:t>
      </w:r>
      <w:r w:rsidR="00803B72" w:rsidRPr="00A35763">
        <w:rPr>
          <w:rFonts w:ascii="Arial" w:hAnsi="Arial" w:cs="Arial"/>
        </w:rPr>
        <w:t xml:space="preserve"> nebezpečí změny okolností, přičemž před uzavřením </w:t>
      </w:r>
      <w:r w:rsidRPr="00A35763">
        <w:rPr>
          <w:rFonts w:ascii="Arial" w:hAnsi="Arial" w:cs="Arial"/>
        </w:rPr>
        <w:t xml:space="preserve">Rámcové smlouvy a </w:t>
      </w:r>
      <w:r w:rsidR="00803B72" w:rsidRPr="00A35763">
        <w:rPr>
          <w:rFonts w:ascii="Arial" w:hAnsi="Arial" w:cs="Arial"/>
        </w:rPr>
        <w:t>Smlouvy plně zvážil</w:t>
      </w:r>
      <w:r w:rsidR="001C2C17" w:rsidRPr="00A35763">
        <w:rPr>
          <w:rFonts w:ascii="Arial" w:hAnsi="Arial" w:cs="Arial"/>
        </w:rPr>
        <w:t>i</w:t>
      </w:r>
      <w:r w:rsidR="00803B72" w:rsidRPr="00A35763">
        <w:rPr>
          <w:rFonts w:ascii="Arial" w:hAnsi="Arial" w:cs="Arial"/>
        </w:rPr>
        <w:t xml:space="preserve"> hospodářskou, ekon</w:t>
      </w:r>
      <w:r w:rsidR="001C2C17" w:rsidRPr="00A35763">
        <w:rPr>
          <w:rFonts w:ascii="Arial" w:hAnsi="Arial" w:cs="Arial"/>
        </w:rPr>
        <w:t>omickou i faktickou situaci a jsou</w:t>
      </w:r>
      <w:r w:rsidR="00803B72" w:rsidRPr="00A35763">
        <w:rPr>
          <w:rFonts w:ascii="Arial" w:hAnsi="Arial" w:cs="Arial"/>
        </w:rPr>
        <w:t xml:space="preserve"> si plně vědom</w:t>
      </w:r>
      <w:r w:rsidR="001C2C17" w:rsidRPr="00A35763">
        <w:rPr>
          <w:rFonts w:ascii="Arial" w:hAnsi="Arial" w:cs="Arial"/>
        </w:rPr>
        <w:t>i</w:t>
      </w:r>
      <w:r w:rsidR="00803B72" w:rsidRPr="00A35763">
        <w:rPr>
          <w:rFonts w:ascii="Arial" w:hAnsi="Arial" w:cs="Arial"/>
        </w:rPr>
        <w:t xml:space="preserve"> okolností </w:t>
      </w:r>
      <w:r w:rsidRPr="00A35763">
        <w:rPr>
          <w:rFonts w:ascii="Arial" w:hAnsi="Arial" w:cs="Arial"/>
        </w:rPr>
        <w:t xml:space="preserve">Rámcové smlouvy a </w:t>
      </w:r>
      <w:r w:rsidR="00803B72" w:rsidRPr="00A35763">
        <w:rPr>
          <w:rFonts w:ascii="Arial" w:hAnsi="Arial" w:cs="Arial"/>
        </w:rPr>
        <w:t xml:space="preserve">Smlouvy, jakož i okolností, které mohou po uzavření Smlouvy nastat. </w:t>
      </w:r>
      <w:r w:rsidRPr="00A35763">
        <w:rPr>
          <w:rFonts w:ascii="Arial" w:hAnsi="Arial" w:cs="Arial"/>
        </w:rPr>
        <w:t>Rámcovou smlouvu a</w:t>
      </w:r>
      <w:r w:rsidR="00803B72" w:rsidRPr="00A35763">
        <w:rPr>
          <w:rFonts w:ascii="Arial" w:hAnsi="Arial" w:cs="Arial"/>
        </w:rPr>
        <w:t xml:space="preserve"> Smlouvu nelze měnit rozhodnutím soudu v jakékoliv její části.</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Platební podmínky</w:t>
      </w:r>
    </w:p>
    <w:p w14:paraId="1A58790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podpis předávacího protokolu, kterému předcházelo ukončení akceptačního řízení dle ustanovení čl. </w:t>
      </w:r>
      <w:r w:rsidR="00D07DEF">
        <w:rPr>
          <w:rFonts w:ascii="Arial" w:hAnsi="Arial" w:cs="Arial"/>
        </w:rPr>
        <w:t>6.</w:t>
      </w:r>
      <w:r w:rsidRPr="00A35763">
        <w:rPr>
          <w:rFonts w:ascii="Arial" w:hAnsi="Arial" w:cs="Arial"/>
        </w:rPr>
        <w:t xml:space="preserve"> </w:t>
      </w:r>
      <w:r w:rsidR="00545C48" w:rsidRPr="00A35763">
        <w:rPr>
          <w:rFonts w:ascii="Arial" w:hAnsi="Arial" w:cs="Arial"/>
        </w:rPr>
        <w:t>Rámcové s</w:t>
      </w:r>
      <w:r w:rsidRPr="00A35763">
        <w:rPr>
          <w:rFonts w:ascii="Arial" w:hAnsi="Arial" w:cs="Arial"/>
        </w:rPr>
        <w:t>mlouvy 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12"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12"/>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Pr="00A35763">
        <w:rPr>
          <w:rFonts w:ascii="Arial" w:hAnsi="Arial" w:cs="Arial"/>
        </w:rPr>
        <w:t>.</w:t>
      </w:r>
    </w:p>
    <w:p w14:paraId="750599D6"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 xml:space="preserve">lý v den, kdy byl v originále </w:t>
      </w:r>
      <w:r w:rsidR="00D07DEF">
        <w:rPr>
          <w:rFonts w:ascii="Arial" w:hAnsi="Arial" w:cs="Arial"/>
        </w:rPr>
        <w:lastRenderedPageBreak/>
        <w:t>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72EBA13F" w14:textId="77777777" w:rsidR="00B23E8A" w:rsidRPr="00A35763" w:rsidRDefault="00B23E8A" w:rsidP="00965E45">
      <w:pPr>
        <w:spacing w:after="0" w:line="276" w:lineRule="auto"/>
        <w:jc w:val="both"/>
        <w:rPr>
          <w:rFonts w:ascii="Arial" w:hAnsi="Arial" w:cs="Arial"/>
        </w:rPr>
      </w:pPr>
    </w:p>
    <w:p w14:paraId="5495ED7D" w14:textId="77777777" w:rsidR="00DB1132" w:rsidRPr="00A35763" w:rsidRDefault="00DB1132"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3F5C251"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bookmarkStart w:id="13" w:name="_Ref461538397"/>
      <w:r w:rsidRPr="00A35763">
        <w:rPr>
          <w:rFonts w:ascii="Arial" w:hAnsi="Arial" w:cs="Arial"/>
        </w:rPr>
        <w:t xml:space="preserve">Smluvní </w:t>
      </w:r>
      <w:r w:rsidRPr="007D7B4E">
        <w:rPr>
          <w:rFonts w:ascii="Arial" w:hAnsi="Arial" w:cs="Arial"/>
        </w:rPr>
        <w:t xml:space="preserve">strany výslovně sjednávají, že okruh poddodavatelů </w:t>
      </w:r>
      <w:r w:rsidR="00B54C63" w:rsidRPr="007D7B4E">
        <w:rPr>
          <w:rFonts w:ascii="Arial" w:hAnsi="Arial" w:cs="Arial"/>
        </w:rPr>
        <w:t>Prodávajících</w:t>
      </w:r>
      <w:r w:rsidRPr="007D7B4E">
        <w:rPr>
          <w:rFonts w:ascii="Arial" w:hAnsi="Arial" w:cs="Arial"/>
        </w:rPr>
        <w:t>, jejichž prostřednictvím prokázal</w:t>
      </w:r>
      <w:r w:rsidR="00B54C63" w:rsidRPr="007D7B4E">
        <w:rPr>
          <w:rFonts w:ascii="Arial" w:hAnsi="Arial" w:cs="Arial"/>
        </w:rPr>
        <w:t>i</w:t>
      </w:r>
      <w:r w:rsidRPr="007D7B4E">
        <w:rPr>
          <w:rFonts w:ascii="Arial" w:hAnsi="Arial" w:cs="Arial"/>
        </w:rPr>
        <w:t xml:space="preserve"> v rámci zadávacího řízení část kvalifikace, a jejichž seznam</w:t>
      </w:r>
      <w:r w:rsidR="00B54C63" w:rsidRPr="007D7B4E">
        <w:rPr>
          <w:rFonts w:ascii="Arial" w:hAnsi="Arial" w:cs="Arial"/>
        </w:rPr>
        <w:t>y</w:t>
      </w:r>
      <w:r w:rsidRPr="007D7B4E">
        <w:rPr>
          <w:rFonts w:ascii="Arial" w:hAnsi="Arial" w:cs="Arial"/>
        </w:rPr>
        <w:t xml:space="preserve"> tvoří přílohu č. 3 Rámcové smlouvy, je možné měnit pouze se souhlasem Kupujícího, přičemž Prodávající je</w:t>
      </w:r>
      <w:r w:rsidRPr="00A35763">
        <w:rPr>
          <w:rFonts w:ascii="Arial" w:hAnsi="Arial" w:cs="Arial"/>
        </w:rPr>
        <w:t xml:space="preserve"> povinen před provedením změny takového poddodavatele prokázat splnění kvalifikačních předpokladů v odpovídajícím rozsahu rovněž u osoby nového poddodavatele.</w:t>
      </w:r>
      <w:bookmarkEnd w:id="13"/>
    </w:p>
    <w:p w14:paraId="462C85BA" w14:textId="7777777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Plnění poddodavatelů se pro účely Rámcové smlouv</w:t>
      </w:r>
      <w:r w:rsidR="006E1AC7">
        <w:rPr>
          <w:rFonts w:ascii="Arial" w:hAnsi="Arial" w:cs="Arial"/>
        </w:rPr>
        <w:t>y i 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Právo užití Věci</w:t>
      </w:r>
    </w:p>
    <w:p w14:paraId="3860676E"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Rámcové smlouvy nebo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Vady Věci a záruka za jakost</w:t>
      </w:r>
    </w:p>
    <w:p w14:paraId="31A06A6A" w14:textId="7859A9E6"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lastRenderedPageBreak/>
        <w:t>Prodávající poskytuje na Věci komplexní záruku za jakost, tj. záruku, že si dodané Věci udrží takové vlastnosti, že budou plně způsobilé pro užívání k účelu dle Rámcové smlouvy a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s Rámcovou smlouvou a </w:t>
      </w:r>
      <w:r w:rsidRPr="00A35763">
        <w:rPr>
          <w:rFonts w:ascii="Arial" w:hAnsi="Arial" w:cs="Arial"/>
        </w:rPr>
        <w:t xml:space="preserve">Smlouvou, platnými právními předpisy, příslušnými platnými normami, a že si tuto jakost udrží. </w:t>
      </w:r>
    </w:p>
    <w:p w14:paraId="300737C7" w14:textId="71B874C5" w:rsidR="0040027E" w:rsidRPr="00405E07" w:rsidRDefault="0040027E" w:rsidP="00EE5BAA">
      <w:pPr>
        <w:pStyle w:val="Odstavecseseznamem"/>
        <w:numPr>
          <w:ilvl w:val="1"/>
          <w:numId w:val="16"/>
        </w:numPr>
        <w:spacing w:after="0" w:line="276" w:lineRule="auto"/>
        <w:ind w:left="567" w:hanging="567"/>
        <w:jc w:val="both"/>
        <w:rPr>
          <w:rFonts w:ascii="Arial" w:hAnsi="Arial" w:cs="Arial"/>
        </w:rPr>
      </w:pPr>
      <w:bookmarkStart w:id="14" w:name="_Ref467076859"/>
      <w:r w:rsidRPr="00405E07">
        <w:rPr>
          <w:rFonts w:ascii="Arial" w:hAnsi="Arial" w:cs="Arial"/>
        </w:rPr>
        <w:t xml:space="preserve">Prodávající poskytuje záruku za jakost podle předchozího odstavce v rozsahu </w:t>
      </w:r>
      <w:r w:rsidR="0077467D" w:rsidRPr="00405E07">
        <w:rPr>
          <w:rFonts w:ascii="Arial" w:hAnsi="Arial" w:cs="Arial"/>
          <w:color w:val="000000" w:themeColor="text1"/>
        </w:rPr>
        <w:t xml:space="preserve">záruční </w:t>
      </w:r>
      <w:r w:rsidR="0077467D" w:rsidRPr="00484F59">
        <w:rPr>
          <w:rFonts w:ascii="Arial" w:hAnsi="Arial" w:cs="Arial"/>
          <w:color w:val="000000" w:themeColor="text1"/>
        </w:rPr>
        <w:t>doby</w:t>
      </w:r>
      <w:r w:rsidR="0077467D" w:rsidRPr="00484F59">
        <w:rPr>
          <w:rFonts w:ascii="Arial" w:hAnsi="Arial" w:cs="Arial"/>
        </w:rPr>
        <w:t xml:space="preserve"> </w:t>
      </w:r>
      <w:r w:rsidR="00405E07" w:rsidRPr="00484F59">
        <w:rPr>
          <w:rFonts w:ascii="Arial" w:hAnsi="Arial" w:cs="Arial"/>
        </w:rPr>
        <w:t xml:space="preserve">36 </w:t>
      </w:r>
      <w:r w:rsidR="00484F59" w:rsidRPr="00484F59">
        <w:rPr>
          <w:rFonts w:ascii="Arial" w:hAnsi="Arial" w:cs="Arial"/>
        </w:rPr>
        <w:t>měsíců s m</w:t>
      </w:r>
      <w:r w:rsidR="00405E07" w:rsidRPr="00484F59">
        <w:rPr>
          <w:rFonts w:ascii="Arial" w:hAnsi="Arial" w:cs="Arial"/>
        </w:rPr>
        <w:t>ožnost</w:t>
      </w:r>
      <w:r w:rsidR="00484F59" w:rsidRPr="00484F59">
        <w:rPr>
          <w:rFonts w:ascii="Arial" w:hAnsi="Arial" w:cs="Arial"/>
        </w:rPr>
        <w:t>í</w:t>
      </w:r>
      <w:r w:rsidR="00405E07" w:rsidRPr="00484F59">
        <w:rPr>
          <w:rFonts w:ascii="Arial" w:hAnsi="Arial" w:cs="Arial"/>
        </w:rPr>
        <w:t xml:space="preserve"> </w:t>
      </w:r>
      <w:r w:rsidR="00484F59" w:rsidRPr="00484F59">
        <w:rPr>
          <w:rFonts w:ascii="Arial" w:hAnsi="Arial" w:cs="Arial"/>
        </w:rPr>
        <w:t>rozšíření</w:t>
      </w:r>
      <w:r w:rsidR="00405E07" w:rsidRPr="00484F59">
        <w:rPr>
          <w:rFonts w:ascii="Arial" w:hAnsi="Arial" w:cs="Arial"/>
        </w:rPr>
        <w:t xml:space="preserve"> o dalších 24 </w:t>
      </w:r>
      <w:bookmarkEnd w:id="14"/>
      <w:r w:rsidR="00484F59" w:rsidRPr="00484F59">
        <w:rPr>
          <w:rFonts w:ascii="Arial" w:hAnsi="Arial" w:cs="Arial"/>
        </w:rPr>
        <w:t>měsíců. Z</w:t>
      </w:r>
      <w:r w:rsidRPr="00484F59">
        <w:rPr>
          <w:rFonts w:ascii="Arial" w:hAnsi="Arial" w:cs="Arial"/>
        </w:rPr>
        <w:t>áruční doba začíná běžet</w:t>
      </w:r>
      <w:r w:rsidRPr="00405E07">
        <w:rPr>
          <w:rFonts w:ascii="Arial" w:hAnsi="Arial" w:cs="Arial"/>
        </w:rPr>
        <w:t xml:space="preserve"> okamžikem protokolárního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Pr="00405E07">
        <w:rPr>
          <w:rFonts w:ascii="Arial" w:hAnsi="Arial" w:cs="Arial"/>
        </w:rPr>
        <w:t>převzetí dané konkrétní části Věcí, pokud je toto vzhledem k předávané části možné.</w:t>
      </w:r>
    </w:p>
    <w:p w14:paraId="1FF39B25"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nabídce podané na základě Výzvy nebo kontaktní osobě uvedené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5F3ED3A9"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5"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5"/>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6" w:name="_Ref461538498"/>
      <w:r w:rsidRPr="00A35763">
        <w:rPr>
          <w:rFonts w:ascii="Arial" w:hAnsi="Arial" w:cs="Arial"/>
        </w:rPr>
        <w:lastRenderedPageBreak/>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11D65">
        <w:rPr>
          <w:rFonts w:ascii="Arial" w:hAnsi="Arial" w:cs="Arial"/>
        </w:rPr>
        <w:t xml:space="preserve">7.1 </w:t>
      </w:r>
      <w:r w:rsidR="00A16DD0" w:rsidRPr="00A35763">
        <w:rPr>
          <w:rFonts w:ascii="Arial" w:hAnsi="Arial" w:cs="Arial"/>
        </w:rPr>
        <w:t>Rámcové 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6"/>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7"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7"/>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06C60B4B"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čl. </w:t>
      </w:r>
      <w:r w:rsidR="00611D65">
        <w:rPr>
          <w:rFonts w:ascii="Arial" w:hAnsi="Arial" w:cs="Arial"/>
        </w:rPr>
        <w:t>5.1</w:t>
      </w:r>
      <w:r w:rsidR="00114BE5">
        <w:rPr>
          <w:rFonts w:ascii="Arial" w:hAnsi="Arial" w:cs="Arial"/>
        </w:rPr>
        <w:t>, 5</w:t>
      </w:r>
      <w:r w:rsidR="00484F59">
        <w:rPr>
          <w:rFonts w:ascii="Arial" w:hAnsi="Arial" w:cs="Arial"/>
        </w:rPr>
        <w:t xml:space="preserve">.2 </w:t>
      </w:r>
      <w:r w:rsidR="000D4384" w:rsidRPr="00A35763">
        <w:rPr>
          <w:rFonts w:ascii="Arial" w:hAnsi="Arial" w:cs="Arial"/>
        </w:rPr>
        <w:t>Rámcové s</w:t>
      </w:r>
      <w:r w:rsidR="00DF7393" w:rsidRPr="00A35763">
        <w:rPr>
          <w:rFonts w:ascii="Arial" w:hAnsi="Arial" w:cs="Arial"/>
        </w:rPr>
        <w:t xml:space="preserve">mlouvy,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11D65">
        <w:rPr>
          <w:rFonts w:ascii="Arial" w:hAnsi="Arial" w:cs="Arial"/>
        </w:rPr>
        <w:t xml:space="preserve">7.1 </w:t>
      </w:r>
      <w:r w:rsidR="000D4384" w:rsidRPr="00A35763">
        <w:rPr>
          <w:rFonts w:ascii="Arial" w:hAnsi="Arial" w:cs="Arial"/>
        </w:rPr>
        <w:t>Rámcové smlouvy</w:t>
      </w:r>
      <w:r w:rsidR="00DF7393" w:rsidRPr="00A35763">
        <w:rPr>
          <w:rFonts w:ascii="Arial" w:hAnsi="Arial" w:cs="Arial"/>
        </w:rPr>
        <w:t xml:space="preserve"> </w:t>
      </w:r>
      <w:r w:rsidR="000D4384" w:rsidRPr="00A35763">
        <w:rPr>
          <w:rFonts w:ascii="Arial" w:hAnsi="Arial" w:cs="Arial"/>
        </w:rPr>
        <w:t>a Smlouvy</w:t>
      </w:r>
      <w:r w:rsidR="00DF7393" w:rsidRPr="00A35763">
        <w:rPr>
          <w:rFonts w:ascii="Arial" w:hAnsi="Arial" w:cs="Arial"/>
        </w:rPr>
        <w:t xml:space="preserve"> za každý započatý den prodlení;</w:t>
      </w:r>
    </w:p>
    <w:p w14:paraId="7064F396" w14:textId="77777777"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6.5, 6.6, 9.2, 11.6, 11.11, 11,12</w:t>
      </w:r>
      <w:r w:rsidR="004F711B">
        <w:rPr>
          <w:rFonts w:ascii="Arial" w:hAnsi="Arial" w:cs="Arial"/>
        </w:rPr>
        <w:t xml:space="preserve"> </w:t>
      </w:r>
      <w:r w:rsidRPr="00A35763">
        <w:rPr>
          <w:rFonts w:ascii="Arial" w:hAnsi="Arial" w:cs="Arial"/>
        </w:rPr>
        <w:t>R</w:t>
      </w:r>
      <w:r w:rsidR="00B85685" w:rsidRPr="00A35763">
        <w:rPr>
          <w:rFonts w:ascii="Arial" w:hAnsi="Arial" w:cs="Arial"/>
        </w:rPr>
        <w:t>ámcové s</w:t>
      </w:r>
      <w:r w:rsidR="00DF7393" w:rsidRPr="00A35763">
        <w:rPr>
          <w:rFonts w:ascii="Arial" w:hAnsi="Arial" w:cs="Arial"/>
        </w:rPr>
        <w:t xml:space="preserve">mlouvy,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7777777"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pokuty podle tohoto ustanovení Rámcové s</w:t>
      </w:r>
      <w:r w:rsidR="00DF7393" w:rsidRPr="00A35763">
        <w:rPr>
          <w:rFonts w:ascii="Arial" w:hAnsi="Arial" w:cs="Arial"/>
        </w:rPr>
        <w:t xml:space="preserve">mlouvy, je Zadavatel 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D251EF">
        <w:rPr>
          <w:rFonts w:ascii="Arial" w:hAnsi="Arial" w:cs="Arial"/>
        </w:rPr>
        <w:t xml:space="preserve">7.1 </w:t>
      </w:r>
      <w:r w:rsidRPr="00A35763">
        <w:rPr>
          <w:rFonts w:ascii="Arial" w:hAnsi="Arial" w:cs="Arial"/>
        </w:rPr>
        <w:t>Rámcové s</w:t>
      </w:r>
      <w:r w:rsidR="00DF7393" w:rsidRPr="00A35763">
        <w:rPr>
          <w:rFonts w:ascii="Arial" w:hAnsi="Arial" w:cs="Arial"/>
        </w:rPr>
        <w:t xml:space="preserve">mlouvy 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w:t>
      </w:r>
      <w:r w:rsidRPr="00A35763">
        <w:rPr>
          <w:rFonts w:ascii="Arial" w:hAnsi="Arial" w:cs="Arial"/>
        </w:rPr>
        <w:lastRenderedPageBreak/>
        <w:t xml:space="preserve">započíst pohledávku na zaplacení jakékoli smluvní pokuty dle </w:t>
      </w:r>
      <w:r w:rsidR="007207FE" w:rsidRPr="00A35763">
        <w:rPr>
          <w:rFonts w:ascii="Arial" w:hAnsi="Arial" w:cs="Arial"/>
        </w:rPr>
        <w:t>Rámcové s</w:t>
      </w:r>
      <w:r w:rsidRPr="00A35763">
        <w:rPr>
          <w:rFonts w:ascii="Arial" w:hAnsi="Arial" w:cs="Arial"/>
        </w:rPr>
        <w:t xml:space="preserve">mlouvy 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Kupujícímu dle této Rámcové s</w:t>
      </w:r>
      <w:r w:rsidRPr="00A35763">
        <w:rPr>
          <w:rFonts w:ascii="Arial" w:hAnsi="Arial" w:cs="Arial"/>
        </w:rPr>
        <w:t>mlouvy.</w:t>
      </w:r>
    </w:p>
    <w:p w14:paraId="3BDCF349" w14:textId="5DCA060F"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V případě prodlení Kupujícího se zaplacením f</w:t>
      </w:r>
      <w:r w:rsidR="00D251EF">
        <w:rPr>
          <w:rFonts w:ascii="Arial" w:hAnsi="Arial" w:cs="Arial"/>
        </w:rPr>
        <w:t>aktury vystavené Prodávajícím v </w:t>
      </w:r>
      <w:r w:rsidRPr="00A35763">
        <w:rPr>
          <w:rFonts w:ascii="Arial" w:hAnsi="Arial" w:cs="Arial"/>
        </w:rPr>
        <w:t xml:space="preserve">souladu s článkem </w:t>
      </w:r>
      <w:r w:rsidR="00D251EF">
        <w:rPr>
          <w:rFonts w:ascii="Arial" w:hAnsi="Arial" w:cs="Arial"/>
        </w:rPr>
        <w:t>8.2</w:t>
      </w:r>
      <w:r w:rsidRPr="00A35763">
        <w:rPr>
          <w:rFonts w:ascii="Arial" w:hAnsi="Arial" w:cs="Arial"/>
        </w:rPr>
        <w:t xml:space="preserve"> Rámcové smlouvy</w:t>
      </w:r>
      <w:r w:rsidR="003B408F" w:rsidRPr="00A35763">
        <w:rPr>
          <w:rFonts w:ascii="Arial" w:hAnsi="Arial" w:cs="Arial"/>
        </w:rPr>
        <w:t>,</w:t>
      </w:r>
      <w:r w:rsidRPr="00A35763">
        <w:rPr>
          <w:rFonts w:ascii="Arial" w:hAnsi="Arial" w:cs="Arial"/>
        </w:rPr>
        <w:t xml:space="preserve">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 prodlení</w:t>
      </w:r>
      <w:r w:rsidRPr="00A35763">
        <w:rPr>
          <w:rFonts w:ascii="Arial" w:hAnsi="Arial" w:cs="Arial"/>
        </w:rPr>
        <w:t xml:space="preserve"> 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777777" w:rsidR="009347D5" w:rsidRPr="00A35763" w:rsidRDefault="009347D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a Rámcové smlouvy</w:t>
      </w:r>
    </w:p>
    <w:p w14:paraId="2142B040" w14:textId="734F148B"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Smluvní strany jsou oprávněny od Rámcové smlouvy písemně odstoupit. Výpovědní doba činí 6 měsíců</w:t>
      </w:r>
      <w:r w:rsidR="00BA121B">
        <w:rPr>
          <w:rFonts w:ascii="Arial" w:hAnsi="Arial" w:cs="Arial"/>
        </w:rPr>
        <w:t>.</w:t>
      </w:r>
    </w:p>
    <w:p w14:paraId="6B5AF06E"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Účinky odstoupení od Smlouvy </w:t>
      </w:r>
      <w:r w:rsidR="00B21ADA" w:rsidRPr="00A35763">
        <w:rPr>
          <w:rFonts w:ascii="Arial" w:hAnsi="Arial" w:cs="Arial"/>
        </w:rPr>
        <w:t xml:space="preserve">či Rámcové smlouvy </w:t>
      </w:r>
      <w:r w:rsidRPr="00A35763">
        <w:rPr>
          <w:rFonts w:ascii="Arial" w:hAnsi="Arial" w:cs="Arial"/>
        </w:rPr>
        <w:t>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3E0AF434" w14:textId="77777777" w:rsidR="00DF7393" w:rsidRPr="00A35763" w:rsidRDefault="00DF7393" w:rsidP="00965E45">
      <w:pPr>
        <w:spacing w:after="0" w:line="276" w:lineRule="auto"/>
        <w:jc w:val="both"/>
        <w:rPr>
          <w:rFonts w:ascii="Arial" w:hAnsi="Arial" w:cs="Arial"/>
        </w:rPr>
      </w:pPr>
    </w:p>
    <w:p w14:paraId="45474A61" w14:textId="77777777" w:rsidR="006837CF" w:rsidRPr="00A35763" w:rsidRDefault="006837CF"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Ostatní ustanovení</w:t>
      </w:r>
    </w:p>
    <w:p w14:paraId="4010D04B" w14:textId="77777777" w:rsidR="006837CF" w:rsidRPr="00A35763" w:rsidRDefault="00A31774"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w:t>
      </w:r>
      <w:r w:rsidRPr="00A35763">
        <w:rPr>
          <w:rFonts w:ascii="Arial" w:hAnsi="Arial" w:cs="Arial"/>
        </w:rPr>
        <w:t xml:space="preserve">Rámcové smlouvy i </w:t>
      </w:r>
      <w:r w:rsidR="006837CF" w:rsidRPr="00A35763">
        <w:rPr>
          <w:rFonts w:ascii="Arial" w:hAnsi="Arial" w:cs="Arial"/>
        </w:rPr>
        <w:t>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777777" w:rsidR="00DF7393" w:rsidRPr="00A35763" w:rsidRDefault="00327BE7" w:rsidP="00AF3D74">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Závěrečná ustanovení</w:t>
      </w:r>
    </w:p>
    <w:p w14:paraId="3BD095E8" w14:textId="77777777"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Rámcová smlouva i Smlouva nabývá platnosti dnem podpisu a účinnosti dnem uveřejnění v informačním systému veřejné správy - Registru smluv.</w:t>
      </w:r>
    </w:p>
    <w:p w14:paraId="4C13B621"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115216" w:rsidRPr="00A35763">
        <w:rPr>
          <w:rFonts w:ascii="Arial" w:hAnsi="Arial" w:cs="Arial"/>
        </w:rPr>
        <w:t>Rámcové smlouvy i Smluv v registru smluv,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r w:rsidR="002D4CF0" w:rsidRPr="00A35763">
        <w:rPr>
          <w:rFonts w:ascii="Arial" w:hAnsi="Arial" w:cs="Arial"/>
        </w:rPr>
        <w:t>ZzVZ</w:t>
      </w:r>
      <w:r w:rsidRPr="00A35763">
        <w:rPr>
          <w:rFonts w:ascii="Arial" w:hAnsi="Arial" w:cs="Arial"/>
        </w:rPr>
        <w:t>.</w:t>
      </w:r>
    </w:p>
    <w:p w14:paraId="2B3EE974" w14:textId="77777777" w:rsidR="006A2C18" w:rsidRPr="00A35763" w:rsidRDefault="00B77ADC"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lastRenderedPageBreak/>
        <w:t xml:space="preserve">Rámcová smlouva a </w:t>
      </w:r>
      <w:r w:rsidR="006A2C18" w:rsidRPr="00A35763">
        <w:rPr>
          <w:rFonts w:ascii="Arial" w:hAnsi="Arial" w:cs="Arial"/>
        </w:rPr>
        <w:t xml:space="preserve">Smlouva může být měněna pouze formou písemných očíslovaných dodatků podepsaných oprávněnými zástupci </w:t>
      </w:r>
      <w:r w:rsidRPr="00A35763">
        <w:rPr>
          <w:rFonts w:ascii="Arial" w:hAnsi="Arial" w:cs="Arial"/>
        </w:rPr>
        <w:t>Smluvních stran</w:t>
      </w:r>
      <w:r w:rsidR="006A2C18" w:rsidRPr="00A35763">
        <w:rPr>
          <w:rFonts w:ascii="Arial" w:hAnsi="Arial" w:cs="Arial"/>
        </w:rPr>
        <w:t>.</w:t>
      </w:r>
    </w:p>
    <w:p w14:paraId="278EDC56"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B77ADC" w:rsidRPr="00A35763">
        <w:rPr>
          <w:rFonts w:ascii="Arial" w:hAnsi="Arial" w:cs="Arial"/>
        </w:rPr>
        <w:t> Rámcové smlouvě či</w:t>
      </w:r>
      <w:r w:rsidRPr="00A35763">
        <w:rPr>
          <w:rFonts w:ascii="Arial" w:hAnsi="Arial" w:cs="Arial"/>
        </w:rPr>
        <w:t xml:space="preserve"> Smlouvě.</w:t>
      </w:r>
    </w:p>
    <w:p w14:paraId="2EA796E0"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w:t>
      </w:r>
      <w:r w:rsidR="00B77ADC" w:rsidRPr="00A35763">
        <w:rPr>
          <w:rFonts w:ascii="Arial" w:hAnsi="Arial" w:cs="Arial"/>
        </w:rPr>
        <w:t>Rámcovou smlouvou a</w:t>
      </w:r>
      <w:r w:rsidRPr="00A35763">
        <w:rPr>
          <w:rFonts w:ascii="Arial" w:hAnsi="Arial" w:cs="Arial"/>
        </w:rPr>
        <w:t xml:space="preserve">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7777777"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EF3782" w:rsidRPr="00A35763">
        <w:rPr>
          <w:rFonts w:ascii="Arial" w:hAnsi="Arial" w:cs="Arial"/>
        </w:rPr>
        <w:t>Rám</w:t>
      </w:r>
      <w:r w:rsidRPr="00A35763">
        <w:rPr>
          <w:rFonts w:ascii="Arial" w:hAnsi="Arial" w:cs="Arial"/>
        </w:rPr>
        <w:t>cové</w:t>
      </w:r>
      <w:r w:rsidR="00BD05DA" w:rsidRPr="00A35763">
        <w:rPr>
          <w:rFonts w:ascii="Arial" w:hAnsi="Arial" w:cs="Arial"/>
        </w:rPr>
        <w:t xml:space="preserve"> smlouvy:</w:t>
      </w:r>
      <w:r w:rsidR="009A2E82" w:rsidRPr="00A35763">
        <w:rPr>
          <w:rFonts w:ascii="Arial" w:hAnsi="Arial" w:cs="Arial"/>
        </w:rPr>
        <w:t xml:space="preserve"> Technická specifikace ze zadávací dokumentace </w:t>
      </w:r>
    </w:p>
    <w:p w14:paraId="726ACFE3" w14:textId="671DF881" w:rsidR="00BD05DA"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BD05DA" w:rsidRPr="00A35763">
        <w:rPr>
          <w:rFonts w:ascii="Arial" w:hAnsi="Arial" w:cs="Arial"/>
        </w:rPr>
        <w:t xml:space="preserve">říloha č. 2 Rámcové smlouvy: </w:t>
      </w:r>
      <w:r w:rsidR="009E3849">
        <w:rPr>
          <w:rFonts w:ascii="Arial" w:hAnsi="Arial" w:cs="Arial"/>
        </w:rPr>
        <w:t>položkový</w:t>
      </w:r>
      <w:r w:rsidR="00F1048E" w:rsidRPr="00A35763">
        <w:rPr>
          <w:rFonts w:ascii="Arial" w:hAnsi="Arial" w:cs="Arial"/>
        </w:rPr>
        <w:t xml:space="preserve"> rozpoč</w:t>
      </w:r>
      <w:r w:rsidR="009E3849">
        <w:rPr>
          <w:rFonts w:ascii="Arial" w:hAnsi="Arial" w:cs="Arial"/>
        </w:rPr>
        <w:t>et z nabíd</w:t>
      </w:r>
      <w:r w:rsidR="00F1048E" w:rsidRPr="00A35763">
        <w:rPr>
          <w:rFonts w:ascii="Arial" w:hAnsi="Arial" w:cs="Arial"/>
        </w:rPr>
        <w:t>k</w:t>
      </w:r>
      <w:r w:rsidR="009E3849">
        <w:rPr>
          <w:rFonts w:ascii="Arial" w:hAnsi="Arial" w:cs="Arial"/>
        </w:rPr>
        <w:t>y Prodávajícího</w:t>
      </w:r>
    </w:p>
    <w:p w14:paraId="06B61CEC" w14:textId="0EB1710F" w:rsidR="00016BF5" w:rsidRPr="00A35763" w:rsidRDefault="009A2E82"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P</w:t>
      </w:r>
      <w:r w:rsidR="00016BF5" w:rsidRPr="00A35763">
        <w:rPr>
          <w:rFonts w:ascii="Arial" w:hAnsi="Arial" w:cs="Arial"/>
        </w:rPr>
        <w:t>říloha č. 3 Rámcové smlouvy: seznam</w:t>
      </w:r>
      <w:r w:rsidR="00507BAB" w:rsidRPr="00A35763">
        <w:rPr>
          <w:rFonts w:ascii="Arial" w:hAnsi="Arial" w:cs="Arial"/>
        </w:rPr>
        <w:t>y</w:t>
      </w:r>
      <w:r w:rsidR="00016BF5" w:rsidRPr="00A35763">
        <w:rPr>
          <w:rFonts w:ascii="Arial" w:hAnsi="Arial" w:cs="Arial"/>
        </w:rPr>
        <w:t xml:space="preserve"> poddodavatelů, jejichž pomocí Prodávající prokázal</w:t>
      </w:r>
      <w:r w:rsidR="009E3849">
        <w:rPr>
          <w:rFonts w:ascii="Arial" w:hAnsi="Arial" w:cs="Arial"/>
        </w:rPr>
        <w:t xml:space="preserve"> v nabídce</w:t>
      </w:r>
      <w:r w:rsidR="00016BF5" w:rsidRPr="00A35763">
        <w:rPr>
          <w:rFonts w:ascii="Arial" w:hAnsi="Arial" w:cs="Arial"/>
        </w:rPr>
        <w:t xml:space="preserve"> část kvalifikačních předpokladů</w:t>
      </w:r>
      <w:r w:rsidRPr="00A35763">
        <w:rPr>
          <w:rFonts w:ascii="Arial" w:hAnsi="Arial" w:cs="Arial"/>
        </w:rPr>
        <w:t xml:space="preserve"> </w:t>
      </w:r>
      <w:r w:rsidR="00337123">
        <w:rPr>
          <w:rFonts w:ascii="Arial" w:hAnsi="Arial" w:cs="Arial"/>
        </w:rPr>
        <w:t>(je-li relevantní)</w:t>
      </w:r>
    </w:p>
    <w:p w14:paraId="396895E9" w14:textId="1DBFC9E3" w:rsidR="00FF7EC4" w:rsidRPr="00A35763" w:rsidRDefault="00790736" w:rsidP="00AF3D74">
      <w:pPr>
        <w:pStyle w:val="Odstavecseseznamem"/>
        <w:numPr>
          <w:ilvl w:val="1"/>
          <w:numId w:val="26"/>
        </w:numPr>
        <w:spacing w:after="0" w:line="276" w:lineRule="auto"/>
        <w:ind w:left="993"/>
        <w:jc w:val="both"/>
        <w:rPr>
          <w:rFonts w:ascii="Arial" w:hAnsi="Arial" w:cs="Arial"/>
        </w:rPr>
      </w:pPr>
      <w:r>
        <w:rPr>
          <w:rFonts w:ascii="Arial" w:hAnsi="Arial"/>
        </w:rPr>
        <w:t>Příloha č. 4</w:t>
      </w:r>
      <w:r w:rsidR="00FF7EC4">
        <w:rPr>
          <w:rFonts w:ascii="Arial" w:hAnsi="Arial"/>
        </w:rPr>
        <w:t xml:space="preserve"> – seznam zadavatelů (příspěvkových organizací), kterých se týká centralizované zadávání</w:t>
      </w:r>
    </w:p>
    <w:p w14:paraId="7C4BE555"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Jestliže se některé ustanovení </w:t>
      </w:r>
      <w:r w:rsidR="001E25AD" w:rsidRPr="00A35763">
        <w:rPr>
          <w:rFonts w:ascii="Arial" w:hAnsi="Arial" w:cs="Arial"/>
        </w:rPr>
        <w:t>Rámcové smlouvy či</w:t>
      </w:r>
      <w:r w:rsidRPr="00A35763">
        <w:rPr>
          <w:rFonts w:ascii="Arial" w:hAnsi="Arial" w:cs="Arial"/>
        </w:rPr>
        <w:t xml:space="preserve"> Smlouvy, nebo jeho část ukáže jako zdánlivé, neplatné, neúčinné nebo nevymahatelné, nebude tím dotčena platnost ani účinnost </w:t>
      </w:r>
      <w:r w:rsidR="001E25AD" w:rsidRPr="00A35763">
        <w:rPr>
          <w:rFonts w:ascii="Arial" w:hAnsi="Arial" w:cs="Arial"/>
        </w:rPr>
        <w:t xml:space="preserve">Rámcové smlouvy či </w:t>
      </w:r>
      <w:r w:rsidRPr="00A35763">
        <w:rPr>
          <w:rFonts w:ascii="Arial" w:hAnsi="Arial" w:cs="Arial"/>
        </w:rPr>
        <w:t>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Pr="00A35763" w:rsidRDefault="003A0FA1" w:rsidP="00965E45">
      <w:pPr>
        <w:spacing w:after="0" w:line="276" w:lineRule="auto"/>
        <w:jc w:val="both"/>
        <w:rPr>
          <w:rFonts w:ascii="Arial" w:hAnsi="Arial" w:cs="Arial"/>
        </w:rPr>
      </w:pPr>
    </w:p>
    <w:p w14:paraId="6A22549F" w14:textId="5C40D094" w:rsidR="00894182" w:rsidRPr="00A35763" w:rsidRDefault="003A0FA1" w:rsidP="00965E45">
      <w:pPr>
        <w:spacing w:after="0" w:line="276" w:lineRule="auto"/>
        <w:jc w:val="both"/>
        <w:rPr>
          <w:rFonts w:ascii="Arial" w:hAnsi="Arial" w:cs="Arial"/>
        </w:rPr>
      </w:pPr>
      <w:r w:rsidRPr="00A35763">
        <w:rPr>
          <w:rFonts w:ascii="Arial" w:hAnsi="Arial" w:cs="Arial"/>
        </w:rPr>
        <w:t xml:space="preserve">V </w:t>
      </w:r>
      <w:r w:rsidR="00894182" w:rsidRPr="00A35763">
        <w:rPr>
          <w:rFonts w:ascii="Arial" w:hAnsi="Arial" w:cs="Arial"/>
        </w:rPr>
        <w:t>Jihlavě</w:t>
      </w:r>
    </w:p>
    <w:p w14:paraId="42153C04" w14:textId="77777777" w:rsidR="00894182" w:rsidRPr="00A35763" w:rsidRDefault="00894182" w:rsidP="00965E45">
      <w:pPr>
        <w:spacing w:after="0" w:line="276" w:lineRule="auto"/>
        <w:jc w:val="both"/>
        <w:rPr>
          <w:rFonts w:ascii="Arial" w:hAnsi="Arial" w:cs="Arial"/>
        </w:rPr>
      </w:pPr>
    </w:p>
    <w:p w14:paraId="43AC40A4" w14:textId="5637CB18" w:rsidR="00C42A4A" w:rsidRDefault="00C42A4A"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Pr="00A35763" w:rsidRDefault="00894182" w:rsidP="00965E45">
      <w:pPr>
        <w:spacing w:after="0" w:line="276" w:lineRule="auto"/>
        <w:jc w:val="both"/>
        <w:rPr>
          <w:rFonts w:ascii="Arial" w:hAnsi="Arial" w:cs="Arial"/>
        </w:rPr>
      </w:pPr>
    </w:p>
    <w:p w14:paraId="242BB3B8" w14:textId="77777777" w:rsidR="00575DAB" w:rsidRPr="00A35763" w:rsidRDefault="001E25AD" w:rsidP="00965E45">
      <w:pPr>
        <w:spacing w:after="0" w:line="276" w:lineRule="auto"/>
        <w:jc w:val="both"/>
        <w:rPr>
          <w:rFonts w:ascii="Arial" w:hAnsi="Arial" w:cs="Arial"/>
        </w:rPr>
      </w:pPr>
      <w:r w:rsidRPr="00A35763">
        <w:rPr>
          <w:rFonts w:ascii="Arial" w:hAnsi="Arial" w:cs="Arial"/>
        </w:rPr>
        <w:t>Kraj Vysočina</w:t>
      </w:r>
      <w:r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r w:rsidR="003A0FA1" w:rsidRPr="00A35763">
        <w:rPr>
          <w:rFonts w:ascii="Arial" w:hAnsi="Arial" w:cs="Arial"/>
        </w:rPr>
        <w:tab/>
      </w:r>
    </w:p>
    <w:p w14:paraId="3B9A4C92" w14:textId="77777777" w:rsidR="001E25AD" w:rsidRPr="00A35763" w:rsidRDefault="00123FAE" w:rsidP="00965E45">
      <w:pPr>
        <w:spacing w:after="0" w:line="276" w:lineRule="auto"/>
        <w:jc w:val="both"/>
        <w:rPr>
          <w:rFonts w:ascii="Arial" w:hAnsi="Arial" w:cs="Arial"/>
        </w:rPr>
      </w:pPr>
      <w:r w:rsidRPr="00A35763">
        <w:rPr>
          <w:rStyle w:val="FontStyle19"/>
          <w:b w:val="0"/>
          <w:bCs/>
          <w:sz w:val="22"/>
        </w:rPr>
        <w:t>MUDr. Jiří Běhounek</w:t>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r w:rsidR="001E25AD" w:rsidRPr="00A35763">
        <w:rPr>
          <w:rFonts w:ascii="Arial" w:hAnsi="Arial" w:cs="Arial"/>
        </w:rPr>
        <w:tab/>
      </w:r>
    </w:p>
    <w:p w14:paraId="297855C2" w14:textId="0DD954EC" w:rsidR="001E25AD" w:rsidRPr="00A35763" w:rsidRDefault="001E25AD" w:rsidP="00965E45">
      <w:pPr>
        <w:spacing w:after="0" w:line="276" w:lineRule="auto"/>
        <w:jc w:val="both"/>
        <w:rPr>
          <w:rFonts w:ascii="Arial" w:hAnsi="Arial" w:cs="Arial"/>
        </w:rPr>
      </w:pPr>
      <w:r w:rsidRPr="00A35763">
        <w:rPr>
          <w:rFonts w:ascii="Arial" w:hAnsi="Arial" w:cs="Arial"/>
        </w:rPr>
        <w:t>hejtman</w:t>
      </w:r>
      <w:r w:rsidR="009E3849">
        <w:rPr>
          <w:rFonts w:ascii="Arial" w:hAnsi="Arial" w:cs="Arial"/>
        </w:rPr>
        <w:t xml:space="preserve"> (podepsáno elektronicky)</w:t>
      </w:r>
    </w:p>
    <w:p w14:paraId="087EA95B" w14:textId="77777777" w:rsidR="001E25AD" w:rsidRPr="00A35763" w:rsidRDefault="001E25AD" w:rsidP="00965E45">
      <w:pPr>
        <w:spacing w:after="0" w:line="276" w:lineRule="auto"/>
        <w:jc w:val="both"/>
        <w:rPr>
          <w:rFonts w:ascii="Arial" w:hAnsi="Arial" w:cs="Arial"/>
        </w:rPr>
      </w:pPr>
    </w:p>
    <w:p w14:paraId="7E33AC2C" w14:textId="77777777" w:rsidR="00C42A4A" w:rsidRPr="00A35763" w:rsidRDefault="00C42A4A" w:rsidP="00965E45">
      <w:pPr>
        <w:spacing w:after="0" w:line="276" w:lineRule="auto"/>
        <w:jc w:val="both"/>
        <w:rPr>
          <w:rFonts w:ascii="Arial" w:hAnsi="Arial" w:cs="Arial"/>
        </w:rPr>
      </w:pPr>
    </w:p>
    <w:p w14:paraId="1F6102F5" w14:textId="77777777" w:rsidR="00C42A4A" w:rsidRPr="00A35763" w:rsidRDefault="00C42A4A" w:rsidP="00965E45">
      <w:pPr>
        <w:spacing w:after="0" w:line="276" w:lineRule="auto"/>
        <w:jc w:val="both"/>
        <w:rPr>
          <w:rFonts w:ascii="Arial" w:hAnsi="Arial" w:cs="Arial"/>
        </w:rPr>
      </w:pPr>
    </w:p>
    <w:p w14:paraId="67BB24ED" w14:textId="77777777" w:rsidR="001E25AD" w:rsidRPr="00A35763" w:rsidRDefault="001E25AD" w:rsidP="00965E45">
      <w:pPr>
        <w:spacing w:after="0" w:line="276" w:lineRule="auto"/>
        <w:jc w:val="both"/>
        <w:rPr>
          <w:rFonts w:ascii="Arial" w:hAnsi="Arial" w:cs="Arial"/>
        </w:rPr>
      </w:pPr>
    </w:p>
    <w:p w14:paraId="11849395" w14:textId="761C812E" w:rsidR="001E25AD" w:rsidRPr="00A35763" w:rsidRDefault="001E25AD" w:rsidP="001E25AD">
      <w:pPr>
        <w:spacing w:after="0" w:line="276" w:lineRule="auto"/>
        <w:jc w:val="both"/>
        <w:rPr>
          <w:rFonts w:ascii="Arial" w:hAnsi="Arial" w:cs="Arial"/>
        </w:rPr>
      </w:pPr>
      <w:r w:rsidRPr="00A35763">
        <w:rPr>
          <w:rFonts w:ascii="Arial" w:hAnsi="Arial" w:cs="Arial"/>
        </w:rPr>
        <w:t xml:space="preserve">V </w:t>
      </w:r>
      <w:sdt>
        <w:sdtPr>
          <w:rPr>
            <w:rStyle w:val="FontStyle19"/>
            <w:bCs/>
            <w:sz w:val="22"/>
          </w:rPr>
          <w:id w:val="-1421026732"/>
          <w:placeholder>
            <w:docPart w:val="3AE5828941A24F4BBB103125AFE7B46C"/>
          </w:placeholder>
          <w:text/>
        </w:sdtPr>
        <w:sdtEndPr>
          <w:rPr>
            <w:rStyle w:val="FontStyle19"/>
          </w:rPr>
        </w:sdtEndPr>
        <w:sdtContent>
          <w:r w:rsidRPr="00A35763">
            <w:rPr>
              <w:rStyle w:val="FontStyle19"/>
              <w:bCs/>
              <w:sz w:val="22"/>
            </w:rPr>
            <w:t>[_____]</w:t>
          </w:r>
        </w:sdtContent>
      </w:sdt>
    </w:p>
    <w:p w14:paraId="261E7BCB" w14:textId="77777777" w:rsidR="001E25AD" w:rsidRPr="00A35763" w:rsidRDefault="001E25AD" w:rsidP="00965E45">
      <w:pPr>
        <w:spacing w:after="0" w:line="276" w:lineRule="auto"/>
        <w:jc w:val="both"/>
        <w:rPr>
          <w:rFonts w:ascii="Arial" w:hAnsi="Arial" w:cs="Arial"/>
        </w:rPr>
      </w:pPr>
    </w:p>
    <w:p w14:paraId="7A7FEB37" w14:textId="77777777" w:rsidR="001E25AD" w:rsidRPr="00A35763" w:rsidRDefault="001E25AD" w:rsidP="00965E45">
      <w:pPr>
        <w:spacing w:after="0" w:line="276" w:lineRule="auto"/>
        <w:jc w:val="both"/>
        <w:rPr>
          <w:rFonts w:ascii="Arial" w:hAnsi="Arial" w:cs="Arial"/>
        </w:rPr>
      </w:pPr>
    </w:p>
    <w:p w14:paraId="186FA055" w14:textId="77777777" w:rsidR="00C42A4A" w:rsidRPr="00A35763" w:rsidRDefault="00C42A4A" w:rsidP="00965E45">
      <w:pPr>
        <w:spacing w:after="0" w:line="276" w:lineRule="auto"/>
        <w:jc w:val="both"/>
        <w:rPr>
          <w:rFonts w:ascii="Arial" w:hAnsi="Arial" w:cs="Arial"/>
        </w:rPr>
      </w:pPr>
    </w:p>
    <w:p w14:paraId="3E51D222" w14:textId="77777777" w:rsidR="00ED7734" w:rsidRDefault="00ED7734" w:rsidP="00965E45">
      <w:pPr>
        <w:spacing w:after="0" w:line="276" w:lineRule="auto"/>
        <w:jc w:val="both"/>
        <w:rPr>
          <w:rFonts w:ascii="Arial" w:hAnsi="Arial" w:cs="Arial"/>
        </w:rPr>
      </w:pPr>
    </w:p>
    <w:p w14:paraId="3DB097ED" w14:textId="3839237A" w:rsidR="00A50567" w:rsidRPr="00A35763" w:rsidRDefault="006E44AF" w:rsidP="00965E45">
      <w:pPr>
        <w:spacing w:after="0" w:line="276" w:lineRule="auto"/>
        <w:jc w:val="both"/>
        <w:rPr>
          <w:rFonts w:ascii="Arial" w:hAnsi="Arial" w:cs="Arial"/>
        </w:rPr>
      </w:pPr>
      <w:sdt>
        <w:sdtPr>
          <w:rPr>
            <w:rStyle w:val="FontStyle19"/>
            <w:bCs/>
            <w:sz w:val="22"/>
          </w:rPr>
          <w:id w:val="482673513"/>
          <w:placeholder>
            <w:docPart w:val="EE3ABEAB621E4E7392754DFAE88BD066"/>
          </w:placeholder>
          <w:text/>
        </w:sdtPr>
        <w:sdtEndPr>
          <w:rPr>
            <w:rStyle w:val="FontStyle19"/>
          </w:rPr>
        </w:sdtEndPr>
        <w:sdtContent>
          <w:r w:rsidR="001E25AD" w:rsidRPr="00A35763">
            <w:rPr>
              <w:rStyle w:val="FontStyle19"/>
              <w:bCs/>
              <w:sz w:val="22"/>
            </w:rPr>
            <w:t>[_____]</w:t>
          </w:r>
        </w:sdtContent>
      </w:sdt>
      <w:r w:rsidR="001E25AD" w:rsidRPr="00A35763">
        <w:rPr>
          <w:rFonts w:ascii="Arial" w:hAnsi="Arial" w:cs="Arial"/>
        </w:rPr>
        <w:t xml:space="preserve"> </w:t>
      </w:r>
      <w:r w:rsidR="009E3849">
        <w:rPr>
          <w:rFonts w:ascii="Arial" w:hAnsi="Arial" w:cs="Arial"/>
        </w:rPr>
        <w:t>(podepsáno elektronicky)</w:t>
      </w:r>
    </w:p>
    <w:sectPr w:rsidR="00A50567" w:rsidRPr="00A35763" w:rsidSect="00B3297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628346"/>
      <w:docPartObj>
        <w:docPartGallery w:val="Page Numbers (Bottom of Page)"/>
        <w:docPartUnique/>
      </w:docPartObj>
    </w:sdtPr>
    <w:sdtEndPr/>
    <w:sdtContent>
      <w:p w14:paraId="2CDC8B9C" w14:textId="1F51D31C"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050601">
          <w:rPr>
            <w:rFonts w:ascii="Arial" w:hAnsi="Arial" w:cs="Arial"/>
            <w:noProof/>
          </w:rPr>
          <w:t>10</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6618787"/>
      <w:docPartObj>
        <w:docPartGallery w:val="Page Numbers (Bottom of Page)"/>
        <w:docPartUnique/>
      </w:docPartObj>
    </w:sdtPr>
    <w:sdtEndPr>
      <w:rPr>
        <w:rFonts w:ascii="Arial" w:hAnsi="Arial" w:cs="Arial"/>
      </w:rPr>
    </w:sdtEndPr>
    <w:sdtContent>
      <w:p w14:paraId="2A6F2598" w14:textId="629C7CF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050601">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9F3DF" w14:textId="77777777" w:rsidR="00B32978" w:rsidRDefault="00B32978" w:rsidP="00B32978">
    <w:pPr>
      <w:pStyle w:val="Zhlav"/>
    </w:pPr>
  </w:p>
  <w:p w14:paraId="7D9D869A" w14:textId="77777777" w:rsidR="00B32978" w:rsidRDefault="00B32978" w:rsidP="00B32978">
    <w:pPr>
      <w:pStyle w:val="Zhlav"/>
    </w:pPr>
  </w:p>
  <w:p w14:paraId="1F41C4EC" w14:textId="77777777" w:rsidR="00B32978" w:rsidRDefault="00B32978" w:rsidP="00B32978">
    <w:pPr>
      <w:pStyle w:val="Zhlav"/>
    </w:pPr>
  </w:p>
  <w:p w14:paraId="392C58B1" w14:textId="55DB6DF7" w:rsidR="00B32978" w:rsidRPr="003807EE" w:rsidRDefault="00B32978" w:rsidP="00B32978">
    <w:pPr>
      <w:pStyle w:val="Zhlav"/>
      <w:rPr>
        <w:rFonts w:ascii="Arial" w:hAnsi="Arial" w:cs="Arial"/>
      </w:rPr>
    </w:pPr>
    <w:r w:rsidRPr="003807EE">
      <w:rPr>
        <w:rFonts w:ascii="Arial" w:hAnsi="Arial" w:cs="Arial"/>
      </w:rPr>
      <w:t xml:space="preserve">Veřejná zakázka: </w:t>
    </w:r>
    <w:r w:rsidRPr="00ED367A">
      <w:rPr>
        <w:rFonts w:ascii="Arial" w:eastAsia="Times New Roman" w:hAnsi="Arial" w:cs="Arial"/>
      </w:rPr>
      <w:t>Rámcové smlouvy na dodávky ICT komponent</w:t>
    </w:r>
    <w:r w:rsidR="00A65ABF">
      <w:rPr>
        <w:rFonts w:ascii="Arial" w:eastAsia="Times New Roman" w:hAnsi="Arial" w:cs="Arial"/>
      </w:rPr>
      <w:t xml:space="preserve"> 2020</w:t>
    </w:r>
  </w:p>
  <w:p w14:paraId="755358A9" w14:textId="56CA6C9E" w:rsidR="00B32978" w:rsidRDefault="00B32978" w:rsidP="00B32978">
    <w:pPr>
      <w:pStyle w:val="Zhlav"/>
      <w:rPr>
        <w:rFonts w:ascii="Arial" w:hAnsi="Arial" w:cs="Arial"/>
      </w:rPr>
    </w:pPr>
    <w:r w:rsidRPr="003807EE">
      <w:rPr>
        <w:rFonts w:ascii="Arial" w:hAnsi="Arial" w:cs="Arial"/>
      </w:rPr>
      <w:t xml:space="preserve">Příloha č. </w:t>
    </w:r>
    <w:r w:rsidR="0004189B">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Pr>
        <w:rFonts w:ascii="Arial" w:hAnsi="Arial" w:cs="Arial"/>
      </w:rPr>
      <w:t>rámcové kupní</w:t>
    </w:r>
    <w:r w:rsidRPr="005B0F73">
      <w:rPr>
        <w:rFonts w:ascii="Arial" w:hAnsi="Arial" w:cs="Arial"/>
      </w:rPr>
      <w:t xml:space="preserve"> smlouvy </w:t>
    </w:r>
  </w:p>
  <w:p w14:paraId="197D4DD9" w14:textId="77777777" w:rsidR="00B32978" w:rsidRPr="003807EE" w:rsidRDefault="00B32978" w:rsidP="00B32978">
    <w:pPr>
      <w:pStyle w:val="Zhlav"/>
      <w:rPr>
        <w:rFonts w:ascii="Arial" w:hAnsi="Arial" w:cs="Arial"/>
      </w:rPr>
    </w:pPr>
    <w:r>
      <w:rPr>
        <w:noProof/>
        <w:lang w:eastAsia="cs-CZ"/>
      </w:rPr>
      <w:drawing>
        <wp:anchor distT="0" distB="0" distL="114300" distR="114300" simplePos="0" relativeHeight="251659264" behindDoc="1" locked="1" layoutInCell="1" allowOverlap="1" wp14:anchorId="3779FC36" wp14:editId="5DCD81BA">
          <wp:simplePos x="0" y="0"/>
          <wp:positionH relativeFrom="page">
            <wp:posOffset>2728595</wp:posOffset>
          </wp:positionH>
          <wp:positionV relativeFrom="page">
            <wp:posOffset>61595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5679"/>
    <w:multiLevelType w:val="multilevel"/>
    <w:tmpl w:val="4BCE91C0"/>
    <w:lvl w:ilvl="0">
      <w:start w:val="5"/>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C72CB7"/>
    <w:multiLevelType w:val="multilevel"/>
    <w:tmpl w:val="9BAC7C8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F6CEB"/>
    <w:multiLevelType w:val="multilevel"/>
    <w:tmpl w:val="98CAF04E"/>
    <w:lvl w:ilvl="0">
      <w:start w:val="15"/>
      <w:numFmt w:val="decimal"/>
      <w:lvlText w:val="%1."/>
      <w:lvlJc w:val="left"/>
      <w:pPr>
        <w:ind w:left="360" w:hanging="360"/>
      </w:pPr>
      <w:rPr>
        <w:rFonts w:hint="default"/>
      </w:rPr>
    </w:lvl>
    <w:lvl w:ilvl="1">
      <w:start w:val="1"/>
      <w:numFmt w:val="decimal"/>
      <w:lvlText w:val="%1.%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A42031"/>
    <w:multiLevelType w:val="multilevel"/>
    <w:tmpl w:val="887ED2C8"/>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4E97D36"/>
    <w:multiLevelType w:val="multilevel"/>
    <w:tmpl w:val="79563A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BEF0137"/>
    <w:multiLevelType w:val="multilevel"/>
    <w:tmpl w:val="61E295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6726BF"/>
    <w:multiLevelType w:val="multilevel"/>
    <w:tmpl w:val="830A8C32"/>
    <w:lvl w:ilvl="0">
      <w:start w:val="13"/>
      <w:numFmt w:val="decimal"/>
      <w:lvlText w:val="%1."/>
      <w:lvlJc w:val="left"/>
      <w:pPr>
        <w:ind w:left="360" w:hanging="360"/>
      </w:pPr>
      <w:rPr>
        <w:rFonts w:hint="default"/>
      </w:rPr>
    </w:lvl>
    <w:lvl w:ilvl="1">
      <w:start w:val="1"/>
      <w:numFmt w:val="decimal"/>
      <w:lvlText w:val="%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F9B6F5F"/>
    <w:multiLevelType w:val="multilevel"/>
    <w:tmpl w:val="751E817C"/>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1CD1D56"/>
    <w:multiLevelType w:val="multilevel"/>
    <w:tmpl w:val="867CDE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2"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9B0229A"/>
    <w:multiLevelType w:val="multilevel"/>
    <w:tmpl w:val="E27411D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21"/>
  </w:num>
  <w:num w:numId="3">
    <w:abstractNumId w:val="15"/>
  </w:num>
  <w:num w:numId="4">
    <w:abstractNumId w:val="19"/>
  </w:num>
  <w:num w:numId="5">
    <w:abstractNumId w:val="24"/>
  </w:num>
  <w:num w:numId="6">
    <w:abstractNumId w:val="0"/>
  </w:num>
  <w:num w:numId="7">
    <w:abstractNumId w:val="8"/>
  </w:num>
  <w:num w:numId="8">
    <w:abstractNumId w:val="7"/>
  </w:num>
  <w:num w:numId="9">
    <w:abstractNumId w:val="2"/>
  </w:num>
  <w:num w:numId="10">
    <w:abstractNumId w:val="9"/>
  </w:num>
  <w:num w:numId="11">
    <w:abstractNumId w:val="3"/>
  </w:num>
  <w:num w:numId="12">
    <w:abstractNumId w:val="25"/>
  </w:num>
  <w:num w:numId="13">
    <w:abstractNumId w:val="20"/>
  </w:num>
  <w:num w:numId="14">
    <w:abstractNumId w:val="14"/>
  </w:num>
  <w:num w:numId="15">
    <w:abstractNumId w:val="6"/>
  </w:num>
  <w:num w:numId="16">
    <w:abstractNumId w:val="16"/>
  </w:num>
  <w:num w:numId="17">
    <w:abstractNumId w:val="23"/>
  </w:num>
  <w:num w:numId="18">
    <w:abstractNumId w:val="5"/>
  </w:num>
  <w:num w:numId="19">
    <w:abstractNumId w:val="17"/>
  </w:num>
  <w:num w:numId="20">
    <w:abstractNumId w:val="1"/>
  </w:num>
  <w:num w:numId="21">
    <w:abstractNumId w:val="18"/>
  </w:num>
  <w:num w:numId="22">
    <w:abstractNumId w:val="11"/>
  </w:num>
  <w:num w:numId="23">
    <w:abstractNumId w:val="13"/>
  </w:num>
  <w:num w:numId="24">
    <w:abstractNumId w:val="12"/>
  </w:num>
  <w:num w:numId="25">
    <w:abstractNumId w:val="4"/>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FA1"/>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5F1"/>
    <w:rsid w:val="00075559"/>
    <w:rsid w:val="00075D04"/>
    <w:rsid w:val="00083C48"/>
    <w:rsid w:val="000A34DE"/>
    <w:rsid w:val="000B07B2"/>
    <w:rsid w:val="000B0DD7"/>
    <w:rsid w:val="000B26B6"/>
    <w:rsid w:val="000B712F"/>
    <w:rsid w:val="000C7A0D"/>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C1259"/>
    <w:rsid w:val="002D3881"/>
    <w:rsid w:val="002D4CF0"/>
    <w:rsid w:val="002D586A"/>
    <w:rsid w:val="002E01B9"/>
    <w:rsid w:val="002E030F"/>
    <w:rsid w:val="002E36FF"/>
    <w:rsid w:val="002E3B09"/>
    <w:rsid w:val="002E62ED"/>
    <w:rsid w:val="003121B8"/>
    <w:rsid w:val="003223AA"/>
    <w:rsid w:val="00324CD1"/>
    <w:rsid w:val="00327BE7"/>
    <w:rsid w:val="00334D50"/>
    <w:rsid w:val="00337123"/>
    <w:rsid w:val="00365347"/>
    <w:rsid w:val="00366D07"/>
    <w:rsid w:val="003671C7"/>
    <w:rsid w:val="003719FC"/>
    <w:rsid w:val="003742FE"/>
    <w:rsid w:val="00374BED"/>
    <w:rsid w:val="00380BDE"/>
    <w:rsid w:val="00380C8A"/>
    <w:rsid w:val="00393D76"/>
    <w:rsid w:val="00394A8F"/>
    <w:rsid w:val="00395ED6"/>
    <w:rsid w:val="003A0FA1"/>
    <w:rsid w:val="003B2503"/>
    <w:rsid w:val="003B408F"/>
    <w:rsid w:val="003C41DF"/>
    <w:rsid w:val="003E06F2"/>
    <w:rsid w:val="003F7AAD"/>
    <w:rsid w:val="0040027E"/>
    <w:rsid w:val="00405E07"/>
    <w:rsid w:val="00413D7F"/>
    <w:rsid w:val="00414662"/>
    <w:rsid w:val="00425331"/>
    <w:rsid w:val="00435127"/>
    <w:rsid w:val="004353B0"/>
    <w:rsid w:val="00447061"/>
    <w:rsid w:val="00453808"/>
    <w:rsid w:val="00474B78"/>
    <w:rsid w:val="00484F59"/>
    <w:rsid w:val="00491435"/>
    <w:rsid w:val="00493902"/>
    <w:rsid w:val="004A75D8"/>
    <w:rsid w:val="004B3FFF"/>
    <w:rsid w:val="004C2037"/>
    <w:rsid w:val="004C52B3"/>
    <w:rsid w:val="004C7FE6"/>
    <w:rsid w:val="004D2682"/>
    <w:rsid w:val="004D37FB"/>
    <w:rsid w:val="004D50B2"/>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90640"/>
    <w:rsid w:val="0059225B"/>
    <w:rsid w:val="005A4373"/>
    <w:rsid w:val="005A6B6A"/>
    <w:rsid w:val="005A76B8"/>
    <w:rsid w:val="005B1354"/>
    <w:rsid w:val="005C458C"/>
    <w:rsid w:val="005C6AD2"/>
    <w:rsid w:val="005D722C"/>
    <w:rsid w:val="005E40CA"/>
    <w:rsid w:val="005F14C0"/>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5F6B"/>
    <w:rsid w:val="006A0150"/>
    <w:rsid w:val="006A2C18"/>
    <w:rsid w:val="006A5A15"/>
    <w:rsid w:val="006C68D7"/>
    <w:rsid w:val="006E1AC7"/>
    <w:rsid w:val="006E42B8"/>
    <w:rsid w:val="006E44AF"/>
    <w:rsid w:val="006F2737"/>
    <w:rsid w:val="006F78D3"/>
    <w:rsid w:val="0070693C"/>
    <w:rsid w:val="00711645"/>
    <w:rsid w:val="007207FE"/>
    <w:rsid w:val="00725C03"/>
    <w:rsid w:val="00735D1B"/>
    <w:rsid w:val="00741C0D"/>
    <w:rsid w:val="00755478"/>
    <w:rsid w:val="0076086C"/>
    <w:rsid w:val="00761C9B"/>
    <w:rsid w:val="007730BC"/>
    <w:rsid w:val="0077467D"/>
    <w:rsid w:val="00782FEC"/>
    <w:rsid w:val="00783424"/>
    <w:rsid w:val="00790736"/>
    <w:rsid w:val="00794502"/>
    <w:rsid w:val="007B06BF"/>
    <w:rsid w:val="007C5333"/>
    <w:rsid w:val="007D2651"/>
    <w:rsid w:val="007D7B4E"/>
    <w:rsid w:val="007E0F94"/>
    <w:rsid w:val="007E26D1"/>
    <w:rsid w:val="007E7B53"/>
    <w:rsid w:val="007F2C5F"/>
    <w:rsid w:val="007F44FD"/>
    <w:rsid w:val="00802EC8"/>
    <w:rsid w:val="008031CC"/>
    <w:rsid w:val="00803B72"/>
    <w:rsid w:val="00807A71"/>
    <w:rsid w:val="00810997"/>
    <w:rsid w:val="00811936"/>
    <w:rsid w:val="008178AA"/>
    <w:rsid w:val="008278E0"/>
    <w:rsid w:val="00827E89"/>
    <w:rsid w:val="00836BA3"/>
    <w:rsid w:val="008524FF"/>
    <w:rsid w:val="0085371F"/>
    <w:rsid w:val="00881603"/>
    <w:rsid w:val="0088592F"/>
    <w:rsid w:val="00894182"/>
    <w:rsid w:val="00896481"/>
    <w:rsid w:val="008B109B"/>
    <w:rsid w:val="008B7386"/>
    <w:rsid w:val="008C735A"/>
    <w:rsid w:val="008D3979"/>
    <w:rsid w:val="008D749E"/>
    <w:rsid w:val="008E36AF"/>
    <w:rsid w:val="008E66D1"/>
    <w:rsid w:val="008E7507"/>
    <w:rsid w:val="008F3D91"/>
    <w:rsid w:val="00904F34"/>
    <w:rsid w:val="00907A4D"/>
    <w:rsid w:val="009146A0"/>
    <w:rsid w:val="00915B7E"/>
    <w:rsid w:val="009207E1"/>
    <w:rsid w:val="009347D5"/>
    <w:rsid w:val="0093736C"/>
    <w:rsid w:val="00965E45"/>
    <w:rsid w:val="009800EE"/>
    <w:rsid w:val="00997F90"/>
    <w:rsid w:val="009A2E82"/>
    <w:rsid w:val="009A6527"/>
    <w:rsid w:val="009A6F90"/>
    <w:rsid w:val="009B3A64"/>
    <w:rsid w:val="009B3A7D"/>
    <w:rsid w:val="009B5329"/>
    <w:rsid w:val="009B724D"/>
    <w:rsid w:val="009C4EC9"/>
    <w:rsid w:val="009C7CB1"/>
    <w:rsid w:val="009E3849"/>
    <w:rsid w:val="009E41B2"/>
    <w:rsid w:val="009E50C2"/>
    <w:rsid w:val="009E53AD"/>
    <w:rsid w:val="009F43F9"/>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819D4"/>
    <w:rsid w:val="00A83384"/>
    <w:rsid w:val="00A8776B"/>
    <w:rsid w:val="00AA1AED"/>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64B1"/>
    <w:rsid w:val="00B54C63"/>
    <w:rsid w:val="00B64E0A"/>
    <w:rsid w:val="00B77ADC"/>
    <w:rsid w:val="00B80771"/>
    <w:rsid w:val="00B8288C"/>
    <w:rsid w:val="00B85685"/>
    <w:rsid w:val="00BA121B"/>
    <w:rsid w:val="00BA6D60"/>
    <w:rsid w:val="00BB1271"/>
    <w:rsid w:val="00BB6682"/>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6DC7"/>
    <w:rsid w:val="00C872AA"/>
    <w:rsid w:val="00C87AAC"/>
    <w:rsid w:val="00C90908"/>
    <w:rsid w:val="00C924E8"/>
    <w:rsid w:val="00C93628"/>
    <w:rsid w:val="00CA6927"/>
    <w:rsid w:val="00CC423E"/>
    <w:rsid w:val="00CD1C44"/>
    <w:rsid w:val="00CD24C1"/>
    <w:rsid w:val="00CD2F8A"/>
    <w:rsid w:val="00CD519C"/>
    <w:rsid w:val="00CE6998"/>
    <w:rsid w:val="00CE7495"/>
    <w:rsid w:val="00CF46BE"/>
    <w:rsid w:val="00D00631"/>
    <w:rsid w:val="00D009BA"/>
    <w:rsid w:val="00D00FE6"/>
    <w:rsid w:val="00D013D8"/>
    <w:rsid w:val="00D06CD8"/>
    <w:rsid w:val="00D07DEF"/>
    <w:rsid w:val="00D11730"/>
    <w:rsid w:val="00D144FD"/>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95A92"/>
    <w:rsid w:val="00DA4AAF"/>
    <w:rsid w:val="00DB0371"/>
    <w:rsid w:val="00DB1132"/>
    <w:rsid w:val="00DB3440"/>
    <w:rsid w:val="00DB5026"/>
    <w:rsid w:val="00DB51FD"/>
    <w:rsid w:val="00DB5A53"/>
    <w:rsid w:val="00DB7A17"/>
    <w:rsid w:val="00DD49E1"/>
    <w:rsid w:val="00DE5AA8"/>
    <w:rsid w:val="00DF2683"/>
    <w:rsid w:val="00DF7393"/>
    <w:rsid w:val="00E0502F"/>
    <w:rsid w:val="00E051B4"/>
    <w:rsid w:val="00E06B04"/>
    <w:rsid w:val="00E137C5"/>
    <w:rsid w:val="00E20DC4"/>
    <w:rsid w:val="00E325D2"/>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805"/>
    <w:rsid w:val="00F40003"/>
    <w:rsid w:val="00F5378C"/>
    <w:rsid w:val="00F571C5"/>
    <w:rsid w:val="00F664E0"/>
    <w:rsid w:val="00F85453"/>
    <w:rsid w:val="00F9263E"/>
    <w:rsid w:val="00F93AB2"/>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basedOn w:val="Normln"/>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814EE99258450C9AE71FEC7F893165"/>
        <w:category>
          <w:name w:val="Obecné"/>
          <w:gallery w:val="placeholder"/>
        </w:category>
        <w:types>
          <w:type w:val="bbPlcHdr"/>
        </w:types>
        <w:behaviors>
          <w:behavior w:val="content"/>
        </w:behaviors>
        <w:guid w:val="{90D07E8E-F33D-4BAD-950E-BADAC80D3B32}"/>
      </w:docPartPr>
      <w:docPartBody>
        <w:p w:rsidR="001300AA" w:rsidRDefault="008616CD" w:rsidP="008616CD">
          <w:pPr>
            <w:pStyle w:val="B9814EE99258450C9AE71FEC7F893165"/>
          </w:pPr>
          <w:r w:rsidRPr="00260D22">
            <w:rPr>
              <w:rStyle w:val="Zstupntext"/>
            </w:rPr>
            <w:t>Klikněte sem a zadejte text.</w:t>
          </w:r>
        </w:p>
      </w:docPartBody>
    </w:docPart>
    <w:docPart>
      <w:docPartPr>
        <w:name w:val="F117BAD8A1CF408F94549CDF9EAF20CC"/>
        <w:category>
          <w:name w:val="Obecné"/>
          <w:gallery w:val="placeholder"/>
        </w:category>
        <w:types>
          <w:type w:val="bbPlcHdr"/>
        </w:types>
        <w:behaviors>
          <w:behavior w:val="content"/>
        </w:behaviors>
        <w:guid w:val="{4DAB51D8-442C-4109-A575-AD1005A1A6BC}"/>
      </w:docPartPr>
      <w:docPartBody>
        <w:p w:rsidR="00A42255" w:rsidRDefault="00A42255" w:rsidP="00A42255">
          <w:pPr>
            <w:pStyle w:val="F117BAD8A1CF408F94549CDF9EAF20CC"/>
          </w:pPr>
          <w:r w:rsidRPr="00260D22">
            <w:rPr>
              <w:rStyle w:val="Zstupntext"/>
            </w:rPr>
            <w:t>Klikněte sem a zadejte text.</w:t>
          </w:r>
        </w:p>
      </w:docPartBody>
    </w:docPart>
    <w:docPart>
      <w:docPartPr>
        <w:name w:val="3AE5828941A24F4BBB103125AFE7B46C"/>
        <w:category>
          <w:name w:val="Obecné"/>
          <w:gallery w:val="placeholder"/>
        </w:category>
        <w:types>
          <w:type w:val="bbPlcHdr"/>
        </w:types>
        <w:behaviors>
          <w:behavior w:val="content"/>
        </w:behaviors>
        <w:guid w:val="{CF78EAE2-F71C-429E-93F3-CE3271F75C3D}"/>
      </w:docPartPr>
      <w:docPartBody>
        <w:p w:rsidR="00A42255" w:rsidRDefault="00A42255" w:rsidP="00A42255">
          <w:pPr>
            <w:pStyle w:val="3AE5828941A24F4BBB103125AFE7B46C"/>
          </w:pPr>
          <w:r w:rsidRPr="00260D22">
            <w:rPr>
              <w:rStyle w:val="Zstupntext"/>
            </w:rPr>
            <w:t>Klikněte sem a zadejte text.</w:t>
          </w:r>
        </w:p>
      </w:docPartBody>
    </w:docPart>
    <w:docPart>
      <w:docPartPr>
        <w:name w:val="EE3ABEAB621E4E7392754DFAE88BD066"/>
        <w:category>
          <w:name w:val="Obecné"/>
          <w:gallery w:val="placeholder"/>
        </w:category>
        <w:types>
          <w:type w:val="bbPlcHdr"/>
        </w:types>
        <w:behaviors>
          <w:behavior w:val="content"/>
        </w:behaviors>
        <w:guid w:val="{534B2A0A-1847-40F7-B93D-CB927FB62869}"/>
      </w:docPartPr>
      <w:docPartBody>
        <w:p w:rsidR="00A42255" w:rsidRDefault="00A42255" w:rsidP="00A42255">
          <w:pPr>
            <w:pStyle w:val="EE3ABEAB621E4E7392754DFAE88BD066"/>
          </w:pPr>
          <w:r w:rsidRPr="00260D22">
            <w:rPr>
              <w:rStyle w:val="Zstupntext"/>
            </w:rPr>
            <w:t>Klikněte sem a zadejte text.</w:t>
          </w:r>
        </w:p>
      </w:docPartBody>
    </w:docPart>
    <w:docPart>
      <w:docPartPr>
        <w:name w:val="2FAA04BF960043DC85F634BB505E6AFF"/>
        <w:category>
          <w:name w:val="Obecné"/>
          <w:gallery w:val="placeholder"/>
        </w:category>
        <w:types>
          <w:type w:val="bbPlcHdr"/>
        </w:types>
        <w:behaviors>
          <w:behavior w:val="content"/>
        </w:behaviors>
        <w:guid w:val="{3CE0ED6C-07E5-4F0B-94F5-510F53A2BA94}"/>
      </w:docPartPr>
      <w:docPartBody>
        <w:p w:rsidR="00E57978" w:rsidRDefault="00FF26C0" w:rsidP="00FF26C0">
          <w:pPr>
            <w:pStyle w:val="2FAA04BF960043DC85F634BB505E6AFF"/>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6CD"/>
    <w:rsid w:val="00066A13"/>
    <w:rsid w:val="000770BB"/>
    <w:rsid w:val="000803AE"/>
    <w:rsid w:val="000C40F7"/>
    <w:rsid w:val="001300AA"/>
    <w:rsid w:val="00203999"/>
    <w:rsid w:val="00224380"/>
    <w:rsid w:val="00234760"/>
    <w:rsid w:val="003375F4"/>
    <w:rsid w:val="00353427"/>
    <w:rsid w:val="00394021"/>
    <w:rsid w:val="003A20EB"/>
    <w:rsid w:val="0041346A"/>
    <w:rsid w:val="0041414F"/>
    <w:rsid w:val="004274D3"/>
    <w:rsid w:val="00497820"/>
    <w:rsid w:val="005600D2"/>
    <w:rsid w:val="005768AA"/>
    <w:rsid w:val="005E109A"/>
    <w:rsid w:val="006010E0"/>
    <w:rsid w:val="0066121C"/>
    <w:rsid w:val="006D2EE3"/>
    <w:rsid w:val="007C3DA2"/>
    <w:rsid w:val="007D6080"/>
    <w:rsid w:val="008616CD"/>
    <w:rsid w:val="008F6333"/>
    <w:rsid w:val="009638EC"/>
    <w:rsid w:val="00A12BE5"/>
    <w:rsid w:val="00A42255"/>
    <w:rsid w:val="00AC0732"/>
    <w:rsid w:val="00AC3514"/>
    <w:rsid w:val="00B921B0"/>
    <w:rsid w:val="00C43BB8"/>
    <w:rsid w:val="00C52C1F"/>
    <w:rsid w:val="00C85233"/>
    <w:rsid w:val="00D07F72"/>
    <w:rsid w:val="00E13C26"/>
    <w:rsid w:val="00E420FD"/>
    <w:rsid w:val="00E43107"/>
    <w:rsid w:val="00E57978"/>
    <w:rsid w:val="00E70B17"/>
    <w:rsid w:val="00E809D0"/>
    <w:rsid w:val="00F01B0E"/>
    <w:rsid w:val="00F20FA3"/>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F26C0"/>
    <w:rPr>
      <w:color w:val="808080"/>
    </w:rPr>
  </w:style>
  <w:style w:type="paragraph" w:customStyle="1" w:styleId="B9814EE99258450C9AE71FEC7F893165">
    <w:name w:val="B9814EE99258450C9AE71FEC7F893165"/>
    <w:rsid w:val="008616CD"/>
  </w:style>
  <w:style w:type="paragraph" w:customStyle="1" w:styleId="D9B2F567CE754DC8B1BF2E4E9D17003E">
    <w:name w:val="D9B2F567CE754DC8B1BF2E4E9D17003E"/>
    <w:rsid w:val="008616CD"/>
  </w:style>
  <w:style w:type="paragraph" w:customStyle="1" w:styleId="2DE1F75F553A42E283437921924E3BE6">
    <w:name w:val="2DE1F75F553A42E283437921924E3BE6"/>
    <w:rsid w:val="008616CD"/>
  </w:style>
  <w:style w:type="paragraph" w:customStyle="1" w:styleId="27E40E2D6FB34CF2B411367F3129C219">
    <w:name w:val="27E40E2D6FB34CF2B411367F3129C219"/>
    <w:rsid w:val="00A42255"/>
  </w:style>
  <w:style w:type="paragraph" w:customStyle="1" w:styleId="F117BAD8A1CF408F94549CDF9EAF20CC">
    <w:name w:val="F117BAD8A1CF408F94549CDF9EAF20CC"/>
    <w:rsid w:val="00A42255"/>
  </w:style>
  <w:style w:type="paragraph" w:customStyle="1" w:styleId="D90D0284625C4B5C8560D0FD569FEB25">
    <w:name w:val="D90D0284625C4B5C8560D0FD569FEB25"/>
    <w:rsid w:val="00A42255"/>
  </w:style>
  <w:style w:type="paragraph" w:customStyle="1" w:styleId="CFE63CAEC49B4CA5853335E033C2E1DB">
    <w:name w:val="CFE63CAEC49B4CA5853335E033C2E1DB"/>
    <w:rsid w:val="00A42255"/>
  </w:style>
  <w:style w:type="paragraph" w:customStyle="1" w:styleId="5C6FED9B2A2C443B8BBDE29F5AEAF267">
    <w:name w:val="5C6FED9B2A2C443B8BBDE29F5AEAF267"/>
    <w:rsid w:val="00A42255"/>
  </w:style>
  <w:style w:type="paragraph" w:customStyle="1" w:styleId="E20FA66326634B70ADD94894626EFDC8">
    <w:name w:val="E20FA66326634B70ADD94894626EFDC8"/>
    <w:rsid w:val="00A42255"/>
  </w:style>
  <w:style w:type="paragraph" w:customStyle="1" w:styleId="B5EB44D4E27D44A4BE25D7879FE27536">
    <w:name w:val="B5EB44D4E27D44A4BE25D7879FE27536"/>
    <w:rsid w:val="00A42255"/>
  </w:style>
  <w:style w:type="paragraph" w:customStyle="1" w:styleId="6D6E5B432D52413FB22990BAD3363CE8">
    <w:name w:val="6D6E5B432D52413FB22990BAD3363CE8"/>
    <w:rsid w:val="00A42255"/>
  </w:style>
  <w:style w:type="paragraph" w:customStyle="1" w:styleId="49ADECBCBBCA48A88555CDE3F024C518">
    <w:name w:val="49ADECBCBBCA48A88555CDE3F024C518"/>
    <w:rsid w:val="00A42255"/>
  </w:style>
  <w:style w:type="paragraph" w:customStyle="1" w:styleId="2C3508513F6D4F0D8B5A0EA14C7130BC">
    <w:name w:val="2C3508513F6D4F0D8B5A0EA14C7130BC"/>
    <w:rsid w:val="00A42255"/>
  </w:style>
  <w:style w:type="paragraph" w:customStyle="1" w:styleId="3AE5828941A24F4BBB103125AFE7B46C">
    <w:name w:val="3AE5828941A24F4BBB103125AFE7B46C"/>
    <w:rsid w:val="00A42255"/>
  </w:style>
  <w:style w:type="paragraph" w:customStyle="1" w:styleId="94E8C1E6AF1C489284BB705EF5EC88E2">
    <w:name w:val="94E8C1E6AF1C489284BB705EF5EC88E2"/>
    <w:rsid w:val="00A42255"/>
  </w:style>
  <w:style w:type="paragraph" w:customStyle="1" w:styleId="EE3ABEAB621E4E7392754DFAE88BD066">
    <w:name w:val="EE3ABEAB621E4E7392754DFAE88BD066"/>
    <w:rsid w:val="00A42255"/>
  </w:style>
  <w:style w:type="paragraph" w:customStyle="1" w:styleId="08A7E90E3B49467095DD419EDF204C7D">
    <w:name w:val="08A7E90E3B49467095DD419EDF204C7D"/>
    <w:rsid w:val="00A42255"/>
  </w:style>
  <w:style w:type="paragraph" w:customStyle="1" w:styleId="8CF403CD547B41D6A082B7AA9D76021F">
    <w:name w:val="8CF403CD547B41D6A082B7AA9D76021F"/>
    <w:rsid w:val="00A42255"/>
  </w:style>
  <w:style w:type="paragraph" w:customStyle="1" w:styleId="ADAD5F1A92CD4A54941B15AE3C0CB792">
    <w:name w:val="ADAD5F1A92CD4A54941B15AE3C0CB792"/>
    <w:rsid w:val="00A12BE5"/>
  </w:style>
  <w:style w:type="paragraph" w:customStyle="1" w:styleId="C2775693C50D4BF2AE806AAEE39C4530">
    <w:name w:val="C2775693C50D4BF2AE806AAEE39C4530"/>
    <w:rsid w:val="00A12BE5"/>
  </w:style>
  <w:style w:type="paragraph" w:customStyle="1" w:styleId="F63103ABF1E0407AA1647E73B3D8B6AE">
    <w:name w:val="F63103ABF1E0407AA1647E73B3D8B6AE"/>
    <w:rsid w:val="00A12BE5"/>
  </w:style>
  <w:style w:type="paragraph" w:customStyle="1" w:styleId="0C200E7F203542D99F2F9486A8906E9E">
    <w:name w:val="0C200E7F203542D99F2F9486A8906E9E"/>
    <w:rsid w:val="005E109A"/>
  </w:style>
  <w:style w:type="paragraph" w:customStyle="1" w:styleId="24F91616782B47789E7A459CFA92D298">
    <w:name w:val="24F91616782B47789E7A459CFA92D298"/>
    <w:rsid w:val="005E109A"/>
  </w:style>
  <w:style w:type="paragraph" w:customStyle="1" w:styleId="A96E1765957E4AD3A0AAD93A82269A11">
    <w:name w:val="A96E1765957E4AD3A0AAD93A82269A11"/>
    <w:rsid w:val="005E109A"/>
  </w:style>
  <w:style w:type="paragraph" w:customStyle="1" w:styleId="14F5D480280D48FFA1A5DA8DEDAD64A8">
    <w:name w:val="14F5D480280D48FFA1A5DA8DEDAD64A8"/>
    <w:rsid w:val="005E109A"/>
  </w:style>
  <w:style w:type="paragraph" w:customStyle="1" w:styleId="D72218283B6646EDBA4012FEAA96B633">
    <w:name w:val="D72218283B6646EDBA4012FEAA96B633"/>
    <w:rsid w:val="005E109A"/>
  </w:style>
  <w:style w:type="paragraph" w:customStyle="1" w:styleId="70FAECD7BD6145A1AD641A9327A69FC1">
    <w:name w:val="70FAECD7BD6145A1AD641A9327A69FC1"/>
    <w:rsid w:val="005E109A"/>
  </w:style>
  <w:style w:type="paragraph" w:customStyle="1" w:styleId="2FAA04BF960043DC85F634BB505E6AFF">
    <w:name w:val="2FAA04BF960043DC85F634BB505E6AFF"/>
    <w:rsid w:val="00FF26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2009B-A2DA-488B-991A-CE23402A4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4784</Words>
  <Characters>28230</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Robert Palenik</cp:lastModifiedBy>
  <cp:revision>8</cp:revision>
  <dcterms:created xsi:type="dcterms:W3CDTF">2020-03-18T10:49:00Z</dcterms:created>
  <dcterms:modified xsi:type="dcterms:W3CDTF">2020-03-31T08:04:00Z</dcterms:modified>
</cp:coreProperties>
</file>