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BA6" w:rsidRPr="00B7622F" w:rsidRDefault="00F70BA6" w:rsidP="001444DE">
      <w:pPr>
        <w:spacing w:line="276" w:lineRule="auto"/>
        <w:jc w:val="both"/>
        <w:rPr>
          <w:rFonts w:ascii="Arial" w:hAnsi="Arial" w:cs="Arial"/>
          <w:b/>
        </w:rPr>
      </w:pPr>
    </w:p>
    <w:p w:rsidR="00F70BA6" w:rsidRDefault="007B5CE7" w:rsidP="001444DE">
      <w:pPr>
        <w:spacing w:line="276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Wifi</w:t>
      </w:r>
      <w:proofErr w:type="spellEnd"/>
      <w:r>
        <w:rPr>
          <w:rFonts w:ascii="Arial" w:hAnsi="Arial" w:cs="Arial"/>
          <w:b/>
        </w:rPr>
        <w:t xml:space="preserve"> komponenty</w:t>
      </w:r>
    </w:p>
    <w:p w:rsidR="007B5CE7" w:rsidRPr="00B7622F" w:rsidRDefault="007B5CE7" w:rsidP="001444DE">
      <w:pPr>
        <w:spacing w:line="276" w:lineRule="auto"/>
        <w:jc w:val="both"/>
        <w:rPr>
          <w:rFonts w:ascii="Arial" w:hAnsi="Arial" w:cs="Arial"/>
          <w:b/>
        </w:rPr>
      </w:pPr>
    </w:p>
    <w:p w:rsidR="00501733" w:rsidRPr="00B7622F" w:rsidRDefault="00501733" w:rsidP="001444DE">
      <w:pPr>
        <w:pStyle w:val="Nadpis5"/>
        <w:spacing w:line="276" w:lineRule="auto"/>
        <w:rPr>
          <w:rFonts w:ascii="Arial" w:hAnsi="Arial" w:cs="Arial"/>
        </w:rPr>
      </w:pPr>
      <w:r w:rsidRPr="00B7622F">
        <w:rPr>
          <w:rFonts w:ascii="Arial" w:hAnsi="Arial" w:cs="Arial"/>
        </w:rPr>
        <w:t>1.</w:t>
      </w:r>
      <w:r w:rsidR="00E87A1E" w:rsidRPr="00B7622F">
        <w:rPr>
          <w:rFonts w:ascii="Arial" w:hAnsi="Arial" w:cs="Arial"/>
        </w:rPr>
        <w:t xml:space="preserve"> </w:t>
      </w:r>
      <w:r w:rsidRPr="00B7622F">
        <w:rPr>
          <w:rFonts w:ascii="Arial" w:hAnsi="Arial" w:cs="Arial"/>
        </w:rPr>
        <w:t xml:space="preserve">Vymezení předmětu </w:t>
      </w:r>
      <w:r w:rsidR="005C2593">
        <w:rPr>
          <w:rFonts w:ascii="Arial" w:hAnsi="Arial" w:cs="Arial"/>
        </w:rPr>
        <w:t xml:space="preserve">veřejné </w:t>
      </w:r>
      <w:r w:rsidRPr="00B7622F">
        <w:rPr>
          <w:rFonts w:ascii="Arial" w:hAnsi="Arial" w:cs="Arial"/>
        </w:rPr>
        <w:t xml:space="preserve">zakázky </w:t>
      </w:r>
    </w:p>
    <w:p w:rsidR="00501733" w:rsidRPr="00B7622F" w:rsidRDefault="00501733" w:rsidP="001444D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3618A" w:rsidRPr="00B7622F" w:rsidRDefault="00501733" w:rsidP="001444DE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Předmětem zakázky je </w:t>
      </w:r>
      <w:r w:rsidR="00645E2B" w:rsidRPr="00B7622F">
        <w:rPr>
          <w:rFonts w:ascii="Arial" w:hAnsi="Arial" w:cs="Arial"/>
          <w:sz w:val="22"/>
          <w:szCs w:val="22"/>
        </w:rPr>
        <w:t>nákup</w:t>
      </w:r>
      <w:r w:rsidR="006C0FCE"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4F40" w:rsidRPr="00B7622F">
        <w:rPr>
          <w:rFonts w:ascii="Arial" w:hAnsi="Arial" w:cs="Arial"/>
          <w:sz w:val="22"/>
          <w:szCs w:val="22"/>
        </w:rPr>
        <w:t>WiFi</w:t>
      </w:r>
      <w:proofErr w:type="spellEnd"/>
      <w:r w:rsidR="00034F40" w:rsidRPr="00B7622F">
        <w:rPr>
          <w:rFonts w:ascii="Arial" w:hAnsi="Arial" w:cs="Arial"/>
          <w:sz w:val="22"/>
          <w:szCs w:val="22"/>
        </w:rPr>
        <w:t xml:space="preserve"> přístupových bodů</w:t>
      </w:r>
      <w:r w:rsidR="005F4584" w:rsidRPr="00B7622F">
        <w:rPr>
          <w:rFonts w:ascii="Arial" w:hAnsi="Arial" w:cs="Arial"/>
          <w:sz w:val="22"/>
          <w:szCs w:val="22"/>
        </w:rPr>
        <w:t xml:space="preserve"> (AP)</w:t>
      </w:r>
      <w:r w:rsidR="00034F40" w:rsidRPr="00B7622F">
        <w:rPr>
          <w:rFonts w:ascii="Arial" w:hAnsi="Arial" w:cs="Arial"/>
          <w:sz w:val="22"/>
          <w:szCs w:val="22"/>
        </w:rPr>
        <w:t xml:space="preserve"> </w:t>
      </w:r>
      <w:r w:rsidR="00370C88" w:rsidRPr="00B7622F">
        <w:rPr>
          <w:rFonts w:ascii="Arial" w:hAnsi="Arial" w:cs="Arial"/>
          <w:sz w:val="22"/>
          <w:szCs w:val="22"/>
        </w:rPr>
        <w:t xml:space="preserve">včetně </w:t>
      </w:r>
      <w:r w:rsidR="00E053B9" w:rsidRPr="00B7622F">
        <w:rPr>
          <w:rFonts w:ascii="Arial" w:hAnsi="Arial" w:cs="Arial"/>
          <w:sz w:val="22"/>
          <w:szCs w:val="22"/>
        </w:rPr>
        <w:t>centrálního</w:t>
      </w:r>
      <w:r w:rsidR="008E474B" w:rsidRPr="00B7622F">
        <w:rPr>
          <w:rFonts w:ascii="Arial" w:hAnsi="Arial" w:cs="Arial"/>
          <w:sz w:val="22"/>
          <w:szCs w:val="22"/>
        </w:rPr>
        <w:t xml:space="preserve"> RF</w:t>
      </w:r>
      <w:r w:rsidR="00370C88" w:rsidRPr="00B7622F">
        <w:rPr>
          <w:rFonts w:ascii="Arial" w:hAnsi="Arial" w:cs="Arial"/>
          <w:sz w:val="22"/>
          <w:szCs w:val="22"/>
        </w:rPr>
        <w:t xml:space="preserve"> managementu</w:t>
      </w:r>
      <w:r w:rsidR="00032AD3" w:rsidRPr="00B7622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32AD3" w:rsidRPr="00B7622F">
        <w:rPr>
          <w:rFonts w:ascii="Arial" w:hAnsi="Arial" w:cs="Arial"/>
          <w:sz w:val="22"/>
          <w:szCs w:val="22"/>
        </w:rPr>
        <w:t>k</w:t>
      </w:r>
      <w:r w:rsidR="00E71518" w:rsidRPr="00B7622F">
        <w:rPr>
          <w:rFonts w:ascii="Arial" w:hAnsi="Arial" w:cs="Arial"/>
          <w:sz w:val="22"/>
          <w:szCs w:val="22"/>
        </w:rPr>
        <w:t>ontrolerů</w:t>
      </w:r>
      <w:proofErr w:type="spellEnd"/>
      <w:r w:rsidR="005F4584" w:rsidRPr="00B7622F">
        <w:rPr>
          <w:rFonts w:ascii="Arial" w:hAnsi="Arial" w:cs="Arial"/>
          <w:sz w:val="22"/>
          <w:szCs w:val="22"/>
        </w:rPr>
        <w:t>, managementu</w:t>
      </w:r>
      <w:r w:rsidR="00AD16E0" w:rsidRPr="00B7622F">
        <w:rPr>
          <w:rFonts w:ascii="Arial" w:hAnsi="Arial" w:cs="Arial"/>
          <w:sz w:val="22"/>
          <w:szCs w:val="22"/>
        </w:rPr>
        <w:t xml:space="preserve">. </w:t>
      </w:r>
    </w:p>
    <w:p w:rsidR="00034F40" w:rsidRPr="00B7622F" w:rsidRDefault="00034F40" w:rsidP="001444DE">
      <w:pPr>
        <w:pStyle w:val="Zhlav"/>
        <w:tabs>
          <w:tab w:val="clear" w:pos="4536"/>
          <w:tab w:val="clear" w:pos="9072"/>
        </w:tabs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:rsidR="00E87A1E" w:rsidRPr="00B7622F" w:rsidRDefault="000D725A" w:rsidP="001444DE">
      <w:pPr>
        <w:pStyle w:val="Nadpis5"/>
        <w:spacing w:line="276" w:lineRule="auto"/>
        <w:rPr>
          <w:rFonts w:ascii="Arial" w:hAnsi="Arial" w:cs="Arial"/>
        </w:rPr>
      </w:pPr>
      <w:r w:rsidRPr="00B7622F">
        <w:rPr>
          <w:rFonts w:ascii="Arial" w:hAnsi="Arial" w:cs="Arial"/>
        </w:rPr>
        <w:t xml:space="preserve">2. </w:t>
      </w:r>
      <w:r w:rsidR="00E71518" w:rsidRPr="00B7622F">
        <w:rPr>
          <w:rFonts w:ascii="Arial" w:hAnsi="Arial" w:cs="Arial"/>
        </w:rPr>
        <w:t>Základní</w:t>
      </w:r>
      <w:r w:rsidR="002755DF" w:rsidRPr="00B7622F">
        <w:rPr>
          <w:rFonts w:ascii="Arial" w:hAnsi="Arial" w:cs="Arial"/>
        </w:rPr>
        <w:t xml:space="preserve"> specifikace předmětu </w:t>
      </w:r>
      <w:r w:rsidR="005C2593">
        <w:rPr>
          <w:rFonts w:ascii="Arial" w:hAnsi="Arial" w:cs="Arial"/>
        </w:rPr>
        <w:t xml:space="preserve">veřejné </w:t>
      </w:r>
      <w:r w:rsidR="002755DF" w:rsidRPr="00B7622F">
        <w:rPr>
          <w:rFonts w:ascii="Arial" w:hAnsi="Arial" w:cs="Arial"/>
        </w:rPr>
        <w:t>zakázky</w:t>
      </w:r>
    </w:p>
    <w:p w:rsidR="00B95D7B" w:rsidRPr="00A00611" w:rsidRDefault="00F70BA6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FA4CB4">
        <w:rPr>
          <w:rFonts w:ascii="Arial" w:hAnsi="Arial" w:cs="Arial"/>
          <w:b/>
          <w:sz w:val="22"/>
          <w:szCs w:val="22"/>
        </w:rPr>
        <w:t>Komodita 1:</w:t>
      </w:r>
      <w:r w:rsidRPr="00FA4CB4">
        <w:rPr>
          <w:rFonts w:ascii="Arial" w:hAnsi="Arial" w:cs="Arial"/>
          <w:sz w:val="22"/>
          <w:szCs w:val="22"/>
        </w:rPr>
        <w:t xml:space="preserve"> </w:t>
      </w:r>
      <w:r w:rsidRPr="00FA4CB4">
        <w:rPr>
          <w:rFonts w:ascii="Arial" w:hAnsi="Arial" w:cs="Arial"/>
          <w:sz w:val="22"/>
          <w:szCs w:val="22"/>
        </w:rPr>
        <w:tab/>
      </w:r>
      <w:proofErr w:type="spellStart"/>
      <w:r w:rsidR="0083618A" w:rsidRPr="00FA4CB4">
        <w:rPr>
          <w:rFonts w:ascii="Arial" w:hAnsi="Arial" w:cs="Arial"/>
          <w:sz w:val="22"/>
          <w:szCs w:val="22"/>
        </w:rPr>
        <w:t>indoor</w:t>
      </w:r>
      <w:proofErr w:type="spellEnd"/>
      <w:r w:rsidR="0083618A" w:rsidRPr="00FA4CB4">
        <w:rPr>
          <w:rFonts w:ascii="Arial" w:hAnsi="Arial" w:cs="Arial"/>
          <w:sz w:val="22"/>
          <w:szCs w:val="22"/>
        </w:rPr>
        <w:t xml:space="preserve"> přístupový bod 802.11 G/N + A/N/AC</w:t>
      </w:r>
      <w:r w:rsidR="00AD3586" w:rsidRPr="00FA4CB4">
        <w:rPr>
          <w:rFonts w:ascii="Arial" w:hAnsi="Arial" w:cs="Arial"/>
          <w:sz w:val="22"/>
          <w:szCs w:val="22"/>
        </w:rPr>
        <w:t>/AX</w:t>
      </w:r>
      <w:r w:rsidR="0083618A" w:rsidRPr="00FA4CB4">
        <w:rPr>
          <w:rFonts w:ascii="Arial" w:hAnsi="Arial" w:cs="Arial"/>
          <w:sz w:val="22"/>
          <w:szCs w:val="22"/>
        </w:rPr>
        <w:t xml:space="preserve"> pro min. </w:t>
      </w:r>
      <w:r w:rsidR="00AD3586" w:rsidRPr="00FA4CB4">
        <w:rPr>
          <w:rFonts w:ascii="Arial" w:hAnsi="Arial" w:cs="Arial"/>
          <w:sz w:val="22"/>
          <w:szCs w:val="22"/>
        </w:rPr>
        <w:t>6</w:t>
      </w:r>
      <w:r w:rsidR="0083618A" w:rsidRPr="00FA4CB4">
        <w:rPr>
          <w:rFonts w:ascii="Arial" w:hAnsi="Arial" w:cs="Arial"/>
          <w:sz w:val="22"/>
          <w:szCs w:val="22"/>
        </w:rPr>
        <w:t xml:space="preserve">0 současně připojených koncových </w:t>
      </w:r>
      <w:r w:rsidR="00A966A1" w:rsidRPr="00A00611">
        <w:rPr>
          <w:rFonts w:ascii="Arial" w:hAnsi="Arial" w:cs="Arial"/>
          <w:sz w:val="22"/>
          <w:szCs w:val="22"/>
        </w:rPr>
        <w:t xml:space="preserve">zařízení </w:t>
      </w:r>
      <w:r w:rsidR="0083618A" w:rsidRPr="00A00611">
        <w:rPr>
          <w:rFonts w:ascii="Arial" w:hAnsi="Arial" w:cs="Arial"/>
          <w:sz w:val="22"/>
          <w:szCs w:val="22"/>
        </w:rPr>
        <w:t>s integrovanou anténou (technologie 802.11a</w:t>
      </w:r>
      <w:r w:rsidR="00AD3586" w:rsidRPr="00A00611">
        <w:rPr>
          <w:rFonts w:ascii="Arial" w:hAnsi="Arial" w:cs="Arial"/>
          <w:sz w:val="22"/>
          <w:szCs w:val="22"/>
        </w:rPr>
        <w:t>x</w:t>
      </w:r>
      <w:r w:rsidR="0083618A" w:rsidRPr="00A00611">
        <w:rPr>
          <w:rFonts w:ascii="Arial" w:hAnsi="Arial" w:cs="Arial"/>
          <w:sz w:val="22"/>
          <w:szCs w:val="22"/>
        </w:rPr>
        <w:t xml:space="preserve"> </w:t>
      </w:r>
      <w:r w:rsidR="00E11EA1" w:rsidRPr="00A00611">
        <w:rPr>
          <w:rFonts w:ascii="Arial" w:hAnsi="Arial" w:cs="Arial"/>
          <w:sz w:val="22"/>
          <w:szCs w:val="22"/>
        </w:rPr>
        <w:t xml:space="preserve">min. </w:t>
      </w:r>
      <w:r w:rsidR="00AD3586" w:rsidRPr="00A00611">
        <w:rPr>
          <w:rFonts w:ascii="Arial" w:hAnsi="Arial" w:cs="Arial"/>
          <w:sz w:val="22"/>
          <w:szCs w:val="22"/>
        </w:rPr>
        <w:t>4</w:t>
      </w:r>
      <w:r w:rsidR="00E11EA1" w:rsidRPr="00A00611">
        <w:rPr>
          <w:rFonts w:ascii="Arial" w:hAnsi="Arial" w:cs="Arial"/>
          <w:sz w:val="22"/>
          <w:szCs w:val="22"/>
        </w:rPr>
        <w:t>x</w:t>
      </w:r>
      <w:r w:rsidR="00AD3586" w:rsidRPr="00A00611">
        <w:rPr>
          <w:rFonts w:ascii="Arial" w:hAnsi="Arial" w:cs="Arial"/>
          <w:sz w:val="22"/>
          <w:szCs w:val="22"/>
        </w:rPr>
        <w:t>4</w:t>
      </w:r>
      <w:r w:rsidR="00E11EA1" w:rsidRPr="00A00611">
        <w:rPr>
          <w:rFonts w:ascii="Arial" w:hAnsi="Arial" w:cs="Arial"/>
          <w:sz w:val="22"/>
          <w:szCs w:val="22"/>
        </w:rPr>
        <w:t xml:space="preserve"> MIMO </w:t>
      </w:r>
      <w:r w:rsidR="0083618A" w:rsidRPr="00A00611">
        <w:rPr>
          <w:rFonts w:ascii="Arial" w:hAnsi="Arial" w:cs="Arial"/>
          <w:sz w:val="22"/>
          <w:szCs w:val="22"/>
        </w:rPr>
        <w:t>nebo obdobné řešení)</w:t>
      </w:r>
    </w:p>
    <w:p w:rsidR="00E11EA1" w:rsidRPr="00F858F0" w:rsidRDefault="00F70BA6" w:rsidP="00E11EA1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A00611">
        <w:rPr>
          <w:rFonts w:ascii="Arial" w:hAnsi="Arial" w:cs="Arial"/>
          <w:b/>
          <w:sz w:val="22"/>
          <w:szCs w:val="22"/>
        </w:rPr>
        <w:t>Komodita 2:</w:t>
      </w:r>
      <w:r w:rsidRPr="00A00611">
        <w:rPr>
          <w:rFonts w:ascii="Arial" w:hAnsi="Arial" w:cs="Arial"/>
          <w:sz w:val="22"/>
          <w:szCs w:val="22"/>
        </w:rPr>
        <w:t xml:space="preserve"> </w:t>
      </w:r>
      <w:r w:rsidRPr="00A00611">
        <w:rPr>
          <w:rFonts w:ascii="Arial" w:hAnsi="Arial" w:cs="Arial"/>
          <w:sz w:val="22"/>
          <w:szCs w:val="22"/>
        </w:rPr>
        <w:tab/>
      </w:r>
      <w:proofErr w:type="spellStart"/>
      <w:r w:rsidR="00E3224B" w:rsidRPr="00A00611">
        <w:rPr>
          <w:rFonts w:ascii="Arial" w:hAnsi="Arial" w:cs="Arial"/>
          <w:sz w:val="22"/>
          <w:szCs w:val="22"/>
        </w:rPr>
        <w:t>indoor</w:t>
      </w:r>
      <w:proofErr w:type="spellEnd"/>
      <w:r w:rsidR="00E3224B" w:rsidRPr="00A00611">
        <w:rPr>
          <w:rFonts w:ascii="Arial" w:hAnsi="Arial" w:cs="Arial"/>
          <w:sz w:val="22"/>
          <w:szCs w:val="22"/>
        </w:rPr>
        <w:t xml:space="preserve"> přístupový bod 802.11 G/N + A/N/AC pro min. </w:t>
      </w:r>
      <w:r w:rsidR="00AD3586" w:rsidRPr="00A00611">
        <w:rPr>
          <w:rFonts w:ascii="Arial" w:hAnsi="Arial" w:cs="Arial"/>
          <w:sz w:val="22"/>
          <w:szCs w:val="22"/>
        </w:rPr>
        <w:t>3</w:t>
      </w:r>
      <w:r w:rsidR="00E3224B" w:rsidRPr="00A00611">
        <w:rPr>
          <w:rFonts w:ascii="Arial" w:hAnsi="Arial" w:cs="Arial"/>
          <w:sz w:val="22"/>
          <w:szCs w:val="22"/>
        </w:rPr>
        <w:t xml:space="preserve">0 současně připojených koncových zařízení s integrovanou anténou </w:t>
      </w:r>
      <w:r w:rsidR="00E11EA1" w:rsidRPr="00A00611">
        <w:rPr>
          <w:rFonts w:ascii="Arial" w:hAnsi="Arial" w:cs="Arial"/>
          <w:sz w:val="22"/>
          <w:szCs w:val="22"/>
        </w:rPr>
        <w:t xml:space="preserve">(technologie 802.11ac </w:t>
      </w:r>
      <w:proofErr w:type="spellStart"/>
      <w:r w:rsidR="00E11EA1" w:rsidRPr="00A00611">
        <w:rPr>
          <w:rFonts w:ascii="Arial" w:hAnsi="Arial" w:cs="Arial"/>
          <w:sz w:val="22"/>
          <w:szCs w:val="22"/>
        </w:rPr>
        <w:t>Wave</w:t>
      </w:r>
      <w:proofErr w:type="spellEnd"/>
      <w:r w:rsidR="00E11EA1" w:rsidRPr="00A00611">
        <w:rPr>
          <w:rFonts w:ascii="Arial" w:hAnsi="Arial" w:cs="Arial"/>
          <w:sz w:val="22"/>
          <w:szCs w:val="22"/>
        </w:rPr>
        <w:t xml:space="preserve"> 2 </w:t>
      </w:r>
      <w:r w:rsidR="00E11EA1" w:rsidRPr="00F858F0">
        <w:rPr>
          <w:rFonts w:ascii="Arial" w:hAnsi="Arial" w:cs="Arial"/>
          <w:sz w:val="22"/>
          <w:szCs w:val="22"/>
        </w:rPr>
        <w:t>min. 2x2 MIMO nebo obdobné řešení)</w:t>
      </w:r>
    </w:p>
    <w:p w:rsidR="00E11EA1" w:rsidRPr="00F858F0" w:rsidRDefault="00F70BA6" w:rsidP="001B78F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>Komodita 3:</w:t>
      </w:r>
      <w:r w:rsidRPr="00F858F0">
        <w:rPr>
          <w:rFonts w:ascii="Arial" w:hAnsi="Arial" w:cs="Arial"/>
          <w:sz w:val="22"/>
          <w:szCs w:val="22"/>
        </w:rPr>
        <w:t xml:space="preserve"> </w:t>
      </w:r>
      <w:r w:rsidRPr="00F858F0">
        <w:rPr>
          <w:rFonts w:ascii="Arial" w:hAnsi="Arial" w:cs="Arial"/>
          <w:sz w:val="22"/>
          <w:szCs w:val="22"/>
        </w:rPr>
        <w:tab/>
      </w:r>
      <w:proofErr w:type="spellStart"/>
      <w:r w:rsidR="0083618A" w:rsidRPr="00F858F0">
        <w:rPr>
          <w:rFonts w:ascii="Arial" w:hAnsi="Arial" w:cs="Arial"/>
          <w:sz w:val="22"/>
          <w:szCs w:val="22"/>
        </w:rPr>
        <w:t>indoor</w:t>
      </w:r>
      <w:proofErr w:type="spellEnd"/>
      <w:r w:rsidR="0083618A" w:rsidRPr="00F858F0">
        <w:rPr>
          <w:rFonts w:ascii="Arial" w:hAnsi="Arial" w:cs="Arial"/>
          <w:sz w:val="22"/>
          <w:szCs w:val="22"/>
        </w:rPr>
        <w:t xml:space="preserve"> přístupový bod 802.11 G/N</w:t>
      </w:r>
      <w:r w:rsidR="00B8166F" w:rsidRPr="00086585">
        <w:rPr>
          <w:rFonts w:ascii="Arial" w:hAnsi="Arial" w:cs="Arial"/>
          <w:sz w:val="22"/>
          <w:szCs w:val="22"/>
        </w:rPr>
        <w:t>/AX</w:t>
      </w:r>
      <w:r w:rsidR="0083618A" w:rsidRPr="00F858F0">
        <w:rPr>
          <w:rFonts w:ascii="Arial" w:hAnsi="Arial" w:cs="Arial"/>
          <w:sz w:val="22"/>
          <w:szCs w:val="22"/>
        </w:rPr>
        <w:t xml:space="preserve"> + A/N/</w:t>
      </w:r>
      <w:r w:rsidR="000F5816" w:rsidRPr="00F858F0">
        <w:rPr>
          <w:rFonts w:ascii="Arial" w:hAnsi="Arial" w:cs="Arial"/>
          <w:sz w:val="22"/>
          <w:szCs w:val="22"/>
        </w:rPr>
        <w:t>AC/</w:t>
      </w:r>
      <w:r w:rsidR="0083618A" w:rsidRPr="00F858F0">
        <w:rPr>
          <w:rFonts w:ascii="Arial" w:hAnsi="Arial" w:cs="Arial"/>
          <w:sz w:val="22"/>
          <w:szCs w:val="22"/>
        </w:rPr>
        <w:t>AX pro min. 100 současně připojených koncových zařízení s integrovanou anténou</w:t>
      </w:r>
      <w:r w:rsidR="00E11EA1" w:rsidRPr="00F858F0">
        <w:rPr>
          <w:rFonts w:ascii="Arial" w:hAnsi="Arial" w:cs="Arial"/>
          <w:sz w:val="22"/>
          <w:szCs w:val="22"/>
        </w:rPr>
        <w:t>. (technologie 802.11ax min. 4x4 MIMO nebo obdobné řešení)</w:t>
      </w:r>
      <w:r w:rsidR="00E11EA1" w:rsidRPr="00F858F0" w:rsidDel="00E11EA1">
        <w:rPr>
          <w:rFonts w:ascii="Arial" w:hAnsi="Arial" w:cs="Arial"/>
          <w:sz w:val="22"/>
          <w:szCs w:val="22"/>
        </w:rPr>
        <w:t xml:space="preserve"> </w:t>
      </w:r>
    </w:p>
    <w:p w:rsidR="00B95D7B" w:rsidRPr="00B7622F" w:rsidRDefault="00F70BA6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>Komodita 4:</w:t>
      </w:r>
      <w:r w:rsidRPr="00F858F0">
        <w:rPr>
          <w:rFonts w:ascii="Arial" w:hAnsi="Arial" w:cs="Arial"/>
          <w:sz w:val="22"/>
          <w:szCs w:val="22"/>
        </w:rPr>
        <w:t xml:space="preserve"> </w:t>
      </w:r>
      <w:r w:rsidRPr="00F858F0">
        <w:rPr>
          <w:rFonts w:ascii="Arial" w:hAnsi="Arial" w:cs="Arial"/>
          <w:sz w:val="22"/>
          <w:szCs w:val="22"/>
        </w:rPr>
        <w:tab/>
      </w:r>
      <w:proofErr w:type="spellStart"/>
      <w:r w:rsidR="00E3224B" w:rsidRPr="00F858F0">
        <w:rPr>
          <w:rFonts w:ascii="Arial" w:hAnsi="Arial" w:cs="Arial"/>
          <w:sz w:val="22"/>
          <w:szCs w:val="22"/>
        </w:rPr>
        <w:t>outdoor</w:t>
      </w:r>
      <w:proofErr w:type="spellEnd"/>
      <w:r w:rsidR="00E3224B" w:rsidRPr="00F858F0">
        <w:rPr>
          <w:rFonts w:ascii="Arial" w:hAnsi="Arial" w:cs="Arial"/>
          <w:sz w:val="22"/>
          <w:szCs w:val="22"/>
        </w:rPr>
        <w:t xml:space="preserve"> přístupový bod 802.11 G/N + A/N/AC pro min. </w:t>
      </w:r>
      <w:r w:rsidR="00AF6E1F" w:rsidRPr="00F858F0">
        <w:rPr>
          <w:rFonts w:ascii="Arial" w:hAnsi="Arial" w:cs="Arial"/>
          <w:sz w:val="22"/>
          <w:szCs w:val="22"/>
        </w:rPr>
        <w:t>3</w:t>
      </w:r>
      <w:r w:rsidR="00E3224B" w:rsidRPr="00F858F0">
        <w:rPr>
          <w:rFonts w:ascii="Arial" w:hAnsi="Arial" w:cs="Arial"/>
          <w:sz w:val="22"/>
          <w:szCs w:val="22"/>
        </w:rPr>
        <w:t xml:space="preserve">0 současně připojených koncových zařízení s operační teplotou v rozmezí minimálně </w:t>
      </w:r>
      <w:r w:rsidR="00D128A3" w:rsidRPr="00F858F0">
        <w:rPr>
          <w:rFonts w:ascii="Arial" w:hAnsi="Arial" w:cs="Arial"/>
          <w:sz w:val="22"/>
          <w:szCs w:val="22"/>
        </w:rPr>
        <w:br/>
      </w:r>
      <w:r w:rsidR="00E3224B" w:rsidRPr="00F858F0">
        <w:rPr>
          <w:rFonts w:ascii="Arial" w:hAnsi="Arial" w:cs="Arial"/>
          <w:sz w:val="22"/>
          <w:szCs w:val="22"/>
        </w:rPr>
        <w:t>-</w:t>
      </w:r>
      <w:r w:rsidR="00911A77" w:rsidRPr="00F858F0">
        <w:rPr>
          <w:rFonts w:ascii="Arial" w:hAnsi="Arial" w:cs="Arial"/>
          <w:sz w:val="22"/>
          <w:szCs w:val="22"/>
        </w:rPr>
        <w:t>3</w:t>
      </w:r>
      <w:r w:rsidR="00E3224B" w:rsidRPr="00F858F0">
        <w:rPr>
          <w:rFonts w:ascii="Arial" w:hAnsi="Arial" w:cs="Arial"/>
          <w:sz w:val="22"/>
          <w:szCs w:val="22"/>
        </w:rPr>
        <w:t>0ºC do +60ºC (</w:t>
      </w:r>
      <w:r w:rsidR="000317B8" w:rsidRPr="00F858F0">
        <w:rPr>
          <w:rFonts w:ascii="Arial" w:hAnsi="Arial" w:cs="Arial"/>
          <w:sz w:val="22"/>
          <w:szCs w:val="22"/>
        </w:rPr>
        <w:t xml:space="preserve">technologie 802.11ac </w:t>
      </w:r>
      <w:proofErr w:type="spellStart"/>
      <w:r w:rsidR="000317B8" w:rsidRPr="00F858F0">
        <w:rPr>
          <w:rFonts w:ascii="Arial" w:hAnsi="Arial" w:cs="Arial"/>
          <w:sz w:val="22"/>
          <w:szCs w:val="22"/>
        </w:rPr>
        <w:t>Wave</w:t>
      </w:r>
      <w:proofErr w:type="spellEnd"/>
      <w:r w:rsidR="000317B8" w:rsidRPr="00F858F0">
        <w:rPr>
          <w:rFonts w:ascii="Arial" w:hAnsi="Arial" w:cs="Arial"/>
          <w:sz w:val="22"/>
          <w:szCs w:val="22"/>
        </w:rPr>
        <w:t xml:space="preserve"> 2 min. </w:t>
      </w:r>
      <w:r w:rsidR="00AF6E1F" w:rsidRPr="00F858F0">
        <w:rPr>
          <w:rFonts w:ascii="Arial" w:hAnsi="Arial" w:cs="Arial"/>
          <w:sz w:val="22"/>
          <w:szCs w:val="22"/>
        </w:rPr>
        <w:t xml:space="preserve">2x2 </w:t>
      </w:r>
      <w:r w:rsidR="000317B8" w:rsidRPr="00F858F0">
        <w:rPr>
          <w:rFonts w:ascii="Arial" w:hAnsi="Arial" w:cs="Arial"/>
          <w:sz w:val="22"/>
          <w:szCs w:val="22"/>
        </w:rPr>
        <w:t>MIMO nebo obdobné řešení</w:t>
      </w:r>
      <w:r w:rsidR="00E3224B" w:rsidRPr="00F858F0">
        <w:rPr>
          <w:rFonts w:ascii="Arial" w:hAnsi="Arial" w:cs="Arial"/>
          <w:sz w:val="22"/>
          <w:szCs w:val="22"/>
        </w:rPr>
        <w:t>)</w:t>
      </w:r>
    </w:p>
    <w:p w:rsidR="005F4EE6" w:rsidRDefault="00F70BA6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b/>
          <w:sz w:val="22"/>
          <w:szCs w:val="22"/>
        </w:rPr>
        <w:t>Komodita 5:</w:t>
      </w:r>
      <w:r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ab/>
      </w:r>
      <w:r w:rsidR="00660D6A">
        <w:rPr>
          <w:rFonts w:ascii="Arial" w:hAnsi="Arial" w:cs="Arial"/>
          <w:sz w:val="22"/>
          <w:szCs w:val="22"/>
        </w:rPr>
        <w:t xml:space="preserve">virtuální </w:t>
      </w:r>
      <w:proofErr w:type="spellStart"/>
      <w:r w:rsidR="00032AD3"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="004767C7" w:rsidRPr="00B7622F">
        <w:rPr>
          <w:rFonts w:ascii="Arial" w:hAnsi="Arial" w:cs="Arial"/>
          <w:sz w:val="22"/>
          <w:szCs w:val="22"/>
        </w:rPr>
        <w:t xml:space="preserve"> </w:t>
      </w:r>
      <w:r w:rsidR="00AF4DA9" w:rsidRPr="00B7622F">
        <w:rPr>
          <w:rFonts w:ascii="Arial" w:hAnsi="Arial" w:cs="Arial"/>
          <w:sz w:val="22"/>
          <w:szCs w:val="22"/>
        </w:rPr>
        <w:t>pro řízení</w:t>
      </w:r>
      <w:r w:rsidR="00DE6934" w:rsidRPr="00B7622F">
        <w:rPr>
          <w:rFonts w:ascii="Arial" w:hAnsi="Arial" w:cs="Arial"/>
          <w:sz w:val="22"/>
          <w:szCs w:val="22"/>
        </w:rPr>
        <w:t xml:space="preserve"> </w:t>
      </w:r>
      <w:r w:rsidR="00AF4DA9" w:rsidRPr="00B7622F">
        <w:rPr>
          <w:rFonts w:ascii="Arial" w:hAnsi="Arial" w:cs="Arial"/>
          <w:sz w:val="22"/>
          <w:szCs w:val="22"/>
        </w:rPr>
        <w:t>přístupových bodů se základním licenčním pokrytím dle podmínek výrobce</w:t>
      </w:r>
    </w:p>
    <w:p w:rsidR="00660D6A" w:rsidRPr="00086585" w:rsidRDefault="00660D6A" w:rsidP="00660D6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Komodita 6</w:t>
      </w:r>
      <w:r w:rsidRPr="00B7622F">
        <w:rPr>
          <w:rFonts w:ascii="Arial" w:hAnsi="Arial" w:cs="Arial"/>
          <w:b/>
          <w:sz w:val="22"/>
          <w:szCs w:val="22"/>
        </w:rPr>
        <w:t>:</w:t>
      </w:r>
      <w:r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fyzický </w:t>
      </w:r>
      <w:proofErr w:type="spellStart"/>
      <w:r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pro řízení přístupových bodů se základním licenčním pokrytím dle podmínek výrobce</w:t>
      </w:r>
    </w:p>
    <w:p w:rsidR="005F4EE6" w:rsidRPr="00B7622F" w:rsidRDefault="00F70BA6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b/>
          <w:sz w:val="22"/>
          <w:szCs w:val="22"/>
        </w:rPr>
        <w:t xml:space="preserve">Komodita </w:t>
      </w:r>
      <w:r w:rsidR="00660D6A">
        <w:rPr>
          <w:rFonts w:ascii="Arial" w:hAnsi="Arial" w:cs="Arial"/>
          <w:b/>
          <w:sz w:val="22"/>
          <w:szCs w:val="22"/>
        </w:rPr>
        <w:t>7</w:t>
      </w:r>
      <w:r w:rsidRPr="00B7622F">
        <w:rPr>
          <w:rFonts w:ascii="Arial" w:hAnsi="Arial" w:cs="Arial"/>
          <w:b/>
          <w:sz w:val="22"/>
          <w:szCs w:val="22"/>
        </w:rPr>
        <w:t>:</w:t>
      </w:r>
      <w:r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ab/>
      </w:r>
      <w:proofErr w:type="spellStart"/>
      <w:r w:rsidR="001072DE" w:rsidRPr="00B7622F">
        <w:rPr>
          <w:rFonts w:ascii="Arial" w:hAnsi="Arial" w:cs="Arial"/>
          <w:sz w:val="22"/>
          <w:szCs w:val="22"/>
        </w:rPr>
        <w:t>perpetual</w:t>
      </w:r>
      <w:proofErr w:type="spellEnd"/>
      <w:r w:rsidR="001072DE" w:rsidRPr="00B7622F">
        <w:rPr>
          <w:rFonts w:ascii="Arial" w:hAnsi="Arial" w:cs="Arial"/>
          <w:sz w:val="22"/>
          <w:szCs w:val="22"/>
        </w:rPr>
        <w:t xml:space="preserve"> </w:t>
      </w:r>
      <w:r w:rsidR="00431525" w:rsidRPr="00B7622F">
        <w:rPr>
          <w:rFonts w:ascii="Arial" w:hAnsi="Arial" w:cs="Arial"/>
          <w:sz w:val="22"/>
          <w:szCs w:val="22"/>
        </w:rPr>
        <w:t xml:space="preserve">licence pro </w:t>
      </w:r>
      <w:proofErr w:type="spellStart"/>
      <w:r w:rsidR="00AF4DA9"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="00431525" w:rsidRPr="00B7622F">
        <w:rPr>
          <w:rFonts w:ascii="Arial" w:hAnsi="Arial" w:cs="Arial"/>
          <w:sz w:val="22"/>
          <w:szCs w:val="22"/>
        </w:rPr>
        <w:t xml:space="preserve"> </w:t>
      </w:r>
      <w:r w:rsidR="004767C7" w:rsidRPr="00B7622F">
        <w:rPr>
          <w:rFonts w:ascii="Arial" w:hAnsi="Arial" w:cs="Arial"/>
          <w:sz w:val="22"/>
          <w:szCs w:val="22"/>
        </w:rPr>
        <w:t xml:space="preserve">pro správu minimálně </w:t>
      </w:r>
      <w:r w:rsidR="00DE6934" w:rsidRPr="00B7622F">
        <w:rPr>
          <w:rFonts w:ascii="Arial" w:hAnsi="Arial" w:cs="Arial"/>
          <w:sz w:val="22"/>
          <w:szCs w:val="22"/>
        </w:rPr>
        <w:t>25</w:t>
      </w:r>
      <w:r w:rsidR="004767C7" w:rsidRPr="00B7622F">
        <w:rPr>
          <w:rFonts w:ascii="Arial" w:hAnsi="Arial" w:cs="Arial"/>
          <w:sz w:val="22"/>
          <w:szCs w:val="22"/>
        </w:rPr>
        <w:t xml:space="preserve"> přístupových bodů</w:t>
      </w:r>
      <w:r w:rsidR="00431525" w:rsidRPr="00B7622F">
        <w:rPr>
          <w:rFonts w:ascii="Arial" w:hAnsi="Arial" w:cs="Arial"/>
          <w:sz w:val="22"/>
          <w:szCs w:val="22"/>
        </w:rPr>
        <w:t xml:space="preserve">. </w:t>
      </w:r>
      <w:r w:rsidR="00DE6934" w:rsidRPr="00B7622F">
        <w:rPr>
          <w:rFonts w:ascii="Arial" w:hAnsi="Arial" w:cs="Arial"/>
          <w:sz w:val="22"/>
          <w:szCs w:val="22"/>
        </w:rPr>
        <w:t xml:space="preserve">Rozšiřující </w:t>
      </w:r>
      <w:proofErr w:type="spellStart"/>
      <w:r w:rsidR="001072DE" w:rsidRPr="00B7622F">
        <w:rPr>
          <w:rFonts w:ascii="Arial" w:hAnsi="Arial" w:cs="Arial"/>
          <w:sz w:val="22"/>
          <w:szCs w:val="22"/>
        </w:rPr>
        <w:t>perpetual</w:t>
      </w:r>
      <w:proofErr w:type="spellEnd"/>
      <w:r w:rsidR="001072DE" w:rsidRPr="00B7622F">
        <w:rPr>
          <w:rFonts w:ascii="Arial" w:hAnsi="Arial" w:cs="Arial"/>
          <w:sz w:val="22"/>
          <w:szCs w:val="22"/>
        </w:rPr>
        <w:t xml:space="preserve"> </w:t>
      </w:r>
      <w:r w:rsidR="00DE6934" w:rsidRPr="00B7622F">
        <w:rPr>
          <w:rFonts w:ascii="Arial" w:hAnsi="Arial" w:cs="Arial"/>
          <w:sz w:val="22"/>
          <w:szCs w:val="22"/>
        </w:rPr>
        <w:t>l</w:t>
      </w:r>
      <w:r w:rsidR="00431525" w:rsidRPr="00B7622F">
        <w:rPr>
          <w:rFonts w:ascii="Arial" w:hAnsi="Arial" w:cs="Arial"/>
          <w:sz w:val="22"/>
          <w:szCs w:val="22"/>
        </w:rPr>
        <w:t xml:space="preserve">icence lze po upřesnění </w:t>
      </w:r>
      <w:r w:rsidRPr="00B7622F">
        <w:rPr>
          <w:rFonts w:ascii="Arial" w:hAnsi="Arial" w:cs="Arial"/>
          <w:sz w:val="22"/>
          <w:szCs w:val="22"/>
        </w:rPr>
        <w:t>počtu přístupových bodů dodat v </w:t>
      </w:r>
      <w:proofErr w:type="spellStart"/>
      <w:r w:rsidR="00431525" w:rsidRPr="00B7622F">
        <w:rPr>
          <w:rFonts w:ascii="Arial" w:hAnsi="Arial" w:cs="Arial"/>
          <w:sz w:val="22"/>
          <w:szCs w:val="22"/>
        </w:rPr>
        <w:t>bundle</w:t>
      </w:r>
      <w:proofErr w:type="spellEnd"/>
      <w:r w:rsidR="00DE6934" w:rsidRPr="00B7622F">
        <w:rPr>
          <w:rFonts w:ascii="Arial" w:hAnsi="Arial" w:cs="Arial"/>
          <w:sz w:val="22"/>
          <w:szCs w:val="22"/>
        </w:rPr>
        <w:t xml:space="preserve"> v krocích po 25</w:t>
      </w:r>
      <w:r w:rsidR="00431525" w:rsidRPr="00B7622F">
        <w:rPr>
          <w:rFonts w:ascii="Arial" w:hAnsi="Arial" w:cs="Arial"/>
          <w:sz w:val="22"/>
          <w:szCs w:val="22"/>
        </w:rPr>
        <w:t>.</w:t>
      </w:r>
    </w:p>
    <w:p w:rsidR="00AF4DA9" w:rsidRDefault="00F70BA6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b/>
          <w:sz w:val="22"/>
          <w:szCs w:val="22"/>
        </w:rPr>
        <w:t xml:space="preserve">Komodita </w:t>
      </w:r>
      <w:r w:rsidR="00660D6A">
        <w:rPr>
          <w:rFonts w:ascii="Arial" w:hAnsi="Arial" w:cs="Arial"/>
          <w:b/>
          <w:sz w:val="22"/>
          <w:szCs w:val="22"/>
        </w:rPr>
        <w:t>8</w:t>
      </w:r>
      <w:r w:rsidRPr="00B7622F">
        <w:rPr>
          <w:rFonts w:ascii="Arial" w:hAnsi="Arial" w:cs="Arial"/>
          <w:b/>
          <w:sz w:val="22"/>
          <w:szCs w:val="22"/>
        </w:rPr>
        <w:t>:</w:t>
      </w:r>
      <w:r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ab/>
      </w:r>
      <w:r w:rsidR="005F4584" w:rsidRPr="00B7622F">
        <w:rPr>
          <w:rFonts w:ascii="Arial" w:hAnsi="Arial" w:cs="Arial"/>
          <w:sz w:val="22"/>
          <w:szCs w:val="22"/>
        </w:rPr>
        <w:t>c</w:t>
      </w:r>
      <w:r w:rsidR="00AF4DA9" w:rsidRPr="00B7622F">
        <w:rPr>
          <w:rFonts w:ascii="Arial" w:hAnsi="Arial" w:cs="Arial"/>
          <w:sz w:val="22"/>
          <w:szCs w:val="22"/>
        </w:rPr>
        <w:t>entrální management ve formě SW, který</w:t>
      </w:r>
      <w:r w:rsidRPr="00B7622F">
        <w:rPr>
          <w:rFonts w:ascii="Arial" w:hAnsi="Arial" w:cs="Arial"/>
          <w:sz w:val="22"/>
          <w:szCs w:val="22"/>
        </w:rPr>
        <w:t xml:space="preserve"> bude centralizovat informace z </w:t>
      </w:r>
      <w:r w:rsidR="00AF4DA9" w:rsidRPr="00B7622F">
        <w:rPr>
          <w:rFonts w:ascii="Arial" w:hAnsi="Arial" w:cs="Arial"/>
          <w:sz w:val="22"/>
          <w:szCs w:val="22"/>
        </w:rPr>
        <w:t xml:space="preserve">jednotlivých </w:t>
      </w:r>
      <w:r w:rsidR="007478D9">
        <w:rPr>
          <w:rFonts w:ascii="Arial" w:hAnsi="Arial" w:cs="Arial"/>
          <w:sz w:val="22"/>
          <w:szCs w:val="22"/>
        </w:rPr>
        <w:t>AP</w:t>
      </w:r>
      <w:r w:rsidR="00092497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092497">
        <w:rPr>
          <w:rFonts w:ascii="Arial" w:hAnsi="Arial" w:cs="Arial"/>
          <w:sz w:val="22"/>
          <w:szCs w:val="22"/>
        </w:rPr>
        <w:t>kontrolerů</w:t>
      </w:r>
      <w:proofErr w:type="spellEnd"/>
      <w:r w:rsidR="007478D9" w:rsidRPr="00B7622F">
        <w:rPr>
          <w:rFonts w:ascii="Arial" w:hAnsi="Arial" w:cs="Arial"/>
          <w:sz w:val="22"/>
          <w:szCs w:val="22"/>
        </w:rPr>
        <w:t xml:space="preserve"> </w:t>
      </w:r>
      <w:r w:rsidR="00B7622F" w:rsidRPr="00B7622F">
        <w:rPr>
          <w:rFonts w:ascii="Arial" w:hAnsi="Arial" w:cs="Arial"/>
          <w:sz w:val="22"/>
          <w:szCs w:val="22"/>
        </w:rPr>
        <w:t xml:space="preserve">za </w:t>
      </w:r>
      <w:r w:rsidR="00AF4DA9" w:rsidRPr="00B7622F">
        <w:rPr>
          <w:rFonts w:ascii="Arial" w:hAnsi="Arial" w:cs="Arial"/>
          <w:sz w:val="22"/>
          <w:szCs w:val="22"/>
        </w:rPr>
        <w:t xml:space="preserve">účelem </w:t>
      </w:r>
      <w:proofErr w:type="spellStart"/>
      <w:r w:rsidR="00AF4DA9" w:rsidRPr="00B7622F">
        <w:rPr>
          <w:rFonts w:ascii="Arial" w:hAnsi="Arial" w:cs="Arial"/>
          <w:sz w:val="22"/>
          <w:szCs w:val="22"/>
        </w:rPr>
        <w:t>dohledování</w:t>
      </w:r>
      <w:proofErr w:type="spellEnd"/>
      <w:r w:rsidR="00AF4DA9" w:rsidRPr="00B7622F">
        <w:rPr>
          <w:rFonts w:ascii="Arial" w:hAnsi="Arial" w:cs="Arial"/>
          <w:sz w:val="22"/>
          <w:szCs w:val="22"/>
        </w:rPr>
        <w:t>, statistiky, reportingu</w:t>
      </w:r>
    </w:p>
    <w:p w:rsidR="006D3EAF" w:rsidRDefault="006D3EAF" w:rsidP="001444D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b/>
          <w:sz w:val="22"/>
          <w:szCs w:val="22"/>
        </w:rPr>
        <w:t xml:space="preserve">Komodita </w:t>
      </w:r>
      <w:r>
        <w:rPr>
          <w:rFonts w:ascii="Arial" w:hAnsi="Arial" w:cs="Arial"/>
          <w:b/>
          <w:sz w:val="22"/>
          <w:szCs w:val="22"/>
        </w:rPr>
        <w:t>9</w:t>
      </w:r>
      <w:r w:rsidRPr="00B7622F">
        <w:rPr>
          <w:rFonts w:ascii="Arial" w:hAnsi="Arial" w:cs="Arial"/>
          <w:b/>
          <w:sz w:val="22"/>
          <w:szCs w:val="22"/>
        </w:rPr>
        <w:t>:</w:t>
      </w:r>
      <w:r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fyzická instalace </w:t>
      </w:r>
      <w:r w:rsidR="0079011E">
        <w:rPr>
          <w:rFonts w:ascii="Arial" w:hAnsi="Arial" w:cs="Arial"/>
          <w:sz w:val="22"/>
          <w:szCs w:val="22"/>
        </w:rPr>
        <w:t>AP</w:t>
      </w:r>
      <w:r>
        <w:rPr>
          <w:rFonts w:ascii="Arial" w:hAnsi="Arial" w:cs="Arial"/>
          <w:sz w:val="22"/>
          <w:szCs w:val="22"/>
        </w:rPr>
        <w:t xml:space="preserve"> a připojení ke</w:t>
      </w:r>
      <w:r w:rsidR="00135CE3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kontroleru</w:t>
      </w:r>
      <w:proofErr w:type="spellEnd"/>
      <w:r w:rsidR="00392E6B">
        <w:rPr>
          <w:rFonts w:ascii="Arial" w:hAnsi="Arial" w:cs="Arial"/>
          <w:sz w:val="22"/>
          <w:szCs w:val="22"/>
        </w:rPr>
        <w:t xml:space="preserve"> (instalace strukturované kabeláže</w:t>
      </w:r>
      <w:r w:rsidR="00092497">
        <w:rPr>
          <w:rFonts w:ascii="Arial" w:hAnsi="Arial" w:cs="Arial"/>
          <w:sz w:val="22"/>
          <w:szCs w:val="22"/>
        </w:rPr>
        <w:t xml:space="preserve"> není součástí</w:t>
      </w:r>
      <w:r w:rsidR="00392E6B">
        <w:rPr>
          <w:rFonts w:ascii="Arial" w:hAnsi="Arial" w:cs="Arial"/>
          <w:sz w:val="22"/>
          <w:szCs w:val="22"/>
        </w:rPr>
        <w:t>)</w:t>
      </w:r>
    </w:p>
    <w:p w:rsidR="005F4EE6" w:rsidRPr="00B7622F" w:rsidRDefault="005F4EE6" w:rsidP="001444DE">
      <w:pPr>
        <w:pStyle w:val="Nadpis5"/>
        <w:spacing w:line="276" w:lineRule="auto"/>
        <w:rPr>
          <w:rFonts w:ascii="Arial" w:hAnsi="Arial" w:cs="Arial"/>
        </w:rPr>
      </w:pPr>
    </w:p>
    <w:p w:rsidR="00E71518" w:rsidRPr="00B7622F" w:rsidRDefault="002E6CD2" w:rsidP="001444DE">
      <w:pPr>
        <w:pStyle w:val="Nadpis5"/>
        <w:spacing w:line="276" w:lineRule="auto"/>
        <w:rPr>
          <w:rFonts w:ascii="Arial" w:hAnsi="Arial" w:cs="Arial"/>
        </w:rPr>
      </w:pPr>
      <w:r w:rsidRPr="00B7622F">
        <w:rPr>
          <w:rFonts w:ascii="Arial" w:hAnsi="Arial" w:cs="Arial"/>
        </w:rPr>
        <w:t>3</w:t>
      </w:r>
      <w:r w:rsidR="00B7622F" w:rsidRPr="00B7622F">
        <w:rPr>
          <w:rFonts w:ascii="Arial" w:hAnsi="Arial" w:cs="Arial"/>
        </w:rPr>
        <w:t>. Rozšířená</w:t>
      </w:r>
      <w:r w:rsidR="00E71518" w:rsidRPr="00B7622F">
        <w:rPr>
          <w:rFonts w:ascii="Arial" w:hAnsi="Arial" w:cs="Arial"/>
        </w:rPr>
        <w:t xml:space="preserve"> specifikace předmětu </w:t>
      </w:r>
      <w:r w:rsidR="005C2593">
        <w:rPr>
          <w:rFonts w:ascii="Arial" w:hAnsi="Arial" w:cs="Arial"/>
        </w:rPr>
        <w:t xml:space="preserve">veřejné </w:t>
      </w:r>
      <w:r w:rsidR="00E71518" w:rsidRPr="00B7622F">
        <w:rPr>
          <w:rFonts w:ascii="Arial" w:hAnsi="Arial" w:cs="Arial"/>
        </w:rPr>
        <w:t>zakázky</w:t>
      </w:r>
      <w:r w:rsidR="0047369C" w:rsidRPr="00B7622F">
        <w:rPr>
          <w:rFonts w:ascii="Arial" w:hAnsi="Arial" w:cs="Arial"/>
        </w:rPr>
        <w:t>:</w:t>
      </w:r>
    </w:p>
    <w:p w:rsidR="00FA4CB4" w:rsidRDefault="00FA4CB4" w:rsidP="00FA4CB4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požadované technické parametry jsou minimální požadavky pro zařízení.</w:t>
      </w:r>
    </w:p>
    <w:p w:rsidR="00A00611" w:rsidRDefault="00A00611" w:rsidP="00A00611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7EC">
        <w:rPr>
          <w:rFonts w:ascii="Arial" w:hAnsi="Arial" w:cs="Arial"/>
          <w:sz w:val="22"/>
          <w:szCs w:val="22"/>
        </w:rPr>
        <w:t xml:space="preserve">Veškeré požadované funkce řešení musí být dostupné i při přerušení konektivity do sítě internet a k centrálnímu management software - </w:t>
      </w:r>
      <w:r w:rsidRPr="00F858F0">
        <w:rPr>
          <w:rFonts w:ascii="Arial" w:hAnsi="Arial" w:cs="Arial"/>
          <w:sz w:val="22"/>
          <w:szCs w:val="22"/>
        </w:rPr>
        <w:t>zadavatel požaduje on-premise řešení</w:t>
      </w:r>
      <w:r>
        <w:rPr>
          <w:rFonts w:ascii="Arial" w:hAnsi="Arial" w:cs="Arial"/>
          <w:sz w:val="22"/>
          <w:szCs w:val="22"/>
        </w:rPr>
        <w:t>.</w:t>
      </w:r>
    </w:p>
    <w:p w:rsidR="00A00611" w:rsidRDefault="00A00611" w:rsidP="00A0061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0076">
        <w:rPr>
          <w:rFonts w:ascii="Arial" w:hAnsi="Arial" w:cs="Arial"/>
          <w:sz w:val="22"/>
          <w:szCs w:val="22"/>
        </w:rPr>
        <w:t>Pokud budou dodávány komodity 1 až 4</w:t>
      </w:r>
      <w:r>
        <w:rPr>
          <w:rFonts w:ascii="Arial" w:hAnsi="Arial" w:cs="Arial"/>
          <w:sz w:val="22"/>
          <w:szCs w:val="22"/>
        </w:rPr>
        <w:t xml:space="preserve">, </w:t>
      </w:r>
      <w:r w:rsidRPr="00660076">
        <w:rPr>
          <w:rFonts w:ascii="Arial" w:hAnsi="Arial" w:cs="Arial"/>
          <w:sz w:val="22"/>
          <w:szCs w:val="22"/>
        </w:rPr>
        <w:t>předpokládá</w:t>
      </w:r>
      <w:r>
        <w:rPr>
          <w:rFonts w:ascii="Arial" w:hAnsi="Arial" w:cs="Arial"/>
          <w:sz w:val="22"/>
          <w:szCs w:val="22"/>
        </w:rPr>
        <w:t xml:space="preserve"> se</w:t>
      </w:r>
      <w:r w:rsidRPr="00660076">
        <w:rPr>
          <w:rFonts w:ascii="Arial" w:hAnsi="Arial" w:cs="Arial"/>
          <w:sz w:val="22"/>
          <w:szCs w:val="22"/>
        </w:rPr>
        <w:t xml:space="preserve"> </w:t>
      </w:r>
      <w:r w:rsidRPr="00086585">
        <w:rPr>
          <w:rFonts w:ascii="Arial" w:hAnsi="Arial" w:cs="Arial"/>
          <w:sz w:val="22"/>
          <w:szCs w:val="22"/>
        </w:rPr>
        <w:t xml:space="preserve">“krabicové” </w:t>
      </w:r>
      <w:r w:rsidRPr="00660076">
        <w:rPr>
          <w:rFonts w:ascii="Arial" w:hAnsi="Arial" w:cs="Arial"/>
          <w:sz w:val="22"/>
          <w:szCs w:val="22"/>
        </w:rPr>
        <w:t>do</w:t>
      </w:r>
      <w:r w:rsidRPr="00CB4654">
        <w:rPr>
          <w:rFonts w:ascii="Arial" w:hAnsi="Arial" w:cs="Arial"/>
          <w:sz w:val="22"/>
          <w:szCs w:val="22"/>
        </w:rPr>
        <w:t>dání s možností</w:t>
      </w:r>
      <w:r w:rsidRPr="00660076">
        <w:rPr>
          <w:rFonts w:ascii="Arial" w:hAnsi="Arial" w:cs="Arial"/>
          <w:sz w:val="22"/>
          <w:szCs w:val="22"/>
        </w:rPr>
        <w:t xml:space="preserve"> telefonické konzultace (instalace AP je možná nákupem komodity 9).</w:t>
      </w:r>
    </w:p>
    <w:p w:rsidR="00E7100F" w:rsidRPr="00086585" w:rsidRDefault="00E7100F" w:rsidP="00A0061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0ED9" w:rsidRPr="00E7100F" w:rsidRDefault="00597176" w:rsidP="00E7100F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E7100F">
        <w:rPr>
          <w:rFonts w:ascii="Arial" w:hAnsi="Arial" w:cs="Arial"/>
          <w:b/>
          <w:sz w:val="22"/>
          <w:szCs w:val="22"/>
        </w:rPr>
        <w:lastRenderedPageBreak/>
        <w:t>T</w:t>
      </w:r>
      <w:r w:rsidR="00E71518" w:rsidRPr="00E7100F">
        <w:rPr>
          <w:rFonts w:ascii="Arial" w:hAnsi="Arial" w:cs="Arial"/>
          <w:b/>
          <w:sz w:val="22"/>
          <w:szCs w:val="22"/>
        </w:rPr>
        <w:t>echnická kritéria pro veškeré přístupové body</w:t>
      </w:r>
      <w:r w:rsidR="000F5816" w:rsidRPr="00E7100F">
        <w:rPr>
          <w:rFonts w:ascii="Arial" w:hAnsi="Arial" w:cs="Arial"/>
          <w:b/>
          <w:sz w:val="22"/>
          <w:szCs w:val="22"/>
        </w:rPr>
        <w:t xml:space="preserve"> komodit 1-4</w:t>
      </w:r>
    </w:p>
    <w:p w:rsidR="003B0ED9" w:rsidRPr="00A00611" w:rsidRDefault="00912CD0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A4CB4">
        <w:rPr>
          <w:rFonts w:ascii="Arial" w:hAnsi="Arial" w:cs="Arial"/>
          <w:sz w:val="22"/>
          <w:szCs w:val="22"/>
        </w:rPr>
        <w:t>k</w:t>
      </w:r>
      <w:r w:rsidR="006C0FCE" w:rsidRPr="00FA4CB4">
        <w:rPr>
          <w:rFonts w:ascii="Arial" w:hAnsi="Arial" w:cs="Arial"/>
          <w:sz w:val="22"/>
          <w:szCs w:val="22"/>
        </w:rPr>
        <w:t>onfigurace minimálně via SSH</w:t>
      </w:r>
      <w:r w:rsidR="003B0ED9" w:rsidRPr="00A0061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B0ED9" w:rsidRPr="00A00611">
        <w:rPr>
          <w:rFonts w:ascii="Arial" w:hAnsi="Arial" w:cs="Arial"/>
          <w:sz w:val="22"/>
          <w:szCs w:val="22"/>
        </w:rPr>
        <w:t>seriový</w:t>
      </w:r>
      <w:proofErr w:type="spellEnd"/>
      <w:r w:rsidR="003B0ED9" w:rsidRPr="00A006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B0ED9" w:rsidRPr="00A00611">
        <w:rPr>
          <w:rFonts w:ascii="Arial" w:hAnsi="Arial" w:cs="Arial"/>
          <w:sz w:val="22"/>
          <w:szCs w:val="22"/>
        </w:rPr>
        <w:t>console</w:t>
      </w:r>
      <w:proofErr w:type="spellEnd"/>
      <w:r w:rsidR="003B0ED9" w:rsidRPr="00A00611">
        <w:rPr>
          <w:rFonts w:ascii="Arial" w:hAnsi="Arial" w:cs="Arial"/>
          <w:sz w:val="22"/>
          <w:szCs w:val="22"/>
        </w:rPr>
        <w:t xml:space="preserve"> port</w:t>
      </w:r>
    </w:p>
    <w:p w:rsidR="00E71518" w:rsidRPr="00B7622F" w:rsidRDefault="00E71518" w:rsidP="00DE3FBC">
      <w:pPr>
        <w:pStyle w:val="Odstavecseseznamem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B7622F">
        <w:rPr>
          <w:rFonts w:cs="Arial"/>
          <w:sz w:val="22"/>
          <w:szCs w:val="22"/>
        </w:rPr>
        <w:t>minimálně 1x RJ45 lan port 10/100/1000Mbps</w:t>
      </w:r>
    </w:p>
    <w:p w:rsidR="00E71518" w:rsidRPr="00B7622F" w:rsidRDefault="00E71518" w:rsidP="00DE3FBC">
      <w:pPr>
        <w:pStyle w:val="Odstavecseseznamem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B7622F">
        <w:rPr>
          <w:rFonts w:cs="Arial"/>
          <w:sz w:val="22"/>
          <w:szCs w:val="22"/>
        </w:rPr>
        <w:t xml:space="preserve">napájení přes </w:t>
      </w:r>
      <w:proofErr w:type="spellStart"/>
      <w:r w:rsidRPr="00B7622F">
        <w:rPr>
          <w:rFonts w:cs="Arial"/>
          <w:sz w:val="22"/>
          <w:szCs w:val="22"/>
        </w:rPr>
        <w:t>PoE</w:t>
      </w:r>
      <w:proofErr w:type="spellEnd"/>
      <w:r w:rsidRPr="00B7622F">
        <w:rPr>
          <w:rFonts w:cs="Arial"/>
          <w:sz w:val="22"/>
          <w:szCs w:val="22"/>
        </w:rPr>
        <w:t>, standardu 802.3a</w:t>
      </w:r>
      <w:r w:rsidR="005F4584" w:rsidRPr="00B7622F">
        <w:rPr>
          <w:rFonts w:cs="Arial"/>
          <w:sz w:val="22"/>
          <w:szCs w:val="22"/>
        </w:rPr>
        <w:t>f nebo at</w:t>
      </w:r>
    </w:p>
    <w:p w:rsidR="00EF69E8" w:rsidRPr="00B7622F" w:rsidRDefault="00EC04A3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certifikace Wi-Fi </w:t>
      </w:r>
      <w:proofErr w:type="spellStart"/>
      <w:r w:rsidRPr="00B7622F">
        <w:rPr>
          <w:rFonts w:ascii="Arial" w:hAnsi="Arial" w:cs="Arial"/>
          <w:sz w:val="22"/>
          <w:szCs w:val="22"/>
        </w:rPr>
        <w:t>Al</w:t>
      </w:r>
      <w:r w:rsidR="005D2D1A" w:rsidRPr="00B7622F">
        <w:rPr>
          <w:rFonts w:ascii="Arial" w:hAnsi="Arial" w:cs="Arial"/>
          <w:sz w:val="22"/>
          <w:szCs w:val="22"/>
        </w:rPr>
        <w:t>l</w:t>
      </w:r>
      <w:r w:rsidRPr="00B7622F">
        <w:rPr>
          <w:rFonts w:ascii="Arial" w:hAnsi="Arial" w:cs="Arial"/>
          <w:sz w:val="22"/>
          <w:szCs w:val="22"/>
        </w:rPr>
        <w:t>iance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</w:p>
    <w:p w:rsidR="00EF69E8" w:rsidRPr="00DE3FBC" w:rsidRDefault="00BF49EE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802.11 </w:t>
      </w:r>
      <w:r w:rsidR="0022680D" w:rsidRPr="00B7622F">
        <w:rPr>
          <w:rFonts w:ascii="Arial" w:hAnsi="Arial" w:cs="Arial"/>
          <w:sz w:val="22"/>
          <w:szCs w:val="22"/>
        </w:rPr>
        <w:t>g/n + 802.11a/n</w:t>
      </w:r>
      <w:r w:rsidR="0089066B" w:rsidRPr="00B7622F">
        <w:rPr>
          <w:rFonts w:ascii="Arial" w:hAnsi="Arial" w:cs="Arial"/>
          <w:sz w:val="22"/>
          <w:szCs w:val="22"/>
        </w:rPr>
        <w:t>/</w:t>
      </w:r>
      <w:proofErr w:type="spellStart"/>
      <w:r w:rsidR="0089066B" w:rsidRPr="00B7622F">
        <w:rPr>
          <w:rFonts w:ascii="Arial" w:hAnsi="Arial" w:cs="Arial"/>
          <w:sz w:val="22"/>
          <w:szCs w:val="22"/>
        </w:rPr>
        <w:t>ac</w:t>
      </w:r>
      <w:proofErr w:type="spellEnd"/>
      <w:r w:rsidR="0022680D" w:rsidRPr="00B7622F">
        <w:rPr>
          <w:rFonts w:ascii="Arial" w:hAnsi="Arial" w:cs="Arial"/>
          <w:sz w:val="22"/>
          <w:szCs w:val="22"/>
        </w:rPr>
        <w:t xml:space="preserve"> pracující v</w:t>
      </w:r>
      <w:r w:rsidR="001B1F35" w:rsidRPr="00B7622F">
        <w:rPr>
          <w:rFonts w:ascii="Arial" w:hAnsi="Arial" w:cs="Arial"/>
          <w:sz w:val="22"/>
          <w:szCs w:val="22"/>
        </w:rPr>
        <w:t> </w:t>
      </w:r>
      <w:r w:rsidR="0022680D" w:rsidRPr="00B7622F">
        <w:rPr>
          <w:rFonts w:ascii="Arial" w:hAnsi="Arial" w:cs="Arial"/>
          <w:sz w:val="22"/>
          <w:szCs w:val="22"/>
        </w:rPr>
        <w:t>souběhu</w:t>
      </w:r>
      <w:r w:rsidR="001B1F35" w:rsidRPr="00B7622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B1F35" w:rsidRPr="00B7622F">
        <w:rPr>
          <w:rFonts w:ascii="Arial" w:hAnsi="Arial" w:cs="Arial"/>
          <w:sz w:val="22"/>
          <w:szCs w:val="22"/>
        </w:rPr>
        <w:t>dual</w:t>
      </w:r>
      <w:proofErr w:type="spellEnd"/>
      <w:r w:rsidR="001B1F35"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1F35" w:rsidRPr="00B7622F">
        <w:rPr>
          <w:rFonts w:ascii="Arial" w:hAnsi="Arial" w:cs="Arial"/>
          <w:sz w:val="22"/>
          <w:szCs w:val="22"/>
        </w:rPr>
        <w:t>radio</w:t>
      </w:r>
      <w:proofErr w:type="spellEnd"/>
      <w:r w:rsidR="001B1F35" w:rsidRPr="00B7622F">
        <w:rPr>
          <w:rFonts w:ascii="Arial" w:hAnsi="Arial" w:cs="Arial"/>
          <w:sz w:val="22"/>
          <w:szCs w:val="22"/>
        </w:rPr>
        <w:t>)</w:t>
      </w:r>
    </w:p>
    <w:p w:rsidR="001A1E19" w:rsidRPr="0083618A" w:rsidRDefault="001A1E19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WPA, WPA2, WPA3</w:t>
      </w:r>
    </w:p>
    <w:p w:rsidR="003B0ED9" w:rsidRPr="00B7622F" w:rsidRDefault="00F04AB2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ruční i automatick</w:t>
      </w:r>
      <w:r w:rsidR="009E7380" w:rsidRPr="00B7622F">
        <w:rPr>
          <w:rFonts w:ascii="Arial" w:hAnsi="Arial" w:cs="Arial"/>
          <w:sz w:val="22"/>
          <w:szCs w:val="22"/>
        </w:rPr>
        <w:t>á</w:t>
      </w:r>
      <w:r w:rsidRPr="00B7622F">
        <w:rPr>
          <w:rFonts w:ascii="Arial" w:hAnsi="Arial" w:cs="Arial"/>
          <w:sz w:val="22"/>
          <w:szCs w:val="22"/>
        </w:rPr>
        <w:t xml:space="preserve"> volb</w:t>
      </w:r>
      <w:r w:rsidR="009E7380" w:rsidRPr="00B7622F">
        <w:rPr>
          <w:rFonts w:ascii="Arial" w:hAnsi="Arial" w:cs="Arial"/>
          <w:sz w:val="22"/>
          <w:szCs w:val="22"/>
        </w:rPr>
        <w:t>a</w:t>
      </w:r>
      <w:r w:rsidRPr="00B7622F">
        <w:rPr>
          <w:rFonts w:ascii="Arial" w:hAnsi="Arial" w:cs="Arial"/>
          <w:sz w:val="22"/>
          <w:szCs w:val="22"/>
        </w:rPr>
        <w:t xml:space="preserve"> kanálu (RF management)</w:t>
      </w:r>
    </w:p>
    <w:p w:rsidR="003B0ED9" w:rsidRPr="00B7622F" w:rsidRDefault="00051356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AP v souladu s DFS </w:t>
      </w:r>
    </w:p>
    <w:p w:rsidR="003B0ED9" w:rsidRPr="00B7622F" w:rsidRDefault="00051356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RF Management musí vybrat nové kanály na základě SNR (</w:t>
      </w:r>
      <w:proofErr w:type="spellStart"/>
      <w:r w:rsidRPr="00B7622F">
        <w:rPr>
          <w:rFonts w:ascii="Arial" w:hAnsi="Arial" w:cs="Arial"/>
          <w:sz w:val="22"/>
          <w:szCs w:val="22"/>
        </w:rPr>
        <w:t>signal</w:t>
      </w:r>
      <w:proofErr w:type="spellEnd"/>
      <w:r w:rsidRPr="00B7622F">
        <w:rPr>
          <w:rFonts w:ascii="Arial" w:hAnsi="Arial" w:cs="Arial"/>
          <w:sz w:val="22"/>
          <w:szCs w:val="22"/>
        </w:rPr>
        <w:t>-to-</w:t>
      </w:r>
      <w:proofErr w:type="spellStart"/>
      <w:r w:rsidRPr="00B7622F">
        <w:rPr>
          <w:rFonts w:ascii="Arial" w:hAnsi="Arial" w:cs="Arial"/>
          <w:sz w:val="22"/>
          <w:szCs w:val="22"/>
        </w:rPr>
        <w:t>noise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ratio) a vytížení kanálu</w:t>
      </w:r>
    </w:p>
    <w:p w:rsidR="003B0ED9" w:rsidRPr="00B7622F" w:rsidRDefault="00912CD0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v</w:t>
      </w:r>
      <w:r w:rsidR="0054298D" w:rsidRPr="00B7622F">
        <w:rPr>
          <w:rFonts w:ascii="Arial" w:hAnsi="Arial" w:cs="Arial"/>
          <w:sz w:val="22"/>
          <w:szCs w:val="22"/>
        </w:rPr>
        <w:t>irtuální SSID s podporou mini</w:t>
      </w:r>
      <w:r w:rsidR="002172EF" w:rsidRPr="00B7622F">
        <w:rPr>
          <w:rFonts w:ascii="Arial" w:hAnsi="Arial" w:cs="Arial"/>
          <w:sz w:val="22"/>
          <w:szCs w:val="22"/>
        </w:rPr>
        <w:t xml:space="preserve">málně </w:t>
      </w:r>
      <w:r w:rsidR="00B832E1" w:rsidRPr="00B7622F">
        <w:rPr>
          <w:rFonts w:ascii="Arial" w:hAnsi="Arial" w:cs="Arial"/>
          <w:sz w:val="22"/>
          <w:szCs w:val="22"/>
        </w:rPr>
        <w:t>1</w:t>
      </w:r>
      <w:r w:rsidR="00E3224B">
        <w:rPr>
          <w:rFonts w:ascii="Arial" w:hAnsi="Arial" w:cs="Arial"/>
          <w:sz w:val="22"/>
          <w:szCs w:val="22"/>
        </w:rPr>
        <w:t>0</w:t>
      </w:r>
      <w:r w:rsidR="002172EF" w:rsidRPr="00B7622F">
        <w:rPr>
          <w:rFonts w:ascii="Arial" w:hAnsi="Arial" w:cs="Arial"/>
          <w:sz w:val="22"/>
          <w:szCs w:val="22"/>
        </w:rPr>
        <w:t xml:space="preserve"> vyzařovaných sítí/</w:t>
      </w:r>
      <w:proofErr w:type="spellStart"/>
      <w:r w:rsidR="002172EF" w:rsidRPr="00B7622F">
        <w:rPr>
          <w:rFonts w:ascii="Arial" w:hAnsi="Arial" w:cs="Arial"/>
          <w:sz w:val="22"/>
          <w:szCs w:val="22"/>
        </w:rPr>
        <w:t>radio</w:t>
      </w:r>
      <w:proofErr w:type="spellEnd"/>
    </w:p>
    <w:p w:rsidR="003B0ED9" w:rsidRPr="00B7622F" w:rsidRDefault="0054298D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802.1q, mapování </w:t>
      </w:r>
      <w:proofErr w:type="gramStart"/>
      <w:r w:rsidRPr="00B7622F">
        <w:rPr>
          <w:rFonts w:ascii="Arial" w:hAnsi="Arial" w:cs="Arial"/>
          <w:sz w:val="22"/>
          <w:szCs w:val="22"/>
        </w:rPr>
        <w:t>VLAN</w:t>
      </w:r>
      <w:proofErr w:type="gramEnd"/>
      <w:r w:rsidRPr="00B7622F">
        <w:rPr>
          <w:rFonts w:ascii="Arial" w:hAnsi="Arial" w:cs="Arial"/>
          <w:sz w:val="22"/>
          <w:szCs w:val="22"/>
        </w:rPr>
        <w:t>–</w:t>
      </w:r>
      <w:proofErr w:type="gramStart"/>
      <w:r w:rsidRPr="00B7622F">
        <w:rPr>
          <w:rFonts w:ascii="Arial" w:hAnsi="Arial" w:cs="Arial"/>
          <w:sz w:val="22"/>
          <w:szCs w:val="22"/>
        </w:rPr>
        <w:t>BSSID</w:t>
      </w:r>
      <w:proofErr w:type="gramEnd"/>
      <w:r w:rsidRPr="00B7622F">
        <w:rPr>
          <w:rFonts w:ascii="Arial" w:hAnsi="Arial" w:cs="Arial"/>
          <w:sz w:val="22"/>
          <w:szCs w:val="22"/>
        </w:rPr>
        <w:t xml:space="preserve"> včetně virtuálních</w:t>
      </w:r>
      <w:r w:rsidR="00A231BC" w:rsidRPr="00B7622F">
        <w:rPr>
          <w:rFonts w:ascii="Arial" w:hAnsi="Arial" w:cs="Arial"/>
          <w:sz w:val="22"/>
          <w:szCs w:val="22"/>
        </w:rPr>
        <w:t xml:space="preserve"> a to i </w:t>
      </w:r>
      <w:r w:rsidR="00B832E1" w:rsidRPr="00B7622F">
        <w:rPr>
          <w:rFonts w:ascii="Arial" w:hAnsi="Arial" w:cs="Arial"/>
          <w:sz w:val="22"/>
          <w:szCs w:val="22"/>
        </w:rPr>
        <w:t>při</w:t>
      </w:r>
      <w:r w:rsidR="00A231BC" w:rsidRPr="00B7622F">
        <w:rPr>
          <w:rFonts w:ascii="Arial" w:hAnsi="Arial" w:cs="Arial"/>
          <w:sz w:val="22"/>
          <w:szCs w:val="22"/>
        </w:rPr>
        <w:t xml:space="preserve"> </w:t>
      </w:r>
      <w:r w:rsidR="00B832E1" w:rsidRPr="00B7622F">
        <w:rPr>
          <w:rFonts w:ascii="Arial" w:hAnsi="Arial" w:cs="Arial"/>
          <w:sz w:val="22"/>
          <w:szCs w:val="22"/>
        </w:rPr>
        <w:t xml:space="preserve">nedostupnosti </w:t>
      </w:r>
      <w:proofErr w:type="spellStart"/>
      <w:r w:rsidR="00A231BC" w:rsidRPr="00B7622F">
        <w:rPr>
          <w:rFonts w:ascii="Arial" w:hAnsi="Arial" w:cs="Arial"/>
          <w:sz w:val="22"/>
          <w:szCs w:val="22"/>
        </w:rPr>
        <w:t>kontroleru</w:t>
      </w:r>
      <w:proofErr w:type="spellEnd"/>
    </w:p>
    <w:p w:rsidR="003B0ED9" w:rsidRPr="00B7622F" w:rsidRDefault="007D4357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ochrana rychlejších klientů na stejném rádiu</w:t>
      </w:r>
    </w:p>
    <w:p w:rsidR="00EC04A3" w:rsidRPr="00B7622F" w:rsidRDefault="00EF69E8" w:rsidP="00DE3FBC">
      <w:pPr>
        <w:pStyle w:val="Odstavecseseznamem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B7622F">
        <w:rPr>
          <w:rFonts w:cs="Arial"/>
          <w:sz w:val="22"/>
          <w:szCs w:val="22"/>
        </w:rPr>
        <w:t>L2</w:t>
      </w:r>
      <w:r w:rsidR="00EC04A3" w:rsidRPr="00B7622F">
        <w:rPr>
          <w:rFonts w:cs="Arial"/>
          <w:sz w:val="22"/>
          <w:szCs w:val="22"/>
        </w:rPr>
        <w:t xml:space="preserve"> izolace bezdrátových klientů</w:t>
      </w:r>
    </w:p>
    <w:p w:rsidR="003B0ED9" w:rsidRPr="00B7622F" w:rsidRDefault="003B0ED9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CAPWAP </w:t>
      </w:r>
      <w:r w:rsidR="00AA3ED3" w:rsidRPr="00B7622F">
        <w:rPr>
          <w:rFonts w:ascii="Arial" w:hAnsi="Arial" w:cs="Arial"/>
          <w:sz w:val="22"/>
          <w:szCs w:val="22"/>
        </w:rPr>
        <w:t xml:space="preserve">tunelování provozu na </w:t>
      </w:r>
      <w:proofErr w:type="spellStart"/>
      <w:r w:rsidR="00AA3ED3"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="00AA3ED3" w:rsidRPr="00B7622F">
        <w:rPr>
          <w:rFonts w:ascii="Arial" w:hAnsi="Arial" w:cs="Arial"/>
          <w:sz w:val="22"/>
          <w:szCs w:val="22"/>
        </w:rPr>
        <w:t xml:space="preserve"> a </w:t>
      </w:r>
      <w:r w:rsidRPr="00B7622F">
        <w:rPr>
          <w:rFonts w:ascii="Arial" w:hAnsi="Arial" w:cs="Arial"/>
          <w:sz w:val="22"/>
          <w:szCs w:val="22"/>
        </w:rPr>
        <w:t xml:space="preserve">možnost zapouzdření dat z vysílaných sítí do </w:t>
      </w:r>
      <w:r w:rsidR="001227C9" w:rsidRPr="00B7622F">
        <w:rPr>
          <w:rFonts w:ascii="Arial" w:hAnsi="Arial" w:cs="Arial"/>
          <w:sz w:val="22"/>
          <w:szCs w:val="22"/>
        </w:rPr>
        <w:t xml:space="preserve">CAPWAP </w:t>
      </w:r>
      <w:r w:rsidRPr="00B7622F">
        <w:rPr>
          <w:rFonts w:ascii="Arial" w:hAnsi="Arial" w:cs="Arial"/>
          <w:sz w:val="22"/>
          <w:szCs w:val="22"/>
        </w:rPr>
        <w:t>tunelu</w:t>
      </w:r>
      <w:r w:rsidR="00B832E1" w:rsidRPr="00B7622F">
        <w:rPr>
          <w:rFonts w:ascii="Arial" w:hAnsi="Arial" w:cs="Arial"/>
          <w:sz w:val="22"/>
          <w:szCs w:val="22"/>
        </w:rPr>
        <w:t xml:space="preserve"> nebo obdobné tunelovací řešení</w:t>
      </w:r>
    </w:p>
    <w:p w:rsidR="003B0ED9" w:rsidRPr="00B7622F" w:rsidRDefault="003B0ED9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možno</w:t>
      </w:r>
      <w:r w:rsidR="00564476" w:rsidRPr="00B7622F">
        <w:rPr>
          <w:rFonts w:ascii="Arial" w:hAnsi="Arial" w:cs="Arial"/>
          <w:sz w:val="22"/>
          <w:szCs w:val="22"/>
        </w:rPr>
        <w:t>s</w:t>
      </w:r>
      <w:r w:rsidRPr="00B7622F">
        <w:rPr>
          <w:rFonts w:ascii="Arial" w:hAnsi="Arial" w:cs="Arial"/>
          <w:sz w:val="22"/>
          <w:szCs w:val="22"/>
        </w:rPr>
        <w:t xml:space="preserve">t </w:t>
      </w:r>
      <w:r w:rsidR="00AA3ED3" w:rsidRPr="00B7622F">
        <w:rPr>
          <w:rFonts w:ascii="Arial" w:hAnsi="Arial" w:cs="Arial"/>
          <w:sz w:val="22"/>
          <w:szCs w:val="22"/>
        </w:rPr>
        <w:t xml:space="preserve">přepínání </w:t>
      </w:r>
      <w:r w:rsidRPr="00B7622F">
        <w:rPr>
          <w:rFonts w:ascii="Arial" w:hAnsi="Arial" w:cs="Arial"/>
          <w:sz w:val="22"/>
          <w:szCs w:val="22"/>
        </w:rPr>
        <w:t xml:space="preserve">provozu ze sítí lokálně na AP (do VLAN) </w:t>
      </w:r>
      <w:r w:rsidR="00B832E1" w:rsidRPr="00B7622F">
        <w:rPr>
          <w:rFonts w:ascii="Arial" w:hAnsi="Arial" w:cs="Arial"/>
          <w:sz w:val="22"/>
          <w:szCs w:val="22"/>
        </w:rPr>
        <w:t>nebo</w:t>
      </w:r>
      <w:r w:rsidRPr="00B7622F">
        <w:rPr>
          <w:rFonts w:ascii="Arial" w:hAnsi="Arial" w:cs="Arial"/>
          <w:sz w:val="22"/>
          <w:szCs w:val="22"/>
        </w:rPr>
        <w:t xml:space="preserve"> až na </w:t>
      </w:r>
      <w:proofErr w:type="spellStart"/>
      <w:r w:rsidRPr="00B7622F">
        <w:rPr>
          <w:rFonts w:ascii="Arial" w:hAnsi="Arial" w:cs="Arial"/>
          <w:sz w:val="22"/>
          <w:szCs w:val="22"/>
        </w:rPr>
        <w:t>kontroleru</w:t>
      </w:r>
      <w:proofErr w:type="spellEnd"/>
    </w:p>
    <w:p w:rsidR="003B0ED9" w:rsidRPr="00B7622F" w:rsidRDefault="007D4357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802.11e protokol včetně WMM a U-APSD</w:t>
      </w:r>
    </w:p>
    <w:p w:rsidR="003B0ED9" w:rsidRPr="00933AA4" w:rsidRDefault="00266FA6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3AA4">
        <w:rPr>
          <w:rFonts w:ascii="Arial" w:hAnsi="Arial" w:cs="Arial"/>
          <w:sz w:val="22"/>
          <w:szCs w:val="22"/>
        </w:rPr>
        <w:t>“</w:t>
      </w:r>
      <w:proofErr w:type="spellStart"/>
      <w:r w:rsidRPr="00933AA4">
        <w:rPr>
          <w:rFonts w:ascii="Arial" w:hAnsi="Arial" w:cs="Arial"/>
          <w:sz w:val="22"/>
          <w:szCs w:val="22"/>
        </w:rPr>
        <w:t>plug</w:t>
      </w:r>
      <w:proofErr w:type="spellEnd"/>
      <w:r w:rsidRPr="00933AA4">
        <w:rPr>
          <w:rFonts w:ascii="Arial" w:hAnsi="Arial" w:cs="Arial"/>
          <w:sz w:val="22"/>
          <w:szCs w:val="22"/>
        </w:rPr>
        <w:t xml:space="preserve"> and play” instalace</w:t>
      </w:r>
      <w:r w:rsidR="00356DE1" w:rsidRPr="00933AA4">
        <w:rPr>
          <w:rFonts w:ascii="Arial" w:hAnsi="Arial" w:cs="Arial"/>
          <w:sz w:val="22"/>
          <w:szCs w:val="22"/>
        </w:rPr>
        <w:t xml:space="preserve"> = (AP si vyhledá</w:t>
      </w:r>
      <w:r w:rsidR="008824A7" w:rsidRPr="00933A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824A7" w:rsidRPr="00933AA4">
        <w:rPr>
          <w:rFonts w:ascii="Arial" w:hAnsi="Arial" w:cs="Arial"/>
          <w:sz w:val="22"/>
          <w:szCs w:val="22"/>
        </w:rPr>
        <w:t>kontroler</w:t>
      </w:r>
      <w:proofErr w:type="spellEnd"/>
      <w:r w:rsidR="006C0FCE" w:rsidRPr="00933AA4">
        <w:rPr>
          <w:rFonts w:ascii="Arial" w:hAnsi="Arial" w:cs="Arial"/>
          <w:sz w:val="22"/>
          <w:szCs w:val="22"/>
        </w:rPr>
        <w:t xml:space="preserve"> a nakonfiguruje </w:t>
      </w:r>
      <w:r w:rsidR="00B832E1" w:rsidRPr="00933AA4">
        <w:rPr>
          <w:rFonts w:ascii="Arial" w:hAnsi="Arial" w:cs="Arial"/>
          <w:sz w:val="22"/>
          <w:szCs w:val="22"/>
        </w:rPr>
        <w:t>se</w:t>
      </w:r>
      <w:r w:rsidR="00356DE1" w:rsidRPr="00933AA4">
        <w:rPr>
          <w:rFonts w:ascii="Arial" w:hAnsi="Arial" w:cs="Arial"/>
          <w:sz w:val="22"/>
          <w:szCs w:val="22"/>
        </w:rPr>
        <w:t>)</w:t>
      </w:r>
    </w:p>
    <w:p w:rsidR="003B0ED9" w:rsidRPr="00933AA4" w:rsidRDefault="00912CD0" w:rsidP="00933AA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3AA4">
        <w:rPr>
          <w:rFonts w:ascii="Arial" w:hAnsi="Arial" w:cs="Arial"/>
          <w:sz w:val="22"/>
          <w:szCs w:val="22"/>
        </w:rPr>
        <w:t>m</w:t>
      </w:r>
      <w:r w:rsidR="00DB340D" w:rsidRPr="00933AA4">
        <w:rPr>
          <w:rFonts w:ascii="Arial" w:hAnsi="Arial" w:cs="Arial"/>
          <w:sz w:val="22"/>
          <w:szCs w:val="22"/>
        </w:rPr>
        <w:t>onitoring AP z </w:t>
      </w:r>
      <w:proofErr w:type="spellStart"/>
      <w:r w:rsidR="0017366F" w:rsidRPr="00933AA4">
        <w:rPr>
          <w:rFonts w:ascii="Arial" w:hAnsi="Arial" w:cs="Arial"/>
          <w:sz w:val="22"/>
          <w:szCs w:val="22"/>
        </w:rPr>
        <w:t>kontroleru</w:t>
      </w:r>
      <w:proofErr w:type="spellEnd"/>
    </w:p>
    <w:p w:rsidR="003B0ED9" w:rsidRPr="00B7622F" w:rsidRDefault="00912CD0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p</w:t>
      </w:r>
      <w:r w:rsidR="00AC494C" w:rsidRPr="00B7622F">
        <w:rPr>
          <w:rFonts w:ascii="Arial" w:hAnsi="Arial" w:cs="Arial"/>
          <w:sz w:val="22"/>
          <w:szCs w:val="22"/>
        </w:rPr>
        <w:t xml:space="preserve">ři výpadku </w:t>
      </w:r>
      <w:r w:rsidR="005D2D1A" w:rsidRPr="00B7622F">
        <w:rPr>
          <w:rFonts w:ascii="Arial" w:hAnsi="Arial" w:cs="Arial"/>
          <w:sz w:val="22"/>
          <w:szCs w:val="22"/>
        </w:rPr>
        <w:t>AP</w:t>
      </w:r>
      <w:r w:rsidR="00AC2409" w:rsidRPr="00B7622F">
        <w:rPr>
          <w:rFonts w:ascii="Arial" w:hAnsi="Arial" w:cs="Arial"/>
          <w:sz w:val="22"/>
          <w:szCs w:val="22"/>
        </w:rPr>
        <w:t xml:space="preserve"> musí</w:t>
      </w:r>
      <w:r w:rsidR="00AC494C" w:rsidRPr="00B7622F">
        <w:rPr>
          <w:rFonts w:ascii="Arial" w:hAnsi="Arial" w:cs="Arial"/>
          <w:sz w:val="22"/>
          <w:szCs w:val="22"/>
        </w:rPr>
        <w:t xml:space="preserve"> okolní AP zvýšit vlastní výkon</w:t>
      </w:r>
      <w:r w:rsidR="00AC2409" w:rsidRPr="00B7622F">
        <w:rPr>
          <w:rFonts w:ascii="Arial" w:hAnsi="Arial" w:cs="Arial"/>
          <w:sz w:val="22"/>
          <w:szCs w:val="22"/>
        </w:rPr>
        <w:t xml:space="preserve"> -</w:t>
      </w:r>
      <w:r w:rsidR="00AC494C" w:rsidRPr="00B7622F">
        <w:rPr>
          <w:rFonts w:ascii="Arial" w:hAnsi="Arial" w:cs="Arial"/>
          <w:sz w:val="22"/>
          <w:szCs w:val="22"/>
        </w:rPr>
        <w:t xml:space="preserve"> pokrytí. O</w:t>
      </w:r>
      <w:r w:rsidR="00B7622F">
        <w:rPr>
          <w:rFonts w:ascii="Arial" w:hAnsi="Arial" w:cs="Arial"/>
          <w:sz w:val="22"/>
          <w:szCs w:val="22"/>
        </w:rPr>
        <w:t xml:space="preserve">ptimální výběr kanálu musí být </w:t>
      </w:r>
      <w:r w:rsidR="00AC494C" w:rsidRPr="00B7622F">
        <w:rPr>
          <w:rFonts w:ascii="Arial" w:hAnsi="Arial" w:cs="Arial"/>
          <w:sz w:val="22"/>
          <w:szCs w:val="22"/>
        </w:rPr>
        <w:t>rekonfigurován dynamicky bez zásahu</w:t>
      </w:r>
      <w:r w:rsidR="00B832E1" w:rsidRPr="00B7622F">
        <w:rPr>
          <w:rFonts w:ascii="Arial" w:hAnsi="Arial" w:cs="Arial"/>
          <w:sz w:val="22"/>
          <w:szCs w:val="22"/>
        </w:rPr>
        <w:t xml:space="preserve"> správce</w:t>
      </w:r>
    </w:p>
    <w:p w:rsidR="00A231BC" w:rsidRPr="00B7622F" w:rsidRDefault="00FB29E9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802.1X – </w:t>
      </w:r>
      <w:r w:rsidR="007862E3" w:rsidRPr="00B7622F">
        <w:rPr>
          <w:rFonts w:ascii="Arial" w:hAnsi="Arial" w:cs="Arial"/>
          <w:sz w:val="22"/>
          <w:szCs w:val="22"/>
        </w:rPr>
        <w:t xml:space="preserve">rodinu </w:t>
      </w:r>
      <w:r w:rsidRPr="00B7622F">
        <w:rPr>
          <w:rFonts w:ascii="Arial" w:hAnsi="Arial" w:cs="Arial"/>
          <w:sz w:val="22"/>
          <w:szCs w:val="22"/>
        </w:rPr>
        <w:t>EAP</w:t>
      </w:r>
      <w:r w:rsidR="007862E3" w:rsidRPr="00B7622F">
        <w:rPr>
          <w:rFonts w:ascii="Arial" w:hAnsi="Arial" w:cs="Arial"/>
          <w:sz w:val="22"/>
          <w:szCs w:val="22"/>
        </w:rPr>
        <w:t xml:space="preserve"> protokolů </w:t>
      </w:r>
      <w:r w:rsidRPr="00B7622F">
        <w:rPr>
          <w:rFonts w:ascii="Arial" w:hAnsi="Arial" w:cs="Arial"/>
          <w:sz w:val="22"/>
          <w:szCs w:val="22"/>
        </w:rPr>
        <w:t xml:space="preserve">s možností volby alespoň dvou </w:t>
      </w:r>
      <w:r w:rsidR="006C7311" w:rsidRPr="00B7622F">
        <w:rPr>
          <w:rFonts w:ascii="Arial" w:hAnsi="Arial" w:cs="Arial"/>
          <w:sz w:val="22"/>
          <w:szCs w:val="22"/>
        </w:rPr>
        <w:t>AAA</w:t>
      </w:r>
      <w:r w:rsidRPr="00B7622F">
        <w:rPr>
          <w:rFonts w:ascii="Arial" w:hAnsi="Arial" w:cs="Arial"/>
          <w:sz w:val="22"/>
          <w:szCs w:val="22"/>
        </w:rPr>
        <w:t xml:space="preserve"> serverů </w:t>
      </w:r>
      <w:proofErr w:type="spellStart"/>
      <w:r w:rsidR="006C7311" w:rsidRPr="00B7622F">
        <w:rPr>
          <w:rFonts w:ascii="Arial" w:hAnsi="Arial" w:cs="Arial"/>
          <w:sz w:val="22"/>
          <w:szCs w:val="22"/>
        </w:rPr>
        <w:t>Radius</w:t>
      </w:r>
      <w:proofErr w:type="spellEnd"/>
      <w:r w:rsidR="00BF49EE" w:rsidRPr="00B7622F">
        <w:rPr>
          <w:rFonts w:ascii="Arial" w:hAnsi="Arial" w:cs="Arial"/>
          <w:sz w:val="22"/>
          <w:szCs w:val="22"/>
        </w:rPr>
        <w:t xml:space="preserve"> per SSID/</w:t>
      </w:r>
      <w:proofErr w:type="spellStart"/>
      <w:r w:rsidR="00BF49EE" w:rsidRPr="00B7622F">
        <w:rPr>
          <w:rFonts w:ascii="Arial" w:hAnsi="Arial" w:cs="Arial"/>
          <w:sz w:val="22"/>
          <w:szCs w:val="22"/>
        </w:rPr>
        <w:t>WPAx</w:t>
      </w:r>
      <w:proofErr w:type="spellEnd"/>
      <w:r w:rsidR="00BF49EE" w:rsidRPr="00B7622F">
        <w:rPr>
          <w:rFonts w:ascii="Arial" w:hAnsi="Arial" w:cs="Arial"/>
          <w:sz w:val="22"/>
          <w:szCs w:val="22"/>
        </w:rPr>
        <w:t>/802.1X</w:t>
      </w:r>
    </w:p>
    <w:p w:rsidR="003B0ED9" w:rsidRPr="00B7622F" w:rsidRDefault="005E7C2C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podpora IP </w:t>
      </w:r>
      <w:proofErr w:type="spellStart"/>
      <w:r w:rsidRPr="00B7622F">
        <w:rPr>
          <w:rFonts w:ascii="Arial" w:hAnsi="Arial" w:cs="Arial"/>
          <w:sz w:val="22"/>
          <w:szCs w:val="22"/>
        </w:rPr>
        <w:t>Quality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of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Service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na bezdrátové i drátové straně. Rozlišování paketů musí být podporováno na vstupu i výstupu na </w:t>
      </w:r>
      <w:proofErr w:type="spellStart"/>
      <w:r w:rsidRPr="00B7622F">
        <w:rPr>
          <w:rFonts w:ascii="Arial" w:hAnsi="Arial" w:cs="Arial"/>
          <w:sz w:val="22"/>
          <w:szCs w:val="22"/>
        </w:rPr>
        <w:t>DiffServ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, IP </w:t>
      </w:r>
      <w:proofErr w:type="spellStart"/>
      <w:r w:rsidRPr="00B7622F">
        <w:rPr>
          <w:rFonts w:ascii="Arial" w:hAnsi="Arial" w:cs="Arial"/>
          <w:sz w:val="22"/>
          <w:szCs w:val="22"/>
        </w:rPr>
        <w:t>ToS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a IP Precedence.</w:t>
      </w:r>
    </w:p>
    <w:p w:rsidR="00A231BC" w:rsidRPr="00B7622F" w:rsidRDefault="00A231BC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L2-L4 </w:t>
      </w:r>
      <w:proofErr w:type="spellStart"/>
      <w:r w:rsidRPr="00B7622F">
        <w:rPr>
          <w:rFonts w:ascii="Arial" w:hAnsi="Arial" w:cs="Arial"/>
          <w:sz w:val="22"/>
          <w:szCs w:val="22"/>
        </w:rPr>
        <w:t>rate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limit</w:t>
      </w:r>
    </w:p>
    <w:p w:rsidR="00013885" w:rsidRPr="00B7622F" w:rsidRDefault="00F80B63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013885" w:rsidRPr="00B7622F">
        <w:rPr>
          <w:rFonts w:ascii="Arial" w:hAnsi="Arial" w:cs="Arial"/>
          <w:sz w:val="22"/>
          <w:szCs w:val="22"/>
        </w:rPr>
        <w:t xml:space="preserve">iltrování </w:t>
      </w:r>
      <w:proofErr w:type="spellStart"/>
      <w:r w:rsidR="00013885" w:rsidRPr="00B7622F">
        <w:rPr>
          <w:rFonts w:ascii="Arial" w:hAnsi="Arial" w:cs="Arial"/>
          <w:sz w:val="22"/>
          <w:szCs w:val="22"/>
        </w:rPr>
        <w:t>multicast</w:t>
      </w:r>
      <w:proofErr w:type="spellEnd"/>
      <w:r w:rsidR="00013885" w:rsidRPr="00B7622F">
        <w:rPr>
          <w:rFonts w:ascii="Arial" w:hAnsi="Arial" w:cs="Arial"/>
          <w:sz w:val="22"/>
          <w:szCs w:val="22"/>
        </w:rPr>
        <w:t xml:space="preserve"> provozu </w:t>
      </w:r>
    </w:p>
    <w:p w:rsidR="003B0ED9" w:rsidRPr="00B7622F" w:rsidRDefault="005B63FA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SNMP</w:t>
      </w:r>
      <w:r w:rsidR="003845F1" w:rsidRPr="00B7622F">
        <w:rPr>
          <w:rFonts w:ascii="Arial" w:hAnsi="Arial" w:cs="Arial"/>
          <w:sz w:val="22"/>
          <w:szCs w:val="22"/>
        </w:rPr>
        <w:t>v3</w:t>
      </w:r>
      <w:r w:rsidR="005E7C2C" w:rsidRPr="00B7622F">
        <w:rPr>
          <w:rFonts w:ascii="Arial" w:hAnsi="Arial" w:cs="Arial"/>
          <w:sz w:val="22"/>
          <w:szCs w:val="22"/>
        </w:rPr>
        <w:t>, SNMP</w:t>
      </w:r>
      <w:r w:rsidR="003845F1" w:rsidRPr="00B7622F">
        <w:rPr>
          <w:rFonts w:ascii="Arial" w:hAnsi="Arial" w:cs="Arial"/>
          <w:sz w:val="22"/>
          <w:szCs w:val="22"/>
        </w:rPr>
        <w:t>v3</w:t>
      </w:r>
      <w:r w:rsidR="005E7C2C" w:rsidRPr="00B7622F">
        <w:rPr>
          <w:rFonts w:ascii="Arial" w:hAnsi="Arial" w:cs="Arial"/>
          <w:sz w:val="22"/>
          <w:szCs w:val="22"/>
        </w:rPr>
        <w:t xml:space="preserve"> trap, </w:t>
      </w:r>
      <w:proofErr w:type="spellStart"/>
      <w:r w:rsidR="005E7C2C" w:rsidRPr="00933AA4">
        <w:rPr>
          <w:rFonts w:ascii="Arial" w:hAnsi="Arial" w:cs="Arial"/>
          <w:sz w:val="22"/>
          <w:szCs w:val="22"/>
        </w:rPr>
        <w:t>syslog</w:t>
      </w:r>
      <w:proofErr w:type="spellEnd"/>
      <w:r w:rsidR="00933AA4">
        <w:rPr>
          <w:rFonts w:ascii="Arial" w:hAnsi="Arial" w:cs="Arial"/>
          <w:sz w:val="22"/>
          <w:szCs w:val="22"/>
        </w:rPr>
        <w:t xml:space="preserve"> ve </w:t>
      </w:r>
      <w:proofErr w:type="spellStart"/>
      <w:r w:rsidR="00933AA4">
        <w:rPr>
          <w:rFonts w:ascii="Arial" w:hAnsi="Arial" w:cs="Arial"/>
          <w:sz w:val="22"/>
          <w:szCs w:val="22"/>
        </w:rPr>
        <w:t>standalone</w:t>
      </w:r>
      <w:proofErr w:type="spellEnd"/>
      <w:r w:rsidR="00933AA4">
        <w:rPr>
          <w:rFonts w:ascii="Arial" w:hAnsi="Arial" w:cs="Arial"/>
          <w:sz w:val="22"/>
          <w:szCs w:val="22"/>
        </w:rPr>
        <w:t xml:space="preserve"> mode</w:t>
      </w:r>
    </w:p>
    <w:p w:rsidR="0009141E" w:rsidRPr="00B7622F" w:rsidRDefault="0009141E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LED diody informující o stavu zařízení</w:t>
      </w:r>
      <w:r w:rsidR="003845F1" w:rsidRPr="00B7622F">
        <w:rPr>
          <w:rFonts w:ascii="Arial" w:hAnsi="Arial" w:cs="Arial"/>
          <w:sz w:val="22"/>
          <w:szCs w:val="22"/>
        </w:rPr>
        <w:t xml:space="preserve"> s možností vypnutí</w:t>
      </w:r>
    </w:p>
    <w:p w:rsidR="002351CB" w:rsidRPr="00B7622F" w:rsidRDefault="00F80B63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ú</w:t>
      </w:r>
      <w:r w:rsidR="00933AA4">
        <w:rPr>
          <w:rFonts w:ascii="Arial" w:hAnsi="Arial" w:cs="Arial"/>
          <w:sz w:val="22"/>
          <w:szCs w:val="22"/>
        </w:rPr>
        <w:t xml:space="preserve">chyt  </w:t>
      </w:r>
      <w:r w:rsidR="002172EF" w:rsidRPr="00B7622F">
        <w:rPr>
          <w:rFonts w:ascii="Arial" w:hAnsi="Arial" w:cs="Arial"/>
          <w:sz w:val="22"/>
          <w:szCs w:val="22"/>
        </w:rPr>
        <w:t>AP</w:t>
      </w:r>
      <w:proofErr w:type="gramEnd"/>
      <w:r w:rsidR="002172EF" w:rsidRPr="00B7622F">
        <w:rPr>
          <w:rFonts w:ascii="Arial" w:hAnsi="Arial" w:cs="Arial"/>
          <w:sz w:val="22"/>
          <w:szCs w:val="22"/>
        </w:rPr>
        <w:t xml:space="preserve"> na zeď</w:t>
      </w:r>
      <w:r w:rsidR="00933AA4">
        <w:rPr>
          <w:rFonts w:ascii="Arial" w:hAnsi="Arial" w:cs="Arial"/>
          <w:sz w:val="22"/>
          <w:szCs w:val="22"/>
        </w:rPr>
        <w:t>/strop</w:t>
      </w:r>
      <w:r w:rsidR="003845F1" w:rsidRPr="00B7622F">
        <w:rPr>
          <w:rFonts w:ascii="Arial" w:hAnsi="Arial" w:cs="Arial"/>
          <w:sz w:val="22"/>
          <w:szCs w:val="22"/>
        </w:rPr>
        <w:t>, mo</w:t>
      </w:r>
      <w:r w:rsidR="005D2D1A" w:rsidRPr="00B7622F">
        <w:rPr>
          <w:rFonts w:ascii="Arial" w:hAnsi="Arial" w:cs="Arial"/>
          <w:sz w:val="22"/>
          <w:szCs w:val="22"/>
        </w:rPr>
        <w:t>n</w:t>
      </w:r>
      <w:r w:rsidR="003845F1" w:rsidRPr="00B7622F">
        <w:rPr>
          <w:rFonts w:ascii="Arial" w:hAnsi="Arial" w:cs="Arial"/>
          <w:sz w:val="22"/>
          <w:szCs w:val="22"/>
        </w:rPr>
        <w:t xml:space="preserve">tážní </w:t>
      </w:r>
      <w:proofErr w:type="spellStart"/>
      <w:r w:rsidR="003845F1" w:rsidRPr="00B7622F">
        <w:rPr>
          <w:rFonts w:ascii="Arial" w:hAnsi="Arial" w:cs="Arial"/>
          <w:sz w:val="22"/>
          <w:szCs w:val="22"/>
        </w:rPr>
        <w:t>kit</w:t>
      </w:r>
      <w:proofErr w:type="spellEnd"/>
      <w:r w:rsidR="003845F1" w:rsidRPr="00B7622F">
        <w:rPr>
          <w:rFonts w:ascii="Arial" w:hAnsi="Arial" w:cs="Arial"/>
          <w:sz w:val="22"/>
          <w:szCs w:val="22"/>
        </w:rPr>
        <w:t xml:space="preserve"> v</w:t>
      </w:r>
      <w:r w:rsidR="0073070D" w:rsidRPr="00B7622F">
        <w:rPr>
          <w:rFonts w:ascii="Arial" w:hAnsi="Arial" w:cs="Arial"/>
          <w:sz w:val="22"/>
          <w:szCs w:val="22"/>
        </w:rPr>
        <w:t> </w:t>
      </w:r>
      <w:r w:rsidR="003845F1" w:rsidRPr="00B7622F">
        <w:rPr>
          <w:rFonts w:ascii="Arial" w:hAnsi="Arial" w:cs="Arial"/>
          <w:sz w:val="22"/>
          <w:szCs w:val="22"/>
        </w:rPr>
        <w:t>dodávce</w:t>
      </w:r>
    </w:p>
    <w:p w:rsidR="0073070D" w:rsidRPr="00B7622F" w:rsidRDefault="00F80B63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3070D" w:rsidRPr="00B7622F">
        <w:rPr>
          <w:rFonts w:ascii="Arial" w:hAnsi="Arial" w:cs="Arial"/>
          <w:sz w:val="22"/>
          <w:szCs w:val="22"/>
        </w:rPr>
        <w:t>áruční požadavky</w:t>
      </w:r>
      <w:r w:rsidR="00892BE3">
        <w:rPr>
          <w:rFonts w:ascii="Arial" w:hAnsi="Arial" w:cs="Arial"/>
          <w:sz w:val="22"/>
          <w:szCs w:val="22"/>
        </w:rPr>
        <w:t xml:space="preserve"> a požadavky podpory</w:t>
      </w:r>
      <w:r w:rsidR="0073070D" w:rsidRPr="00B7622F">
        <w:rPr>
          <w:rFonts w:ascii="Arial" w:hAnsi="Arial" w:cs="Arial"/>
          <w:sz w:val="22"/>
          <w:szCs w:val="22"/>
        </w:rPr>
        <w:t xml:space="preserve"> dle </w:t>
      </w:r>
      <w:r w:rsidR="00F70BA6" w:rsidRPr="00B7622F">
        <w:rPr>
          <w:rFonts w:ascii="Arial" w:hAnsi="Arial" w:cs="Arial"/>
          <w:sz w:val="22"/>
          <w:szCs w:val="22"/>
        </w:rPr>
        <w:t xml:space="preserve">rámcové </w:t>
      </w:r>
      <w:r w:rsidR="0073070D" w:rsidRPr="00B7622F">
        <w:rPr>
          <w:rFonts w:ascii="Arial" w:hAnsi="Arial" w:cs="Arial"/>
          <w:sz w:val="22"/>
          <w:szCs w:val="22"/>
        </w:rPr>
        <w:t>smlouvy</w:t>
      </w:r>
    </w:p>
    <w:p w:rsidR="0073070D" w:rsidRPr="00B7622F" w:rsidRDefault="00F80B63" w:rsidP="00DE3FB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3070D" w:rsidRPr="00B7622F">
        <w:rPr>
          <w:rFonts w:ascii="Arial" w:hAnsi="Arial" w:cs="Arial"/>
          <w:sz w:val="22"/>
          <w:szCs w:val="22"/>
        </w:rPr>
        <w:t>řístup k novým verzím firmware po dobu platnosti záručních a servisních požadavků</w:t>
      </w:r>
    </w:p>
    <w:p w:rsidR="002351CB" w:rsidRPr="00B7622F" w:rsidRDefault="002351CB" w:rsidP="001444DE">
      <w:pPr>
        <w:tabs>
          <w:tab w:val="left" w:pos="360"/>
        </w:tabs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78251D" w:rsidRPr="00B7622F" w:rsidRDefault="0078251D" w:rsidP="001444DE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17091" w:rsidRPr="00B7622F" w:rsidRDefault="0057207D" w:rsidP="001444DE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b/>
          <w:sz w:val="22"/>
          <w:szCs w:val="22"/>
        </w:rPr>
        <w:t>Nad</w:t>
      </w:r>
      <w:r w:rsidR="006C0FCE" w:rsidRPr="00B7622F">
        <w:rPr>
          <w:rFonts w:ascii="Arial" w:hAnsi="Arial" w:cs="Arial"/>
          <w:b/>
          <w:sz w:val="22"/>
          <w:szCs w:val="22"/>
        </w:rPr>
        <w:t xml:space="preserve"> rámec </w:t>
      </w:r>
      <w:r w:rsidR="00B95D7B" w:rsidRPr="00B7622F">
        <w:rPr>
          <w:rFonts w:ascii="Arial" w:hAnsi="Arial" w:cs="Arial"/>
          <w:b/>
          <w:sz w:val="22"/>
          <w:szCs w:val="22"/>
        </w:rPr>
        <w:t xml:space="preserve">obecné </w:t>
      </w:r>
      <w:r w:rsidR="006C0FCE" w:rsidRPr="00B7622F">
        <w:rPr>
          <w:rFonts w:ascii="Arial" w:hAnsi="Arial" w:cs="Arial"/>
          <w:b/>
          <w:sz w:val="22"/>
          <w:szCs w:val="22"/>
        </w:rPr>
        <w:t xml:space="preserve">technické specifikace </w:t>
      </w:r>
      <w:r w:rsidR="004767C7" w:rsidRPr="00B7622F">
        <w:rPr>
          <w:rFonts w:ascii="Arial" w:hAnsi="Arial" w:cs="Arial"/>
          <w:b/>
          <w:sz w:val="22"/>
          <w:szCs w:val="22"/>
        </w:rPr>
        <w:t xml:space="preserve">platné pro všechny </w:t>
      </w:r>
      <w:r w:rsidR="00B95D7B" w:rsidRPr="00B7622F">
        <w:rPr>
          <w:rFonts w:ascii="Arial" w:hAnsi="Arial" w:cs="Arial"/>
          <w:b/>
          <w:sz w:val="22"/>
          <w:szCs w:val="22"/>
        </w:rPr>
        <w:t xml:space="preserve">přístupové body </w:t>
      </w:r>
      <w:r w:rsidR="004767C7" w:rsidRPr="00B7622F">
        <w:rPr>
          <w:rFonts w:ascii="Arial" w:hAnsi="Arial" w:cs="Arial"/>
          <w:b/>
          <w:sz w:val="22"/>
          <w:szCs w:val="22"/>
        </w:rPr>
        <w:t xml:space="preserve">musí </w:t>
      </w:r>
      <w:r w:rsidR="00B95D7B" w:rsidRPr="00B7622F">
        <w:rPr>
          <w:rFonts w:ascii="Arial" w:hAnsi="Arial" w:cs="Arial"/>
          <w:b/>
          <w:sz w:val="22"/>
          <w:szCs w:val="22"/>
        </w:rPr>
        <w:t>dodržovat:</w:t>
      </w:r>
    </w:p>
    <w:p w:rsidR="00933AA4" w:rsidRDefault="004B11C9" w:rsidP="00933AA4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>Komodita 1</w:t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933AA4">
        <w:rPr>
          <w:rFonts w:ascii="Arial" w:hAnsi="Arial" w:cs="Arial"/>
          <w:sz w:val="22"/>
          <w:szCs w:val="22"/>
        </w:rPr>
        <w:t>ndoor</w:t>
      </w:r>
      <w:proofErr w:type="spellEnd"/>
      <w:r w:rsidR="00933AA4">
        <w:rPr>
          <w:rFonts w:ascii="Arial" w:hAnsi="Arial" w:cs="Arial"/>
          <w:sz w:val="22"/>
          <w:szCs w:val="22"/>
        </w:rPr>
        <w:t xml:space="preserve"> přístupový bod</w:t>
      </w:r>
    </w:p>
    <w:p w:rsidR="00933AA4" w:rsidRPr="00E3224B" w:rsidRDefault="00933AA4" w:rsidP="00F858F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Wi-Fi standard a/b/g/n/</w:t>
      </w:r>
      <w:proofErr w:type="spellStart"/>
      <w:r>
        <w:rPr>
          <w:rFonts w:ascii="Arial" w:hAnsi="Arial" w:cs="Arial"/>
          <w:sz w:val="22"/>
          <w:szCs w:val="22"/>
        </w:rPr>
        <w:t>ac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ax</w:t>
      </w:r>
      <w:proofErr w:type="spellEnd"/>
    </w:p>
    <w:p w:rsidR="00933AA4" w:rsidRDefault="00933AA4" w:rsidP="009A59E9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:rsidR="009A59E9" w:rsidRDefault="009A59E9" w:rsidP="009A59E9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>Komodita 3</w:t>
      </w:r>
      <w:r w:rsidR="004B11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B11C9">
        <w:rPr>
          <w:rFonts w:ascii="Arial" w:hAnsi="Arial" w:cs="Arial"/>
          <w:sz w:val="22"/>
          <w:szCs w:val="22"/>
        </w:rPr>
        <w:t>I</w:t>
      </w:r>
      <w:r w:rsidR="00BD3A9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door</w:t>
      </w:r>
      <w:proofErr w:type="spellEnd"/>
      <w:r>
        <w:rPr>
          <w:rFonts w:ascii="Arial" w:hAnsi="Arial" w:cs="Arial"/>
          <w:sz w:val="22"/>
          <w:szCs w:val="22"/>
        </w:rPr>
        <w:t xml:space="preserve"> přístupový bod</w:t>
      </w:r>
    </w:p>
    <w:p w:rsidR="009A59E9" w:rsidRPr="00E3224B" w:rsidRDefault="00C65270" w:rsidP="00F858F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Wi-Fi standard</w:t>
      </w:r>
      <w:r w:rsidR="004D0287">
        <w:rPr>
          <w:rFonts w:ascii="Arial" w:hAnsi="Arial" w:cs="Arial"/>
          <w:sz w:val="22"/>
          <w:szCs w:val="22"/>
        </w:rPr>
        <w:t xml:space="preserve"> a</w:t>
      </w:r>
      <w:r w:rsidR="00BD5E20">
        <w:rPr>
          <w:rFonts w:ascii="Arial" w:hAnsi="Arial" w:cs="Arial"/>
          <w:sz w:val="22"/>
          <w:szCs w:val="22"/>
        </w:rPr>
        <w:t>/</w:t>
      </w:r>
      <w:r w:rsidR="004D0287">
        <w:rPr>
          <w:rFonts w:ascii="Arial" w:hAnsi="Arial" w:cs="Arial"/>
          <w:sz w:val="22"/>
          <w:szCs w:val="22"/>
        </w:rPr>
        <w:t>b/g</w:t>
      </w:r>
      <w:r w:rsidR="00BD5E20">
        <w:rPr>
          <w:rFonts w:ascii="Arial" w:hAnsi="Arial" w:cs="Arial"/>
          <w:sz w:val="22"/>
          <w:szCs w:val="22"/>
        </w:rPr>
        <w:t>/</w:t>
      </w:r>
      <w:r w:rsidR="004D0287">
        <w:rPr>
          <w:rFonts w:ascii="Arial" w:hAnsi="Arial" w:cs="Arial"/>
          <w:sz w:val="22"/>
          <w:szCs w:val="22"/>
        </w:rPr>
        <w:t>n</w:t>
      </w:r>
      <w:r w:rsidR="00BD5E20">
        <w:rPr>
          <w:rFonts w:ascii="Arial" w:hAnsi="Arial" w:cs="Arial"/>
          <w:sz w:val="22"/>
          <w:szCs w:val="22"/>
        </w:rPr>
        <w:t>/</w:t>
      </w:r>
      <w:proofErr w:type="spellStart"/>
      <w:r w:rsidR="004D0287">
        <w:rPr>
          <w:rFonts w:ascii="Arial" w:hAnsi="Arial" w:cs="Arial"/>
          <w:sz w:val="22"/>
          <w:szCs w:val="22"/>
        </w:rPr>
        <w:t>ac</w:t>
      </w:r>
      <w:proofErr w:type="spellEnd"/>
      <w:r w:rsidR="00BD5E20">
        <w:rPr>
          <w:rFonts w:ascii="Arial" w:hAnsi="Arial" w:cs="Arial"/>
          <w:sz w:val="22"/>
          <w:szCs w:val="22"/>
        </w:rPr>
        <w:t>/</w:t>
      </w:r>
      <w:proofErr w:type="spellStart"/>
      <w:r w:rsidR="004D0287">
        <w:rPr>
          <w:rFonts w:ascii="Arial" w:hAnsi="Arial" w:cs="Arial"/>
          <w:sz w:val="22"/>
          <w:szCs w:val="22"/>
        </w:rPr>
        <w:t>ax</w:t>
      </w:r>
      <w:proofErr w:type="spellEnd"/>
    </w:p>
    <w:p w:rsidR="001A1E19" w:rsidRDefault="00FD2C5B" w:rsidP="00F858F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D2C5B">
        <w:rPr>
          <w:rFonts w:ascii="Arial" w:hAnsi="Arial" w:cs="Arial"/>
          <w:sz w:val="22"/>
          <w:szCs w:val="22"/>
        </w:rPr>
        <w:t>minimá</w:t>
      </w:r>
      <w:r>
        <w:rPr>
          <w:rFonts w:ascii="Arial" w:hAnsi="Arial" w:cs="Arial"/>
          <w:sz w:val="22"/>
          <w:szCs w:val="22"/>
        </w:rPr>
        <w:t>lně 2</w:t>
      </w:r>
      <w:r w:rsidRPr="00FD2C5B">
        <w:rPr>
          <w:rFonts w:ascii="Arial" w:hAnsi="Arial" w:cs="Arial"/>
          <w:sz w:val="22"/>
          <w:szCs w:val="22"/>
        </w:rPr>
        <w:t>x RJ45 lan port</w:t>
      </w:r>
      <w:r w:rsidR="0098124A">
        <w:rPr>
          <w:rFonts w:ascii="Arial" w:hAnsi="Arial" w:cs="Arial"/>
          <w:sz w:val="22"/>
          <w:szCs w:val="22"/>
        </w:rPr>
        <w:t>y</w:t>
      </w:r>
      <w:r w:rsidRPr="00FD2C5B">
        <w:rPr>
          <w:rFonts w:ascii="Arial" w:hAnsi="Arial" w:cs="Arial"/>
          <w:sz w:val="22"/>
          <w:szCs w:val="22"/>
        </w:rPr>
        <w:t xml:space="preserve"> 100/1000Mbps</w:t>
      </w:r>
    </w:p>
    <w:p w:rsidR="001A1E19" w:rsidRPr="00DE3FBC" w:rsidRDefault="001A1E19" w:rsidP="00F858F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LACP</w:t>
      </w:r>
    </w:p>
    <w:p w:rsidR="001A1E19" w:rsidRPr="00DE3FBC" w:rsidRDefault="001A1E19" w:rsidP="00DE3FBC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944F07" w:rsidRDefault="00944F07" w:rsidP="009A59E9">
      <w:p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</w:p>
    <w:p w:rsidR="00944F07" w:rsidRDefault="00944F07" w:rsidP="00944F07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>Komodita 4</w:t>
      </w:r>
      <w:r w:rsidR="004B11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outdoor</w:t>
      </w:r>
      <w:proofErr w:type="spellEnd"/>
      <w:r>
        <w:rPr>
          <w:rFonts w:ascii="Arial" w:hAnsi="Arial" w:cs="Arial"/>
          <w:sz w:val="22"/>
          <w:szCs w:val="22"/>
        </w:rPr>
        <w:t xml:space="preserve"> přístupový bod</w:t>
      </w:r>
    </w:p>
    <w:p w:rsidR="004B11C9" w:rsidRDefault="004B11C9" w:rsidP="00F858F0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224B">
        <w:rPr>
          <w:rFonts w:ascii="Arial" w:hAnsi="Arial" w:cs="Arial"/>
          <w:sz w:val="22"/>
          <w:szCs w:val="22"/>
        </w:rPr>
        <w:t xml:space="preserve">venkovní </w:t>
      </w:r>
      <w:proofErr w:type="spellStart"/>
      <w:r w:rsidRPr="00E3224B">
        <w:rPr>
          <w:rFonts w:ascii="Arial" w:hAnsi="Arial" w:cs="Arial"/>
          <w:sz w:val="22"/>
          <w:szCs w:val="22"/>
        </w:rPr>
        <w:t>outdoor</w:t>
      </w:r>
      <w:proofErr w:type="spellEnd"/>
      <w:r w:rsidRPr="00E3224B">
        <w:rPr>
          <w:rFonts w:ascii="Arial" w:hAnsi="Arial" w:cs="Arial"/>
          <w:sz w:val="22"/>
          <w:szCs w:val="22"/>
        </w:rPr>
        <w:t xml:space="preserve"> provedení, min. IP67</w:t>
      </w:r>
    </w:p>
    <w:p w:rsidR="004B11C9" w:rsidRDefault="004B11C9" w:rsidP="00F858F0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11C9">
        <w:rPr>
          <w:rFonts w:ascii="Arial" w:hAnsi="Arial" w:cs="Arial"/>
          <w:sz w:val="22"/>
          <w:szCs w:val="22"/>
        </w:rPr>
        <w:t>operační teplota minimálně -30 ºC až +60 ºC</w:t>
      </w:r>
    </w:p>
    <w:p w:rsidR="00FA4CB4" w:rsidRPr="004B11C9" w:rsidRDefault="00FA4CB4" w:rsidP="00F858F0">
      <w:pPr>
        <w:spacing w:line="276" w:lineRule="auto"/>
        <w:ind w:left="1428"/>
        <w:jc w:val="both"/>
        <w:rPr>
          <w:rFonts w:ascii="Arial" w:hAnsi="Arial" w:cs="Arial"/>
          <w:sz w:val="22"/>
          <w:szCs w:val="22"/>
        </w:rPr>
      </w:pPr>
    </w:p>
    <w:p w:rsidR="0047369C" w:rsidRDefault="00410CE0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Společné parametry K</w:t>
      </w:r>
      <w:r w:rsidR="00CB4654">
        <w:rPr>
          <w:rFonts w:ascii="Arial" w:hAnsi="Arial" w:cs="Arial"/>
          <w:b/>
          <w:sz w:val="22"/>
          <w:szCs w:val="22"/>
        </w:rPr>
        <w:t>omodit</w:t>
      </w:r>
      <w:r>
        <w:rPr>
          <w:rFonts w:ascii="Arial" w:hAnsi="Arial" w:cs="Arial"/>
          <w:b/>
          <w:sz w:val="22"/>
          <w:szCs w:val="22"/>
        </w:rPr>
        <w:t xml:space="preserve"> 5, 6: </w:t>
      </w:r>
      <w:r w:rsidR="004F028B" w:rsidRPr="00B7622F">
        <w:rPr>
          <w:rFonts w:ascii="Arial" w:hAnsi="Arial" w:cs="Arial"/>
          <w:b/>
          <w:sz w:val="22"/>
          <w:szCs w:val="22"/>
        </w:rPr>
        <w:t xml:space="preserve">centrální </w:t>
      </w:r>
      <w:proofErr w:type="spellStart"/>
      <w:r w:rsidR="00DD780A" w:rsidRPr="00B7622F">
        <w:rPr>
          <w:rFonts w:ascii="Arial" w:hAnsi="Arial" w:cs="Arial"/>
          <w:b/>
          <w:sz w:val="22"/>
          <w:szCs w:val="22"/>
        </w:rPr>
        <w:t>kontroler</w:t>
      </w:r>
      <w:proofErr w:type="spellEnd"/>
      <w:r w:rsidR="00867794">
        <w:rPr>
          <w:rFonts w:ascii="Arial" w:hAnsi="Arial" w:cs="Arial"/>
          <w:b/>
          <w:sz w:val="22"/>
          <w:szCs w:val="22"/>
        </w:rPr>
        <w:t xml:space="preserve"> </w:t>
      </w:r>
      <w:r w:rsidR="00DD780A" w:rsidRPr="00B7622F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řízení</w:t>
      </w:r>
      <w:r w:rsidRPr="00B7622F">
        <w:rPr>
          <w:rFonts w:ascii="Arial" w:hAnsi="Arial" w:cs="Arial"/>
          <w:b/>
          <w:sz w:val="22"/>
          <w:szCs w:val="22"/>
        </w:rPr>
        <w:t xml:space="preserve"> </w:t>
      </w:r>
      <w:r w:rsidR="00DD780A" w:rsidRPr="00B7622F">
        <w:rPr>
          <w:rFonts w:ascii="Arial" w:hAnsi="Arial" w:cs="Arial"/>
          <w:b/>
          <w:sz w:val="22"/>
          <w:szCs w:val="22"/>
        </w:rPr>
        <w:t>přístupových bodů</w:t>
      </w:r>
      <w:r w:rsidR="00E04239" w:rsidRPr="00B7622F">
        <w:rPr>
          <w:rFonts w:ascii="Arial" w:hAnsi="Arial" w:cs="Arial"/>
          <w:b/>
          <w:sz w:val="22"/>
          <w:szCs w:val="22"/>
        </w:rPr>
        <w:t>:</w:t>
      </w:r>
    </w:p>
    <w:p w:rsidR="00271D04" w:rsidRPr="00B7622F" w:rsidRDefault="00271D04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6934" w:rsidRPr="00B7622F" w:rsidRDefault="005F4584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l</w:t>
      </w:r>
      <w:r w:rsidR="00B7622F">
        <w:rPr>
          <w:rFonts w:ascii="Arial" w:hAnsi="Arial" w:cs="Arial"/>
          <w:sz w:val="22"/>
          <w:szCs w:val="22"/>
        </w:rPr>
        <w:t xml:space="preserve">icenční pokrytí </w:t>
      </w:r>
      <w:r w:rsidR="00DE6934" w:rsidRPr="00B7622F">
        <w:rPr>
          <w:rFonts w:ascii="Arial" w:hAnsi="Arial" w:cs="Arial"/>
          <w:sz w:val="22"/>
          <w:szCs w:val="22"/>
        </w:rPr>
        <w:t xml:space="preserve">pro </w:t>
      </w:r>
      <w:r w:rsidR="005738B3" w:rsidRPr="00B7622F">
        <w:rPr>
          <w:rFonts w:ascii="Arial" w:hAnsi="Arial" w:cs="Arial"/>
          <w:sz w:val="22"/>
          <w:szCs w:val="22"/>
        </w:rPr>
        <w:t xml:space="preserve">min. </w:t>
      </w:r>
      <w:r w:rsidR="00BC5D24">
        <w:rPr>
          <w:rFonts w:ascii="Arial" w:hAnsi="Arial" w:cs="Arial"/>
          <w:sz w:val="22"/>
          <w:szCs w:val="22"/>
        </w:rPr>
        <w:t>25</w:t>
      </w:r>
      <w:r w:rsidR="00DE6934" w:rsidRPr="00B7622F">
        <w:rPr>
          <w:rFonts w:ascii="Arial" w:hAnsi="Arial" w:cs="Arial"/>
          <w:sz w:val="22"/>
          <w:szCs w:val="22"/>
        </w:rPr>
        <w:t xml:space="preserve"> AP</w:t>
      </w:r>
      <w:r w:rsidR="002D6E02">
        <w:rPr>
          <w:rFonts w:ascii="Arial" w:hAnsi="Arial" w:cs="Arial"/>
          <w:sz w:val="22"/>
          <w:szCs w:val="22"/>
        </w:rPr>
        <w:t xml:space="preserve"> s možností rozšiřování </w:t>
      </w:r>
      <w:r w:rsidR="00B25958">
        <w:rPr>
          <w:rFonts w:ascii="Arial" w:hAnsi="Arial" w:cs="Arial"/>
          <w:sz w:val="22"/>
          <w:szCs w:val="22"/>
        </w:rPr>
        <w:t xml:space="preserve">po </w:t>
      </w:r>
      <w:r w:rsidR="00BC5D24">
        <w:rPr>
          <w:rFonts w:ascii="Arial" w:hAnsi="Arial" w:cs="Arial"/>
          <w:sz w:val="22"/>
          <w:szCs w:val="22"/>
        </w:rPr>
        <w:t>25</w:t>
      </w:r>
      <w:r w:rsidR="00B25958">
        <w:rPr>
          <w:rFonts w:ascii="Arial" w:hAnsi="Arial" w:cs="Arial"/>
          <w:sz w:val="22"/>
          <w:szCs w:val="22"/>
        </w:rPr>
        <w:t xml:space="preserve"> dalších</w:t>
      </w:r>
    </w:p>
    <w:p w:rsidR="0047369C" w:rsidRPr="00B7622F" w:rsidRDefault="004F028B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režim </w:t>
      </w:r>
      <w:r w:rsidR="00145867" w:rsidRPr="00B7622F">
        <w:rPr>
          <w:rFonts w:ascii="Arial" w:hAnsi="Arial" w:cs="Arial"/>
          <w:sz w:val="22"/>
          <w:szCs w:val="22"/>
        </w:rPr>
        <w:t xml:space="preserve">HA s automatickým </w:t>
      </w:r>
      <w:proofErr w:type="spellStart"/>
      <w:r w:rsidR="00145867" w:rsidRPr="00B7622F">
        <w:rPr>
          <w:rFonts w:ascii="Arial" w:hAnsi="Arial" w:cs="Arial"/>
          <w:sz w:val="22"/>
          <w:szCs w:val="22"/>
        </w:rPr>
        <w:t>failoverem</w:t>
      </w:r>
      <w:proofErr w:type="spellEnd"/>
      <w:r w:rsidR="00145867" w:rsidRPr="00B7622F">
        <w:rPr>
          <w:rFonts w:ascii="Arial" w:hAnsi="Arial" w:cs="Arial"/>
          <w:sz w:val="22"/>
          <w:szCs w:val="22"/>
        </w:rPr>
        <w:t xml:space="preserve"> AP na záložní </w:t>
      </w:r>
      <w:proofErr w:type="spellStart"/>
      <w:r w:rsidR="00145867" w:rsidRPr="00B7622F">
        <w:rPr>
          <w:rFonts w:ascii="Arial" w:hAnsi="Arial" w:cs="Arial"/>
          <w:sz w:val="22"/>
          <w:szCs w:val="22"/>
        </w:rPr>
        <w:t>kontroler</w:t>
      </w:r>
      <w:proofErr w:type="spellEnd"/>
    </w:p>
    <w:p w:rsidR="0047369C" w:rsidRPr="00B7622F" w:rsidRDefault="0085701B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RF management přístupových bodů</w:t>
      </w:r>
      <w:r w:rsidR="00F8166A" w:rsidRPr="00B7622F">
        <w:rPr>
          <w:rFonts w:ascii="Arial" w:hAnsi="Arial" w:cs="Arial"/>
          <w:sz w:val="22"/>
          <w:szCs w:val="22"/>
        </w:rPr>
        <w:t xml:space="preserve"> výše</w:t>
      </w:r>
    </w:p>
    <w:p w:rsidR="0047369C" w:rsidRPr="00B7622F" w:rsidRDefault="00A70223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možnost rozšíření</w:t>
      </w:r>
      <w:r w:rsidR="00A74D1B"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>počtu</w:t>
      </w:r>
      <w:r w:rsidR="00A74D1B" w:rsidRPr="00B7622F">
        <w:rPr>
          <w:rFonts w:ascii="Arial" w:hAnsi="Arial" w:cs="Arial"/>
          <w:sz w:val="22"/>
          <w:szCs w:val="22"/>
        </w:rPr>
        <w:t xml:space="preserve"> spravovaných přístupových bodů </w:t>
      </w:r>
      <w:r w:rsidRPr="00B7622F">
        <w:rPr>
          <w:rFonts w:ascii="Arial" w:hAnsi="Arial" w:cs="Arial"/>
          <w:sz w:val="22"/>
          <w:szCs w:val="22"/>
        </w:rPr>
        <w:t xml:space="preserve">na </w:t>
      </w:r>
      <w:r w:rsidR="001E3F43" w:rsidRPr="00B7622F">
        <w:rPr>
          <w:rFonts w:ascii="Arial" w:hAnsi="Arial" w:cs="Arial"/>
          <w:sz w:val="22"/>
          <w:szCs w:val="22"/>
        </w:rPr>
        <w:t xml:space="preserve">minimálně </w:t>
      </w:r>
      <w:r w:rsidR="00A24D41" w:rsidRPr="00B7622F">
        <w:rPr>
          <w:rFonts w:ascii="Arial" w:hAnsi="Arial" w:cs="Arial"/>
          <w:sz w:val="22"/>
          <w:szCs w:val="22"/>
        </w:rPr>
        <w:t>200</w:t>
      </w:r>
      <w:r w:rsidR="00145867" w:rsidRPr="00B7622F">
        <w:rPr>
          <w:rFonts w:ascii="Arial" w:hAnsi="Arial" w:cs="Arial"/>
          <w:sz w:val="22"/>
          <w:szCs w:val="22"/>
        </w:rPr>
        <w:t>ks</w:t>
      </w:r>
      <w:r w:rsidR="00A24D41" w:rsidRPr="00B7622F">
        <w:rPr>
          <w:rFonts w:ascii="Arial" w:hAnsi="Arial" w:cs="Arial"/>
          <w:sz w:val="22"/>
          <w:szCs w:val="22"/>
        </w:rPr>
        <w:t xml:space="preserve"> per </w:t>
      </w:r>
      <w:proofErr w:type="spellStart"/>
      <w:r w:rsidR="00A24D41"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="00A24D41" w:rsidRPr="00B7622F">
        <w:rPr>
          <w:rFonts w:ascii="Arial" w:hAnsi="Arial" w:cs="Arial"/>
          <w:sz w:val="22"/>
          <w:szCs w:val="22"/>
        </w:rPr>
        <w:t xml:space="preserve"> v</w:t>
      </w:r>
      <w:r w:rsidR="0082046D" w:rsidRPr="00B7622F">
        <w:rPr>
          <w:rFonts w:ascii="Arial" w:hAnsi="Arial" w:cs="Arial"/>
          <w:sz w:val="22"/>
          <w:szCs w:val="22"/>
        </w:rPr>
        <w:t> </w:t>
      </w:r>
      <w:r w:rsidR="00A24D41" w:rsidRPr="00B7622F">
        <w:rPr>
          <w:rFonts w:ascii="Arial" w:hAnsi="Arial" w:cs="Arial"/>
          <w:sz w:val="22"/>
          <w:szCs w:val="22"/>
        </w:rPr>
        <w:t>organizaci</w:t>
      </w:r>
    </w:p>
    <w:p w:rsidR="0047369C" w:rsidRPr="00B7622F" w:rsidRDefault="00145867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počet připojených </w:t>
      </w:r>
      <w:proofErr w:type="spellStart"/>
      <w:r w:rsidR="005E6CF5" w:rsidRPr="00B7622F">
        <w:rPr>
          <w:rFonts w:ascii="Arial" w:hAnsi="Arial" w:cs="Arial"/>
          <w:sz w:val="22"/>
          <w:szCs w:val="22"/>
        </w:rPr>
        <w:t>W</w:t>
      </w:r>
      <w:r w:rsidR="005D2D1A" w:rsidRPr="00B7622F">
        <w:rPr>
          <w:rFonts w:ascii="Arial" w:hAnsi="Arial" w:cs="Arial"/>
          <w:sz w:val="22"/>
          <w:szCs w:val="22"/>
        </w:rPr>
        <w:t>i</w:t>
      </w:r>
      <w:r w:rsidR="005E6CF5" w:rsidRPr="00B7622F">
        <w:rPr>
          <w:rFonts w:ascii="Arial" w:hAnsi="Arial" w:cs="Arial"/>
          <w:sz w:val="22"/>
          <w:szCs w:val="22"/>
        </w:rPr>
        <w:t>F</w:t>
      </w:r>
      <w:r w:rsidR="005D2D1A" w:rsidRPr="00B7622F">
        <w:rPr>
          <w:rFonts w:ascii="Arial" w:hAnsi="Arial" w:cs="Arial"/>
          <w:sz w:val="22"/>
          <w:szCs w:val="22"/>
        </w:rPr>
        <w:t>i</w:t>
      </w:r>
      <w:proofErr w:type="spellEnd"/>
      <w:r w:rsidR="005E6CF5" w:rsidRPr="00B7622F">
        <w:rPr>
          <w:rFonts w:ascii="Arial" w:hAnsi="Arial" w:cs="Arial"/>
          <w:sz w:val="22"/>
          <w:szCs w:val="22"/>
        </w:rPr>
        <w:t xml:space="preserve"> za</w:t>
      </w:r>
      <w:r w:rsidR="0005356D" w:rsidRPr="00B7622F">
        <w:rPr>
          <w:rFonts w:ascii="Arial" w:hAnsi="Arial" w:cs="Arial"/>
          <w:sz w:val="22"/>
          <w:szCs w:val="22"/>
        </w:rPr>
        <w:t>ř</w:t>
      </w:r>
      <w:r w:rsidR="005E6CF5" w:rsidRPr="00B7622F">
        <w:rPr>
          <w:rFonts w:ascii="Arial" w:hAnsi="Arial" w:cs="Arial"/>
          <w:sz w:val="22"/>
          <w:szCs w:val="22"/>
        </w:rPr>
        <w:t>ízení</w:t>
      </w:r>
      <w:r w:rsidR="005D2D1A" w:rsidRPr="00B7622F">
        <w:rPr>
          <w:rFonts w:ascii="Arial" w:hAnsi="Arial" w:cs="Arial"/>
          <w:sz w:val="22"/>
          <w:szCs w:val="22"/>
        </w:rPr>
        <w:t>, klientů</w:t>
      </w:r>
      <w:r w:rsidRPr="00B7622F">
        <w:rPr>
          <w:rFonts w:ascii="Arial" w:hAnsi="Arial" w:cs="Arial"/>
          <w:sz w:val="22"/>
          <w:szCs w:val="22"/>
        </w:rPr>
        <w:t xml:space="preserve">: </w:t>
      </w:r>
      <w:r w:rsidR="00B7622F">
        <w:rPr>
          <w:rFonts w:ascii="Arial" w:hAnsi="Arial" w:cs="Arial"/>
          <w:sz w:val="22"/>
          <w:szCs w:val="22"/>
        </w:rPr>
        <w:t>minimálně</w:t>
      </w:r>
      <w:r w:rsidRPr="00B7622F">
        <w:rPr>
          <w:rFonts w:ascii="Arial" w:hAnsi="Arial" w:cs="Arial"/>
          <w:sz w:val="22"/>
          <w:szCs w:val="22"/>
        </w:rPr>
        <w:t xml:space="preserve"> 5000</w:t>
      </w:r>
      <w:r w:rsidR="00587DD9" w:rsidRPr="00B7622F">
        <w:rPr>
          <w:rFonts w:ascii="Arial" w:hAnsi="Arial" w:cs="Arial"/>
          <w:sz w:val="22"/>
          <w:szCs w:val="22"/>
        </w:rPr>
        <w:t xml:space="preserve"> per </w:t>
      </w:r>
      <w:proofErr w:type="spellStart"/>
      <w:r w:rsidR="00587DD9" w:rsidRPr="00B7622F">
        <w:rPr>
          <w:rFonts w:ascii="Arial" w:hAnsi="Arial" w:cs="Arial"/>
          <w:sz w:val="22"/>
          <w:szCs w:val="22"/>
        </w:rPr>
        <w:t>kontroler</w:t>
      </w:r>
      <w:proofErr w:type="spellEnd"/>
    </w:p>
    <w:p w:rsidR="0047369C" w:rsidRPr="00B7622F" w:rsidRDefault="00A74D1B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CAPWAP tunel pro správu přístupových bodů</w:t>
      </w:r>
      <w:r w:rsidR="00A24D41" w:rsidRPr="00B7622F">
        <w:rPr>
          <w:rFonts w:ascii="Arial" w:hAnsi="Arial" w:cs="Arial"/>
          <w:sz w:val="22"/>
          <w:szCs w:val="22"/>
        </w:rPr>
        <w:t xml:space="preserve"> nebo obdobné řešení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konfigurace via SSH</w:t>
      </w:r>
      <w:r w:rsidR="00A24D41" w:rsidRPr="00B7622F">
        <w:rPr>
          <w:rFonts w:ascii="Arial" w:hAnsi="Arial" w:cs="Arial"/>
          <w:sz w:val="22"/>
          <w:szCs w:val="22"/>
        </w:rPr>
        <w:t>,</w:t>
      </w:r>
      <w:r w:rsidR="00B7622F">
        <w:rPr>
          <w:rFonts w:ascii="Arial" w:hAnsi="Arial" w:cs="Arial"/>
          <w:sz w:val="22"/>
          <w:szCs w:val="22"/>
        </w:rPr>
        <w:t xml:space="preserve"> jednoduché a rychlé</w:t>
      </w:r>
      <w:r w:rsidRPr="00B7622F">
        <w:rPr>
          <w:rFonts w:ascii="Arial" w:hAnsi="Arial" w:cs="Arial"/>
          <w:sz w:val="22"/>
          <w:szCs w:val="22"/>
        </w:rPr>
        <w:t xml:space="preserve"> začlenění (AUTO DISCOVERY</w:t>
      </w:r>
      <w:r w:rsidR="00917FDC" w:rsidRPr="00B7622F">
        <w:rPr>
          <w:rFonts w:ascii="Arial" w:hAnsi="Arial" w:cs="Arial"/>
          <w:sz w:val="22"/>
          <w:szCs w:val="22"/>
        </w:rPr>
        <w:t xml:space="preserve"> – L2 </w:t>
      </w:r>
      <w:proofErr w:type="spellStart"/>
      <w:r w:rsidR="00917FDC" w:rsidRPr="00B7622F">
        <w:rPr>
          <w:rFonts w:ascii="Arial" w:hAnsi="Arial" w:cs="Arial"/>
          <w:sz w:val="22"/>
          <w:szCs w:val="22"/>
        </w:rPr>
        <w:t>autodiscovery</w:t>
      </w:r>
      <w:proofErr w:type="spellEnd"/>
      <w:r w:rsidR="00917FDC" w:rsidRPr="00B7622F">
        <w:rPr>
          <w:rFonts w:ascii="Arial" w:hAnsi="Arial" w:cs="Arial"/>
          <w:sz w:val="22"/>
          <w:szCs w:val="22"/>
        </w:rPr>
        <w:t xml:space="preserve">, DHCP </w:t>
      </w:r>
      <w:proofErr w:type="spellStart"/>
      <w:r w:rsidR="00917FDC" w:rsidRPr="00B7622F">
        <w:rPr>
          <w:rFonts w:ascii="Arial" w:hAnsi="Arial" w:cs="Arial"/>
          <w:sz w:val="22"/>
          <w:szCs w:val="22"/>
        </w:rPr>
        <w:t>option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) nově přidaných nenakonfigurovaných přístupových bodů do centrálního </w:t>
      </w:r>
      <w:r w:rsidR="002B02B2" w:rsidRPr="00B7622F">
        <w:rPr>
          <w:rFonts w:ascii="Arial" w:hAnsi="Arial" w:cs="Arial"/>
          <w:sz w:val="22"/>
          <w:szCs w:val="22"/>
        </w:rPr>
        <w:t xml:space="preserve">managementu </w:t>
      </w:r>
      <w:proofErr w:type="spellStart"/>
      <w:r w:rsidR="002B02B2" w:rsidRPr="00B7622F">
        <w:rPr>
          <w:rFonts w:ascii="Arial" w:hAnsi="Arial" w:cs="Arial"/>
          <w:sz w:val="22"/>
          <w:szCs w:val="22"/>
        </w:rPr>
        <w:t>kontroleru</w:t>
      </w:r>
      <w:proofErr w:type="spellEnd"/>
    </w:p>
    <w:p w:rsidR="0047369C" w:rsidRPr="00B7622F" w:rsidRDefault="001E3F43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open/WEP/WPA/WPA2/</w:t>
      </w:r>
      <w:r w:rsidR="000774B8" w:rsidRPr="000774B8">
        <w:rPr>
          <w:rFonts w:ascii="Arial" w:hAnsi="Arial" w:cs="Arial"/>
          <w:sz w:val="22"/>
          <w:szCs w:val="22"/>
        </w:rPr>
        <w:t xml:space="preserve"> </w:t>
      </w:r>
      <w:r w:rsidR="000774B8" w:rsidRPr="00B7622F">
        <w:rPr>
          <w:rFonts w:ascii="Arial" w:hAnsi="Arial" w:cs="Arial"/>
          <w:sz w:val="22"/>
          <w:szCs w:val="22"/>
        </w:rPr>
        <w:t>WPA</w:t>
      </w:r>
      <w:r w:rsidR="000774B8">
        <w:rPr>
          <w:rFonts w:ascii="Arial" w:hAnsi="Arial" w:cs="Arial"/>
          <w:sz w:val="22"/>
          <w:szCs w:val="22"/>
        </w:rPr>
        <w:t>3</w:t>
      </w:r>
      <w:r w:rsidR="000774B8">
        <w:rPr>
          <w:rFonts w:ascii="Arial" w:hAnsi="Arial" w:cs="Arial"/>
          <w:sz w:val="22"/>
          <w:szCs w:val="22"/>
          <w:lang w:val="en-US"/>
        </w:rPr>
        <w:t>/</w:t>
      </w:r>
      <w:r w:rsidRPr="00B7622F">
        <w:rPr>
          <w:rFonts w:ascii="Arial" w:hAnsi="Arial" w:cs="Arial"/>
          <w:sz w:val="22"/>
          <w:szCs w:val="22"/>
        </w:rPr>
        <w:t>AES(CCMP)/TKIP 802.11i</w:t>
      </w:r>
    </w:p>
    <w:p w:rsidR="0047369C" w:rsidRPr="00B7622F" w:rsidRDefault="00C528D8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Nastavení 4x SSID s určením </w:t>
      </w:r>
      <w:proofErr w:type="spellStart"/>
      <w:r w:rsidRPr="00B7622F">
        <w:rPr>
          <w:rFonts w:ascii="Arial" w:hAnsi="Arial" w:cs="Arial"/>
          <w:sz w:val="22"/>
          <w:szCs w:val="22"/>
        </w:rPr>
        <w:t>radius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server (SSID1 jiný </w:t>
      </w:r>
      <w:proofErr w:type="spellStart"/>
      <w:r w:rsidRPr="00B7622F">
        <w:rPr>
          <w:rFonts w:ascii="Arial" w:hAnsi="Arial" w:cs="Arial"/>
          <w:sz w:val="22"/>
          <w:szCs w:val="22"/>
        </w:rPr>
        <w:t>radius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server než </w:t>
      </w:r>
      <w:proofErr w:type="gramStart"/>
      <w:r w:rsidRPr="00B7622F">
        <w:rPr>
          <w:rFonts w:ascii="Arial" w:hAnsi="Arial" w:cs="Arial"/>
          <w:sz w:val="22"/>
          <w:szCs w:val="22"/>
        </w:rPr>
        <w:t>SSID2 ...)</w:t>
      </w:r>
      <w:proofErr w:type="gramEnd"/>
      <w:r w:rsidR="001E3F43" w:rsidRPr="00B7622F">
        <w:rPr>
          <w:rFonts w:ascii="Arial" w:hAnsi="Arial" w:cs="Arial"/>
          <w:sz w:val="22"/>
          <w:szCs w:val="22"/>
        </w:rPr>
        <w:t xml:space="preserve"> 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7622F">
        <w:rPr>
          <w:rFonts w:ascii="Arial" w:hAnsi="Arial" w:cs="Arial"/>
          <w:sz w:val="22"/>
          <w:szCs w:val="22"/>
        </w:rPr>
        <w:t>alertování</w:t>
      </w:r>
      <w:proofErr w:type="spellEnd"/>
      <w:r w:rsidRPr="00B7622F">
        <w:rPr>
          <w:rFonts w:ascii="Arial" w:hAnsi="Arial" w:cs="Arial"/>
          <w:sz w:val="22"/>
          <w:szCs w:val="22"/>
        </w:rPr>
        <w:t>, logování, monitoring přístupových bodů</w:t>
      </w:r>
    </w:p>
    <w:p w:rsidR="0047369C" w:rsidRPr="00B7622F" w:rsidRDefault="006C25F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zjišťování </w:t>
      </w:r>
      <w:proofErr w:type="spellStart"/>
      <w:r w:rsidR="00AD16E0" w:rsidRPr="00B7622F">
        <w:rPr>
          <w:rFonts w:ascii="Arial" w:hAnsi="Arial" w:cs="Arial"/>
          <w:sz w:val="22"/>
          <w:szCs w:val="22"/>
        </w:rPr>
        <w:t>Rogue</w:t>
      </w:r>
      <w:proofErr w:type="spellEnd"/>
      <w:r w:rsidR="00AD16E0" w:rsidRPr="00B7622F">
        <w:rPr>
          <w:rFonts w:ascii="Arial" w:hAnsi="Arial" w:cs="Arial"/>
          <w:sz w:val="22"/>
          <w:szCs w:val="22"/>
        </w:rPr>
        <w:t xml:space="preserve"> AP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automatické řízení zátěže přístupových bodů a jejich balancování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7622F">
        <w:rPr>
          <w:rFonts w:ascii="Arial" w:hAnsi="Arial" w:cs="Arial"/>
          <w:sz w:val="22"/>
          <w:szCs w:val="22"/>
        </w:rPr>
        <w:t>guest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access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přístupu, rozhraní pro netechnickou osobu </w:t>
      </w:r>
      <w:r w:rsidR="000A3819" w:rsidRPr="00B7622F">
        <w:rPr>
          <w:rFonts w:ascii="Arial" w:hAnsi="Arial" w:cs="Arial"/>
          <w:sz w:val="22"/>
          <w:szCs w:val="22"/>
        </w:rPr>
        <w:t xml:space="preserve">(např. recepce) </w:t>
      </w:r>
      <w:r w:rsidRPr="00B7622F">
        <w:rPr>
          <w:rFonts w:ascii="Arial" w:hAnsi="Arial" w:cs="Arial"/>
          <w:sz w:val="22"/>
          <w:szCs w:val="22"/>
        </w:rPr>
        <w:t>pro vyt</w:t>
      </w:r>
      <w:r w:rsidR="00E229AC" w:rsidRPr="00B7622F">
        <w:rPr>
          <w:rFonts w:ascii="Arial" w:hAnsi="Arial" w:cs="Arial"/>
          <w:sz w:val="22"/>
          <w:szCs w:val="22"/>
        </w:rPr>
        <w:t>voření dočasného účtu pro hosty</w:t>
      </w:r>
    </w:p>
    <w:p w:rsidR="0047369C" w:rsidRPr="00B7622F" w:rsidRDefault="006E239A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rychlý </w:t>
      </w:r>
      <w:proofErr w:type="spellStart"/>
      <w:r w:rsidR="006F713A" w:rsidRPr="00B7622F">
        <w:rPr>
          <w:rFonts w:ascii="Arial" w:hAnsi="Arial" w:cs="Arial"/>
          <w:sz w:val="22"/>
          <w:szCs w:val="22"/>
        </w:rPr>
        <w:t>WiFi</w:t>
      </w:r>
      <w:proofErr w:type="spellEnd"/>
      <w:r w:rsidR="006F713A" w:rsidRPr="00B7622F">
        <w:rPr>
          <w:rFonts w:ascii="Arial" w:hAnsi="Arial" w:cs="Arial"/>
          <w:sz w:val="22"/>
          <w:szCs w:val="22"/>
        </w:rPr>
        <w:t xml:space="preserve"> </w:t>
      </w:r>
      <w:r w:rsidRPr="00B7622F">
        <w:rPr>
          <w:rFonts w:ascii="Arial" w:hAnsi="Arial" w:cs="Arial"/>
          <w:sz w:val="22"/>
          <w:szCs w:val="22"/>
        </w:rPr>
        <w:t xml:space="preserve">roaming </w:t>
      </w:r>
      <w:r w:rsidR="006C25F0" w:rsidRPr="00B7622F">
        <w:rPr>
          <w:rFonts w:ascii="Arial" w:hAnsi="Arial" w:cs="Arial"/>
          <w:sz w:val="22"/>
          <w:szCs w:val="22"/>
        </w:rPr>
        <w:t>dle standardu 802.11r a 802.11k</w:t>
      </w:r>
      <w:r w:rsidRPr="00B7622F">
        <w:rPr>
          <w:rFonts w:ascii="Arial" w:hAnsi="Arial" w:cs="Arial"/>
          <w:sz w:val="22"/>
          <w:szCs w:val="22"/>
        </w:rPr>
        <w:t xml:space="preserve">, včetně </w:t>
      </w:r>
      <w:r w:rsidR="00A333AF" w:rsidRPr="00B7622F">
        <w:rPr>
          <w:rFonts w:ascii="Arial" w:hAnsi="Arial" w:cs="Arial"/>
          <w:sz w:val="22"/>
          <w:szCs w:val="22"/>
        </w:rPr>
        <w:t>roamingu</w:t>
      </w:r>
      <w:r w:rsidRPr="00B7622F">
        <w:rPr>
          <w:rFonts w:ascii="Arial" w:hAnsi="Arial" w:cs="Arial"/>
          <w:sz w:val="22"/>
          <w:szCs w:val="22"/>
        </w:rPr>
        <w:t xml:space="preserve"> zařízení v režimu AAA</w:t>
      </w:r>
      <w:r w:rsidR="00A333AF" w:rsidRPr="00B7622F">
        <w:rPr>
          <w:rFonts w:ascii="Arial" w:hAnsi="Arial" w:cs="Arial"/>
          <w:sz w:val="22"/>
          <w:szCs w:val="22"/>
        </w:rPr>
        <w:t xml:space="preserve"> 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podpora IP </w:t>
      </w:r>
      <w:proofErr w:type="spellStart"/>
      <w:r w:rsidRPr="00B7622F">
        <w:rPr>
          <w:rFonts w:ascii="Arial" w:hAnsi="Arial" w:cs="Arial"/>
          <w:sz w:val="22"/>
          <w:szCs w:val="22"/>
        </w:rPr>
        <w:t>Quality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of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Service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na bezdrátové i drátové straně. Rozlišování paketů musí být podporováno na vstupu i výstupu na </w:t>
      </w:r>
      <w:proofErr w:type="spellStart"/>
      <w:r w:rsidRPr="00B7622F">
        <w:rPr>
          <w:rFonts w:ascii="Arial" w:hAnsi="Arial" w:cs="Arial"/>
          <w:sz w:val="22"/>
          <w:szCs w:val="22"/>
        </w:rPr>
        <w:t>DiffServ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, IP </w:t>
      </w:r>
      <w:proofErr w:type="spellStart"/>
      <w:r w:rsidRPr="00B7622F">
        <w:rPr>
          <w:rFonts w:ascii="Arial" w:hAnsi="Arial" w:cs="Arial"/>
          <w:sz w:val="22"/>
          <w:szCs w:val="22"/>
        </w:rPr>
        <w:t>ToS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a IP Precedence.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7622F">
        <w:rPr>
          <w:rFonts w:ascii="Arial" w:hAnsi="Arial" w:cs="Arial"/>
          <w:sz w:val="22"/>
          <w:szCs w:val="22"/>
        </w:rPr>
        <w:t>rate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limiting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per </w:t>
      </w:r>
      <w:proofErr w:type="spellStart"/>
      <w:r w:rsidRPr="00B7622F">
        <w:rPr>
          <w:rFonts w:ascii="Arial" w:hAnsi="Arial" w:cs="Arial"/>
          <w:sz w:val="22"/>
          <w:szCs w:val="22"/>
        </w:rPr>
        <w:t>client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a BSSID</w:t>
      </w:r>
    </w:p>
    <w:p w:rsidR="0005356D" w:rsidRPr="00B7622F" w:rsidRDefault="0005356D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L2-L4 </w:t>
      </w:r>
      <w:proofErr w:type="spellStart"/>
      <w:r w:rsidRPr="00B7622F">
        <w:rPr>
          <w:rFonts w:ascii="Arial" w:hAnsi="Arial" w:cs="Arial"/>
          <w:sz w:val="22"/>
          <w:szCs w:val="22"/>
        </w:rPr>
        <w:t>access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control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listy</w:t>
      </w:r>
    </w:p>
    <w:p w:rsidR="0047369C" w:rsidRPr="00B7622F" w:rsidRDefault="00AD16E0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SNMP</w:t>
      </w:r>
      <w:r w:rsidR="00022627" w:rsidRPr="00B7622F">
        <w:rPr>
          <w:rFonts w:ascii="Arial" w:hAnsi="Arial" w:cs="Arial"/>
          <w:sz w:val="22"/>
          <w:szCs w:val="22"/>
        </w:rPr>
        <w:t>v3</w:t>
      </w:r>
      <w:r w:rsidRPr="00B7622F">
        <w:rPr>
          <w:rFonts w:ascii="Arial" w:hAnsi="Arial" w:cs="Arial"/>
          <w:sz w:val="22"/>
          <w:szCs w:val="22"/>
        </w:rPr>
        <w:t xml:space="preserve">, lokální a vzdálený </w:t>
      </w:r>
      <w:proofErr w:type="spellStart"/>
      <w:r w:rsidRPr="00B7622F">
        <w:rPr>
          <w:rFonts w:ascii="Arial" w:hAnsi="Arial" w:cs="Arial"/>
          <w:sz w:val="22"/>
          <w:szCs w:val="22"/>
        </w:rPr>
        <w:t>syslog</w:t>
      </w:r>
      <w:proofErr w:type="spellEnd"/>
      <w:r w:rsidRPr="00B7622F">
        <w:rPr>
          <w:rFonts w:ascii="Arial" w:hAnsi="Arial" w:cs="Arial"/>
          <w:sz w:val="22"/>
          <w:szCs w:val="22"/>
        </w:rPr>
        <w:t>, SNMP</w:t>
      </w:r>
      <w:r w:rsidR="00022627" w:rsidRPr="00B7622F">
        <w:rPr>
          <w:rFonts w:ascii="Arial" w:hAnsi="Arial" w:cs="Arial"/>
          <w:sz w:val="22"/>
          <w:szCs w:val="22"/>
        </w:rPr>
        <w:t>v3</w:t>
      </w:r>
      <w:r w:rsidRPr="00B7622F">
        <w:rPr>
          <w:rFonts w:ascii="Arial" w:hAnsi="Arial" w:cs="Arial"/>
          <w:sz w:val="22"/>
          <w:szCs w:val="22"/>
        </w:rPr>
        <w:t xml:space="preserve"> trap</w:t>
      </w:r>
    </w:p>
    <w:p w:rsidR="0047369C" w:rsidRPr="00B7622F" w:rsidRDefault="006E239A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c</w:t>
      </w:r>
      <w:r w:rsidR="00917FDC" w:rsidRPr="00B7622F">
        <w:rPr>
          <w:rFonts w:ascii="Arial" w:hAnsi="Arial" w:cs="Arial"/>
          <w:sz w:val="22"/>
          <w:szCs w:val="22"/>
        </w:rPr>
        <w:t>entrální aktualizace firmware</w:t>
      </w:r>
      <w:r w:rsidR="002351CB" w:rsidRPr="00B7622F">
        <w:rPr>
          <w:rFonts w:ascii="Arial" w:hAnsi="Arial" w:cs="Arial"/>
          <w:sz w:val="22"/>
          <w:szCs w:val="22"/>
        </w:rPr>
        <w:t xml:space="preserve"> AP </w:t>
      </w:r>
      <w:r w:rsidR="0020115C">
        <w:rPr>
          <w:rFonts w:ascii="Arial" w:hAnsi="Arial" w:cs="Arial"/>
          <w:sz w:val="22"/>
          <w:szCs w:val="22"/>
        </w:rPr>
        <w:t>řízený</w:t>
      </w:r>
      <w:r w:rsidR="00DF6EE4" w:rsidRPr="00B7622F">
        <w:rPr>
          <w:rFonts w:ascii="Arial" w:hAnsi="Arial" w:cs="Arial"/>
          <w:sz w:val="22"/>
          <w:szCs w:val="22"/>
        </w:rPr>
        <w:t> </w:t>
      </w:r>
      <w:proofErr w:type="spellStart"/>
      <w:r w:rsidR="002351CB" w:rsidRPr="00B7622F">
        <w:rPr>
          <w:rFonts w:ascii="Arial" w:hAnsi="Arial" w:cs="Arial"/>
          <w:sz w:val="22"/>
          <w:szCs w:val="22"/>
        </w:rPr>
        <w:t>kontroler</w:t>
      </w:r>
      <w:r w:rsidR="0020115C">
        <w:rPr>
          <w:rFonts w:ascii="Arial" w:hAnsi="Arial" w:cs="Arial"/>
          <w:sz w:val="22"/>
          <w:szCs w:val="22"/>
        </w:rPr>
        <w:t>em</w:t>
      </w:r>
      <w:proofErr w:type="spellEnd"/>
    </w:p>
    <w:p w:rsidR="005D2D1A" w:rsidRPr="00B7622F" w:rsidRDefault="005D2D1A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z</w:t>
      </w:r>
      <w:r w:rsidR="00DE379E" w:rsidRPr="00B7622F">
        <w:rPr>
          <w:rFonts w:ascii="Arial" w:hAnsi="Arial" w:cs="Arial"/>
          <w:sz w:val="22"/>
          <w:szCs w:val="22"/>
        </w:rPr>
        <w:t xml:space="preserve">áruční a servisní požadavky </w:t>
      </w:r>
      <w:r w:rsidR="0073070D" w:rsidRPr="00B7622F">
        <w:rPr>
          <w:rFonts w:ascii="Arial" w:hAnsi="Arial" w:cs="Arial"/>
          <w:sz w:val="22"/>
          <w:szCs w:val="22"/>
        </w:rPr>
        <w:t>dle</w:t>
      </w:r>
      <w:r w:rsidR="00DE379E" w:rsidRPr="00B7622F">
        <w:rPr>
          <w:rFonts w:ascii="Arial" w:hAnsi="Arial" w:cs="Arial"/>
          <w:sz w:val="22"/>
          <w:szCs w:val="22"/>
        </w:rPr>
        <w:t xml:space="preserve"> </w:t>
      </w:r>
      <w:r w:rsidR="00F70BA6" w:rsidRPr="00B7622F">
        <w:rPr>
          <w:rFonts w:ascii="Arial" w:hAnsi="Arial" w:cs="Arial"/>
          <w:sz w:val="22"/>
          <w:szCs w:val="22"/>
        </w:rPr>
        <w:t xml:space="preserve">rámcové </w:t>
      </w:r>
      <w:r w:rsidR="00DE379E" w:rsidRPr="00B7622F">
        <w:rPr>
          <w:rFonts w:ascii="Arial" w:hAnsi="Arial" w:cs="Arial"/>
          <w:sz w:val="22"/>
          <w:szCs w:val="22"/>
        </w:rPr>
        <w:t>smlouvy</w:t>
      </w:r>
    </w:p>
    <w:p w:rsidR="003337EC" w:rsidRPr="00FA4CB4" w:rsidRDefault="00F80B63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E379E" w:rsidRPr="00FA4CB4">
        <w:rPr>
          <w:rFonts w:ascii="Arial" w:hAnsi="Arial" w:cs="Arial"/>
          <w:sz w:val="22"/>
          <w:szCs w:val="22"/>
        </w:rPr>
        <w:t>řístup k novým verzím firmware po dobu platnosti záručních a servisních požadavků</w:t>
      </w:r>
    </w:p>
    <w:p w:rsidR="00DE379E" w:rsidRDefault="00F80B63" w:rsidP="00F858F0">
      <w:pPr>
        <w:numPr>
          <w:ilvl w:val="0"/>
          <w:numId w:val="16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3337EC">
        <w:rPr>
          <w:rFonts w:ascii="Arial" w:hAnsi="Arial" w:cs="Arial"/>
          <w:sz w:val="22"/>
          <w:szCs w:val="22"/>
        </w:rPr>
        <w:t xml:space="preserve">nstalace v rozsahu splnění akceptačních testů </w:t>
      </w:r>
      <w:r w:rsidR="00DE379E" w:rsidRPr="00B7622F">
        <w:rPr>
          <w:rFonts w:ascii="Arial" w:hAnsi="Arial" w:cs="Arial"/>
          <w:sz w:val="22"/>
          <w:szCs w:val="22"/>
        </w:rPr>
        <w:t xml:space="preserve"> </w:t>
      </w:r>
    </w:p>
    <w:p w:rsidR="00410CE0" w:rsidRDefault="00410CE0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741CB" w:rsidRDefault="00E741CB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="00CB4654">
        <w:rPr>
          <w:rFonts w:ascii="Arial" w:hAnsi="Arial" w:cs="Arial"/>
          <w:b/>
          <w:sz w:val="22"/>
          <w:szCs w:val="22"/>
        </w:rPr>
        <w:t>omodita</w:t>
      </w:r>
      <w:r>
        <w:rPr>
          <w:rFonts w:ascii="Arial" w:hAnsi="Arial" w:cs="Arial"/>
          <w:b/>
          <w:sz w:val="22"/>
          <w:szCs w:val="22"/>
        </w:rPr>
        <w:t xml:space="preserve"> 5: </w:t>
      </w:r>
      <w:r>
        <w:rPr>
          <w:rFonts w:ascii="Arial" w:hAnsi="Arial" w:cs="Arial"/>
          <w:sz w:val="22"/>
          <w:szCs w:val="22"/>
        </w:rPr>
        <w:t xml:space="preserve">virtuální </w:t>
      </w:r>
      <w:proofErr w:type="spellStart"/>
      <w:r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pro řízení přístupových bodů</w:t>
      </w:r>
      <w:r w:rsidR="00410CE0">
        <w:rPr>
          <w:rFonts w:ascii="Arial" w:hAnsi="Arial" w:cs="Arial"/>
          <w:sz w:val="22"/>
          <w:szCs w:val="22"/>
        </w:rPr>
        <w:t xml:space="preserve"> (doplňující parametry)</w:t>
      </w:r>
    </w:p>
    <w:p w:rsidR="00E741CB" w:rsidRPr="00DE3FBC" w:rsidRDefault="00E741CB" w:rsidP="00F858F0">
      <w:pPr>
        <w:tabs>
          <w:tab w:val="left" w:pos="360"/>
        </w:tabs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a) </w:t>
      </w:r>
      <w:r w:rsidR="001860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forma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appliance</w:t>
      </w:r>
      <w:proofErr w:type="spellEnd"/>
      <w:r>
        <w:rPr>
          <w:rFonts w:ascii="Arial" w:hAnsi="Arial" w:cs="Arial"/>
          <w:sz w:val="22"/>
          <w:szCs w:val="22"/>
        </w:rPr>
        <w:t xml:space="preserve"> pro </w:t>
      </w:r>
      <w:r w:rsidRPr="00B7622F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voz v prostředí</w:t>
      </w:r>
      <w:r w:rsidRPr="00B7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22F">
        <w:rPr>
          <w:rFonts w:ascii="Arial" w:hAnsi="Arial" w:cs="Arial"/>
          <w:sz w:val="22"/>
          <w:szCs w:val="22"/>
        </w:rPr>
        <w:t>VMWare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ESX</w:t>
      </w:r>
      <w:r>
        <w:rPr>
          <w:rFonts w:ascii="Arial" w:hAnsi="Arial" w:cs="Arial"/>
          <w:sz w:val="22"/>
          <w:szCs w:val="22"/>
        </w:rPr>
        <w:t xml:space="preserve"> a</w:t>
      </w:r>
      <w:r w:rsidRPr="00B7622F">
        <w:rPr>
          <w:rFonts w:ascii="Arial" w:hAnsi="Arial" w:cs="Arial"/>
          <w:sz w:val="22"/>
          <w:szCs w:val="22"/>
        </w:rPr>
        <w:t xml:space="preserve"> Hyper-V </w:t>
      </w:r>
    </w:p>
    <w:p w:rsidR="00E741CB" w:rsidRPr="00B7622F" w:rsidRDefault="00E741CB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70223" w:rsidRDefault="00E741CB" w:rsidP="00144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="00CB4654">
        <w:rPr>
          <w:rFonts w:ascii="Arial" w:hAnsi="Arial" w:cs="Arial"/>
          <w:b/>
          <w:sz w:val="22"/>
          <w:szCs w:val="22"/>
        </w:rPr>
        <w:t>omodita</w:t>
      </w:r>
      <w:r>
        <w:rPr>
          <w:rFonts w:ascii="Arial" w:hAnsi="Arial" w:cs="Arial"/>
          <w:b/>
          <w:sz w:val="22"/>
          <w:szCs w:val="22"/>
        </w:rPr>
        <w:t xml:space="preserve"> 6: </w:t>
      </w:r>
      <w:r>
        <w:rPr>
          <w:rFonts w:ascii="Arial" w:hAnsi="Arial" w:cs="Arial"/>
          <w:sz w:val="22"/>
          <w:szCs w:val="22"/>
        </w:rPr>
        <w:t xml:space="preserve">fyzický </w:t>
      </w:r>
      <w:proofErr w:type="spellStart"/>
      <w:r w:rsidRPr="00B7622F">
        <w:rPr>
          <w:rFonts w:ascii="Arial" w:hAnsi="Arial" w:cs="Arial"/>
          <w:sz w:val="22"/>
          <w:szCs w:val="22"/>
        </w:rPr>
        <w:t>kontroler</w:t>
      </w:r>
      <w:proofErr w:type="spellEnd"/>
      <w:r w:rsidRPr="00B7622F">
        <w:rPr>
          <w:rFonts w:ascii="Arial" w:hAnsi="Arial" w:cs="Arial"/>
          <w:sz w:val="22"/>
          <w:szCs w:val="22"/>
        </w:rPr>
        <w:t xml:space="preserve"> pro řízení přístupových bodů</w:t>
      </w:r>
      <w:r w:rsidR="00410CE0">
        <w:rPr>
          <w:rFonts w:ascii="Arial" w:hAnsi="Arial" w:cs="Arial"/>
          <w:sz w:val="22"/>
          <w:szCs w:val="22"/>
        </w:rPr>
        <w:t xml:space="preserve"> (doplňující parametry)</w:t>
      </w:r>
    </w:p>
    <w:p w:rsidR="00CB4654" w:rsidRPr="00FA4CB4" w:rsidRDefault="0018604B" w:rsidP="00F858F0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E741CB" w:rsidRPr="00FA4CB4">
        <w:rPr>
          <w:rFonts w:ascii="Arial" w:hAnsi="Arial" w:cs="Arial"/>
          <w:sz w:val="22"/>
          <w:szCs w:val="22"/>
        </w:rPr>
        <w:t xml:space="preserve">yzický </w:t>
      </w:r>
      <w:proofErr w:type="spellStart"/>
      <w:r w:rsidR="00E741CB" w:rsidRPr="00FA4CB4">
        <w:rPr>
          <w:rFonts w:ascii="Arial" w:hAnsi="Arial" w:cs="Arial"/>
          <w:sz w:val="22"/>
          <w:szCs w:val="22"/>
        </w:rPr>
        <w:t>kontroler</w:t>
      </w:r>
      <w:proofErr w:type="spellEnd"/>
      <w:r w:rsidR="00E741CB" w:rsidRPr="00FA4CB4">
        <w:rPr>
          <w:rFonts w:ascii="Arial" w:hAnsi="Arial" w:cs="Arial"/>
          <w:sz w:val="22"/>
          <w:szCs w:val="22"/>
        </w:rPr>
        <w:t xml:space="preserve"> </w:t>
      </w:r>
      <w:r w:rsidR="00410CE0" w:rsidRPr="00FA4CB4">
        <w:rPr>
          <w:rFonts w:ascii="Arial" w:hAnsi="Arial" w:cs="Arial"/>
          <w:sz w:val="22"/>
          <w:szCs w:val="22"/>
        </w:rPr>
        <w:t xml:space="preserve">RACK </w:t>
      </w:r>
      <w:proofErr w:type="spellStart"/>
      <w:r w:rsidR="00410CE0" w:rsidRPr="00FA4CB4">
        <w:rPr>
          <w:rFonts w:ascii="Arial" w:hAnsi="Arial" w:cs="Arial"/>
          <w:sz w:val="22"/>
          <w:szCs w:val="22"/>
        </w:rPr>
        <w:t>mount</w:t>
      </w:r>
      <w:proofErr w:type="spellEnd"/>
      <w:r w:rsidR="00410CE0" w:rsidRPr="00FA4CB4">
        <w:rPr>
          <w:rFonts w:ascii="Arial" w:hAnsi="Arial" w:cs="Arial"/>
          <w:sz w:val="22"/>
          <w:szCs w:val="22"/>
        </w:rPr>
        <w:t xml:space="preserve"> provedení nebo jako součást AP </w:t>
      </w:r>
    </w:p>
    <w:p w:rsidR="00F858F0" w:rsidRPr="00F858F0" w:rsidRDefault="00410CE0" w:rsidP="009C1C56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858F0">
        <w:rPr>
          <w:rFonts w:ascii="Arial" w:hAnsi="Arial" w:cs="Arial"/>
          <w:sz w:val="22"/>
          <w:szCs w:val="22"/>
        </w:rPr>
        <w:t xml:space="preserve">duální </w:t>
      </w:r>
      <w:proofErr w:type="spellStart"/>
      <w:r w:rsidRPr="00F858F0">
        <w:rPr>
          <w:rFonts w:ascii="Arial" w:hAnsi="Arial" w:cs="Arial"/>
          <w:sz w:val="22"/>
          <w:szCs w:val="22"/>
        </w:rPr>
        <w:t>hotswap</w:t>
      </w:r>
      <w:proofErr w:type="spellEnd"/>
      <w:r w:rsidRPr="00F858F0">
        <w:rPr>
          <w:rFonts w:ascii="Arial" w:hAnsi="Arial" w:cs="Arial"/>
          <w:sz w:val="22"/>
          <w:szCs w:val="22"/>
        </w:rPr>
        <w:t xml:space="preserve"> napájecí zdroje, redundantní úložiště dat a konfigurace</w:t>
      </w:r>
      <w:r w:rsidR="00FA4CB4" w:rsidRPr="00F858F0">
        <w:rPr>
          <w:rFonts w:ascii="Arial" w:hAnsi="Arial" w:cs="Arial"/>
          <w:sz w:val="22"/>
          <w:szCs w:val="22"/>
        </w:rPr>
        <w:t xml:space="preserve"> (není požadováno při dodávce jako součást AP)</w:t>
      </w:r>
    </w:p>
    <w:p w:rsidR="00F858F0" w:rsidRPr="00F858F0" w:rsidRDefault="00F858F0" w:rsidP="00F858F0">
      <w:pPr>
        <w:tabs>
          <w:tab w:val="left" w:pos="360"/>
        </w:tabs>
        <w:spacing w:line="276" w:lineRule="auto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F73D9A" w:rsidRPr="00F858F0" w:rsidRDefault="00867794" w:rsidP="00F858F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858F0">
        <w:rPr>
          <w:rFonts w:ascii="Arial" w:hAnsi="Arial" w:cs="Arial"/>
          <w:b/>
          <w:sz w:val="22"/>
          <w:szCs w:val="22"/>
        </w:rPr>
        <w:t xml:space="preserve">Komodita 8: </w:t>
      </w:r>
      <w:r w:rsidR="00E123C0" w:rsidRPr="00F858F0">
        <w:rPr>
          <w:rFonts w:ascii="Arial" w:hAnsi="Arial" w:cs="Arial"/>
          <w:b/>
          <w:sz w:val="22"/>
          <w:szCs w:val="22"/>
        </w:rPr>
        <w:t>Centrální management pro</w:t>
      </w:r>
      <w:r w:rsidR="00F73D9A" w:rsidRPr="00F858F0">
        <w:rPr>
          <w:rFonts w:ascii="Arial" w:hAnsi="Arial" w:cs="Arial"/>
          <w:b/>
          <w:sz w:val="22"/>
          <w:szCs w:val="22"/>
        </w:rPr>
        <w:t xml:space="preserve"> monitoring </w:t>
      </w:r>
      <w:r w:rsidR="00E123C0" w:rsidRPr="00F858F0">
        <w:rPr>
          <w:rFonts w:ascii="Arial" w:hAnsi="Arial" w:cs="Arial"/>
          <w:b/>
          <w:sz w:val="22"/>
          <w:szCs w:val="22"/>
        </w:rPr>
        <w:t xml:space="preserve">a dohled </w:t>
      </w:r>
      <w:r w:rsidR="000B6EF0" w:rsidRPr="00F858F0">
        <w:rPr>
          <w:rFonts w:ascii="Arial" w:hAnsi="Arial" w:cs="Arial"/>
          <w:b/>
          <w:sz w:val="22"/>
          <w:szCs w:val="22"/>
        </w:rPr>
        <w:t xml:space="preserve">AP </w:t>
      </w:r>
    </w:p>
    <w:p w:rsidR="00BC5D24" w:rsidRDefault="00F73D9A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A77">
        <w:rPr>
          <w:rFonts w:ascii="Arial" w:hAnsi="Arial" w:cs="Arial"/>
          <w:sz w:val="22"/>
          <w:szCs w:val="22"/>
        </w:rPr>
        <w:t xml:space="preserve">centralizování informací z jednotlivých </w:t>
      </w:r>
      <w:r w:rsidR="000B6EF0" w:rsidRPr="00911A77">
        <w:rPr>
          <w:rFonts w:ascii="Arial" w:hAnsi="Arial" w:cs="Arial"/>
          <w:sz w:val="22"/>
          <w:szCs w:val="22"/>
        </w:rPr>
        <w:t xml:space="preserve">AP </w:t>
      </w:r>
    </w:p>
    <w:p w:rsidR="00F73D9A" w:rsidRPr="00911A77" w:rsidRDefault="00F73D9A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A77">
        <w:rPr>
          <w:rFonts w:ascii="Arial" w:hAnsi="Arial" w:cs="Arial"/>
          <w:sz w:val="22"/>
          <w:szCs w:val="22"/>
        </w:rPr>
        <w:lastRenderedPageBreak/>
        <w:t xml:space="preserve">dohled stavu </w:t>
      </w:r>
      <w:r w:rsidR="00DF6EE4" w:rsidRPr="00911A77">
        <w:rPr>
          <w:rFonts w:ascii="Arial" w:hAnsi="Arial" w:cs="Arial"/>
          <w:sz w:val="22"/>
          <w:szCs w:val="22"/>
        </w:rPr>
        <w:t>a výkonu</w:t>
      </w:r>
      <w:r w:rsidRPr="00911A77">
        <w:rPr>
          <w:rFonts w:ascii="Arial" w:hAnsi="Arial" w:cs="Arial"/>
          <w:sz w:val="22"/>
          <w:szCs w:val="22"/>
        </w:rPr>
        <w:t xml:space="preserve"> </w:t>
      </w:r>
      <w:r w:rsidR="000B6EF0" w:rsidRPr="00911A77">
        <w:rPr>
          <w:rFonts w:ascii="Arial" w:hAnsi="Arial" w:cs="Arial"/>
          <w:sz w:val="22"/>
          <w:szCs w:val="22"/>
        </w:rPr>
        <w:t>AP</w:t>
      </w:r>
      <w:r w:rsidRPr="00911A77">
        <w:rPr>
          <w:rFonts w:ascii="Arial" w:hAnsi="Arial" w:cs="Arial"/>
          <w:sz w:val="22"/>
          <w:szCs w:val="22"/>
        </w:rPr>
        <w:t>, počtu klientů, bezdrátových sítí, aktuálně připojených uživatelů</w:t>
      </w:r>
    </w:p>
    <w:p w:rsidR="00F73D9A" w:rsidRPr="00911A77" w:rsidRDefault="00F73D9A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A77">
        <w:rPr>
          <w:rFonts w:ascii="Arial" w:hAnsi="Arial" w:cs="Arial"/>
          <w:sz w:val="22"/>
          <w:szCs w:val="22"/>
        </w:rPr>
        <w:t xml:space="preserve">statistiky, reporting </w:t>
      </w:r>
      <w:r w:rsidR="00B25958" w:rsidRPr="00911A77">
        <w:rPr>
          <w:rFonts w:ascii="Arial" w:hAnsi="Arial" w:cs="Arial"/>
          <w:sz w:val="22"/>
          <w:szCs w:val="22"/>
        </w:rPr>
        <w:t>o připojených klientech</w:t>
      </w:r>
      <w:r w:rsidR="00E400F6" w:rsidRPr="00911A77">
        <w:rPr>
          <w:rFonts w:ascii="Arial" w:hAnsi="Arial" w:cs="Arial"/>
          <w:sz w:val="22"/>
          <w:szCs w:val="22"/>
        </w:rPr>
        <w:t xml:space="preserve"> </w:t>
      </w:r>
      <w:r w:rsidRPr="00911A77">
        <w:rPr>
          <w:rFonts w:ascii="Arial" w:hAnsi="Arial" w:cs="Arial"/>
          <w:sz w:val="22"/>
          <w:szCs w:val="22"/>
        </w:rPr>
        <w:t>s retencí minimálně 180 dní</w:t>
      </w:r>
      <w:r w:rsidR="0093659F" w:rsidRPr="00911A77">
        <w:rPr>
          <w:rFonts w:ascii="Arial" w:hAnsi="Arial" w:cs="Arial"/>
          <w:sz w:val="22"/>
          <w:szCs w:val="22"/>
        </w:rPr>
        <w:t>, automatické odesílání definovaných reportů e-mailem</w:t>
      </w:r>
    </w:p>
    <w:p w:rsidR="00F73D9A" w:rsidRPr="00B7622F" w:rsidRDefault="00F73D9A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7622F">
        <w:rPr>
          <w:rFonts w:ascii="Arial" w:hAnsi="Arial" w:cs="Arial"/>
          <w:sz w:val="22"/>
          <w:szCs w:val="22"/>
        </w:rPr>
        <w:t>syslog</w:t>
      </w:r>
      <w:proofErr w:type="spellEnd"/>
      <w:r w:rsidR="00E123C0" w:rsidRPr="00B7622F">
        <w:rPr>
          <w:rFonts w:ascii="Arial" w:hAnsi="Arial" w:cs="Arial"/>
          <w:sz w:val="22"/>
          <w:szCs w:val="22"/>
        </w:rPr>
        <w:t xml:space="preserve">, </w:t>
      </w:r>
      <w:r w:rsidR="00E400F6">
        <w:rPr>
          <w:rFonts w:ascii="Arial" w:hAnsi="Arial" w:cs="Arial"/>
          <w:sz w:val="22"/>
          <w:szCs w:val="22"/>
        </w:rPr>
        <w:t xml:space="preserve">SNMP, </w:t>
      </w:r>
      <w:proofErr w:type="spellStart"/>
      <w:r w:rsidR="00E123C0" w:rsidRPr="00B7622F">
        <w:rPr>
          <w:rFonts w:ascii="Arial" w:hAnsi="Arial" w:cs="Arial"/>
          <w:sz w:val="22"/>
          <w:szCs w:val="22"/>
        </w:rPr>
        <w:t>alerting</w:t>
      </w:r>
      <w:proofErr w:type="spellEnd"/>
      <w:r w:rsidR="00E123C0" w:rsidRPr="00B7622F">
        <w:rPr>
          <w:rFonts w:ascii="Arial" w:hAnsi="Arial" w:cs="Arial"/>
          <w:sz w:val="22"/>
          <w:szCs w:val="22"/>
        </w:rPr>
        <w:t xml:space="preserve"> administrátora (zaslání informace o změně stavu systému) </w:t>
      </w:r>
    </w:p>
    <w:p w:rsidR="00B25958" w:rsidRPr="00B7622F" w:rsidRDefault="0093659F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architektura klient – server, šifrované připojení klienta</w:t>
      </w:r>
    </w:p>
    <w:p w:rsidR="000B6EF0" w:rsidRPr="00911A77" w:rsidRDefault="001072DE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911A77">
        <w:rPr>
          <w:rFonts w:ascii="Arial" w:hAnsi="Arial" w:cs="Arial"/>
          <w:sz w:val="22"/>
          <w:szCs w:val="22"/>
        </w:rPr>
        <w:t>perpetual</w:t>
      </w:r>
      <w:proofErr w:type="spellEnd"/>
      <w:r w:rsidRPr="00911A77">
        <w:rPr>
          <w:rFonts w:ascii="Arial" w:hAnsi="Arial" w:cs="Arial"/>
          <w:sz w:val="22"/>
          <w:szCs w:val="22"/>
        </w:rPr>
        <w:t xml:space="preserve"> </w:t>
      </w:r>
      <w:r w:rsidR="00E123C0" w:rsidRPr="00911A77">
        <w:rPr>
          <w:rFonts w:ascii="Arial" w:hAnsi="Arial" w:cs="Arial"/>
          <w:sz w:val="22"/>
          <w:szCs w:val="22"/>
        </w:rPr>
        <w:t xml:space="preserve">licence pro dohled </w:t>
      </w:r>
      <w:r w:rsidR="00BC5D24" w:rsidRPr="00911A77">
        <w:rPr>
          <w:rFonts w:ascii="Arial" w:hAnsi="Arial" w:cs="Arial"/>
          <w:sz w:val="22"/>
          <w:szCs w:val="22"/>
        </w:rPr>
        <w:t>25</w:t>
      </w:r>
      <w:r w:rsidR="00B25958" w:rsidRPr="00911A77">
        <w:rPr>
          <w:rFonts w:ascii="Arial" w:hAnsi="Arial" w:cs="Arial"/>
          <w:sz w:val="22"/>
          <w:szCs w:val="22"/>
        </w:rPr>
        <w:t xml:space="preserve"> AP s možností rozšiřování po </w:t>
      </w:r>
      <w:r w:rsidR="00BC5D24" w:rsidRPr="00911A77">
        <w:rPr>
          <w:rFonts w:ascii="Arial" w:hAnsi="Arial" w:cs="Arial"/>
          <w:sz w:val="22"/>
          <w:szCs w:val="22"/>
        </w:rPr>
        <w:t>25</w:t>
      </w:r>
      <w:r w:rsidR="00B25958" w:rsidRPr="00911A77">
        <w:rPr>
          <w:rFonts w:ascii="Arial" w:hAnsi="Arial" w:cs="Arial"/>
          <w:sz w:val="22"/>
          <w:szCs w:val="22"/>
        </w:rPr>
        <w:t xml:space="preserve"> dalších</w:t>
      </w:r>
    </w:p>
    <w:p w:rsidR="00E123C0" w:rsidRPr="00911A77" w:rsidRDefault="00E123C0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A77">
        <w:rPr>
          <w:rFonts w:ascii="Arial" w:hAnsi="Arial" w:cs="Arial"/>
          <w:sz w:val="22"/>
          <w:szCs w:val="22"/>
        </w:rPr>
        <w:t xml:space="preserve">server musí být dodán jako virtuální </w:t>
      </w:r>
      <w:proofErr w:type="spellStart"/>
      <w:r w:rsidRPr="00911A77">
        <w:rPr>
          <w:rFonts w:ascii="Arial" w:hAnsi="Arial" w:cs="Arial"/>
          <w:sz w:val="22"/>
          <w:szCs w:val="22"/>
        </w:rPr>
        <w:t>appliance</w:t>
      </w:r>
      <w:proofErr w:type="spellEnd"/>
      <w:r w:rsidRPr="00911A77">
        <w:rPr>
          <w:rFonts w:ascii="Arial" w:hAnsi="Arial" w:cs="Arial"/>
          <w:sz w:val="22"/>
          <w:szCs w:val="22"/>
        </w:rPr>
        <w:t xml:space="preserve"> pro </w:t>
      </w:r>
      <w:proofErr w:type="spellStart"/>
      <w:r w:rsidRPr="00911A77">
        <w:rPr>
          <w:rFonts w:ascii="Arial" w:hAnsi="Arial" w:cs="Arial"/>
          <w:sz w:val="22"/>
          <w:szCs w:val="22"/>
        </w:rPr>
        <w:t>VMWare</w:t>
      </w:r>
      <w:proofErr w:type="spellEnd"/>
      <w:r w:rsidRPr="00911A77">
        <w:rPr>
          <w:rFonts w:ascii="Arial" w:hAnsi="Arial" w:cs="Arial"/>
          <w:sz w:val="22"/>
          <w:szCs w:val="22"/>
        </w:rPr>
        <w:t xml:space="preserve"> ESX</w:t>
      </w:r>
      <w:r w:rsidR="0020115C">
        <w:rPr>
          <w:rFonts w:ascii="Arial" w:hAnsi="Arial" w:cs="Arial"/>
          <w:sz w:val="22"/>
          <w:szCs w:val="22"/>
        </w:rPr>
        <w:t xml:space="preserve"> a Microsoft </w:t>
      </w:r>
      <w:proofErr w:type="spellStart"/>
      <w:r w:rsidR="0020115C">
        <w:rPr>
          <w:rFonts w:ascii="Arial" w:hAnsi="Arial" w:cs="Arial"/>
          <w:sz w:val="22"/>
          <w:szCs w:val="22"/>
        </w:rPr>
        <w:t>HyperV</w:t>
      </w:r>
      <w:proofErr w:type="spellEnd"/>
    </w:p>
    <w:p w:rsidR="0073070D" w:rsidRPr="00B7622F" w:rsidRDefault="005D2D1A" w:rsidP="00F858F0">
      <w:pPr>
        <w:numPr>
          <w:ilvl w:val="0"/>
          <w:numId w:val="17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záruční </w:t>
      </w:r>
      <w:r w:rsidR="0073070D" w:rsidRPr="00B7622F">
        <w:rPr>
          <w:rFonts w:ascii="Arial" w:hAnsi="Arial" w:cs="Arial"/>
          <w:sz w:val="22"/>
          <w:szCs w:val="22"/>
        </w:rPr>
        <w:t xml:space="preserve">a servisní požadavky dle </w:t>
      </w:r>
      <w:r w:rsidR="00F70BA6" w:rsidRPr="00B7622F">
        <w:rPr>
          <w:rFonts w:ascii="Arial" w:hAnsi="Arial" w:cs="Arial"/>
          <w:sz w:val="22"/>
          <w:szCs w:val="22"/>
        </w:rPr>
        <w:t xml:space="preserve">rámcové </w:t>
      </w:r>
      <w:r w:rsidR="0073070D" w:rsidRPr="00B7622F">
        <w:rPr>
          <w:rFonts w:ascii="Arial" w:hAnsi="Arial" w:cs="Arial"/>
          <w:sz w:val="22"/>
          <w:szCs w:val="22"/>
        </w:rPr>
        <w:t>smlouvy</w:t>
      </w:r>
    </w:p>
    <w:p w:rsidR="008B743F" w:rsidRDefault="005D2D1A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p</w:t>
      </w:r>
      <w:r w:rsidR="0073070D" w:rsidRPr="00B7622F">
        <w:rPr>
          <w:rFonts w:ascii="Arial" w:hAnsi="Arial" w:cs="Arial"/>
          <w:sz w:val="22"/>
          <w:szCs w:val="22"/>
        </w:rPr>
        <w:t>řístup k novým verzím firmware po dobu platnosti záručních a servisních požadavků</w:t>
      </w:r>
    </w:p>
    <w:p w:rsidR="003337EC" w:rsidRPr="001657B4" w:rsidRDefault="00C13136" w:rsidP="00F858F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3337EC">
        <w:rPr>
          <w:rFonts w:ascii="Arial" w:hAnsi="Arial" w:cs="Arial"/>
          <w:sz w:val="22"/>
          <w:szCs w:val="22"/>
        </w:rPr>
        <w:t>nstalace v rozsahu splnění akceptačních testů</w:t>
      </w:r>
    </w:p>
    <w:p w:rsidR="00F73D9A" w:rsidRPr="00B7622F" w:rsidRDefault="00F73D9A" w:rsidP="001444DE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 xml:space="preserve">  </w:t>
      </w:r>
    </w:p>
    <w:p w:rsidR="00597176" w:rsidRDefault="00074B76" w:rsidP="00F858F0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Komodita 9: Instalace</w:t>
      </w:r>
      <w:r w:rsidR="003337EC">
        <w:rPr>
          <w:rFonts w:ascii="Arial" w:hAnsi="Arial" w:cs="Arial"/>
          <w:b/>
          <w:sz w:val="22"/>
          <w:szCs w:val="22"/>
        </w:rPr>
        <w:t xml:space="preserve"> AP</w:t>
      </w:r>
    </w:p>
    <w:p w:rsidR="00597176" w:rsidRPr="00F858F0" w:rsidRDefault="00597176" w:rsidP="00F858F0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sz w:val="22"/>
          <w:szCs w:val="22"/>
        </w:rPr>
        <w:t>Instalace AP spočívá v následujících úkonech:</w:t>
      </w:r>
    </w:p>
    <w:p w:rsidR="00597176" w:rsidRPr="00F858F0" w:rsidRDefault="00597176" w:rsidP="00F858F0">
      <w:pPr>
        <w:pStyle w:val="Zhlav"/>
        <w:numPr>
          <w:ilvl w:val="0"/>
          <w:numId w:val="21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F858F0">
        <w:rPr>
          <w:rFonts w:ascii="Arial" w:hAnsi="Arial" w:cs="Arial"/>
          <w:sz w:val="22"/>
          <w:szCs w:val="22"/>
        </w:rPr>
        <w:t>uchycení AP na zeď/strop</w:t>
      </w:r>
    </w:p>
    <w:p w:rsidR="00597176" w:rsidRPr="00F858F0" w:rsidRDefault="00597176" w:rsidP="00F858F0">
      <w:pPr>
        <w:pStyle w:val="Zhlav"/>
        <w:numPr>
          <w:ilvl w:val="0"/>
          <w:numId w:val="21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858F0">
        <w:rPr>
          <w:rFonts w:ascii="Arial" w:hAnsi="Arial" w:cs="Arial"/>
          <w:sz w:val="22"/>
          <w:szCs w:val="22"/>
        </w:rPr>
        <w:t xml:space="preserve">připojení k rozvodům strukturované kabeláže </w:t>
      </w:r>
      <w:r w:rsidRPr="00597176">
        <w:rPr>
          <w:rFonts w:ascii="Arial" w:hAnsi="Arial" w:cs="Arial"/>
          <w:sz w:val="22"/>
          <w:szCs w:val="22"/>
        </w:rPr>
        <w:t>(instalace strukturované kabeláže není součástí</w:t>
      </w:r>
      <w:r w:rsidRPr="00F858F0">
        <w:rPr>
          <w:rFonts w:ascii="Arial" w:hAnsi="Arial" w:cs="Arial"/>
          <w:sz w:val="22"/>
          <w:szCs w:val="22"/>
        </w:rPr>
        <w:t>)</w:t>
      </w:r>
    </w:p>
    <w:p w:rsidR="003337EC" w:rsidRPr="00F858F0" w:rsidRDefault="003337EC" w:rsidP="00F858F0">
      <w:pPr>
        <w:pStyle w:val="Zhlav"/>
        <w:numPr>
          <w:ilvl w:val="0"/>
          <w:numId w:val="21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doporučení konfigurace pro přípojný port </w:t>
      </w:r>
      <w:proofErr w:type="spellStart"/>
      <w:r>
        <w:rPr>
          <w:rFonts w:ascii="Arial" w:hAnsi="Arial" w:cs="Arial"/>
          <w:sz w:val="22"/>
          <w:szCs w:val="22"/>
        </w:rPr>
        <w:t>switche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</w:p>
    <w:p w:rsidR="003337EC" w:rsidRPr="00F858F0" w:rsidRDefault="00597176" w:rsidP="00F858F0">
      <w:pPr>
        <w:pStyle w:val="Zhlav"/>
        <w:numPr>
          <w:ilvl w:val="0"/>
          <w:numId w:val="21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zavedení AP do centrálního </w:t>
      </w:r>
      <w:proofErr w:type="spellStart"/>
      <w:r>
        <w:rPr>
          <w:rFonts w:ascii="Arial" w:hAnsi="Arial" w:cs="Arial"/>
          <w:sz w:val="22"/>
          <w:szCs w:val="22"/>
        </w:rPr>
        <w:t>kontroleru</w:t>
      </w:r>
      <w:proofErr w:type="spellEnd"/>
      <w:r>
        <w:rPr>
          <w:rFonts w:ascii="Arial" w:hAnsi="Arial" w:cs="Arial"/>
          <w:sz w:val="22"/>
          <w:szCs w:val="22"/>
        </w:rPr>
        <w:t xml:space="preserve"> včetně konfigurace doporučených nastavení výrobcem (</w:t>
      </w:r>
      <w:proofErr w:type="spellStart"/>
      <w:r>
        <w:rPr>
          <w:rFonts w:ascii="Arial" w:hAnsi="Arial" w:cs="Arial"/>
          <w:sz w:val="22"/>
          <w:szCs w:val="22"/>
        </w:rPr>
        <w:t>dhcp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option</w:t>
      </w:r>
      <w:proofErr w:type="spellEnd"/>
      <w:r w:rsidR="00C1313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...)</w:t>
      </w:r>
      <w:proofErr w:type="gramEnd"/>
      <w:r>
        <w:rPr>
          <w:rFonts w:ascii="Arial" w:hAnsi="Arial" w:cs="Arial"/>
          <w:sz w:val="22"/>
          <w:szCs w:val="22"/>
        </w:rPr>
        <w:t xml:space="preserve">   </w:t>
      </w:r>
    </w:p>
    <w:p w:rsidR="00A00611" w:rsidRDefault="00A00611" w:rsidP="001444DE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337EC" w:rsidRPr="00E7100F" w:rsidRDefault="00E7100F" w:rsidP="00E7100F">
      <w:pPr>
        <w:pStyle w:val="Nadpis5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EE5BA7" w:rsidRPr="00E7100F">
        <w:rPr>
          <w:rFonts w:ascii="Arial" w:hAnsi="Arial" w:cs="Arial"/>
        </w:rPr>
        <w:t>Akceptačn</w:t>
      </w:r>
      <w:r w:rsidR="00465E48" w:rsidRPr="00E7100F">
        <w:rPr>
          <w:rFonts w:ascii="Arial" w:hAnsi="Arial" w:cs="Arial"/>
        </w:rPr>
        <w:t xml:space="preserve">í testy se požadují </w:t>
      </w:r>
      <w:r w:rsidR="00EE5BA7" w:rsidRPr="00E7100F">
        <w:rPr>
          <w:rFonts w:ascii="Arial" w:hAnsi="Arial" w:cs="Arial"/>
        </w:rPr>
        <w:t xml:space="preserve">v případě dodání </w:t>
      </w:r>
      <w:r w:rsidR="00252AF6" w:rsidRPr="00E7100F">
        <w:rPr>
          <w:rFonts w:ascii="Arial" w:hAnsi="Arial" w:cs="Arial"/>
        </w:rPr>
        <w:t xml:space="preserve">komodit </w:t>
      </w:r>
      <w:r w:rsidR="00465E48" w:rsidRPr="00E7100F">
        <w:rPr>
          <w:rFonts w:ascii="Arial" w:hAnsi="Arial" w:cs="Arial"/>
        </w:rPr>
        <w:t>5, 6 nebo</w:t>
      </w:r>
      <w:r w:rsidR="00252AF6" w:rsidRPr="00E7100F">
        <w:rPr>
          <w:rFonts w:ascii="Arial" w:hAnsi="Arial" w:cs="Arial"/>
        </w:rPr>
        <w:t xml:space="preserve"> 8</w:t>
      </w:r>
      <w:r w:rsidR="0031414E" w:rsidRPr="00E7100F">
        <w:rPr>
          <w:rFonts w:ascii="Arial" w:hAnsi="Arial" w:cs="Arial"/>
        </w:rPr>
        <w:t>,</w:t>
      </w:r>
      <w:r w:rsidR="00D3006A" w:rsidRPr="00E7100F">
        <w:rPr>
          <w:rFonts w:ascii="Arial" w:hAnsi="Arial" w:cs="Arial"/>
        </w:rPr>
        <w:t xml:space="preserve"> které jsou včetně instalace, konfigurace, oživení</w:t>
      </w:r>
      <w:r w:rsidR="00252AF6" w:rsidRPr="00E7100F">
        <w:rPr>
          <w:rFonts w:ascii="Arial" w:hAnsi="Arial" w:cs="Arial"/>
        </w:rPr>
        <w:t xml:space="preserve">. </w:t>
      </w:r>
    </w:p>
    <w:p w:rsidR="00DE3FBC" w:rsidRDefault="00DE3FBC" w:rsidP="001444DE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E3FBC" w:rsidRPr="00B7622F" w:rsidRDefault="00DE3FBC" w:rsidP="001444DE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Pro komodity </w:t>
      </w:r>
      <w:r w:rsidR="004651B0">
        <w:rPr>
          <w:rFonts w:ascii="Arial" w:hAnsi="Arial" w:cs="Arial"/>
          <w:b/>
          <w:bCs/>
          <w:color w:val="000000"/>
          <w:sz w:val="22"/>
          <w:szCs w:val="22"/>
        </w:rPr>
        <w:t>5 a 6</w:t>
      </w:r>
      <w:r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4B3B0A" w:rsidRPr="004B11C9" w:rsidRDefault="009F72D4" w:rsidP="00F858F0">
      <w:pPr>
        <w:pStyle w:val="Zhlav"/>
        <w:numPr>
          <w:ilvl w:val="0"/>
          <w:numId w:val="24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4B11C9">
        <w:rPr>
          <w:rFonts w:ascii="Arial" w:hAnsi="Arial" w:cs="Arial"/>
          <w:sz w:val="22"/>
          <w:szCs w:val="22"/>
        </w:rPr>
        <w:t xml:space="preserve">Ukázka procesu instalace nového AP (začlenění do </w:t>
      </w:r>
      <w:proofErr w:type="spellStart"/>
      <w:r w:rsidRPr="004B11C9">
        <w:rPr>
          <w:rFonts w:ascii="Arial" w:hAnsi="Arial" w:cs="Arial"/>
          <w:sz w:val="22"/>
          <w:szCs w:val="22"/>
        </w:rPr>
        <w:t>mgmt</w:t>
      </w:r>
      <w:proofErr w:type="spellEnd"/>
      <w:r w:rsidRPr="004B11C9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4B11C9">
        <w:rPr>
          <w:rFonts w:ascii="Arial" w:hAnsi="Arial" w:cs="Arial"/>
          <w:sz w:val="22"/>
          <w:szCs w:val="22"/>
        </w:rPr>
        <w:t>nastavení...)</w:t>
      </w:r>
      <w:r w:rsidR="00F858F0">
        <w:rPr>
          <w:rFonts w:ascii="Arial" w:hAnsi="Arial" w:cs="Arial"/>
          <w:sz w:val="22"/>
          <w:szCs w:val="22"/>
        </w:rPr>
        <w:t xml:space="preserve"> – na</w:t>
      </w:r>
      <w:proofErr w:type="gramEnd"/>
      <w:r w:rsidR="00F858F0">
        <w:rPr>
          <w:rFonts w:ascii="Arial" w:hAnsi="Arial" w:cs="Arial"/>
          <w:sz w:val="22"/>
          <w:szCs w:val="22"/>
        </w:rPr>
        <w:t xml:space="preserve"> minimálně 3ks AP</w:t>
      </w:r>
    </w:p>
    <w:p w:rsidR="009F72D4" w:rsidRPr="00074B76" w:rsidRDefault="009F72D4" w:rsidP="00F858F0">
      <w:pPr>
        <w:pStyle w:val="Zhlav"/>
        <w:numPr>
          <w:ilvl w:val="0"/>
          <w:numId w:val="24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311346">
        <w:rPr>
          <w:rFonts w:ascii="Arial" w:hAnsi="Arial" w:cs="Arial"/>
          <w:sz w:val="22"/>
          <w:szCs w:val="22"/>
        </w:rPr>
        <w:t xml:space="preserve">Vytvoření bezdrátové sítě </w:t>
      </w:r>
      <w:r w:rsidR="00EE5BA7" w:rsidRPr="00074B76">
        <w:rPr>
          <w:rFonts w:ascii="Arial" w:hAnsi="Arial" w:cs="Arial"/>
          <w:sz w:val="22"/>
          <w:szCs w:val="22"/>
        </w:rPr>
        <w:t>SSID</w:t>
      </w:r>
      <w:r w:rsidR="001B78F0" w:rsidRPr="00074B76">
        <w:rPr>
          <w:rFonts w:ascii="Arial" w:hAnsi="Arial" w:cs="Arial"/>
          <w:sz w:val="22"/>
          <w:szCs w:val="22"/>
        </w:rPr>
        <w:t xml:space="preserve"> a svázání s patřičnou VLAN</w:t>
      </w:r>
    </w:p>
    <w:p w:rsidR="009F72D4" w:rsidRPr="00597176" w:rsidRDefault="009F72D4" w:rsidP="00F858F0">
      <w:pPr>
        <w:pStyle w:val="Zhlav"/>
        <w:numPr>
          <w:ilvl w:val="0"/>
          <w:numId w:val="24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597176">
        <w:rPr>
          <w:rFonts w:ascii="Arial" w:hAnsi="Arial" w:cs="Arial"/>
          <w:sz w:val="22"/>
          <w:szCs w:val="22"/>
        </w:rPr>
        <w:t xml:space="preserve">Nastavení a ukázka ověřování uživatelů přístupu uživatelů do bezdrátové sítě protokolem 802.1x oproti databázi účtů (LDAP, </w:t>
      </w:r>
      <w:proofErr w:type="gramStart"/>
      <w:r w:rsidRPr="00597176">
        <w:rPr>
          <w:rFonts w:ascii="Arial" w:hAnsi="Arial" w:cs="Arial"/>
          <w:sz w:val="22"/>
          <w:szCs w:val="22"/>
        </w:rPr>
        <w:t>AD...</w:t>
      </w:r>
      <w:r w:rsidR="00EE5BA7" w:rsidRPr="00F858F0">
        <w:rPr>
          <w:rFonts w:ascii="Arial" w:hAnsi="Arial" w:cs="Arial"/>
          <w:sz w:val="22"/>
          <w:szCs w:val="22"/>
        </w:rPr>
        <w:t>)</w:t>
      </w:r>
      <w:proofErr w:type="gramEnd"/>
      <w:r w:rsidRPr="00597176">
        <w:rPr>
          <w:rFonts w:ascii="Arial" w:hAnsi="Arial" w:cs="Arial"/>
          <w:sz w:val="22"/>
          <w:szCs w:val="22"/>
        </w:rPr>
        <w:t xml:space="preserve">  </w:t>
      </w:r>
    </w:p>
    <w:p w:rsidR="00B60663" w:rsidRDefault="009F72D4" w:rsidP="00F858F0">
      <w:pPr>
        <w:pStyle w:val="Zhlav"/>
        <w:numPr>
          <w:ilvl w:val="0"/>
          <w:numId w:val="24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4B11C9">
        <w:rPr>
          <w:rFonts w:ascii="Arial" w:hAnsi="Arial" w:cs="Arial"/>
          <w:sz w:val="22"/>
          <w:szCs w:val="22"/>
        </w:rPr>
        <w:t>Nastavení a ukázka logování události (ověření klienta, roaming mezi přístupovými body, ztrátovost provozu v bezdrátové síti</w:t>
      </w:r>
      <w:r w:rsidR="00EE5BA7" w:rsidRPr="00311346">
        <w:rPr>
          <w:rFonts w:ascii="Arial" w:hAnsi="Arial" w:cs="Arial"/>
          <w:sz w:val="22"/>
          <w:szCs w:val="22"/>
        </w:rPr>
        <w:t>, připojení uživatelé, klienti per AP, vytížení AP</w:t>
      </w:r>
      <w:r w:rsidRPr="00311346">
        <w:rPr>
          <w:rFonts w:ascii="Arial" w:hAnsi="Arial" w:cs="Arial"/>
          <w:sz w:val="22"/>
          <w:szCs w:val="22"/>
        </w:rPr>
        <w:t>)</w:t>
      </w:r>
    </w:p>
    <w:p w:rsidR="00F858F0" w:rsidRPr="00F858F0" w:rsidRDefault="00F858F0" w:rsidP="00F858F0">
      <w:pPr>
        <w:pStyle w:val="Zhlav"/>
        <w:tabs>
          <w:tab w:val="clear" w:pos="4536"/>
          <w:tab w:val="clear" w:pos="9072"/>
        </w:tabs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:rsidR="004651B0" w:rsidRDefault="004651B0" w:rsidP="00F858F0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Pro komoditu 8:</w:t>
      </w:r>
    </w:p>
    <w:p w:rsidR="0031414E" w:rsidRPr="00F858F0" w:rsidRDefault="0031414E" w:rsidP="00F858F0">
      <w:pPr>
        <w:pStyle w:val="Zhlav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B7622F">
        <w:rPr>
          <w:rFonts w:ascii="Arial" w:hAnsi="Arial" w:cs="Arial"/>
          <w:sz w:val="22"/>
          <w:szCs w:val="22"/>
        </w:rPr>
        <w:t>Nastavení a ukázka logování události (ověření klienta, roaming mezi přístupovými body, ztrátovost provozu v bezdrátové síti</w:t>
      </w:r>
      <w:r>
        <w:rPr>
          <w:rFonts w:ascii="Arial" w:hAnsi="Arial" w:cs="Arial"/>
          <w:sz w:val="22"/>
          <w:szCs w:val="22"/>
        </w:rPr>
        <w:t>, připojení uživatelé, klienti per AP, vytížení linek k AP</w:t>
      </w:r>
      <w:r w:rsidRPr="00B7622F">
        <w:rPr>
          <w:rFonts w:ascii="Arial" w:hAnsi="Arial" w:cs="Arial"/>
          <w:sz w:val="22"/>
          <w:szCs w:val="22"/>
        </w:rPr>
        <w:t>)</w:t>
      </w:r>
    </w:p>
    <w:p w:rsidR="00E33BCD" w:rsidRPr="00F858F0" w:rsidRDefault="0031414E" w:rsidP="00F858F0">
      <w:pPr>
        <w:pStyle w:val="Zhlav"/>
        <w:numPr>
          <w:ilvl w:val="0"/>
          <w:numId w:val="23"/>
        </w:numPr>
        <w:tabs>
          <w:tab w:val="clear" w:pos="4536"/>
          <w:tab w:val="clear" w:pos="9072"/>
        </w:tabs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F858F0">
        <w:rPr>
          <w:rFonts w:ascii="Arial" w:hAnsi="Arial" w:cs="Arial"/>
          <w:sz w:val="22"/>
          <w:szCs w:val="22"/>
        </w:rPr>
        <w:t xml:space="preserve">Ukázka reportů a statistik </w:t>
      </w:r>
    </w:p>
    <w:sectPr w:rsidR="00E33BCD" w:rsidRPr="00F858F0" w:rsidSect="001444DE">
      <w:footerReference w:type="default" r:id="rId8"/>
      <w:headerReference w:type="first" r:id="rId9"/>
      <w:footerReference w:type="first" r:id="rId10"/>
      <w:pgSz w:w="11906" w:h="16838"/>
      <w:pgMar w:top="19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24" w:rsidRDefault="00BD4824">
      <w:r>
        <w:separator/>
      </w:r>
    </w:p>
  </w:endnote>
  <w:endnote w:type="continuationSeparator" w:id="0">
    <w:p w:rsidR="00BD4824" w:rsidRDefault="00BD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8B2" w:rsidRPr="00A218B2" w:rsidRDefault="00A218B2">
    <w:pPr>
      <w:pStyle w:val="Zpat"/>
      <w:jc w:val="center"/>
      <w:rPr>
        <w:rFonts w:ascii="Arial" w:hAnsi="Arial" w:cs="Arial"/>
        <w:sz w:val="22"/>
        <w:szCs w:val="22"/>
      </w:rPr>
    </w:pPr>
    <w:r w:rsidRPr="00A218B2">
      <w:rPr>
        <w:rFonts w:ascii="Arial" w:hAnsi="Arial" w:cs="Arial"/>
        <w:sz w:val="22"/>
        <w:szCs w:val="22"/>
      </w:rPr>
      <w:fldChar w:fldCharType="begin"/>
    </w:r>
    <w:r w:rsidRPr="00A218B2">
      <w:rPr>
        <w:rFonts w:ascii="Arial" w:hAnsi="Arial" w:cs="Arial"/>
        <w:sz w:val="22"/>
        <w:szCs w:val="22"/>
      </w:rPr>
      <w:instrText>PAGE   \* MERGEFORMAT</w:instrText>
    </w:r>
    <w:r w:rsidRPr="00A218B2">
      <w:rPr>
        <w:rFonts w:ascii="Arial" w:hAnsi="Arial" w:cs="Arial"/>
        <w:sz w:val="22"/>
        <w:szCs w:val="22"/>
      </w:rPr>
      <w:fldChar w:fldCharType="separate"/>
    </w:r>
    <w:r w:rsidR="00E7100F">
      <w:rPr>
        <w:rFonts w:ascii="Arial" w:hAnsi="Arial" w:cs="Arial"/>
        <w:noProof/>
        <w:sz w:val="22"/>
        <w:szCs w:val="22"/>
      </w:rPr>
      <w:t>4</w:t>
    </w:r>
    <w:r w:rsidRPr="00A218B2">
      <w:rPr>
        <w:rFonts w:ascii="Arial" w:hAnsi="Arial" w:cs="Arial"/>
        <w:sz w:val="22"/>
        <w:szCs w:val="22"/>
      </w:rPr>
      <w:fldChar w:fldCharType="end"/>
    </w:r>
  </w:p>
  <w:p w:rsidR="004E3D4A" w:rsidRDefault="004E3D4A">
    <w:pPr>
      <w:pStyle w:val="Zpat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169065835"/>
      <w:docPartObj>
        <w:docPartGallery w:val="Page Numbers (Bottom of Page)"/>
        <w:docPartUnique/>
      </w:docPartObj>
    </w:sdtPr>
    <w:sdtContent>
      <w:p w:rsidR="00E7100F" w:rsidRPr="00E7100F" w:rsidRDefault="00E7100F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E7100F">
          <w:rPr>
            <w:rFonts w:ascii="Arial" w:hAnsi="Arial" w:cs="Arial"/>
            <w:sz w:val="22"/>
            <w:szCs w:val="22"/>
          </w:rPr>
          <w:fldChar w:fldCharType="begin"/>
        </w:r>
        <w:r w:rsidRPr="00E7100F">
          <w:rPr>
            <w:rFonts w:ascii="Arial" w:hAnsi="Arial" w:cs="Arial"/>
            <w:sz w:val="22"/>
            <w:szCs w:val="22"/>
          </w:rPr>
          <w:instrText>PAGE   \* MERGEFORMAT</w:instrText>
        </w:r>
        <w:r w:rsidRPr="00E7100F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sz w:val="22"/>
            <w:szCs w:val="22"/>
          </w:rPr>
          <w:t>1</w:t>
        </w:r>
        <w:r w:rsidRPr="00E7100F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24" w:rsidRDefault="00BD4824">
      <w:r>
        <w:separator/>
      </w:r>
    </w:p>
  </w:footnote>
  <w:footnote w:type="continuationSeparator" w:id="0">
    <w:p w:rsidR="00BD4824" w:rsidRDefault="00BD4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00F" w:rsidRPr="00707F61" w:rsidRDefault="00E7100F" w:rsidP="00E7100F">
    <w:pPr>
      <w:pStyle w:val="Zhlav"/>
      <w:jc w:val="center"/>
      <w:rPr>
        <w:sz w:val="22"/>
        <w:szCs w:val="22"/>
      </w:rPr>
    </w:pPr>
  </w:p>
  <w:p w:rsidR="00E7100F" w:rsidRPr="00707F61" w:rsidRDefault="00E7100F" w:rsidP="00E7100F">
    <w:pPr>
      <w:pStyle w:val="Zhlav"/>
      <w:jc w:val="center"/>
      <w:rPr>
        <w:sz w:val="22"/>
        <w:szCs w:val="22"/>
      </w:rPr>
    </w:pPr>
  </w:p>
  <w:p w:rsidR="00E7100F" w:rsidRPr="00707F61" w:rsidRDefault="00E7100F" w:rsidP="00E7100F">
    <w:pPr>
      <w:pStyle w:val="Zhlav"/>
      <w:jc w:val="center"/>
      <w:rPr>
        <w:sz w:val="22"/>
        <w:szCs w:val="22"/>
      </w:rPr>
    </w:pPr>
  </w:p>
  <w:p w:rsidR="00E7100F" w:rsidRPr="00707F61" w:rsidRDefault="00E7100F" w:rsidP="00E7100F">
    <w:pPr>
      <w:pStyle w:val="Zhlav"/>
      <w:rPr>
        <w:rFonts w:ascii="Arial" w:hAnsi="Arial" w:cs="Arial"/>
        <w:sz w:val="22"/>
        <w:szCs w:val="22"/>
      </w:rPr>
    </w:pPr>
    <w:r w:rsidRPr="00707F61">
      <w:rPr>
        <w:rFonts w:ascii="Arial" w:hAnsi="Arial" w:cs="Arial"/>
        <w:sz w:val="22"/>
        <w:szCs w:val="22"/>
      </w:rPr>
      <w:t>Veřejná zakázka: Rámcové smlouvy na dodávky ICT komponent</w:t>
    </w:r>
    <w:r>
      <w:rPr>
        <w:rFonts w:ascii="Arial" w:hAnsi="Arial" w:cs="Arial"/>
        <w:sz w:val="22"/>
        <w:szCs w:val="22"/>
      </w:rPr>
      <w:t xml:space="preserve"> 2020</w:t>
    </w:r>
  </w:p>
  <w:p w:rsidR="00E7100F" w:rsidRDefault="00E7100F" w:rsidP="00E7100F">
    <w:pPr>
      <w:pStyle w:val="Zhlav"/>
      <w:rPr>
        <w:rFonts w:ascii="Arial" w:hAnsi="Arial" w:cs="Arial"/>
        <w:sz w:val="22"/>
        <w:szCs w:val="22"/>
      </w:rPr>
    </w:pPr>
    <w:r w:rsidRPr="00707F61">
      <w:rPr>
        <w:rFonts w:ascii="Arial" w:hAnsi="Arial" w:cs="Arial"/>
        <w:sz w:val="22"/>
        <w:szCs w:val="22"/>
      </w:rPr>
      <w:t xml:space="preserve">Příloha č. </w:t>
    </w:r>
    <w:r>
      <w:rPr>
        <w:rFonts w:ascii="Arial" w:hAnsi="Arial" w:cs="Arial"/>
        <w:sz w:val="22"/>
        <w:szCs w:val="22"/>
      </w:rPr>
      <w:t>1</w:t>
    </w:r>
    <w:r w:rsidRPr="00707F61">
      <w:rPr>
        <w:rFonts w:ascii="Arial" w:hAnsi="Arial" w:cs="Arial"/>
        <w:sz w:val="22"/>
        <w:szCs w:val="22"/>
      </w:rPr>
      <w:t xml:space="preserve"> zadávací dokumentace: </w:t>
    </w:r>
    <w:r>
      <w:rPr>
        <w:rFonts w:ascii="Arial" w:hAnsi="Arial" w:cs="Arial"/>
        <w:sz w:val="22"/>
        <w:szCs w:val="22"/>
      </w:rPr>
      <w:t>technické podmínky</w:t>
    </w:r>
    <w:r w:rsidRPr="00707F61">
      <w:rPr>
        <w:rFonts w:ascii="Arial" w:hAnsi="Arial" w:cs="Arial"/>
        <w:sz w:val="22"/>
        <w:szCs w:val="22"/>
      </w:rPr>
      <w:t xml:space="preserve"> </w:t>
    </w:r>
  </w:p>
  <w:p w:rsidR="00E7100F" w:rsidRDefault="00E7100F" w:rsidP="00E7100F">
    <w:pPr>
      <w:pStyle w:val="Zhlav"/>
      <w:rPr>
        <w:rFonts w:ascii="Arial" w:hAnsi="Arial" w:cs="Arial"/>
        <w:sz w:val="22"/>
        <w:szCs w:val="22"/>
      </w:rPr>
    </w:pPr>
    <w:r w:rsidRPr="00707F61">
      <w:rPr>
        <w:noProof/>
        <w:sz w:val="22"/>
        <w:szCs w:val="22"/>
      </w:rPr>
      <w:drawing>
        <wp:anchor distT="0" distB="0" distL="114300" distR="114300" simplePos="0" relativeHeight="251659264" behindDoc="1" locked="1" layoutInCell="1" allowOverlap="1" wp14:anchorId="19FCB51D" wp14:editId="0EBCCBD1">
          <wp:simplePos x="0" y="0"/>
          <wp:positionH relativeFrom="page">
            <wp:posOffset>2741295</wp:posOffset>
          </wp:positionH>
          <wp:positionV relativeFrom="page">
            <wp:posOffset>99695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2"/>
        <w:szCs w:val="22"/>
      </w:rPr>
      <w:t xml:space="preserve">část 1: </w:t>
    </w:r>
    <w:proofErr w:type="spellStart"/>
    <w:r>
      <w:rPr>
        <w:rFonts w:ascii="Arial" w:hAnsi="Arial" w:cs="Arial"/>
        <w:sz w:val="22"/>
        <w:szCs w:val="22"/>
      </w:rPr>
      <w:t>WiFi</w:t>
    </w:r>
    <w:proofErr w:type="spellEnd"/>
    <w:r>
      <w:rPr>
        <w:rFonts w:ascii="Arial" w:hAnsi="Arial" w:cs="Arial"/>
        <w:sz w:val="22"/>
        <w:szCs w:val="22"/>
      </w:rPr>
      <w:t xml:space="preserve"> komponenty</w:t>
    </w:r>
  </w:p>
  <w:p w:rsidR="00E7100F" w:rsidRPr="00707F61" w:rsidRDefault="00E7100F" w:rsidP="00E7100F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BBE3AD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B6686"/>
    <w:multiLevelType w:val="singleLevel"/>
    <w:tmpl w:val="67721C6E"/>
    <w:lvl w:ilvl="0">
      <w:start w:val="1"/>
      <w:numFmt w:val="bullet"/>
      <w:pStyle w:val="Odrky2"/>
      <w:lvlText w:val="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</w:abstractNum>
  <w:abstractNum w:abstractNumId="2" w15:restartNumberingAfterBreak="0">
    <w:nsid w:val="0B36395A"/>
    <w:multiLevelType w:val="hybridMultilevel"/>
    <w:tmpl w:val="F6B2A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11D0"/>
    <w:multiLevelType w:val="hybridMultilevel"/>
    <w:tmpl w:val="556210F0"/>
    <w:lvl w:ilvl="0" w:tplc="3C36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72FB7"/>
    <w:multiLevelType w:val="hybridMultilevel"/>
    <w:tmpl w:val="81343B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5026"/>
    <w:multiLevelType w:val="hybridMultilevel"/>
    <w:tmpl w:val="14D22D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61594"/>
    <w:multiLevelType w:val="hybridMultilevel"/>
    <w:tmpl w:val="1BBAEF0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D683D94"/>
    <w:multiLevelType w:val="hybridMultilevel"/>
    <w:tmpl w:val="12D4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D65DB"/>
    <w:multiLevelType w:val="singleLevel"/>
    <w:tmpl w:val="F056CC04"/>
    <w:lvl w:ilvl="0">
      <w:start w:val="1"/>
      <w:numFmt w:val="bullet"/>
      <w:pStyle w:val="Odrky1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</w:abstractNum>
  <w:abstractNum w:abstractNumId="9" w15:restartNumberingAfterBreak="0">
    <w:nsid w:val="312337F5"/>
    <w:multiLevelType w:val="hybridMultilevel"/>
    <w:tmpl w:val="20A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02EA3"/>
    <w:multiLevelType w:val="hybridMultilevel"/>
    <w:tmpl w:val="B09E2FD6"/>
    <w:lvl w:ilvl="0" w:tplc="092066EA">
      <w:numFmt w:val="bullet"/>
      <w:lvlText w:val=""/>
      <w:lvlJc w:val="left"/>
      <w:pPr>
        <w:ind w:left="1413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6212152"/>
    <w:multiLevelType w:val="hybridMultilevel"/>
    <w:tmpl w:val="37C85552"/>
    <w:lvl w:ilvl="0" w:tplc="D6F620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4A07FE"/>
    <w:multiLevelType w:val="hybridMultilevel"/>
    <w:tmpl w:val="4B44C91E"/>
    <w:lvl w:ilvl="0" w:tplc="1982E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07725"/>
    <w:multiLevelType w:val="hybridMultilevel"/>
    <w:tmpl w:val="3014D75A"/>
    <w:lvl w:ilvl="0" w:tplc="CF58F246">
      <w:numFmt w:val="bullet"/>
      <w:lvlText w:val=""/>
      <w:lvlJc w:val="left"/>
      <w:pPr>
        <w:ind w:left="1413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AD5CD0"/>
    <w:multiLevelType w:val="hybridMultilevel"/>
    <w:tmpl w:val="B470D978"/>
    <w:lvl w:ilvl="0" w:tplc="7212B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F562C"/>
    <w:multiLevelType w:val="hybridMultilevel"/>
    <w:tmpl w:val="818C697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39362406">
      <w:numFmt w:val="bullet"/>
      <w:lvlText w:val=""/>
      <w:lvlJc w:val="left"/>
      <w:pPr>
        <w:ind w:left="2493" w:hanging="705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BA33A91"/>
    <w:multiLevelType w:val="hybridMultilevel"/>
    <w:tmpl w:val="4B44C91E"/>
    <w:lvl w:ilvl="0" w:tplc="1982E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A6D50"/>
    <w:multiLevelType w:val="hybridMultilevel"/>
    <w:tmpl w:val="D8C2427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DC80584"/>
    <w:multiLevelType w:val="hybridMultilevel"/>
    <w:tmpl w:val="A8ECCFF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9163A74"/>
    <w:multiLevelType w:val="hybridMultilevel"/>
    <w:tmpl w:val="58DA25C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9A94F8B"/>
    <w:multiLevelType w:val="hybridMultilevel"/>
    <w:tmpl w:val="AE163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46CDB"/>
    <w:multiLevelType w:val="hybridMultilevel"/>
    <w:tmpl w:val="4B44C91E"/>
    <w:lvl w:ilvl="0" w:tplc="1982E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64665"/>
    <w:multiLevelType w:val="multilevel"/>
    <w:tmpl w:val="4ABEDE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2A6F00"/>
    <w:multiLevelType w:val="hybridMultilevel"/>
    <w:tmpl w:val="293A13DE"/>
    <w:lvl w:ilvl="0" w:tplc="7E3ADE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2"/>
  </w:num>
  <w:num w:numId="5">
    <w:abstractNumId w:val="20"/>
  </w:num>
  <w:num w:numId="6">
    <w:abstractNumId w:val="3"/>
  </w:num>
  <w:num w:numId="7">
    <w:abstractNumId w:val="23"/>
  </w:num>
  <w:num w:numId="8">
    <w:abstractNumId w:val="9"/>
  </w:num>
  <w:num w:numId="9">
    <w:abstractNumId w:val="6"/>
  </w:num>
  <w:num w:numId="10">
    <w:abstractNumId w:val="10"/>
  </w:num>
  <w:num w:numId="11">
    <w:abstractNumId w:val="19"/>
  </w:num>
  <w:num w:numId="12">
    <w:abstractNumId w:val="15"/>
  </w:num>
  <w:num w:numId="13">
    <w:abstractNumId w:val="13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4"/>
  </w:num>
  <w:num w:numId="19">
    <w:abstractNumId w:val="5"/>
  </w:num>
  <w:num w:numId="20">
    <w:abstractNumId w:val="2"/>
  </w:num>
  <w:num w:numId="21">
    <w:abstractNumId w:val="12"/>
  </w:num>
  <w:num w:numId="22">
    <w:abstractNumId w:val="11"/>
  </w:num>
  <w:num w:numId="23">
    <w:abstractNumId w:val="21"/>
  </w:num>
  <w:num w:numId="2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cs-CZ" w:vendorID="7" w:dllVersion="514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75"/>
    <w:rsid w:val="00001C57"/>
    <w:rsid w:val="00001F04"/>
    <w:rsid w:val="000049FA"/>
    <w:rsid w:val="00006211"/>
    <w:rsid w:val="00013885"/>
    <w:rsid w:val="00016B01"/>
    <w:rsid w:val="00017DBB"/>
    <w:rsid w:val="00021D7F"/>
    <w:rsid w:val="00022627"/>
    <w:rsid w:val="00022707"/>
    <w:rsid w:val="000317B8"/>
    <w:rsid w:val="0003279A"/>
    <w:rsid w:val="00032AD3"/>
    <w:rsid w:val="00034F40"/>
    <w:rsid w:val="000430D9"/>
    <w:rsid w:val="000476F4"/>
    <w:rsid w:val="00051356"/>
    <w:rsid w:val="0005356D"/>
    <w:rsid w:val="00055612"/>
    <w:rsid w:val="0006237B"/>
    <w:rsid w:val="00063FE8"/>
    <w:rsid w:val="00065AEF"/>
    <w:rsid w:val="00067E6A"/>
    <w:rsid w:val="00072FF7"/>
    <w:rsid w:val="00074B76"/>
    <w:rsid w:val="000774B8"/>
    <w:rsid w:val="000779FE"/>
    <w:rsid w:val="00082831"/>
    <w:rsid w:val="00085437"/>
    <w:rsid w:val="00086585"/>
    <w:rsid w:val="00086EC0"/>
    <w:rsid w:val="00090338"/>
    <w:rsid w:val="0009141E"/>
    <w:rsid w:val="00092497"/>
    <w:rsid w:val="00094999"/>
    <w:rsid w:val="000A3819"/>
    <w:rsid w:val="000A3AD0"/>
    <w:rsid w:val="000A53D7"/>
    <w:rsid w:val="000B117C"/>
    <w:rsid w:val="000B2FEC"/>
    <w:rsid w:val="000B55BC"/>
    <w:rsid w:val="000B6EF0"/>
    <w:rsid w:val="000B7E88"/>
    <w:rsid w:val="000C1C76"/>
    <w:rsid w:val="000C6541"/>
    <w:rsid w:val="000D0499"/>
    <w:rsid w:val="000D725A"/>
    <w:rsid w:val="000E0B9F"/>
    <w:rsid w:val="000F2785"/>
    <w:rsid w:val="000F3241"/>
    <w:rsid w:val="000F5816"/>
    <w:rsid w:val="000F5D6D"/>
    <w:rsid w:val="000F70D1"/>
    <w:rsid w:val="000F7DC2"/>
    <w:rsid w:val="001026D1"/>
    <w:rsid w:val="00105D90"/>
    <w:rsid w:val="00106100"/>
    <w:rsid w:val="001072DE"/>
    <w:rsid w:val="00107F82"/>
    <w:rsid w:val="001227C9"/>
    <w:rsid w:val="00125519"/>
    <w:rsid w:val="00135CE3"/>
    <w:rsid w:val="00136B71"/>
    <w:rsid w:val="001444DE"/>
    <w:rsid w:val="001451CB"/>
    <w:rsid w:val="00145867"/>
    <w:rsid w:val="001544CF"/>
    <w:rsid w:val="00155442"/>
    <w:rsid w:val="001557D7"/>
    <w:rsid w:val="00157804"/>
    <w:rsid w:val="00160433"/>
    <w:rsid w:val="00163C6A"/>
    <w:rsid w:val="001649B0"/>
    <w:rsid w:val="001657B4"/>
    <w:rsid w:val="00172DDB"/>
    <w:rsid w:val="00173653"/>
    <w:rsid w:val="0017366F"/>
    <w:rsid w:val="00177468"/>
    <w:rsid w:val="0018366E"/>
    <w:rsid w:val="00184CD8"/>
    <w:rsid w:val="0018604B"/>
    <w:rsid w:val="001968F9"/>
    <w:rsid w:val="001A1E19"/>
    <w:rsid w:val="001A7D4D"/>
    <w:rsid w:val="001A7DB0"/>
    <w:rsid w:val="001B0C53"/>
    <w:rsid w:val="001B1F35"/>
    <w:rsid w:val="001B4BF3"/>
    <w:rsid w:val="001B537D"/>
    <w:rsid w:val="001B78F0"/>
    <w:rsid w:val="001D049F"/>
    <w:rsid w:val="001D2F5E"/>
    <w:rsid w:val="001E3F43"/>
    <w:rsid w:val="001E7BCC"/>
    <w:rsid w:val="001F1B5D"/>
    <w:rsid w:val="0020115C"/>
    <w:rsid w:val="00202DB6"/>
    <w:rsid w:val="00203E44"/>
    <w:rsid w:val="00204C51"/>
    <w:rsid w:val="00204F51"/>
    <w:rsid w:val="002172EF"/>
    <w:rsid w:val="002257F5"/>
    <w:rsid w:val="0022680D"/>
    <w:rsid w:val="002300D3"/>
    <w:rsid w:val="00235187"/>
    <w:rsid w:val="002351CB"/>
    <w:rsid w:val="00244449"/>
    <w:rsid w:val="00245E20"/>
    <w:rsid w:val="00251AD8"/>
    <w:rsid w:val="00252AF6"/>
    <w:rsid w:val="0025431B"/>
    <w:rsid w:val="002543BD"/>
    <w:rsid w:val="002556E1"/>
    <w:rsid w:val="002572C8"/>
    <w:rsid w:val="00266FA6"/>
    <w:rsid w:val="00267E86"/>
    <w:rsid w:val="00271D04"/>
    <w:rsid w:val="00274A57"/>
    <w:rsid w:val="0027537E"/>
    <w:rsid w:val="002755DF"/>
    <w:rsid w:val="00276B88"/>
    <w:rsid w:val="00277E2C"/>
    <w:rsid w:val="00280659"/>
    <w:rsid w:val="00280CD1"/>
    <w:rsid w:val="002830C2"/>
    <w:rsid w:val="00285C26"/>
    <w:rsid w:val="00287DBA"/>
    <w:rsid w:val="00291635"/>
    <w:rsid w:val="002A7651"/>
    <w:rsid w:val="002A79D6"/>
    <w:rsid w:val="002B02B2"/>
    <w:rsid w:val="002B17EA"/>
    <w:rsid w:val="002B5032"/>
    <w:rsid w:val="002B54A9"/>
    <w:rsid w:val="002C27D3"/>
    <w:rsid w:val="002C424F"/>
    <w:rsid w:val="002C69CD"/>
    <w:rsid w:val="002D6C79"/>
    <w:rsid w:val="002D6E02"/>
    <w:rsid w:val="002E6CD2"/>
    <w:rsid w:val="002F4A71"/>
    <w:rsid w:val="003009C5"/>
    <w:rsid w:val="00301E59"/>
    <w:rsid w:val="0030329A"/>
    <w:rsid w:val="00303B96"/>
    <w:rsid w:val="00304A2A"/>
    <w:rsid w:val="00311346"/>
    <w:rsid w:val="00313A4C"/>
    <w:rsid w:val="0031414E"/>
    <w:rsid w:val="00322E6C"/>
    <w:rsid w:val="003261E5"/>
    <w:rsid w:val="00331847"/>
    <w:rsid w:val="003336D3"/>
    <w:rsid w:val="003337EC"/>
    <w:rsid w:val="00352F00"/>
    <w:rsid w:val="00356DE1"/>
    <w:rsid w:val="00370C88"/>
    <w:rsid w:val="00371613"/>
    <w:rsid w:val="00371DDD"/>
    <w:rsid w:val="003845F1"/>
    <w:rsid w:val="00385AED"/>
    <w:rsid w:val="00392E6B"/>
    <w:rsid w:val="00394806"/>
    <w:rsid w:val="00396174"/>
    <w:rsid w:val="003A04DB"/>
    <w:rsid w:val="003A2935"/>
    <w:rsid w:val="003A4AC1"/>
    <w:rsid w:val="003B085A"/>
    <w:rsid w:val="003B0ED9"/>
    <w:rsid w:val="003C65CC"/>
    <w:rsid w:val="003D347B"/>
    <w:rsid w:val="003D5ACF"/>
    <w:rsid w:val="003E518A"/>
    <w:rsid w:val="003E7F6C"/>
    <w:rsid w:val="003F14FF"/>
    <w:rsid w:val="00403D24"/>
    <w:rsid w:val="00410CE0"/>
    <w:rsid w:val="00413FF4"/>
    <w:rsid w:val="00417091"/>
    <w:rsid w:val="00417E17"/>
    <w:rsid w:val="004269AC"/>
    <w:rsid w:val="00431525"/>
    <w:rsid w:val="00433692"/>
    <w:rsid w:val="00441403"/>
    <w:rsid w:val="00444E0E"/>
    <w:rsid w:val="00462092"/>
    <w:rsid w:val="004651B0"/>
    <w:rsid w:val="00465E48"/>
    <w:rsid w:val="0047369C"/>
    <w:rsid w:val="004767C7"/>
    <w:rsid w:val="00481FD3"/>
    <w:rsid w:val="00486444"/>
    <w:rsid w:val="004A61E4"/>
    <w:rsid w:val="004A7872"/>
    <w:rsid w:val="004A7B52"/>
    <w:rsid w:val="004B03FF"/>
    <w:rsid w:val="004B11C9"/>
    <w:rsid w:val="004B3B0A"/>
    <w:rsid w:val="004B6BAE"/>
    <w:rsid w:val="004C1846"/>
    <w:rsid w:val="004C1A0F"/>
    <w:rsid w:val="004C1DB8"/>
    <w:rsid w:val="004C2CD4"/>
    <w:rsid w:val="004C4663"/>
    <w:rsid w:val="004D0287"/>
    <w:rsid w:val="004E3D4A"/>
    <w:rsid w:val="004F028B"/>
    <w:rsid w:val="004F1E17"/>
    <w:rsid w:val="00501733"/>
    <w:rsid w:val="00501856"/>
    <w:rsid w:val="00501866"/>
    <w:rsid w:val="00504391"/>
    <w:rsid w:val="00505755"/>
    <w:rsid w:val="00506AC1"/>
    <w:rsid w:val="0051260A"/>
    <w:rsid w:val="00513BD0"/>
    <w:rsid w:val="00524073"/>
    <w:rsid w:val="00526687"/>
    <w:rsid w:val="005307FA"/>
    <w:rsid w:val="005317A2"/>
    <w:rsid w:val="00540A21"/>
    <w:rsid w:val="00541D2E"/>
    <w:rsid w:val="0054298D"/>
    <w:rsid w:val="00544B25"/>
    <w:rsid w:val="005463B2"/>
    <w:rsid w:val="00546AF8"/>
    <w:rsid w:val="005476A2"/>
    <w:rsid w:val="00547D27"/>
    <w:rsid w:val="00561748"/>
    <w:rsid w:val="005623EF"/>
    <w:rsid w:val="00564476"/>
    <w:rsid w:val="00566642"/>
    <w:rsid w:val="00570EED"/>
    <w:rsid w:val="0057207D"/>
    <w:rsid w:val="005738B3"/>
    <w:rsid w:val="00587DD9"/>
    <w:rsid w:val="00594FA0"/>
    <w:rsid w:val="0059521E"/>
    <w:rsid w:val="00595D7B"/>
    <w:rsid w:val="00597176"/>
    <w:rsid w:val="00597E89"/>
    <w:rsid w:val="005A521A"/>
    <w:rsid w:val="005B2703"/>
    <w:rsid w:val="005B63FA"/>
    <w:rsid w:val="005C2593"/>
    <w:rsid w:val="005C7675"/>
    <w:rsid w:val="005D17DB"/>
    <w:rsid w:val="005D2D1A"/>
    <w:rsid w:val="005D7740"/>
    <w:rsid w:val="005E0D17"/>
    <w:rsid w:val="005E6B22"/>
    <w:rsid w:val="005E6CF5"/>
    <w:rsid w:val="005E7C2C"/>
    <w:rsid w:val="005F4584"/>
    <w:rsid w:val="005F4EE6"/>
    <w:rsid w:val="005F604E"/>
    <w:rsid w:val="005F6FEF"/>
    <w:rsid w:val="006042CF"/>
    <w:rsid w:val="00616DC1"/>
    <w:rsid w:val="0062499B"/>
    <w:rsid w:val="00641BF8"/>
    <w:rsid w:val="006422B8"/>
    <w:rsid w:val="00645E2B"/>
    <w:rsid w:val="0065391D"/>
    <w:rsid w:val="006600C3"/>
    <w:rsid w:val="00660D6A"/>
    <w:rsid w:val="00663617"/>
    <w:rsid w:val="00675649"/>
    <w:rsid w:val="00676F82"/>
    <w:rsid w:val="006870F3"/>
    <w:rsid w:val="00697F74"/>
    <w:rsid w:val="006C0FCE"/>
    <w:rsid w:val="006C25F0"/>
    <w:rsid w:val="006C7311"/>
    <w:rsid w:val="006D3DD3"/>
    <w:rsid w:val="006D3EAF"/>
    <w:rsid w:val="006D64C8"/>
    <w:rsid w:val="006E239A"/>
    <w:rsid w:val="006E6B89"/>
    <w:rsid w:val="006F3175"/>
    <w:rsid w:val="006F713A"/>
    <w:rsid w:val="006F7BB1"/>
    <w:rsid w:val="007042E0"/>
    <w:rsid w:val="00706512"/>
    <w:rsid w:val="00707038"/>
    <w:rsid w:val="00711FB4"/>
    <w:rsid w:val="007235ED"/>
    <w:rsid w:val="007257B5"/>
    <w:rsid w:val="00726444"/>
    <w:rsid w:val="0073070D"/>
    <w:rsid w:val="00731AFE"/>
    <w:rsid w:val="007363E6"/>
    <w:rsid w:val="00741838"/>
    <w:rsid w:val="00745910"/>
    <w:rsid w:val="00745D73"/>
    <w:rsid w:val="007478D9"/>
    <w:rsid w:val="0075177B"/>
    <w:rsid w:val="007546C2"/>
    <w:rsid w:val="007644DF"/>
    <w:rsid w:val="00764DD9"/>
    <w:rsid w:val="00782032"/>
    <w:rsid w:val="0078251D"/>
    <w:rsid w:val="007860A5"/>
    <w:rsid w:val="007862E3"/>
    <w:rsid w:val="007865BC"/>
    <w:rsid w:val="00787201"/>
    <w:rsid w:val="0079011E"/>
    <w:rsid w:val="0079207C"/>
    <w:rsid w:val="0079310B"/>
    <w:rsid w:val="007A029F"/>
    <w:rsid w:val="007A4C1A"/>
    <w:rsid w:val="007B1916"/>
    <w:rsid w:val="007B218B"/>
    <w:rsid w:val="007B51EE"/>
    <w:rsid w:val="007B5CE7"/>
    <w:rsid w:val="007D1179"/>
    <w:rsid w:val="007D273B"/>
    <w:rsid w:val="007D30B1"/>
    <w:rsid w:val="007D4357"/>
    <w:rsid w:val="007E061E"/>
    <w:rsid w:val="007E1433"/>
    <w:rsid w:val="007E1ECF"/>
    <w:rsid w:val="007E7AE7"/>
    <w:rsid w:val="007F3701"/>
    <w:rsid w:val="00800C7A"/>
    <w:rsid w:val="00801981"/>
    <w:rsid w:val="008053BD"/>
    <w:rsid w:val="008116AF"/>
    <w:rsid w:val="00815FC3"/>
    <w:rsid w:val="0081626F"/>
    <w:rsid w:val="00817D39"/>
    <w:rsid w:val="0082046D"/>
    <w:rsid w:val="00820FC3"/>
    <w:rsid w:val="008217FE"/>
    <w:rsid w:val="00827BF3"/>
    <w:rsid w:val="0083326A"/>
    <w:rsid w:val="00835AF4"/>
    <w:rsid w:val="0083618A"/>
    <w:rsid w:val="0083683F"/>
    <w:rsid w:val="00846C9D"/>
    <w:rsid w:val="0085701B"/>
    <w:rsid w:val="00863349"/>
    <w:rsid w:val="008645D6"/>
    <w:rsid w:val="00866D48"/>
    <w:rsid w:val="00867794"/>
    <w:rsid w:val="00870231"/>
    <w:rsid w:val="008718BD"/>
    <w:rsid w:val="00872E57"/>
    <w:rsid w:val="008765E4"/>
    <w:rsid w:val="008824A7"/>
    <w:rsid w:val="00885087"/>
    <w:rsid w:val="0089066B"/>
    <w:rsid w:val="00891F1F"/>
    <w:rsid w:val="00892BE3"/>
    <w:rsid w:val="00895FD1"/>
    <w:rsid w:val="008A0DB0"/>
    <w:rsid w:val="008A1112"/>
    <w:rsid w:val="008A499E"/>
    <w:rsid w:val="008A5184"/>
    <w:rsid w:val="008A725E"/>
    <w:rsid w:val="008A7982"/>
    <w:rsid w:val="008B0B85"/>
    <w:rsid w:val="008B743F"/>
    <w:rsid w:val="008B773C"/>
    <w:rsid w:val="008C78B0"/>
    <w:rsid w:val="008D503A"/>
    <w:rsid w:val="008D5227"/>
    <w:rsid w:val="008E1BFB"/>
    <w:rsid w:val="008E4669"/>
    <w:rsid w:val="008E474B"/>
    <w:rsid w:val="008E6048"/>
    <w:rsid w:val="008F3092"/>
    <w:rsid w:val="008F4E2E"/>
    <w:rsid w:val="00903658"/>
    <w:rsid w:val="00905D6E"/>
    <w:rsid w:val="00911A77"/>
    <w:rsid w:val="00912CD0"/>
    <w:rsid w:val="00917860"/>
    <w:rsid w:val="00917FDC"/>
    <w:rsid w:val="00933AA4"/>
    <w:rsid w:val="0093659F"/>
    <w:rsid w:val="00944036"/>
    <w:rsid w:val="00944F07"/>
    <w:rsid w:val="009466C9"/>
    <w:rsid w:val="00950F12"/>
    <w:rsid w:val="00954FD1"/>
    <w:rsid w:val="00957984"/>
    <w:rsid w:val="0096382B"/>
    <w:rsid w:val="00964385"/>
    <w:rsid w:val="00965A82"/>
    <w:rsid w:val="00973DF7"/>
    <w:rsid w:val="00973FE0"/>
    <w:rsid w:val="00976075"/>
    <w:rsid w:val="00976959"/>
    <w:rsid w:val="0098124A"/>
    <w:rsid w:val="00981BD9"/>
    <w:rsid w:val="00981F43"/>
    <w:rsid w:val="00983579"/>
    <w:rsid w:val="00984E3E"/>
    <w:rsid w:val="009853F4"/>
    <w:rsid w:val="00990B74"/>
    <w:rsid w:val="009A07A5"/>
    <w:rsid w:val="009A3CA9"/>
    <w:rsid w:val="009A4110"/>
    <w:rsid w:val="009A59E9"/>
    <w:rsid w:val="009B4E05"/>
    <w:rsid w:val="009B73F9"/>
    <w:rsid w:val="009B7BCF"/>
    <w:rsid w:val="009C152E"/>
    <w:rsid w:val="009C1C56"/>
    <w:rsid w:val="009D23DE"/>
    <w:rsid w:val="009D497A"/>
    <w:rsid w:val="009E0DD8"/>
    <w:rsid w:val="009E1072"/>
    <w:rsid w:val="009E423B"/>
    <w:rsid w:val="009E7380"/>
    <w:rsid w:val="009F08EB"/>
    <w:rsid w:val="009F44A5"/>
    <w:rsid w:val="009F72D4"/>
    <w:rsid w:val="00A00611"/>
    <w:rsid w:val="00A207BA"/>
    <w:rsid w:val="00A218B2"/>
    <w:rsid w:val="00A231BC"/>
    <w:rsid w:val="00A24D41"/>
    <w:rsid w:val="00A32EF1"/>
    <w:rsid w:val="00A333AF"/>
    <w:rsid w:val="00A41616"/>
    <w:rsid w:val="00A43BA2"/>
    <w:rsid w:val="00A44D3F"/>
    <w:rsid w:val="00A46991"/>
    <w:rsid w:val="00A46C3B"/>
    <w:rsid w:val="00A66577"/>
    <w:rsid w:val="00A70223"/>
    <w:rsid w:val="00A71BA8"/>
    <w:rsid w:val="00A74D1B"/>
    <w:rsid w:val="00A76DF4"/>
    <w:rsid w:val="00A77288"/>
    <w:rsid w:val="00A77B62"/>
    <w:rsid w:val="00A827D5"/>
    <w:rsid w:val="00A92E45"/>
    <w:rsid w:val="00A93D26"/>
    <w:rsid w:val="00A966A1"/>
    <w:rsid w:val="00AA07C2"/>
    <w:rsid w:val="00AA22CA"/>
    <w:rsid w:val="00AA3ED3"/>
    <w:rsid w:val="00AB2CF4"/>
    <w:rsid w:val="00AB59D2"/>
    <w:rsid w:val="00AC2409"/>
    <w:rsid w:val="00AC494C"/>
    <w:rsid w:val="00AD16E0"/>
    <w:rsid w:val="00AD1723"/>
    <w:rsid w:val="00AD3586"/>
    <w:rsid w:val="00AD4358"/>
    <w:rsid w:val="00AE047C"/>
    <w:rsid w:val="00AE1D5C"/>
    <w:rsid w:val="00AF2F78"/>
    <w:rsid w:val="00AF4DA9"/>
    <w:rsid w:val="00AF4DF9"/>
    <w:rsid w:val="00AF6569"/>
    <w:rsid w:val="00AF6E1F"/>
    <w:rsid w:val="00B016C7"/>
    <w:rsid w:val="00B05BBB"/>
    <w:rsid w:val="00B11D97"/>
    <w:rsid w:val="00B1304C"/>
    <w:rsid w:val="00B25958"/>
    <w:rsid w:val="00B2787C"/>
    <w:rsid w:val="00B30CA4"/>
    <w:rsid w:val="00B321FD"/>
    <w:rsid w:val="00B34A08"/>
    <w:rsid w:val="00B4093C"/>
    <w:rsid w:val="00B42EDF"/>
    <w:rsid w:val="00B46223"/>
    <w:rsid w:val="00B46F14"/>
    <w:rsid w:val="00B51A4A"/>
    <w:rsid w:val="00B549D4"/>
    <w:rsid w:val="00B60663"/>
    <w:rsid w:val="00B64C07"/>
    <w:rsid w:val="00B71D72"/>
    <w:rsid w:val="00B7622F"/>
    <w:rsid w:val="00B8166F"/>
    <w:rsid w:val="00B828EE"/>
    <w:rsid w:val="00B832E1"/>
    <w:rsid w:val="00B86ABB"/>
    <w:rsid w:val="00B9399E"/>
    <w:rsid w:val="00B95D7B"/>
    <w:rsid w:val="00BA212D"/>
    <w:rsid w:val="00BA3E7F"/>
    <w:rsid w:val="00BA57DA"/>
    <w:rsid w:val="00BB0AAD"/>
    <w:rsid w:val="00BC01AB"/>
    <w:rsid w:val="00BC5D24"/>
    <w:rsid w:val="00BC7276"/>
    <w:rsid w:val="00BC7E69"/>
    <w:rsid w:val="00BD3A97"/>
    <w:rsid w:val="00BD4824"/>
    <w:rsid w:val="00BD5E20"/>
    <w:rsid w:val="00BE0F3C"/>
    <w:rsid w:val="00BE7A40"/>
    <w:rsid w:val="00BF49EE"/>
    <w:rsid w:val="00C13136"/>
    <w:rsid w:val="00C16FC4"/>
    <w:rsid w:val="00C17E49"/>
    <w:rsid w:val="00C24A83"/>
    <w:rsid w:val="00C24BA3"/>
    <w:rsid w:val="00C25A64"/>
    <w:rsid w:val="00C34EEE"/>
    <w:rsid w:val="00C35DCC"/>
    <w:rsid w:val="00C51C75"/>
    <w:rsid w:val="00C528D8"/>
    <w:rsid w:val="00C52DF2"/>
    <w:rsid w:val="00C550F0"/>
    <w:rsid w:val="00C60815"/>
    <w:rsid w:val="00C644F0"/>
    <w:rsid w:val="00C6476C"/>
    <w:rsid w:val="00C65270"/>
    <w:rsid w:val="00C7049D"/>
    <w:rsid w:val="00C70679"/>
    <w:rsid w:val="00C70CB2"/>
    <w:rsid w:val="00C7428F"/>
    <w:rsid w:val="00C77008"/>
    <w:rsid w:val="00C9031F"/>
    <w:rsid w:val="00C93CB6"/>
    <w:rsid w:val="00C95F06"/>
    <w:rsid w:val="00CA1959"/>
    <w:rsid w:val="00CA3B32"/>
    <w:rsid w:val="00CA4FEC"/>
    <w:rsid w:val="00CB0021"/>
    <w:rsid w:val="00CB1F24"/>
    <w:rsid w:val="00CB2032"/>
    <w:rsid w:val="00CB4654"/>
    <w:rsid w:val="00CC026D"/>
    <w:rsid w:val="00CC235D"/>
    <w:rsid w:val="00CC445F"/>
    <w:rsid w:val="00CD0E10"/>
    <w:rsid w:val="00CE0AFB"/>
    <w:rsid w:val="00CE154C"/>
    <w:rsid w:val="00CE49CE"/>
    <w:rsid w:val="00CF161A"/>
    <w:rsid w:val="00D01E95"/>
    <w:rsid w:val="00D04129"/>
    <w:rsid w:val="00D10DB3"/>
    <w:rsid w:val="00D117AD"/>
    <w:rsid w:val="00D128A3"/>
    <w:rsid w:val="00D148F6"/>
    <w:rsid w:val="00D25EF9"/>
    <w:rsid w:val="00D26DB6"/>
    <w:rsid w:val="00D3006A"/>
    <w:rsid w:val="00D3305D"/>
    <w:rsid w:val="00D340FB"/>
    <w:rsid w:val="00D37EE9"/>
    <w:rsid w:val="00D42B13"/>
    <w:rsid w:val="00D43866"/>
    <w:rsid w:val="00D470D6"/>
    <w:rsid w:val="00D541AC"/>
    <w:rsid w:val="00D54B1B"/>
    <w:rsid w:val="00D56435"/>
    <w:rsid w:val="00D578E4"/>
    <w:rsid w:val="00D60FE7"/>
    <w:rsid w:val="00D61C6D"/>
    <w:rsid w:val="00D721CA"/>
    <w:rsid w:val="00D7360E"/>
    <w:rsid w:val="00D83449"/>
    <w:rsid w:val="00D93040"/>
    <w:rsid w:val="00D93C37"/>
    <w:rsid w:val="00D944ED"/>
    <w:rsid w:val="00D94E2A"/>
    <w:rsid w:val="00D9568B"/>
    <w:rsid w:val="00DA0C5C"/>
    <w:rsid w:val="00DA49C0"/>
    <w:rsid w:val="00DA541B"/>
    <w:rsid w:val="00DB0E4A"/>
    <w:rsid w:val="00DB1E57"/>
    <w:rsid w:val="00DB340D"/>
    <w:rsid w:val="00DC137F"/>
    <w:rsid w:val="00DC791F"/>
    <w:rsid w:val="00DD13E9"/>
    <w:rsid w:val="00DD780A"/>
    <w:rsid w:val="00DE2E1A"/>
    <w:rsid w:val="00DE379E"/>
    <w:rsid w:val="00DE3FBC"/>
    <w:rsid w:val="00DE6934"/>
    <w:rsid w:val="00DF295B"/>
    <w:rsid w:val="00DF2C6E"/>
    <w:rsid w:val="00DF385F"/>
    <w:rsid w:val="00DF6EE4"/>
    <w:rsid w:val="00DF7C81"/>
    <w:rsid w:val="00E04239"/>
    <w:rsid w:val="00E053B9"/>
    <w:rsid w:val="00E06EE3"/>
    <w:rsid w:val="00E11042"/>
    <w:rsid w:val="00E11EA1"/>
    <w:rsid w:val="00E123C0"/>
    <w:rsid w:val="00E12904"/>
    <w:rsid w:val="00E153DE"/>
    <w:rsid w:val="00E2007F"/>
    <w:rsid w:val="00E224FB"/>
    <w:rsid w:val="00E229AC"/>
    <w:rsid w:val="00E25976"/>
    <w:rsid w:val="00E31A6A"/>
    <w:rsid w:val="00E3224B"/>
    <w:rsid w:val="00E33BCD"/>
    <w:rsid w:val="00E342EE"/>
    <w:rsid w:val="00E400F6"/>
    <w:rsid w:val="00E41FC2"/>
    <w:rsid w:val="00E433EA"/>
    <w:rsid w:val="00E43E8B"/>
    <w:rsid w:val="00E63DFF"/>
    <w:rsid w:val="00E644CA"/>
    <w:rsid w:val="00E6708C"/>
    <w:rsid w:val="00E7100F"/>
    <w:rsid w:val="00E7123B"/>
    <w:rsid w:val="00E71518"/>
    <w:rsid w:val="00E741CB"/>
    <w:rsid w:val="00E763ED"/>
    <w:rsid w:val="00E80B73"/>
    <w:rsid w:val="00E81FBF"/>
    <w:rsid w:val="00E82942"/>
    <w:rsid w:val="00E84746"/>
    <w:rsid w:val="00E84E54"/>
    <w:rsid w:val="00E87A1E"/>
    <w:rsid w:val="00E949AD"/>
    <w:rsid w:val="00E963E3"/>
    <w:rsid w:val="00EA0EA1"/>
    <w:rsid w:val="00EA4BDF"/>
    <w:rsid w:val="00EA52EC"/>
    <w:rsid w:val="00EA7FA0"/>
    <w:rsid w:val="00EB5380"/>
    <w:rsid w:val="00EC04A3"/>
    <w:rsid w:val="00EC3238"/>
    <w:rsid w:val="00EC363A"/>
    <w:rsid w:val="00EE4F5A"/>
    <w:rsid w:val="00EE5BA7"/>
    <w:rsid w:val="00EF32D3"/>
    <w:rsid w:val="00EF69E8"/>
    <w:rsid w:val="00F00923"/>
    <w:rsid w:val="00F04AB2"/>
    <w:rsid w:val="00F077F8"/>
    <w:rsid w:val="00F1271E"/>
    <w:rsid w:val="00F213F1"/>
    <w:rsid w:val="00F23855"/>
    <w:rsid w:val="00F32A45"/>
    <w:rsid w:val="00F53460"/>
    <w:rsid w:val="00F561E3"/>
    <w:rsid w:val="00F57101"/>
    <w:rsid w:val="00F602ED"/>
    <w:rsid w:val="00F61512"/>
    <w:rsid w:val="00F70BA6"/>
    <w:rsid w:val="00F7324C"/>
    <w:rsid w:val="00F73D9A"/>
    <w:rsid w:val="00F80B63"/>
    <w:rsid w:val="00F8166A"/>
    <w:rsid w:val="00F858F0"/>
    <w:rsid w:val="00F87AB6"/>
    <w:rsid w:val="00F903C6"/>
    <w:rsid w:val="00F911D7"/>
    <w:rsid w:val="00F9143B"/>
    <w:rsid w:val="00F96015"/>
    <w:rsid w:val="00F967CC"/>
    <w:rsid w:val="00F96F94"/>
    <w:rsid w:val="00F97254"/>
    <w:rsid w:val="00FA4CB4"/>
    <w:rsid w:val="00FA6783"/>
    <w:rsid w:val="00FB1E69"/>
    <w:rsid w:val="00FB29E9"/>
    <w:rsid w:val="00FB73BF"/>
    <w:rsid w:val="00FB73D5"/>
    <w:rsid w:val="00FC0ED5"/>
    <w:rsid w:val="00FC3DFD"/>
    <w:rsid w:val="00FC4A8D"/>
    <w:rsid w:val="00FC605B"/>
    <w:rsid w:val="00FD2B7A"/>
    <w:rsid w:val="00FD2C5B"/>
    <w:rsid w:val="00FD7623"/>
    <w:rsid w:val="00FE09DF"/>
    <w:rsid w:val="00FE452B"/>
    <w:rsid w:val="00FE65FC"/>
    <w:rsid w:val="00FF2D13"/>
    <w:rsid w:val="00FF4C16"/>
    <w:rsid w:val="00FF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B0B398"/>
  <w15:chartTrackingRefBased/>
  <w15:docId w15:val="{99F47F2E-4E2D-441B-BFBB-D487FDB3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before="8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slovanseznam">
    <w:name w:val="List Number"/>
    <w:basedOn w:val="Normln"/>
    <w:pPr>
      <w:numPr>
        <w:numId w:val="1"/>
      </w:numPr>
    </w:pPr>
  </w:style>
  <w:style w:type="paragraph" w:styleId="Seznam">
    <w:name w:val="List"/>
    <w:basedOn w:val="Normln"/>
    <w:pPr>
      <w:ind w:left="283" w:hanging="283"/>
    </w:pPr>
  </w:style>
  <w:style w:type="paragraph" w:customStyle="1" w:styleId="Odrky1">
    <w:name w:val="Odrážky1"/>
    <w:basedOn w:val="Normln"/>
    <w:pPr>
      <w:numPr>
        <w:numId w:val="2"/>
      </w:numPr>
      <w:spacing w:before="120"/>
      <w:jc w:val="both"/>
    </w:pPr>
    <w:rPr>
      <w:szCs w:val="20"/>
    </w:rPr>
  </w:style>
  <w:style w:type="paragraph" w:customStyle="1" w:styleId="Odrky2">
    <w:name w:val="Odrážky2"/>
    <w:basedOn w:val="Normln"/>
    <w:pPr>
      <w:numPr>
        <w:numId w:val="3"/>
      </w:numPr>
      <w:spacing w:before="120"/>
      <w:jc w:val="both"/>
    </w:pPr>
    <w:rPr>
      <w:szCs w:val="20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Odstavec2">
    <w:name w:val="Odstavec2"/>
    <w:basedOn w:val="Odstavec1"/>
    <w:pPr>
      <w:ind w:firstLine="340"/>
    </w:p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sid w:val="00663617"/>
    <w:rPr>
      <w:b/>
      <w:bCs/>
    </w:rPr>
  </w:style>
  <w:style w:type="paragraph" w:styleId="Textbubliny">
    <w:name w:val="Balloon Text"/>
    <w:basedOn w:val="Normln"/>
    <w:semiHidden/>
    <w:rsid w:val="00595D7B"/>
    <w:rPr>
      <w:rFonts w:ascii="Tahoma" w:hAnsi="Tahoma" w:cs="Tahoma"/>
      <w:sz w:val="16"/>
      <w:szCs w:val="16"/>
    </w:rPr>
  </w:style>
  <w:style w:type="paragraph" w:customStyle="1" w:styleId="a1p0s1">
    <w:name w:val="a1 p0 s1"/>
    <w:basedOn w:val="Normln"/>
    <w:rsid w:val="00352F00"/>
    <w:pPr>
      <w:spacing w:before="100" w:beforeAutospacing="1" w:after="100" w:afterAutospacing="1"/>
    </w:pPr>
  </w:style>
  <w:style w:type="character" w:customStyle="1" w:styleId="f31">
    <w:name w:val="f31"/>
    <w:rsid w:val="00352F00"/>
    <w:rPr>
      <w:rFonts w:ascii="Arial" w:hAnsi="Arial" w:cs="Arial" w:hint="default"/>
      <w:sz w:val="22"/>
      <w:szCs w:val="22"/>
    </w:rPr>
  </w:style>
  <w:style w:type="character" w:styleId="Odkaznakoment">
    <w:name w:val="annotation reference"/>
    <w:uiPriority w:val="99"/>
    <w:semiHidden/>
    <w:rsid w:val="008E60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E604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E6048"/>
    <w:rPr>
      <w:b/>
      <w:bCs/>
    </w:rPr>
  </w:style>
  <w:style w:type="character" w:customStyle="1" w:styleId="apple-style-span">
    <w:name w:val="apple-style-span"/>
    <w:basedOn w:val="Standardnpsmoodstavce"/>
    <w:rsid w:val="00E84746"/>
  </w:style>
  <w:style w:type="paragraph" w:customStyle="1" w:styleId="Default">
    <w:name w:val="Default"/>
    <w:rsid w:val="00AD16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04A3"/>
    <w:pPr>
      <w:spacing w:after="200" w:line="276" w:lineRule="auto"/>
      <w:ind w:left="720"/>
      <w:contextualSpacing/>
      <w:jc w:val="both"/>
    </w:pPr>
    <w:rPr>
      <w:rFonts w:ascii="Arial" w:hAnsi="Arial"/>
      <w:sz w:val="20"/>
    </w:rPr>
  </w:style>
  <w:style w:type="character" w:customStyle="1" w:styleId="ZhlavChar">
    <w:name w:val="Záhlaví Char"/>
    <w:link w:val="Zhlav"/>
    <w:locked/>
    <w:rsid w:val="00F70BA6"/>
    <w:rPr>
      <w:sz w:val="24"/>
      <w:szCs w:val="24"/>
    </w:rPr>
  </w:style>
  <w:style w:type="character" w:customStyle="1" w:styleId="ZpatChar">
    <w:name w:val="Zápatí Char"/>
    <w:link w:val="Zpat"/>
    <w:uiPriority w:val="99"/>
    <w:rsid w:val="00A218B2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946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Odb._informatiky\barevne\prazd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498D-DEA1-4B6A-A6D2-6B220C1B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4</TotalTime>
  <Pages>4</Pages>
  <Words>1212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</vt:lpstr>
    </vt:vector>
  </TitlesOfParts>
  <Company>KU JI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</dc:title>
  <dc:subject/>
  <dc:creator>rosicky</dc:creator>
  <cp:keywords/>
  <cp:lastModifiedBy>Robert Palenik</cp:lastModifiedBy>
  <cp:revision>3</cp:revision>
  <cp:lastPrinted>2019-12-05T06:51:00Z</cp:lastPrinted>
  <dcterms:created xsi:type="dcterms:W3CDTF">2020-03-23T11:09:00Z</dcterms:created>
  <dcterms:modified xsi:type="dcterms:W3CDTF">2020-03-23T11:15:00Z</dcterms:modified>
</cp:coreProperties>
</file>