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bookmarkStart w:id="0" w:name="_GoBack"/>
      <w:bookmarkEnd w:id="0"/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19747662" w14:textId="1763E8F8" w:rsidR="003F0376" w:rsidRPr="00130A90" w:rsidRDefault="00130A90" w:rsidP="009B5512">
      <w:pPr>
        <w:jc w:val="center"/>
        <w:rPr>
          <w:rFonts w:ascii="Arial Black" w:hAnsi="Arial Black" w:cs="Calibri"/>
          <w:sz w:val="36"/>
          <w:szCs w:val="36"/>
        </w:rPr>
      </w:pPr>
      <w:r w:rsidRPr="00130A90">
        <w:rPr>
          <w:rFonts w:ascii="Arial Black" w:hAnsi="Arial Black" w:cs="Arial"/>
          <w:b/>
          <w:iCs/>
          <w:color w:val="000000"/>
          <w:sz w:val="36"/>
          <w:szCs w:val="36"/>
        </w:rPr>
        <w:t>Stůl operační systémový včetně příslušenství</w:t>
      </w:r>
      <w:r w:rsidR="003F0376" w:rsidRPr="00130A90">
        <w:rPr>
          <w:rFonts w:ascii="Arial Black" w:hAnsi="Arial Black"/>
          <w:b/>
          <w:color w:val="0070C0"/>
          <w:sz w:val="36"/>
          <w:szCs w:val="36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404DBA4F" w:rsidR="00AE1D1C" w:rsidRPr="004237FF" w:rsidRDefault="00E4269C" w:rsidP="006E4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9B2D3C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77213F43" w14:textId="3B34BFFA" w:rsidR="00C9644A" w:rsidRPr="009B5512" w:rsidRDefault="00130A90" w:rsidP="009B5512">
      <w:pPr>
        <w:jc w:val="center"/>
        <w:rPr>
          <w:rFonts w:ascii="Arial Black" w:hAnsi="Arial Black" w:cs="Calibri"/>
          <w:sz w:val="40"/>
          <w:szCs w:val="40"/>
        </w:rPr>
      </w:pPr>
      <w:r w:rsidRPr="00130A90">
        <w:rPr>
          <w:rFonts w:ascii="Arial Black" w:hAnsi="Arial Black" w:cs="Arial"/>
          <w:b/>
          <w:iCs/>
          <w:color w:val="000000"/>
          <w:sz w:val="36"/>
          <w:szCs w:val="36"/>
        </w:rPr>
        <w:t>Stůl operační systémový včetně příslušenství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169EB2F4" w:rsidR="00C9644A" w:rsidRPr="004237FF" w:rsidRDefault="00C9644A" w:rsidP="00C9644A">
      <w:pPr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lastRenderedPageBreak/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D1D"/>
    <w:rsid w:val="00130A90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1A3D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760E6"/>
    <w:rsid w:val="00577979"/>
    <w:rsid w:val="00591DA0"/>
    <w:rsid w:val="00594D35"/>
    <w:rsid w:val="005A4910"/>
    <w:rsid w:val="005D2466"/>
    <w:rsid w:val="005D599F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838AD"/>
    <w:rsid w:val="00697CBF"/>
    <w:rsid w:val="006B3B09"/>
    <w:rsid w:val="006B4414"/>
    <w:rsid w:val="006B701C"/>
    <w:rsid w:val="006C39EE"/>
    <w:rsid w:val="006C7BED"/>
    <w:rsid w:val="006D538F"/>
    <w:rsid w:val="006E46A0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9112B1"/>
    <w:rsid w:val="00937A45"/>
    <w:rsid w:val="009426E9"/>
    <w:rsid w:val="00981B13"/>
    <w:rsid w:val="009B2ACA"/>
    <w:rsid w:val="009B2B85"/>
    <w:rsid w:val="009B2D3C"/>
    <w:rsid w:val="009B5512"/>
    <w:rsid w:val="009D4F1B"/>
    <w:rsid w:val="009E066B"/>
    <w:rsid w:val="009E54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5332C"/>
    <w:rsid w:val="00C61677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80397-E48F-4F1C-8959-42DF5FA1E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16</TotalTime>
  <Pages>3</Pages>
  <Words>193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Trnková Monika, Bc.</cp:lastModifiedBy>
  <cp:revision>23</cp:revision>
  <cp:lastPrinted>2010-07-30T09:22:00Z</cp:lastPrinted>
  <dcterms:created xsi:type="dcterms:W3CDTF">2020-12-21T07:12:00Z</dcterms:created>
  <dcterms:modified xsi:type="dcterms:W3CDTF">2023-02-27T08:35:00Z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4JU4WFGSTrefbKzR+6HoS/miCAiiUkG+G621w9ANnFvaoFiOZ/r5K7YZFUK/IUuQP6u6OaCVT1+155QJ037rAPwWgJDdkwPXhOYDt65ZlvSZoj6aSbi/KC+jz0dmpqhIKXACqe7Lw279oSKy3Tp9+vGo0ywOgLSn7U2MwV4w6GdqQWc1WaBpKw6jtiwMa5/3</vt:lpwstr>
  </property>
</Properties>
</file>