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8B325" w14:textId="44B8AFDE" w:rsidR="00F67518" w:rsidRDefault="005B2A19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"1-4" \h \z </w:instrText>
      </w:r>
      <w:r>
        <w:fldChar w:fldCharType="separate"/>
      </w:r>
      <w:hyperlink w:anchor="_Toc18596563" w:history="1">
        <w:r w:rsidR="00F67518" w:rsidRPr="001637BF">
          <w:rPr>
            <w:rStyle w:val="Hypertextovodkaz"/>
          </w:rPr>
          <w:t>1</w:t>
        </w:r>
        <w:r w:rsidR="00F6751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F67518" w:rsidRPr="001637BF">
          <w:rPr>
            <w:rStyle w:val="Hypertextovodkaz"/>
          </w:rPr>
          <w:t>Identifikační údaje</w:t>
        </w:r>
        <w:r w:rsidR="00F67518">
          <w:rPr>
            <w:webHidden/>
          </w:rPr>
          <w:tab/>
        </w:r>
        <w:r w:rsidR="00F67518">
          <w:rPr>
            <w:webHidden/>
          </w:rPr>
          <w:fldChar w:fldCharType="begin"/>
        </w:r>
        <w:r w:rsidR="00F67518">
          <w:rPr>
            <w:webHidden/>
          </w:rPr>
          <w:instrText xml:space="preserve"> PAGEREF _Toc18596563 \h </w:instrText>
        </w:r>
        <w:r w:rsidR="00F67518">
          <w:rPr>
            <w:webHidden/>
          </w:rPr>
        </w:r>
        <w:r w:rsidR="00F67518">
          <w:rPr>
            <w:webHidden/>
          </w:rPr>
          <w:fldChar w:fldCharType="separate"/>
        </w:r>
        <w:r w:rsidR="00F67518">
          <w:rPr>
            <w:webHidden/>
          </w:rPr>
          <w:t>2</w:t>
        </w:r>
        <w:r w:rsidR="00F67518">
          <w:rPr>
            <w:webHidden/>
          </w:rPr>
          <w:fldChar w:fldCharType="end"/>
        </w:r>
      </w:hyperlink>
    </w:p>
    <w:p w14:paraId="5C8D4DA2" w14:textId="527E8563" w:rsidR="00F67518" w:rsidRDefault="00181169">
      <w:pPr>
        <w:pStyle w:val="Obsah2"/>
        <w:tabs>
          <w:tab w:val="left" w:pos="1600"/>
          <w:tab w:val="right" w:leader="dot" w:pos="1005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96564" w:history="1">
        <w:r w:rsidR="00F67518" w:rsidRPr="001637BF">
          <w:rPr>
            <w:rStyle w:val="Hypertextovodkaz"/>
            <w:noProof/>
          </w:rPr>
          <w:t>1.1</w:t>
        </w:r>
        <w:r w:rsidR="00F6751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67518" w:rsidRPr="001637BF">
          <w:rPr>
            <w:rStyle w:val="Hypertextovodkaz"/>
            <w:noProof/>
          </w:rPr>
          <w:t>Stavba</w:t>
        </w:r>
        <w:r w:rsidR="00F67518">
          <w:rPr>
            <w:noProof/>
            <w:webHidden/>
          </w:rPr>
          <w:tab/>
        </w:r>
        <w:r w:rsidR="00F67518">
          <w:rPr>
            <w:noProof/>
            <w:webHidden/>
          </w:rPr>
          <w:fldChar w:fldCharType="begin"/>
        </w:r>
        <w:r w:rsidR="00F67518">
          <w:rPr>
            <w:noProof/>
            <w:webHidden/>
          </w:rPr>
          <w:instrText xml:space="preserve"> PAGEREF _Toc18596564 \h </w:instrText>
        </w:r>
        <w:r w:rsidR="00F67518">
          <w:rPr>
            <w:noProof/>
            <w:webHidden/>
          </w:rPr>
        </w:r>
        <w:r w:rsidR="00F67518">
          <w:rPr>
            <w:noProof/>
            <w:webHidden/>
          </w:rPr>
          <w:fldChar w:fldCharType="separate"/>
        </w:r>
        <w:r w:rsidR="00F67518">
          <w:rPr>
            <w:noProof/>
            <w:webHidden/>
          </w:rPr>
          <w:t>2</w:t>
        </w:r>
        <w:r w:rsidR="00F67518">
          <w:rPr>
            <w:noProof/>
            <w:webHidden/>
          </w:rPr>
          <w:fldChar w:fldCharType="end"/>
        </w:r>
      </w:hyperlink>
    </w:p>
    <w:p w14:paraId="33E82CB9" w14:textId="37177348" w:rsidR="00F67518" w:rsidRDefault="00181169">
      <w:pPr>
        <w:pStyle w:val="Obsah2"/>
        <w:tabs>
          <w:tab w:val="left" w:pos="1600"/>
          <w:tab w:val="right" w:leader="dot" w:pos="1005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96565" w:history="1">
        <w:r w:rsidR="00F67518" w:rsidRPr="001637BF">
          <w:rPr>
            <w:rStyle w:val="Hypertextovodkaz"/>
            <w:noProof/>
          </w:rPr>
          <w:t>1.2</w:t>
        </w:r>
        <w:r w:rsidR="00F6751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67518" w:rsidRPr="001637BF">
          <w:rPr>
            <w:rStyle w:val="Hypertextovodkaz"/>
            <w:noProof/>
          </w:rPr>
          <w:t>Stavebník</w:t>
        </w:r>
        <w:r w:rsidR="00F67518">
          <w:rPr>
            <w:noProof/>
            <w:webHidden/>
          </w:rPr>
          <w:tab/>
        </w:r>
        <w:r w:rsidR="00F67518">
          <w:rPr>
            <w:noProof/>
            <w:webHidden/>
          </w:rPr>
          <w:fldChar w:fldCharType="begin"/>
        </w:r>
        <w:r w:rsidR="00F67518">
          <w:rPr>
            <w:noProof/>
            <w:webHidden/>
          </w:rPr>
          <w:instrText xml:space="preserve"> PAGEREF _Toc18596565 \h </w:instrText>
        </w:r>
        <w:r w:rsidR="00F67518">
          <w:rPr>
            <w:noProof/>
            <w:webHidden/>
          </w:rPr>
        </w:r>
        <w:r w:rsidR="00F67518">
          <w:rPr>
            <w:noProof/>
            <w:webHidden/>
          </w:rPr>
          <w:fldChar w:fldCharType="separate"/>
        </w:r>
        <w:r w:rsidR="00F67518">
          <w:rPr>
            <w:noProof/>
            <w:webHidden/>
          </w:rPr>
          <w:t>2</w:t>
        </w:r>
        <w:r w:rsidR="00F67518">
          <w:rPr>
            <w:noProof/>
            <w:webHidden/>
          </w:rPr>
          <w:fldChar w:fldCharType="end"/>
        </w:r>
      </w:hyperlink>
    </w:p>
    <w:p w14:paraId="6D088C1F" w14:textId="43ADCC39" w:rsidR="00F67518" w:rsidRDefault="00181169">
      <w:pPr>
        <w:pStyle w:val="Obsah2"/>
        <w:tabs>
          <w:tab w:val="left" w:pos="1600"/>
          <w:tab w:val="right" w:leader="dot" w:pos="1005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96566" w:history="1">
        <w:r w:rsidR="00F67518" w:rsidRPr="001637BF">
          <w:rPr>
            <w:rStyle w:val="Hypertextovodkaz"/>
            <w:noProof/>
          </w:rPr>
          <w:t>1.3</w:t>
        </w:r>
        <w:r w:rsidR="00F6751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67518" w:rsidRPr="001637BF">
          <w:rPr>
            <w:rStyle w:val="Hypertextovodkaz"/>
            <w:noProof/>
          </w:rPr>
          <w:t>Projektant</w:t>
        </w:r>
        <w:r w:rsidR="00F67518">
          <w:rPr>
            <w:noProof/>
            <w:webHidden/>
          </w:rPr>
          <w:tab/>
        </w:r>
        <w:r w:rsidR="00F67518">
          <w:rPr>
            <w:noProof/>
            <w:webHidden/>
          </w:rPr>
          <w:fldChar w:fldCharType="begin"/>
        </w:r>
        <w:r w:rsidR="00F67518">
          <w:rPr>
            <w:noProof/>
            <w:webHidden/>
          </w:rPr>
          <w:instrText xml:space="preserve"> PAGEREF _Toc18596566 \h </w:instrText>
        </w:r>
        <w:r w:rsidR="00F67518">
          <w:rPr>
            <w:noProof/>
            <w:webHidden/>
          </w:rPr>
        </w:r>
        <w:r w:rsidR="00F67518">
          <w:rPr>
            <w:noProof/>
            <w:webHidden/>
          </w:rPr>
          <w:fldChar w:fldCharType="separate"/>
        </w:r>
        <w:r w:rsidR="00F67518">
          <w:rPr>
            <w:noProof/>
            <w:webHidden/>
          </w:rPr>
          <w:t>2</w:t>
        </w:r>
        <w:r w:rsidR="00F67518">
          <w:rPr>
            <w:noProof/>
            <w:webHidden/>
          </w:rPr>
          <w:fldChar w:fldCharType="end"/>
        </w:r>
      </w:hyperlink>
    </w:p>
    <w:p w14:paraId="7BF47612" w14:textId="7C5F8587" w:rsidR="00F67518" w:rsidRDefault="00181169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596567" w:history="1">
        <w:r w:rsidR="00F67518" w:rsidRPr="001637BF">
          <w:rPr>
            <w:rStyle w:val="Hypertextovodkaz"/>
          </w:rPr>
          <w:t>2</w:t>
        </w:r>
        <w:r w:rsidR="00F6751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F67518" w:rsidRPr="001637BF">
          <w:rPr>
            <w:rStyle w:val="Hypertextovodkaz"/>
          </w:rPr>
          <w:t>Členění stavby na objekty</w:t>
        </w:r>
        <w:r w:rsidR="00F67518">
          <w:rPr>
            <w:webHidden/>
          </w:rPr>
          <w:tab/>
        </w:r>
        <w:r w:rsidR="00F67518">
          <w:rPr>
            <w:webHidden/>
          </w:rPr>
          <w:fldChar w:fldCharType="begin"/>
        </w:r>
        <w:r w:rsidR="00F67518">
          <w:rPr>
            <w:webHidden/>
          </w:rPr>
          <w:instrText xml:space="preserve"> PAGEREF _Toc18596567 \h </w:instrText>
        </w:r>
        <w:r w:rsidR="00F67518">
          <w:rPr>
            <w:webHidden/>
          </w:rPr>
        </w:r>
        <w:r w:rsidR="00F67518">
          <w:rPr>
            <w:webHidden/>
          </w:rPr>
          <w:fldChar w:fldCharType="separate"/>
        </w:r>
        <w:r w:rsidR="00F67518">
          <w:rPr>
            <w:webHidden/>
          </w:rPr>
          <w:t>3</w:t>
        </w:r>
        <w:r w:rsidR="00F67518">
          <w:rPr>
            <w:webHidden/>
          </w:rPr>
          <w:fldChar w:fldCharType="end"/>
        </w:r>
      </w:hyperlink>
    </w:p>
    <w:p w14:paraId="6C6297A2" w14:textId="16E9FAF6" w:rsidR="00F67518" w:rsidRDefault="00181169">
      <w:pPr>
        <w:pStyle w:val="Obsah1"/>
        <w:tabs>
          <w:tab w:val="left" w:pos="1200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596568" w:history="1">
        <w:r w:rsidR="00F67518" w:rsidRPr="001637BF">
          <w:rPr>
            <w:rStyle w:val="Hypertextovodkaz"/>
          </w:rPr>
          <w:t>3</w:t>
        </w:r>
        <w:r w:rsidR="00F6751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F67518" w:rsidRPr="001637BF">
          <w:rPr>
            <w:rStyle w:val="Hypertextovodkaz"/>
          </w:rPr>
          <w:t>Přehled vstupních podkladů</w:t>
        </w:r>
        <w:r w:rsidR="00F67518">
          <w:rPr>
            <w:webHidden/>
          </w:rPr>
          <w:tab/>
        </w:r>
        <w:r w:rsidR="00F67518">
          <w:rPr>
            <w:webHidden/>
          </w:rPr>
          <w:fldChar w:fldCharType="begin"/>
        </w:r>
        <w:r w:rsidR="00F67518">
          <w:rPr>
            <w:webHidden/>
          </w:rPr>
          <w:instrText xml:space="preserve"> PAGEREF _Toc18596568 \h </w:instrText>
        </w:r>
        <w:r w:rsidR="00F67518">
          <w:rPr>
            <w:webHidden/>
          </w:rPr>
        </w:r>
        <w:r w:rsidR="00F67518">
          <w:rPr>
            <w:webHidden/>
          </w:rPr>
          <w:fldChar w:fldCharType="separate"/>
        </w:r>
        <w:r w:rsidR="00F67518">
          <w:rPr>
            <w:webHidden/>
          </w:rPr>
          <w:t>3</w:t>
        </w:r>
        <w:r w:rsidR="00F67518">
          <w:rPr>
            <w:webHidden/>
          </w:rPr>
          <w:fldChar w:fldCharType="end"/>
        </w:r>
      </w:hyperlink>
    </w:p>
    <w:p w14:paraId="67A9B7AC" w14:textId="57C6F598" w:rsidR="00801318" w:rsidRPr="00EA604E" w:rsidRDefault="005B2A19" w:rsidP="00EA604E">
      <w:pPr>
        <w:pStyle w:val="Zkladntext"/>
      </w:pPr>
      <w:r>
        <w:rPr>
          <w:rFonts w:ascii="Arial" w:hAnsi="Arial"/>
          <w:b/>
          <w:noProof/>
        </w:rPr>
        <w:fldChar w:fldCharType="end"/>
      </w:r>
    </w:p>
    <w:p w14:paraId="67A9B7AD" w14:textId="2C4B6111" w:rsidR="00444670" w:rsidRPr="00812960" w:rsidRDefault="00A2006C" w:rsidP="00853AC6">
      <w:pPr>
        <w:pStyle w:val="Nadpis10"/>
      </w:pPr>
      <w:r>
        <w:br w:type="page"/>
      </w:r>
      <w:r w:rsidR="008F31C1" w:rsidRPr="00EC5048">
        <w:lastRenderedPageBreak/>
        <w:t xml:space="preserve"> </w:t>
      </w:r>
      <w:bookmarkStart w:id="0" w:name="_Toc265701454"/>
      <w:bookmarkStart w:id="1" w:name="_Toc18596563"/>
      <w:r w:rsidR="00444670" w:rsidRPr="00812960">
        <w:t>Identifikační údaje</w:t>
      </w:r>
      <w:bookmarkEnd w:id="0"/>
      <w:bookmarkEnd w:id="1"/>
    </w:p>
    <w:p w14:paraId="67A9B7AE" w14:textId="77777777" w:rsidR="009B3747" w:rsidRPr="00EA604E" w:rsidRDefault="009B3747" w:rsidP="009B3747">
      <w:pPr>
        <w:pStyle w:val="Nadpis20"/>
      </w:pPr>
      <w:bookmarkStart w:id="2" w:name="_Toc271109790"/>
      <w:bookmarkStart w:id="3" w:name="_Toc285871792"/>
      <w:bookmarkStart w:id="4" w:name="_Toc453136377"/>
      <w:bookmarkStart w:id="5" w:name="_Toc476659954"/>
      <w:bookmarkStart w:id="6" w:name="_Toc531466593"/>
      <w:bookmarkStart w:id="7" w:name="_Toc18596564"/>
      <w:r w:rsidRPr="00EA604E">
        <w:t>Stavba</w:t>
      </w:r>
      <w:bookmarkEnd w:id="2"/>
      <w:bookmarkEnd w:id="3"/>
      <w:bookmarkEnd w:id="4"/>
      <w:bookmarkEnd w:id="5"/>
      <w:bookmarkEnd w:id="6"/>
      <w:bookmarkEnd w:id="7"/>
    </w:p>
    <w:tbl>
      <w:tblPr>
        <w:tblW w:w="8646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5244"/>
      </w:tblGrid>
      <w:tr w:rsidR="009B3747" w14:paraId="67A9B7B1" w14:textId="77777777" w:rsidTr="00F17637">
        <w:trPr>
          <w:trHeight w:val="247"/>
        </w:trPr>
        <w:tc>
          <w:tcPr>
            <w:tcW w:w="3402" w:type="dxa"/>
          </w:tcPr>
          <w:p w14:paraId="67A9B7AF" w14:textId="77777777" w:rsidR="009B3747" w:rsidRDefault="009B3747" w:rsidP="00F17637">
            <w:pPr>
              <w:pStyle w:val="Tabulka"/>
              <w:rPr>
                <w:b/>
                <w:i/>
              </w:rPr>
            </w:pPr>
            <w:r>
              <w:rPr>
                <w:b/>
                <w:i/>
              </w:rPr>
              <w:t>Stavba</w:t>
            </w:r>
          </w:p>
        </w:tc>
        <w:tc>
          <w:tcPr>
            <w:tcW w:w="5244" w:type="dxa"/>
          </w:tcPr>
          <w:p w14:paraId="67A9B7B0" w14:textId="2FC669FC" w:rsidR="009B3747" w:rsidRDefault="00656D96" w:rsidP="00F17637">
            <w:pPr>
              <w:pStyle w:val="Tabulka"/>
              <w:rPr>
                <w:b/>
              </w:rPr>
            </w:pPr>
            <w:r>
              <w:rPr>
                <w:b/>
              </w:rPr>
              <w:t>II/112 Křelovice – propustek ev.č. 112-219P</w:t>
            </w:r>
          </w:p>
        </w:tc>
      </w:tr>
      <w:tr w:rsidR="009B3747" w14:paraId="67A9B7B7" w14:textId="77777777" w:rsidTr="00F17637">
        <w:trPr>
          <w:trHeight w:val="247"/>
        </w:trPr>
        <w:tc>
          <w:tcPr>
            <w:tcW w:w="3402" w:type="dxa"/>
          </w:tcPr>
          <w:p w14:paraId="67A9B7B5" w14:textId="77777777" w:rsidR="009B3747" w:rsidRDefault="009B3747" w:rsidP="00F17637">
            <w:pPr>
              <w:pStyle w:val="Tabulka"/>
              <w:rPr>
                <w:b/>
                <w:i/>
              </w:rPr>
            </w:pPr>
            <w:r w:rsidRPr="00C02E40">
              <w:rPr>
                <w:i/>
              </w:rPr>
              <w:t xml:space="preserve">Název </w:t>
            </w:r>
            <w:r>
              <w:rPr>
                <w:i/>
              </w:rPr>
              <w:t>silnice</w:t>
            </w:r>
          </w:p>
        </w:tc>
        <w:tc>
          <w:tcPr>
            <w:tcW w:w="5244" w:type="dxa"/>
          </w:tcPr>
          <w:p w14:paraId="67A9B7B6" w14:textId="53A31FB3" w:rsidR="009B3747" w:rsidRPr="00C02E40" w:rsidRDefault="00656D96" w:rsidP="00F17637">
            <w:pPr>
              <w:pStyle w:val="Tabulka"/>
            </w:pPr>
            <w:r>
              <w:t>II/112</w:t>
            </w:r>
          </w:p>
        </w:tc>
      </w:tr>
      <w:tr w:rsidR="009B3747" w14:paraId="67A9B7BA" w14:textId="77777777" w:rsidTr="00F17637">
        <w:trPr>
          <w:trHeight w:val="247"/>
        </w:trPr>
        <w:tc>
          <w:tcPr>
            <w:tcW w:w="3402" w:type="dxa"/>
          </w:tcPr>
          <w:p w14:paraId="67A9B7B8" w14:textId="77777777" w:rsidR="009B3747" w:rsidRDefault="009B3747" w:rsidP="00F17637">
            <w:pPr>
              <w:pStyle w:val="Tabulka"/>
              <w:rPr>
                <w:i/>
              </w:rPr>
            </w:pPr>
            <w:r>
              <w:rPr>
                <w:i/>
              </w:rPr>
              <w:t>Katastrální území</w:t>
            </w:r>
          </w:p>
        </w:tc>
        <w:tc>
          <w:tcPr>
            <w:tcW w:w="5244" w:type="dxa"/>
          </w:tcPr>
          <w:p w14:paraId="67A9B7B9" w14:textId="12794C13" w:rsidR="009B3747" w:rsidRPr="00B36273" w:rsidRDefault="00656D96" w:rsidP="00F17637">
            <w:pPr>
              <w:pStyle w:val="Tabulka"/>
            </w:pPr>
            <w:r>
              <w:t>Křelovice u Pelhřimova</w:t>
            </w:r>
            <w:r w:rsidR="0097650C">
              <w:t xml:space="preserve">; </w:t>
            </w:r>
            <w:r>
              <w:t>675652</w:t>
            </w:r>
          </w:p>
        </w:tc>
      </w:tr>
      <w:tr w:rsidR="009B3747" w14:paraId="67A9B7BD" w14:textId="77777777" w:rsidTr="00F17637">
        <w:trPr>
          <w:trHeight w:val="247"/>
        </w:trPr>
        <w:tc>
          <w:tcPr>
            <w:tcW w:w="3402" w:type="dxa"/>
          </w:tcPr>
          <w:p w14:paraId="67A9B7BB" w14:textId="77777777" w:rsidR="009B3747" w:rsidRDefault="009B3747" w:rsidP="00F17637">
            <w:pPr>
              <w:pStyle w:val="Tabulka"/>
              <w:rPr>
                <w:i/>
              </w:rPr>
            </w:pPr>
            <w:r>
              <w:rPr>
                <w:i/>
              </w:rPr>
              <w:t>Obec</w:t>
            </w:r>
          </w:p>
        </w:tc>
        <w:tc>
          <w:tcPr>
            <w:tcW w:w="5244" w:type="dxa"/>
          </w:tcPr>
          <w:p w14:paraId="67A9B7BC" w14:textId="3F6588A8" w:rsidR="009B3747" w:rsidRPr="00B36273" w:rsidRDefault="00656D96" w:rsidP="00F17637">
            <w:pPr>
              <w:pStyle w:val="Tabulka"/>
            </w:pPr>
            <w:r>
              <w:t>Křelovice</w:t>
            </w:r>
            <w:r w:rsidR="00ED4086">
              <w:t>; 5</w:t>
            </w:r>
            <w:r>
              <w:t>48219</w:t>
            </w:r>
          </w:p>
        </w:tc>
      </w:tr>
      <w:tr w:rsidR="009B3747" w14:paraId="67A9B7C0" w14:textId="77777777" w:rsidTr="00F17637">
        <w:trPr>
          <w:trHeight w:val="247"/>
        </w:trPr>
        <w:tc>
          <w:tcPr>
            <w:tcW w:w="3402" w:type="dxa"/>
          </w:tcPr>
          <w:p w14:paraId="67A9B7BE" w14:textId="77777777" w:rsidR="009B3747" w:rsidRDefault="009B3747" w:rsidP="00F17637">
            <w:pPr>
              <w:pStyle w:val="Tabulka"/>
              <w:rPr>
                <w:i/>
              </w:rPr>
            </w:pPr>
            <w:r>
              <w:rPr>
                <w:i/>
              </w:rPr>
              <w:t>Kraj</w:t>
            </w:r>
          </w:p>
        </w:tc>
        <w:tc>
          <w:tcPr>
            <w:tcW w:w="5244" w:type="dxa"/>
          </w:tcPr>
          <w:p w14:paraId="67A9B7BF" w14:textId="36EE632E" w:rsidR="009B3747" w:rsidRDefault="00656D96" w:rsidP="00F17637">
            <w:pPr>
              <w:pStyle w:val="Tabulka"/>
              <w:rPr>
                <w:lang w:val="en-US"/>
              </w:rPr>
            </w:pPr>
            <w:r>
              <w:t>Vysočina</w:t>
            </w:r>
          </w:p>
        </w:tc>
      </w:tr>
    </w:tbl>
    <w:p w14:paraId="67A9B7C1" w14:textId="77777777" w:rsidR="009B3747" w:rsidRDefault="009B3747" w:rsidP="009B3747">
      <w:pPr>
        <w:pStyle w:val="Nadpis20"/>
      </w:pPr>
      <w:bookmarkStart w:id="8" w:name="_Toc476659955"/>
      <w:bookmarkStart w:id="9" w:name="_Toc531466594"/>
      <w:bookmarkStart w:id="10" w:name="_Toc18596565"/>
      <w:r>
        <w:t>Stavebník</w:t>
      </w:r>
      <w:bookmarkEnd w:id="8"/>
      <w:bookmarkEnd w:id="9"/>
      <w:bookmarkEnd w:id="10"/>
    </w:p>
    <w:tbl>
      <w:tblPr>
        <w:tblW w:w="8646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5244"/>
      </w:tblGrid>
      <w:tr w:rsidR="00656D96" w14:paraId="67A9B7C4" w14:textId="77777777" w:rsidTr="00656D96">
        <w:trPr>
          <w:trHeight w:val="247"/>
        </w:trPr>
        <w:tc>
          <w:tcPr>
            <w:tcW w:w="3402" w:type="dxa"/>
          </w:tcPr>
          <w:p w14:paraId="67A9B7C2" w14:textId="77777777" w:rsidR="00656D96" w:rsidRDefault="00656D96" w:rsidP="00656D96">
            <w:pPr>
              <w:pStyle w:val="Tabulka"/>
              <w:rPr>
                <w:i/>
              </w:rPr>
            </w:pPr>
            <w:r>
              <w:rPr>
                <w:i/>
              </w:rPr>
              <w:t>Název</w:t>
            </w:r>
          </w:p>
        </w:tc>
        <w:tc>
          <w:tcPr>
            <w:tcW w:w="5244" w:type="dxa"/>
          </w:tcPr>
          <w:p w14:paraId="2AC6C3A4" w14:textId="69AA1EF0" w:rsidR="00656D96" w:rsidRDefault="00656D96" w:rsidP="00656D96">
            <w:pPr>
              <w:pStyle w:val="Tabulka"/>
              <w:rPr>
                <w:b/>
              </w:rPr>
            </w:pPr>
            <w:r>
              <w:rPr>
                <w:b/>
              </w:rPr>
              <w:t xml:space="preserve">Kraj </w:t>
            </w:r>
            <w:r w:rsidR="00434EA1">
              <w:rPr>
                <w:b/>
              </w:rPr>
              <w:t>V</w:t>
            </w:r>
            <w:r>
              <w:rPr>
                <w:b/>
              </w:rPr>
              <w:t>ysočina v zastoupení Krajská správa a údržba silnic Vysočiny, p. o.</w:t>
            </w:r>
          </w:p>
        </w:tc>
      </w:tr>
      <w:tr w:rsidR="00656D96" w14:paraId="7CDD9B46" w14:textId="77777777" w:rsidTr="00656D96">
        <w:trPr>
          <w:trHeight w:val="247"/>
        </w:trPr>
        <w:tc>
          <w:tcPr>
            <w:tcW w:w="3402" w:type="dxa"/>
          </w:tcPr>
          <w:p w14:paraId="0C2EEFE5" w14:textId="39CBB30C" w:rsidR="00656D96" w:rsidRDefault="00656D96" w:rsidP="00656D96">
            <w:pPr>
              <w:pStyle w:val="Tabulka"/>
              <w:rPr>
                <w:i/>
              </w:rPr>
            </w:pPr>
            <w:r>
              <w:rPr>
                <w:i/>
              </w:rPr>
              <w:t>IČ</w:t>
            </w:r>
          </w:p>
        </w:tc>
        <w:tc>
          <w:tcPr>
            <w:tcW w:w="5244" w:type="dxa"/>
          </w:tcPr>
          <w:p w14:paraId="2B32E3A2" w14:textId="0B91CF7D" w:rsidR="00656D96" w:rsidRDefault="00656D96" w:rsidP="00656D96">
            <w:pPr>
              <w:pStyle w:val="Tabulka"/>
            </w:pPr>
            <w:r>
              <w:t>00090450</w:t>
            </w:r>
          </w:p>
        </w:tc>
      </w:tr>
      <w:tr w:rsidR="00656D96" w14:paraId="67A9B7CA" w14:textId="77777777" w:rsidTr="00656D96">
        <w:trPr>
          <w:trHeight w:val="247"/>
        </w:trPr>
        <w:tc>
          <w:tcPr>
            <w:tcW w:w="3402" w:type="dxa"/>
          </w:tcPr>
          <w:p w14:paraId="67A9B7C8" w14:textId="77777777" w:rsidR="00656D96" w:rsidRDefault="00656D96" w:rsidP="00656D96">
            <w:pPr>
              <w:pStyle w:val="Tabulka"/>
              <w:rPr>
                <w:i/>
              </w:rPr>
            </w:pPr>
            <w:r>
              <w:rPr>
                <w:i/>
              </w:rPr>
              <w:t>Adresa</w:t>
            </w:r>
          </w:p>
        </w:tc>
        <w:tc>
          <w:tcPr>
            <w:tcW w:w="5244" w:type="dxa"/>
          </w:tcPr>
          <w:p w14:paraId="111FD7FF" w14:textId="73D1B6B7" w:rsidR="00656D96" w:rsidRDefault="00656D96" w:rsidP="00656D96">
            <w:pPr>
              <w:pStyle w:val="Tabulka"/>
            </w:pPr>
            <w:r>
              <w:t>Kosovská 1122/16, 586 01 Jihlava</w:t>
            </w:r>
          </w:p>
        </w:tc>
      </w:tr>
      <w:tr w:rsidR="00656D96" w14:paraId="67A9B7CD" w14:textId="77777777" w:rsidTr="00656D96">
        <w:trPr>
          <w:trHeight w:val="247"/>
        </w:trPr>
        <w:tc>
          <w:tcPr>
            <w:tcW w:w="3402" w:type="dxa"/>
          </w:tcPr>
          <w:p w14:paraId="67A9B7CB" w14:textId="77777777" w:rsidR="00656D96" w:rsidRDefault="00656D96" w:rsidP="00656D96">
            <w:pPr>
              <w:pStyle w:val="Tabulka"/>
              <w:rPr>
                <w:i/>
              </w:rPr>
            </w:pPr>
            <w:r>
              <w:rPr>
                <w:i/>
              </w:rPr>
              <w:t>Zastoupená</w:t>
            </w:r>
          </w:p>
        </w:tc>
        <w:tc>
          <w:tcPr>
            <w:tcW w:w="5244" w:type="dxa"/>
          </w:tcPr>
          <w:p w14:paraId="7DD1C2D7" w14:textId="31A1CC70" w:rsidR="00656D96" w:rsidRDefault="00656D96" w:rsidP="00656D96">
            <w:pPr>
              <w:pStyle w:val="Tabulka"/>
            </w:pPr>
            <w:r>
              <w:t xml:space="preserve">Ing. </w:t>
            </w:r>
            <w:r w:rsidR="00181169">
              <w:t>Radovanem Necidem</w:t>
            </w:r>
            <w:bookmarkStart w:id="11" w:name="_GoBack"/>
            <w:bookmarkEnd w:id="11"/>
            <w:r>
              <w:t>, ředitelem organizace</w:t>
            </w:r>
          </w:p>
        </w:tc>
      </w:tr>
    </w:tbl>
    <w:p w14:paraId="67A9B7CE" w14:textId="77777777" w:rsidR="009B3747" w:rsidRPr="00EA604E" w:rsidRDefault="009B3747" w:rsidP="009B3747">
      <w:pPr>
        <w:pStyle w:val="Nadpis20"/>
      </w:pPr>
      <w:bookmarkStart w:id="12" w:name="_Toc476659956"/>
      <w:bookmarkStart w:id="13" w:name="_Toc531466595"/>
      <w:bookmarkStart w:id="14" w:name="_Toc18596566"/>
      <w:r>
        <w:t>Projektant</w:t>
      </w:r>
      <w:bookmarkEnd w:id="12"/>
      <w:bookmarkEnd w:id="13"/>
      <w:bookmarkEnd w:id="14"/>
    </w:p>
    <w:tbl>
      <w:tblPr>
        <w:tblW w:w="8789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5387"/>
      </w:tblGrid>
      <w:tr w:rsidR="009B3747" w14:paraId="67A9B7D1" w14:textId="77777777" w:rsidTr="00F17637">
        <w:trPr>
          <w:trHeight w:val="247"/>
        </w:trPr>
        <w:tc>
          <w:tcPr>
            <w:tcW w:w="3402" w:type="dxa"/>
          </w:tcPr>
          <w:p w14:paraId="67A9B7CF" w14:textId="77777777" w:rsidR="009B3747" w:rsidRDefault="009B3747" w:rsidP="00F17637">
            <w:pPr>
              <w:pStyle w:val="Tabulka"/>
              <w:rPr>
                <w:i/>
              </w:rPr>
            </w:pPr>
            <w:r>
              <w:rPr>
                <w:i/>
              </w:rPr>
              <w:t>Název</w:t>
            </w:r>
          </w:p>
        </w:tc>
        <w:tc>
          <w:tcPr>
            <w:tcW w:w="5387" w:type="dxa"/>
          </w:tcPr>
          <w:p w14:paraId="67A9B7D0" w14:textId="77777777" w:rsidR="009B3747" w:rsidRPr="008F7AAA" w:rsidRDefault="009B3747" w:rsidP="00F17637">
            <w:pPr>
              <w:pStyle w:val="Tabulka"/>
              <w:rPr>
                <w:b/>
              </w:rPr>
            </w:pPr>
            <w:r w:rsidRPr="008F7AAA">
              <w:rPr>
                <w:b/>
              </w:rPr>
              <w:t>D</w:t>
            </w:r>
            <w:r>
              <w:rPr>
                <w:b/>
              </w:rPr>
              <w:t>IPONT</w:t>
            </w:r>
            <w:r w:rsidRPr="008F7AAA">
              <w:rPr>
                <w:b/>
              </w:rPr>
              <w:t xml:space="preserve"> s.r.o.</w:t>
            </w:r>
          </w:p>
        </w:tc>
      </w:tr>
      <w:tr w:rsidR="009B3747" w14:paraId="67A9B7D4" w14:textId="77777777" w:rsidTr="00F17637">
        <w:trPr>
          <w:trHeight w:val="247"/>
        </w:trPr>
        <w:tc>
          <w:tcPr>
            <w:tcW w:w="3402" w:type="dxa"/>
          </w:tcPr>
          <w:p w14:paraId="67A9B7D2" w14:textId="77777777" w:rsidR="009B3747" w:rsidRDefault="009B3747" w:rsidP="00F17637">
            <w:pPr>
              <w:pStyle w:val="Tabulka"/>
              <w:rPr>
                <w:i/>
              </w:rPr>
            </w:pPr>
            <w:r>
              <w:rPr>
                <w:i/>
              </w:rPr>
              <w:t>IČ</w:t>
            </w:r>
          </w:p>
        </w:tc>
        <w:tc>
          <w:tcPr>
            <w:tcW w:w="5387" w:type="dxa"/>
          </w:tcPr>
          <w:p w14:paraId="67A9B7D3" w14:textId="77777777" w:rsidR="009B3747" w:rsidRDefault="009B3747" w:rsidP="00F17637">
            <w:pPr>
              <w:pStyle w:val="Tabulka"/>
            </w:pPr>
            <w:r>
              <w:t>28693094</w:t>
            </w:r>
          </w:p>
        </w:tc>
      </w:tr>
      <w:tr w:rsidR="009B3747" w14:paraId="67A9B7D8" w14:textId="77777777" w:rsidTr="00F17637">
        <w:trPr>
          <w:trHeight w:val="247"/>
        </w:trPr>
        <w:tc>
          <w:tcPr>
            <w:tcW w:w="3402" w:type="dxa"/>
          </w:tcPr>
          <w:p w14:paraId="67A9B7D5" w14:textId="77777777" w:rsidR="009B3747" w:rsidRDefault="009B3747" w:rsidP="00F17637">
            <w:pPr>
              <w:pStyle w:val="Tabulka"/>
              <w:rPr>
                <w:i/>
              </w:rPr>
            </w:pPr>
            <w:r>
              <w:rPr>
                <w:i/>
              </w:rPr>
              <w:t>Adresa</w:t>
            </w:r>
          </w:p>
        </w:tc>
        <w:tc>
          <w:tcPr>
            <w:tcW w:w="5387" w:type="dxa"/>
          </w:tcPr>
          <w:p w14:paraId="67A9B7D6" w14:textId="77777777" w:rsidR="009B3747" w:rsidRDefault="009B3747" w:rsidP="00F17637">
            <w:pPr>
              <w:pStyle w:val="Tabulka"/>
            </w:pPr>
            <w:r>
              <w:t>Libouchec č. p. 505, 403 35 Libouchec</w:t>
            </w:r>
          </w:p>
          <w:p w14:paraId="67A9B7D7" w14:textId="77777777" w:rsidR="009B3747" w:rsidRPr="00B36273" w:rsidRDefault="009B3747" w:rsidP="00F17637">
            <w:pPr>
              <w:pStyle w:val="Tabulka"/>
            </w:pPr>
            <w:r>
              <w:t>doručovací: Klíšská 1432/18, 400 01 Ústí nad Labem</w:t>
            </w:r>
          </w:p>
        </w:tc>
      </w:tr>
      <w:tr w:rsidR="00F8753A" w14:paraId="1A44C134" w14:textId="77777777" w:rsidTr="00F17637">
        <w:trPr>
          <w:trHeight w:val="247"/>
        </w:trPr>
        <w:tc>
          <w:tcPr>
            <w:tcW w:w="3402" w:type="dxa"/>
          </w:tcPr>
          <w:p w14:paraId="32DFA3B1" w14:textId="0D8A00BA" w:rsidR="00F8753A" w:rsidRDefault="00F8753A" w:rsidP="00F8753A">
            <w:pPr>
              <w:pStyle w:val="Tabulka"/>
              <w:rPr>
                <w:i/>
              </w:rPr>
            </w:pPr>
            <w:r>
              <w:rPr>
                <w:i/>
              </w:rPr>
              <w:t>Jednatelka společnosti</w:t>
            </w:r>
          </w:p>
          <w:p w14:paraId="5887776D" w14:textId="1BB5E725" w:rsidR="00F8753A" w:rsidRDefault="00F8753A" w:rsidP="00F8753A">
            <w:pPr>
              <w:pStyle w:val="Tabulka"/>
              <w:rPr>
                <w:i/>
              </w:rPr>
            </w:pPr>
            <w:r>
              <w:rPr>
                <w:i/>
              </w:rPr>
              <w:t>Technická kontrola</w:t>
            </w:r>
          </w:p>
        </w:tc>
        <w:tc>
          <w:tcPr>
            <w:tcW w:w="5387" w:type="dxa"/>
          </w:tcPr>
          <w:p w14:paraId="2B5DC1F2" w14:textId="49CECC4C" w:rsidR="00F8753A" w:rsidRDefault="00F8753A" w:rsidP="00F8753A">
            <w:pPr>
              <w:pStyle w:val="Tabulka"/>
            </w:pPr>
            <w:r>
              <w:t>Ing. Marta Nováková</w:t>
            </w:r>
          </w:p>
          <w:p w14:paraId="5FFD7A2C" w14:textId="1D8066DD" w:rsidR="00F8753A" w:rsidRDefault="00F8753A" w:rsidP="00F8753A">
            <w:pPr>
              <w:pStyle w:val="Tabulka"/>
            </w:pPr>
            <w:r>
              <w:t>Ing. Petr Novák</w:t>
            </w:r>
          </w:p>
        </w:tc>
      </w:tr>
      <w:tr w:rsidR="00F8753A" w14:paraId="67A9B7DE" w14:textId="77777777" w:rsidTr="00F17637">
        <w:trPr>
          <w:trHeight w:val="247"/>
        </w:trPr>
        <w:tc>
          <w:tcPr>
            <w:tcW w:w="3402" w:type="dxa"/>
          </w:tcPr>
          <w:p w14:paraId="67A9B7D9" w14:textId="34BC8AA8" w:rsidR="00F8753A" w:rsidRDefault="00F8753A" w:rsidP="00F8753A">
            <w:pPr>
              <w:pStyle w:val="Tabulka"/>
              <w:rPr>
                <w:i/>
              </w:rPr>
            </w:pPr>
            <w:r>
              <w:rPr>
                <w:i/>
              </w:rPr>
              <w:t xml:space="preserve">Odpovědný projektant </w:t>
            </w:r>
          </w:p>
        </w:tc>
        <w:tc>
          <w:tcPr>
            <w:tcW w:w="5387" w:type="dxa"/>
          </w:tcPr>
          <w:p w14:paraId="67A9B7DA" w14:textId="77777777" w:rsidR="00F8753A" w:rsidRDefault="00F8753A" w:rsidP="00F8753A">
            <w:pPr>
              <w:pStyle w:val="Tabulka"/>
            </w:pPr>
            <w:r>
              <w:t>Ing. Jan Rosík</w:t>
            </w:r>
          </w:p>
          <w:p w14:paraId="67A9B7DB" w14:textId="77777777" w:rsidR="00F8753A" w:rsidRDefault="00F8753A" w:rsidP="00F8753A">
            <w:pPr>
              <w:pStyle w:val="Tabulka"/>
            </w:pPr>
            <w:r>
              <w:t>autorizovaný inženýr pro dopravní stavby</w:t>
            </w:r>
          </w:p>
          <w:p w14:paraId="67A9B7DC" w14:textId="77777777" w:rsidR="00F8753A" w:rsidRDefault="00F8753A" w:rsidP="00F8753A">
            <w:pPr>
              <w:pStyle w:val="Tabulka"/>
            </w:pPr>
            <w:r>
              <w:t>č. autorizace: 1302425</w:t>
            </w:r>
          </w:p>
          <w:p w14:paraId="67A9B7DD" w14:textId="77777777" w:rsidR="00F8753A" w:rsidRDefault="00F8753A" w:rsidP="00F8753A">
            <w:pPr>
              <w:pStyle w:val="Tabulka"/>
            </w:pPr>
            <w:r>
              <w:t>T: 774 785 937, E: rosik@dipont.cz</w:t>
            </w:r>
          </w:p>
        </w:tc>
      </w:tr>
      <w:tr w:rsidR="00F8753A" w14:paraId="67A9B7E2" w14:textId="77777777" w:rsidTr="00F17637">
        <w:trPr>
          <w:trHeight w:val="247"/>
        </w:trPr>
        <w:tc>
          <w:tcPr>
            <w:tcW w:w="3402" w:type="dxa"/>
          </w:tcPr>
          <w:p w14:paraId="67A9B7DF" w14:textId="7E85B213" w:rsidR="00F8753A" w:rsidRDefault="00F8753A" w:rsidP="00F8753A">
            <w:pPr>
              <w:pStyle w:val="Tabulka"/>
              <w:rPr>
                <w:i/>
              </w:rPr>
            </w:pPr>
          </w:p>
        </w:tc>
        <w:tc>
          <w:tcPr>
            <w:tcW w:w="5387" w:type="dxa"/>
          </w:tcPr>
          <w:p w14:paraId="67A9B7E1" w14:textId="2CC4A1F9" w:rsidR="00F8753A" w:rsidRDefault="00F8753A" w:rsidP="00F8753A">
            <w:pPr>
              <w:pStyle w:val="Tabulka"/>
            </w:pPr>
          </w:p>
        </w:tc>
      </w:tr>
      <w:tr w:rsidR="00F8753A" w14:paraId="7A9CC3F6" w14:textId="77777777" w:rsidTr="00F17637">
        <w:trPr>
          <w:trHeight w:val="247"/>
        </w:trPr>
        <w:tc>
          <w:tcPr>
            <w:tcW w:w="3402" w:type="dxa"/>
          </w:tcPr>
          <w:p w14:paraId="09A3DBD2" w14:textId="77777777" w:rsidR="00F8753A" w:rsidRDefault="00F8753A" w:rsidP="00F8753A">
            <w:pPr>
              <w:pStyle w:val="Tabulka"/>
              <w:rPr>
                <w:i/>
              </w:rPr>
            </w:pPr>
          </w:p>
        </w:tc>
        <w:tc>
          <w:tcPr>
            <w:tcW w:w="5387" w:type="dxa"/>
          </w:tcPr>
          <w:p w14:paraId="6E34CCAC" w14:textId="77777777" w:rsidR="00F8753A" w:rsidRDefault="00F8753A" w:rsidP="00F8753A">
            <w:pPr>
              <w:pStyle w:val="Tabulka"/>
            </w:pPr>
          </w:p>
        </w:tc>
      </w:tr>
    </w:tbl>
    <w:p w14:paraId="67A9B7E3" w14:textId="77777777" w:rsidR="001442B0" w:rsidRDefault="001442B0" w:rsidP="00EA604E">
      <w:pPr>
        <w:pStyle w:val="Zkladntext"/>
      </w:pPr>
    </w:p>
    <w:p w14:paraId="67A9B7E4" w14:textId="77777777" w:rsidR="001442B0" w:rsidRDefault="001442B0" w:rsidP="001442B0">
      <w:r>
        <w:br w:type="page"/>
      </w:r>
    </w:p>
    <w:p w14:paraId="67A9B7E5" w14:textId="40D8126D" w:rsidR="00274F1D" w:rsidRDefault="00F67518" w:rsidP="00853AC6">
      <w:pPr>
        <w:pStyle w:val="Nadpis10"/>
      </w:pPr>
      <w:bookmarkStart w:id="15" w:name="_Toc18596567"/>
      <w:bookmarkStart w:id="16" w:name="_Toc166638285"/>
      <w:r>
        <w:lastRenderedPageBreak/>
        <w:t>Členění stavby na objekty</w:t>
      </w:r>
      <w:bookmarkEnd w:id="15"/>
    </w:p>
    <w:tbl>
      <w:tblPr>
        <w:tblW w:w="96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3862"/>
        <w:gridCol w:w="3974"/>
      </w:tblGrid>
      <w:tr w:rsidR="00434EA1" w14:paraId="58D3F496" w14:textId="36A68800" w:rsidTr="00434EA1">
        <w:tc>
          <w:tcPr>
            <w:tcW w:w="18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60CF7" w14:textId="2BB1025D" w:rsidR="00434EA1" w:rsidRPr="007F04FB" w:rsidRDefault="00434EA1" w:rsidP="00175A0D">
            <w:pPr>
              <w:ind w:firstLine="918"/>
              <w:rPr>
                <w:caps/>
              </w:rPr>
            </w:pPr>
            <w:r>
              <w:rPr>
                <w:caps/>
              </w:rPr>
              <w:t>O</w:t>
            </w:r>
            <w:r>
              <w:t>bjekt</w:t>
            </w:r>
          </w:p>
        </w:tc>
        <w:tc>
          <w:tcPr>
            <w:tcW w:w="3862" w:type="dxa"/>
          </w:tcPr>
          <w:p w14:paraId="747C1F91" w14:textId="0E1443DE" w:rsidR="00434EA1" w:rsidRDefault="00434EA1" w:rsidP="00175A0D">
            <w:pPr>
              <w:ind w:firstLine="0"/>
            </w:pPr>
            <w:r>
              <w:t>Název objektu</w:t>
            </w:r>
          </w:p>
        </w:tc>
        <w:tc>
          <w:tcPr>
            <w:tcW w:w="3974" w:type="dxa"/>
          </w:tcPr>
          <w:p w14:paraId="2DBC2930" w14:textId="03BFD549" w:rsidR="00434EA1" w:rsidRDefault="00DA6841" w:rsidP="00175A0D">
            <w:pPr>
              <w:ind w:firstLine="0"/>
            </w:pPr>
            <w:r>
              <w:t>Budoucí vlastník</w:t>
            </w:r>
          </w:p>
        </w:tc>
      </w:tr>
      <w:tr w:rsidR="00434EA1" w14:paraId="08242551" w14:textId="77777777" w:rsidTr="00434EA1">
        <w:tc>
          <w:tcPr>
            <w:tcW w:w="18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7EDF8" w14:textId="77777777" w:rsidR="00434EA1" w:rsidRDefault="00434EA1" w:rsidP="00175A0D">
            <w:pPr>
              <w:ind w:firstLine="918"/>
              <w:rPr>
                <w:caps/>
              </w:rPr>
            </w:pPr>
          </w:p>
        </w:tc>
        <w:tc>
          <w:tcPr>
            <w:tcW w:w="3862" w:type="dxa"/>
          </w:tcPr>
          <w:p w14:paraId="20B12C12" w14:textId="77777777" w:rsidR="00434EA1" w:rsidRDefault="00434EA1" w:rsidP="00175A0D">
            <w:pPr>
              <w:ind w:firstLine="0"/>
            </w:pPr>
          </w:p>
        </w:tc>
        <w:tc>
          <w:tcPr>
            <w:tcW w:w="3974" w:type="dxa"/>
          </w:tcPr>
          <w:p w14:paraId="47F47472" w14:textId="77777777" w:rsidR="00434EA1" w:rsidRDefault="00434EA1" w:rsidP="00175A0D">
            <w:pPr>
              <w:ind w:firstLine="0"/>
            </w:pPr>
          </w:p>
        </w:tc>
      </w:tr>
      <w:tr w:rsidR="00434EA1" w14:paraId="44EE5464" w14:textId="696C6A16" w:rsidTr="00434EA1">
        <w:tc>
          <w:tcPr>
            <w:tcW w:w="18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92A388" w14:textId="06285D05" w:rsidR="00434EA1" w:rsidRPr="00252D5B" w:rsidRDefault="00434EA1" w:rsidP="00175A0D">
            <w:pPr>
              <w:ind w:firstLine="918"/>
              <w:rPr>
                <w:caps/>
              </w:rPr>
            </w:pPr>
            <w:r w:rsidRPr="007F04FB">
              <w:rPr>
                <w:caps/>
              </w:rPr>
              <w:t xml:space="preserve">SO </w:t>
            </w:r>
            <w:r>
              <w:rPr>
                <w:caps/>
              </w:rPr>
              <w:t>101</w:t>
            </w:r>
          </w:p>
        </w:tc>
        <w:tc>
          <w:tcPr>
            <w:tcW w:w="3862" w:type="dxa"/>
          </w:tcPr>
          <w:p w14:paraId="59985B2B" w14:textId="55853061" w:rsidR="00434EA1" w:rsidRDefault="00434EA1" w:rsidP="00175A0D">
            <w:pPr>
              <w:ind w:firstLine="0"/>
            </w:pPr>
            <w:r>
              <w:t>Úprava silnice II/112</w:t>
            </w:r>
          </w:p>
        </w:tc>
        <w:tc>
          <w:tcPr>
            <w:tcW w:w="3974" w:type="dxa"/>
          </w:tcPr>
          <w:p w14:paraId="7F2EC7D2" w14:textId="3D5DFF04" w:rsidR="00434EA1" w:rsidRDefault="00434EA1" w:rsidP="00175A0D">
            <w:pPr>
              <w:ind w:firstLine="0"/>
            </w:pPr>
            <w:r>
              <w:t>Kraj Vysočina v zast. KSÚSV</w:t>
            </w:r>
          </w:p>
        </w:tc>
      </w:tr>
      <w:tr w:rsidR="00434EA1" w14:paraId="0F453450" w14:textId="16109137" w:rsidTr="00434EA1">
        <w:tc>
          <w:tcPr>
            <w:tcW w:w="18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E4A5D" w14:textId="0D9DCEFF" w:rsidR="00434EA1" w:rsidRPr="007F04FB" w:rsidRDefault="00434EA1" w:rsidP="00175A0D">
            <w:pPr>
              <w:ind w:firstLine="918"/>
              <w:rPr>
                <w:caps/>
              </w:rPr>
            </w:pPr>
            <w:r>
              <w:rPr>
                <w:caps/>
              </w:rPr>
              <w:t>SO 102</w:t>
            </w:r>
          </w:p>
        </w:tc>
        <w:tc>
          <w:tcPr>
            <w:tcW w:w="3862" w:type="dxa"/>
          </w:tcPr>
          <w:p w14:paraId="5ED79392" w14:textId="23074FE8" w:rsidR="00434EA1" w:rsidRDefault="00434EA1" w:rsidP="00175A0D">
            <w:pPr>
              <w:ind w:firstLine="0"/>
            </w:pPr>
            <w:r>
              <w:t>Úpravy hrany komunikace</w:t>
            </w:r>
          </w:p>
        </w:tc>
        <w:tc>
          <w:tcPr>
            <w:tcW w:w="3974" w:type="dxa"/>
          </w:tcPr>
          <w:p w14:paraId="149FAB0C" w14:textId="18533E29" w:rsidR="00434EA1" w:rsidRDefault="00434EA1" w:rsidP="00175A0D">
            <w:pPr>
              <w:ind w:firstLine="0"/>
            </w:pPr>
            <w:r>
              <w:rPr>
                <w:bCs/>
              </w:rPr>
              <w:t>Obec Křelovice</w:t>
            </w:r>
          </w:p>
        </w:tc>
      </w:tr>
      <w:tr w:rsidR="00434EA1" w14:paraId="4CFF2018" w14:textId="319A5DF4" w:rsidTr="00434EA1">
        <w:tc>
          <w:tcPr>
            <w:tcW w:w="18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D30FA" w14:textId="727F236A" w:rsidR="00434EA1" w:rsidRPr="007F04FB" w:rsidRDefault="00434EA1" w:rsidP="00175A0D">
            <w:pPr>
              <w:ind w:firstLine="918"/>
              <w:rPr>
                <w:caps/>
              </w:rPr>
            </w:pPr>
            <w:r w:rsidRPr="007F04FB">
              <w:rPr>
                <w:caps/>
              </w:rPr>
              <w:t xml:space="preserve">SO </w:t>
            </w:r>
            <w:r>
              <w:rPr>
                <w:caps/>
              </w:rPr>
              <w:t>181</w:t>
            </w:r>
          </w:p>
        </w:tc>
        <w:tc>
          <w:tcPr>
            <w:tcW w:w="3862" w:type="dxa"/>
          </w:tcPr>
          <w:p w14:paraId="265CB100" w14:textId="127E8C87" w:rsidR="00434EA1" w:rsidRDefault="00434EA1" w:rsidP="00175A0D">
            <w:pPr>
              <w:ind w:firstLine="0"/>
            </w:pPr>
            <w:r>
              <w:t>Dopravně inženýrská opatření</w:t>
            </w:r>
          </w:p>
        </w:tc>
        <w:tc>
          <w:tcPr>
            <w:tcW w:w="3974" w:type="dxa"/>
          </w:tcPr>
          <w:p w14:paraId="0A131536" w14:textId="7C569222" w:rsidR="00434EA1" w:rsidRDefault="00F32408" w:rsidP="00F32408">
            <w:pPr>
              <w:ind w:firstLine="0"/>
            </w:pPr>
            <w:r>
              <w:t>dočasný SO během výstavby</w:t>
            </w:r>
          </w:p>
        </w:tc>
      </w:tr>
      <w:tr w:rsidR="00434EA1" w14:paraId="6578C255" w14:textId="06B7C317" w:rsidTr="00434EA1">
        <w:tc>
          <w:tcPr>
            <w:tcW w:w="18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DB25B" w14:textId="64C412BD" w:rsidR="00434EA1" w:rsidRPr="007F04FB" w:rsidRDefault="00434EA1" w:rsidP="00175A0D">
            <w:pPr>
              <w:ind w:firstLine="918"/>
              <w:rPr>
                <w:caps/>
              </w:rPr>
            </w:pPr>
            <w:r>
              <w:rPr>
                <w:caps/>
              </w:rPr>
              <w:t>SO 201</w:t>
            </w:r>
          </w:p>
        </w:tc>
        <w:tc>
          <w:tcPr>
            <w:tcW w:w="3862" w:type="dxa"/>
          </w:tcPr>
          <w:p w14:paraId="4000458B" w14:textId="510FD106" w:rsidR="00434EA1" w:rsidRDefault="00434EA1" w:rsidP="00175A0D">
            <w:pPr>
              <w:ind w:firstLine="0"/>
            </w:pPr>
            <w:r>
              <w:rPr>
                <w:bCs/>
              </w:rPr>
              <w:t>Propustek ev. č. 112-219P</w:t>
            </w:r>
          </w:p>
        </w:tc>
        <w:tc>
          <w:tcPr>
            <w:tcW w:w="3974" w:type="dxa"/>
          </w:tcPr>
          <w:p w14:paraId="52C3F20A" w14:textId="439007BF" w:rsidR="00434EA1" w:rsidRDefault="00434EA1" w:rsidP="00175A0D">
            <w:pPr>
              <w:ind w:firstLine="0"/>
              <w:rPr>
                <w:bCs/>
              </w:rPr>
            </w:pPr>
            <w:r>
              <w:t>Kraj Vysočina v zast. KSÚSV</w:t>
            </w:r>
          </w:p>
        </w:tc>
      </w:tr>
      <w:tr w:rsidR="00434EA1" w14:paraId="496FAF31" w14:textId="16297691" w:rsidTr="00434EA1">
        <w:tc>
          <w:tcPr>
            <w:tcW w:w="18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301F7" w14:textId="6355DCC7" w:rsidR="00434EA1" w:rsidRDefault="00434EA1" w:rsidP="00175A0D">
            <w:pPr>
              <w:ind w:firstLine="918"/>
              <w:rPr>
                <w:caps/>
              </w:rPr>
            </w:pPr>
            <w:r>
              <w:rPr>
                <w:caps/>
              </w:rPr>
              <w:t>SO 441</w:t>
            </w:r>
          </w:p>
        </w:tc>
        <w:tc>
          <w:tcPr>
            <w:tcW w:w="3862" w:type="dxa"/>
          </w:tcPr>
          <w:p w14:paraId="4F8F59AA" w14:textId="1C8A5233" w:rsidR="00434EA1" w:rsidRDefault="00434EA1" w:rsidP="00175A0D">
            <w:pPr>
              <w:ind w:firstLine="0"/>
              <w:rPr>
                <w:bCs/>
              </w:rPr>
            </w:pPr>
            <w:r>
              <w:rPr>
                <w:bCs/>
              </w:rPr>
              <w:t>Úprava osvětlení stávajícího přechodu</w:t>
            </w:r>
          </w:p>
        </w:tc>
        <w:tc>
          <w:tcPr>
            <w:tcW w:w="3974" w:type="dxa"/>
          </w:tcPr>
          <w:p w14:paraId="4FB64675" w14:textId="223462B0" w:rsidR="00434EA1" w:rsidRDefault="00434EA1" w:rsidP="00175A0D">
            <w:pPr>
              <w:ind w:firstLine="0"/>
              <w:rPr>
                <w:bCs/>
              </w:rPr>
            </w:pPr>
            <w:r>
              <w:rPr>
                <w:bCs/>
              </w:rPr>
              <w:t>Obec Křelovice</w:t>
            </w:r>
          </w:p>
        </w:tc>
      </w:tr>
    </w:tbl>
    <w:p w14:paraId="67A9B7EB" w14:textId="3DAAC70E" w:rsidR="00274F1D" w:rsidRPr="00FA4736" w:rsidRDefault="00274F1D" w:rsidP="00F67518">
      <w:pPr>
        <w:pStyle w:val="Nadpis10"/>
      </w:pPr>
      <w:bookmarkStart w:id="17" w:name="_Toc265684101"/>
      <w:bookmarkStart w:id="18" w:name="_Toc18596568"/>
      <w:bookmarkEnd w:id="16"/>
      <w:r w:rsidRPr="00FA4736">
        <w:t>Pře</w:t>
      </w:r>
      <w:bookmarkEnd w:id="17"/>
      <w:r w:rsidR="00445800">
        <w:t>hled vstupních podkladů</w:t>
      </w:r>
      <w:bookmarkEnd w:id="18"/>
    </w:p>
    <w:p w14:paraId="528A6FB1" w14:textId="4CFBF716" w:rsidR="00F67518" w:rsidRDefault="00F67518" w:rsidP="00F67518">
      <w:pPr>
        <w:keepNext/>
        <w:numPr>
          <w:ilvl w:val="0"/>
          <w:numId w:val="41"/>
        </w:numPr>
        <w:spacing w:after="60"/>
        <w:jc w:val="both"/>
      </w:pPr>
      <w:r>
        <w:t xml:space="preserve">Projednání se zástupci </w:t>
      </w:r>
      <w:r w:rsidR="00380AC9">
        <w:t>Krajské správy a údržby silnic Vysočiny a starostou obce Křelovice</w:t>
      </w:r>
      <w:r>
        <w:t>.</w:t>
      </w:r>
    </w:p>
    <w:p w14:paraId="25D60E69" w14:textId="3D682BE8" w:rsidR="00F67518" w:rsidRDefault="00F67518" w:rsidP="00F67518">
      <w:pPr>
        <w:keepNext/>
        <w:numPr>
          <w:ilvl w:val="0"/>
          <w:numId w:val="41"/>
        </w:numPr>
        <w:spacing w:after="60"/>
        <w:jc w:val="both"/>
      </w:pPr>
      <w:r>
        <w:t>Konzultace se zástupci správců inženýrských sítí.</w:t>
      </w:r>
    </w:p>
    <w:p w14:paraId="5A44B846" w14:textId="77777777" w:rsidR="00F67518" w:rsidRDefault="00445800" w:rsidP="00754D83">
      <w:pPr>
        <w:keepNext/>
        <w:numPr>
          <w:ilvl w:val="0"/>
          <w:numId w:val="41"/>
        </w:numPr>
        <w:spacing w:after="60"/>
        <w:jc w:val="both"/>
      </w:pPr>
      <w:r>
        <w:t xml:space="preserve">Mapové podklady: ortofoto + </w:t>
      </w:r>
      <w:r w:rsidR="00F67518">
        <w:t>panorama</w:t>
      </w:r>
      <w:r>
        <w:t xml:space="preserve"> - Mapy.cz</w:t>
      </w:r>
    </w:p>
    <w:p w14:paraId="2C3581DD" w14:textId="50C63384" w:rsidR="00445800" w:rsidRDefault="00F67518" w:rsidP="00754D83">
      <w:pPr>
        <w:keepNext/>
        <w:numPr>
          <w:ilvl w:val="0"/>
          <w:numId w:val="41"/>
        </w:numPr>
        <w:spacing w:after="60"/>
        <w:jc w:val="both"/>
      </w:pPr>
      <w:r>
        <w:t>K</w:t>
      </w:r>
      <w:r w:rsidR="00445800">
        <w:t xml:space="preserve">atastr nemovitostí - </w:t>
      </w:r>
      <w:r w:rsidR="00445800" w:rsidRPr="00445800">
        <w:t>nahlizenidokn.cuzk.cz/</w:t>
      </w:r>
    </w:p>
    <w:p w14:paraId="7D34297C" w14:textId="26254227" w:rsidR="00F67518" w:rsidRDefault="00445800" w:rsidP="00380AC9">
      <w:pPr>
        <w:keepNext/>
        <w:numPr>
          <w:ilvl w:val="0"/>
          <w:numId w:val="41"/>
        </w:numPr>
        <w:spacing w:after="60"/>
        <w:jc w:val="both"/>
      </w:pPr>
      <w:r>
        <w:t xml:space="preserve">Geodetické zaměření: Ing. Jiří Mlejnecký, </w:t>
      </w:r>
      <w:r w:rsidR="00380AC9">
        <w:t>05</w:t>
      </w:r>
      <w:r>
        <w:t>/201</w:t>
      </w:r>
      <w:r w:rsidR="00380AC9">
        <w:t>9</w:t>
      </w:r>
    </w:p>
    <w:p w14:paraId="342E2D01" w14:textId="6FA9EE92" w:rsidR="00F67518" w:rsidRDefault="00F67518" w:rsidP="00754D83">
      <w:pPr>
        <w:keepNext/>
        <w:numPr>
          <w:ilvl w:val="0"/>
          <w:numId w:val="41"/>
        </w:numPr>
        <w:spacing w:after="60"/>
        <w:jc w:val="both"/>
      </w:pPr>
      <w:r>
        <w:t xml:space="preserve">Průzkum zpevněných ploch, SILAP, Dubí, </w:t>
      </w:r>
      <w:r w:rsidR="00380AC9">
        <w:t>06</w:t>
      </w:r>
      <w:r>
        <w:t>/201</w:t>
      </w:r>
      <w:r w:rsidR="00380AC9">
        <w:t>9</w:t>
      </w:r>
    </w:p>
    <w:p w14:paraId="27BF5DCA" w14:textId="75247A82" w:rsidR="00380AC9" w:rsidRPr="00985AC0" w:rsidRDefault="00380AC9" w:rsidP="00754D83">
      <w:pPr>
        <w:keepNext/>
        <w:numPr>
          <w:ilvl w:val="0"/>
          <w:numId w:val="41"/>
        </w:numPr>
        <w:spacing w:after="60"/>
        <w:jc w:val="both"/>
      </w:pPr>
      <w:r w:rsidRPr="00985AC0">
        <w:t>Stavebně technický průzkum</w:t>
      </w:r>
      <w:r w:rsidR="00985AC0" w:rsidRPr="00985AC0">
        <w:t>, 4G consite s.r.o., 05/2019</w:t>
      </w:r>
    </w:p>
    <w:p w14:paraId="5B95E913" w14:textId="07194E8D" w:rsidR="00985AC0" w:rsidRPr="00985AC0" w:rsidRDefault="00985AC0" w:rsidP="00754D83">
      <w:pPr>
        <w:keepNext/>
        <w:numPr>
          <w:ilvl w:val="0"/>
          <w:numId w:val="41"/>
        </w:numPr>
        <w:spacing w:after="60"/>
        <w:jc w:val="both"/>
      </w:pPr>
      <w:r w:rsidRPr="00985AC0">
        <w:t>Diagnostický průzkum mostního objektu – propustku ev.č. 112-219P, Diagnostika stavebních konstrukcí s.r.o., 07/2019</w:t>
      </w:r>
    </w:p>
    <w:p w14:paraId="7CE99FB4" w14:textId="3A21A9E1" w:rsidR="00445800" w:rsidRDefault="00445800" w:rsidP="00754D83">
      <w:pPr>
        <w:keepNext/>
        <w:numPr>
          <w:ilvl w:val="0"/>
          <w:numId w:val="41"/>
        </w:numPr>
        <w:spacing w:after="60"/>
        <w:jc w:val="both"/>
      </w:pPr>
      <w:r>
        <w:t xml:space="preserve">Prohlídka na místě + fotodokumentace: DIPONT s.r.o.; Ing Rosík; </w:t>
      </w:r>
      <w:r w:rsidR="00F67518">
        <w:t>2019</w:t>
      </w:r>
    </w:p>
    <w:p w14:paraId="387F0018" w14:textId="3E77829E" w:rsidR="00404EDC" w:rsidRDefault="00404EDC" w:rsidP="00754D83">
      <w:pPr>
        <w:keepNext/>
        <w:numPr>
          <w:ilvl w:val="0"/>
          <w:numId w:val="41"/>
        </w:numPr>
        <w:spacing w:after="60"/>
        <w:jc w:val="both"/>
      </w:pPr>
      <w:r>
        <w:t>Dokumentace DUSP, DIPONT s.r.o. 01/2020</w:t>
      </w:r>
    </w:p>
    <w:p w14:paraId="09DAB52D" w14:textId="126191B2" w:rsidR="00404EDC" w:rsidRDefault="00404EDC" w:rsidP="00754D83">
      <w:pPr>
        <w:keepNext/>
        <w:numPr>
          <w:ilvl w:val="0"/>
          <w:numId w:val="41"/>
        </w:numPr>
        <w:spacing w:after="60"/>
        <w:jc w:val="both"/>
      </w:pPr>
      <w:r>
        <w:t>Společné povolení, 02/2020</w:t>
      </w:r>
    </w:p>
    <w:p w14:paraId="0FE1DD0E" w14:textId="2473AE3C" w:rsidR="00575FC9" w:rsidRDefault="00575FC9" w:rsidP="00575FC9">
      <w:pPr>
        <w:jc w:val="both"/>
      </w:pPr>
      <w:bookmarkStart w:id="19" w:name="_Toc265684108"/>
      <w:bookmarkStart w:id="20" w:name="_Toc174514426"/>
    </w:p>
    <w:p w14:paraId="04EFF9B5" w14:textId="054B5A4B" w:rsidR="00061BC6" w:rsidRDefault="00061BC6" w:rsidP="00575FC9">
      <w:pPr>
        <w:jc w:val="both"/>
      </w:pPr>
    </w:p>
    <w:p w14:paraId="36D391F0" w14:textId="181C21C4" w:rsidR="00061BC6" w:rsidRDefault="00061BC6" w:rsidP="00575FC9">
      <w:pPr>
        <w:jc w:val="both"/>
      </w:pPr>
      <w:r>
        <w:t>Vypracoval</w:t>
      </w:r>
    </w:p>
    <w:p w14:paraId="0A4828C9" w14:textId="37F7D7E1" w:rsidR="00061BC6" w:rsidRDefault="00061BC6" w:rsidP="00575FC9">
      <w:pPr>
        <w:jc w:val="both"/>
      </w:pPr>
      <w:r>
        <w:t xml:space="preserve">Ve Zlíně, </w:t>
      </w:r>
      <w:r w:rsidR="00404EDC">
        <w:t>únor</w:t>
      </w:r>
      <w:r>
        <w:t xml:space="preserve"> 20</w:t>
      </w:r>
      <w:r w:rsidR="00A1387B">
        <w:t>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A228E">
        <w:tab/>
      </w:r>
      <w:r>
        <w:t>Ing. Jan Rosík</w:t>
      </w:r>
    </w:p>
    <w:p w14:paraId="5A9FA1F9" w14:textId="38327751" w:rsidR="00061BC6" w:rsidRDefault="00061BC6" w:rsidP="00575FC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DIPONT s.r.o., Zlín</w:t>
      </w:r>
    </w:p>
    <w:bookmarkEnd w:id="19"/>
    <w:bookmarkEnd w:id="20"/>
    <w:p w14:paraId="67A9B988" w14:textId="77777777" w:rsidR="00193C7F" w:rsidRDefault="00193C7F" w:rsidP="00EA604E">
      <w:pPr>
        <w:pStyle w:val="Zkladntext"/>
      </w:pPr>
    </w:p>
    <w:p w14:paraId="67A9B989" w14:textId="77777777" w:rsidR="00193C7F" w:rsidRDefault="00193C7F" w:rsidP="00EA604E">
      <w:pPr>
        <w:pStyle w:val="Zkladntext"/>
      </w:pPr>
    </w:p>
    <w:p w14:paraId="67A9B98A" w14:textId="46289F0C" w:rsidR="00061BC6" w:rsidRPr="00822496" w:rsidRDefault="00061BC6" w:rsidP="00061BC6">
      <w:pPr>
        <w:pStyle w:val="Zkladntext"/>
      </w:pPr>
    </w:p>
    <w:p w14:paraId="67A9B98B" w14:textId="5AC9C7E7" w:rsidR="00822496" w:rsidRPr="00822496" w:rsidRDefault="00822496" w:rsidP="00274F1D">
      <w:pPr>
        <w:pStyle w:val="Zkladntext"/>
      </w:pPr>
    </w:p>
    <w:sectPr w:rsidR="00822496" w:rsidRPr="00822496" w:rsidSect="00CC495F">
      <w:headerReference w:type="default" r:id="rId8"/>
      <w:footerReference w:type="default" r:id="rId9"/>
      <w:type w:val="continuous"/>
      <w:pgSz w:w="11906" w:h="16838"/>
      <w:pgMar w:top="1843" w:right="851" w:bottom="1843" w:left="993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9B990" w14:textId="77777777" w:rsidR="00C95138" w:rsidRDefault="00C95138">
      <w:r>
        <w:separator/>
      </w:r>
    </w:p>
    <w:p w14:paraId="67A9B991" w14:textId="77777777" w:rsidR="00C95138" w:rsidRDefault="00C95138"/>
  </w:endnote>
  <w:endnote w:type="continuationSeparator" w:id="0">
    <w:p w14:paraId="67A9B992" w14:textId="77777777" w:rsidR="00C95138" w:rsidRDefault="00C95138">
      <w:r>
        <w:continuationSeparator/>
      </w:r>
    </w:p>
    <w:p w14:paraId="67A9B993" w14:textId="77777777" w:rsidR="00C95138" w:rsidRDefault="00C951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9B996" w14:textId="77777777" w:rsidR="00C95138" w:rsidRPr="002304FC" w:rsidRDefault="00C95138" w:rsidP="00C23258">
    <w:pPr>
      <w:pStyle w:val="Zpat"/>
      <w:tabs>
        <w:tab w:val="clear" w:pos="9072"/>
        <w:tab w:val="right" w:pos="9900"/>
      </w:tabs>
      <w:spacing w:line="240" w:lineRule="exact"/>
      <w:rPr>
        <w:rFonts w:ascii="Calibri" w:hAnsi="Calibri" w:cs="Arial"/>
        <w:sz w:val="22"/>
        <w:szCs w:val="22"/>
      </w:rPr>
    </w:pPr>
    <w:r>
      <w:rPr>
        <w:rFonts w:ascii="Calibri" w:hAnsi="Calibri" w:cs="Arial"/>
        <w:b/>
        <w:bCs/>
        <w:sz w:val="22"/>
        <w:szCs w:val="22"/>
        <w:lang w:val="cs-CZ"/>
      </w:rPr>
      <w:t>Průvodní zpráva</w:t>
    </w:r>
    <w:r>
      <w:rPr>
        <w:rFonts w:ascii="Calibri" w:hAnsi="Calibri" w:cs="Arial"/>
        <w:b/>
        <w:bCs/>
        <w:sz w:val="22"/>
        <w:szCs w:val="22"/>
      </w:rPr>
      <w:tab/>
    </w:r>
    <w:r>
      <w:rPr>
        <w:rFonts w:ascii="Calibri" w:hAnsi="Calibri" w:cs="Arial"/>
        <w:b/>
        <w:bCs/>
        <w:sz w:val="22"/>
        <w:szCs w:val="22"/>
      </w:rPr>
      <w:tab/>
    </w:r>
    <w:r w:rsidRPr="00EE6A47">
      <w:rPr>
        <w:rFonts w:ascii="Calibri" w:hAnsi="Calibri" w:cs="Arial"/>
        <w:b/>
        <w:sz w:val="16"/>
        <w:szCs w:val="16"/>
      </w:rPr>
      <w:t xml:space="preserve">STRANA  </w:t>
    </w:r>
    <w:r w:rsidRPr="00EE6A47">
      <w:rPr>
        <w:rFonts w:ascii="Calibri" w:hAnsi="Calibri" w:cs="Arial"/>
        <w:b/>
        <w:sz w:val="16"/>
        <w:szCs w:val="16"/>
      </w:rPr>
      <w:fldChar w:fldCharType="begin"/>
    </w:r>
    <w:r w:rsidRPr="00EE6A47">
      <w:rPr>
        <w:rFonts w:ascii="Calibri" w:hAnsi="Calibri" w:cs="Arial"/>
        <w:b/>
        <w:sz w:val="16"/>
        <w:szCs w:val="16"/>
      </w:rPr>
      <w:instrText xml:space="preserve"> PAGE </w:instrText>
    </w:r>
    <w:r w:rsidRPr="00EE6A47">
      <w:rPr>
        <w:rFonts w:ascii="Calibri" w:hAnsi="Calibri" w:cs="Arial"/>
        <w:b/>
        <w:sz w:val="16"/>
        <w:szCs w:val="16"/>
      </w:rPr>
      <w:fldChar w:fldCharType="separate"/>
    </w:r>
    <w:r>
      <w:rPr>
        <w:rFonts w:ascii="Calibri" w:hAnsi="Calibri" w:cs="Arial"/>
        <w:b/>
        <w:noProof/>
        <w:sz w:val="16"/>
        <w:szCs w:val="16"/>
      </w:rPr>
      <w:t>6</w:t>
    </w:r>
    <w:r w:rsidRPr="00EE6A47">
      <w:rPr>
        <w:rFonts w:ascii="Calibri" w:hAnsi="Calibri" w:cs="Arial"/>
        <w:b/>
        <w:sz w:val="16"/>
        <w:szCs w:val="16"/>
      </w:rPr>
      <w:fldChar w:fldCharType="end"/>
    </w:r>
    <w:r w:rsidRPr="00EE6A47">
      <w:rPr>
        <w:rFonts w:ascii="Calibri" w:hAnsi="Calibri" w:cs="Arial"/>
        <w:b/>
        <w:sz w:val="16"/>
        <w:szCs w:val="16"/>
      </w:rPr>
      <w:t>/</w:t>
    </w:r>
    <w:r w:rsidRPr="00EE6A47">
      <w:rPr>
        <w:rFonts w:ascii="Calibri" w:hAnsi="Calibri" w:cs="Arial"/>
        <w:b/>
        <w:sz w:val="16"/>
        <w:szCs w:val="16"/>
      </w:rPr>
      <w:fldChar w:fldCharType="begin"/>
    </w:r>
    <w:r w:rsidRPr="00EE6A47">
      <w:rPr>
        <w:rFonts w:ascii="Calibri" w:hAnsi="Calibri" w:cs="Arial"/>
        <w:b/>
        <w:sz w:val="16"/>
        <w:szCs w:val="16"/>
      </w:rPr>
      <w:instrText xml:space="preserve"> NUMPAGES </w:instrText>
    </w:r>
    <w:r w:rsidRPr="00EE6A47">
      <w:rPr>
        <w:rFonts w:ascii="Calibri" w:hAnsi="Calibri" w:cs="Arial"/>
        <w:b/>
        <w:sz w:val="16"/>
        <w:szCs w:val="16"/>
      </w:rPr>
      <w:fldChar w:fldCharType="separate"/>
    </w:r>
    <w:r>
      <w:rPr>
        <w:rFonts w:ascii="Calibri" w:hAnsi="Calibri" w:cs="Arial"/>
        <w:b/>
        <w:noProof/>
        <w:sz w:val="16"/>
        <w:szCs w:val="16"/>
      </w:rPr>
      <w:t>15</w:t>
    </w:r>
    <w:r w:rsidRPr="00EE6A47">
      <w:rPr>
        <w:rFonts w:ascii="Calibri" w:hAnsi="Calibri" w:cs="Arial"/>
        <w:b/>
        <w:sz w:val="16"/>
        <w:szCs w:val="16"/>
      </w:rPr>
      <w:fldChar w:fldCharType="end"/>
    </w:r>
  </w:p>
  <w:p w14:paraId="67A9B997" w14:textId="3399E806" w:rsidR="00C95138" w:rsidRPr="00773604" w:rsidRDefault="00C95138" w:rsidP="00846810">
    <w:pPr>
      <w:pStyle w:val="Zpat"/>
      <w:tabs>
        <w:tab w:val="clear" w:pos="9072"/>
        <w:tab w:val="left" w:pos="4536"/>
      </w:tabs>
      <w:spacing w:line="240" w:lineRule="exact"/>
      <w:rPr>
        <w:rFonts w:ascii="Calibri" w:hAnsi="Calibri" w:cs="Arial"/>
        <w:sz w:val="16"/>
        <w:szCs w:val="16"/>
        <w:lang w:val="cs-CZ"/>
      </w:rPr>
    </w:pPr>
    <w:r w:rsidRPr="002304FC">
      <w:rPr>
        <w:rFonts w:ascii="Calibri" w:hAnsi="Calibri" w:cs="Arial"/>
        <w:sz w:val="16"/>
        <w:szCs w:val="16"/>
      </w:rPr>
      <w:t xml:space="preserve">DIPONT s.r.o. | </w:t>
    </w:r>
    <w:r>
      <w:rPr>
        <w:rFonts w:ascii="Calibri" w:hAnsi="Calibri" w:cs="Arial"/>
        <w:sz w:val="16"/>
        <w:szCs w:val="16"/>
        <w:lang w:val="cs-CZ"/>
      </w:rPr>
      <w:t>Zlín</w:t>
    </w:r>
    <w:r>
      <w:rPr>
        <w:rFonts w:ascii="Calibri" w:hAnsi="Calibri" w:cs="Arial"/>
        <w:sz w:val="16"/>
        <w:szCs w:val="16"/>
      </w:rPr>
      <w:t xml:space="preserve"> | Datum: </w:t>
    </w:r>
    <w:r w:rsidR="00A1387B">
      <w:rPr>
        <w:rFonts w:ascii="Calibri" w:hAnsi="Calibri" w:cs="Arial"/>
        <w:sz w:val="16"/>
        <w:szCs w:val="16"/>
        <w:lang w:val="cs-CZ"/>
      </w:rPr>
      <w:t>0</w:t>
    </w:r>
    <w:r w:rsidR="00404EDC">
      <w:rPr>
        <w:rFonts w:ascii="Calibri" w:hAnsi="Calibri" w:cs="Arial"/>
        <w:sz w:val="16"/>
        <w:szCs w:val="16"/>
        <w:lang w:val="cs-CZ"/>
      </w:rPr>
      <w:t>2</w:t>
    </w:r>
    <w:r w:rsidR="00A1387B">
      <w:rPr>
        <w:rFonts w:ascii="Calibri" w:hAnsi="Calibri" w:cs="Arial"/>
        <w:sz w:val="16"/>
        <w:szCs w:val="16"/>
        <w:lang w:val="cs-CZ"/>
      </w:rPr>
      <w:t>/</w:t>
    </w:r>
    <w:r>
      <w:rPr>
        <w:rFonts w:ascii="Calibri" w:hAnsi="Calibri" w:cs="Arial"/>
        <w:sz w:val="16"/>
        <w:szCs w:val="16"/>
        <w:lang w:val="cs-CZ"/>
      </w:rPr>
      <w:t>20</w:t>
    </w:r>
    <w:r w:rsidR="00A1387B">
      <w:rPr>
        <w:rFonts w:ascii="Calibri" w:hAnsi="Calibri" w:cs="Arial"/>
        <w:sz w:val="16"/>
        <w:szCs w:val="16"/>
        <w:lang w:val="cs-CZ"/>
      </w:rPr>
      <w:t>20</w:t>
    </w:r>
    <w:r>
      <w:rPr>
        <w:rFonts w:ascii="Calibri" w:hAnsi="Calibri" w:cs="Arial"/>
        <w:sz w:val="16"/>
        <w:szCs w:val="16"/>
        <w:lang w:val="cs-CZ"/>
      </w:rPr>
      <w:tab/>
    </w:r>
  </w:p>
  <w:p w14:paraId="67A9B998" w14:textId="77777777" w:rsidR="00C95138" w:rsidRDefault="00C951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9B98C" w14:textId="77777777" w:rsidR="00C95138" w:rsidRDefault="00C95138">
      <w:r>
        <w:separator/>
      </w:r>
    </w:p>
    <w:p w14:paraId="67A9B98D" w14:textId="77777777" w:rsidR="00C95138" w:rsidRDefault="00C95138"/>
  </w:footnote>
  <w:footnote w:type="continuationSeparator" w:id="0">
    <w:p w14:paraId="67A9B98E" w14:textId="77777777" w:rsidR="00C95138" w:rsidRDefault="00C95138">
      <w:r>
        <w:continuationSeparator/>
      </w:r>
    </w:p>
    <w:p w14:paraId="67A9B98F" w14:textId="77777777" w:rsidR="00C95138" w:rsidRDefault="00C951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9B994" w14:textId="44D26421" w:rsidR="00C95138" w:rsidRPr="00885968" w:rsidRDefault="00C95138" w:rsidP="00CC495F">
    <w:pPr>
      <w:pStyle w:val="Zhlav"/>
      <w:rPr>
        <w:rFonts w:ascii="Calibri" w:hAnsi="Calibri"/>
        <w:sz w:val="22"/>
        <w:szCs w:val="22"/>
      </w:rPr>
    </w:pPr>
    <w:r w:rsidRPr="007500C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715584" behindDoc="1" locked="0" layoutInCell="1" allowOverlap="1" wp14:anchorId="67A9B999" wp14:editId="67A9B99A">
          <wp:simplePos x="0" y="0"/>
          <wp:positionH relativeFrom="column">
            <wp:posOffset>-618032</wp:posOffset>
          </wp:positionH>
          <wp:positionV relativeFrom="paragraph">
            <wp:posOffset>-555285</wp:posOffset>
          </wp:positionV>
          <wp:extent cx="7595870" cy="10742930"/>
          <wp:effectExtent l="0" t="0" r="5080" b="1270"/>
          <wp:wrapNone/>
          <wp:docPr id="13" name="obrázek 13" descr="DIPONT_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IPONT_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00C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6192" behindDoc="1" locked="0" layoutInCell="1" allowOverlap="1" wp14:anchorId="67A9B99B" wp14:editId="67A9B99C">
          <wp:simplePos x="0" y="0"/>
          <wp:positionH relativeFrom="column">
            <wp:posOffset>-623570</wp:posOffset>
          </wp:positionH>
          <wp:positionV relativeFrom="paragraph">
            <wp:posOffset>22860</wp:posOffset>
          </wp:positionV>
          <wp:extent cx="7595870" cy="10742930"/>
          <wp:effectExtent l="0" t="0" r="5080" b="1270"/>
          <wp:wrapNone/>
          <wp:docPr id="12" name="obrázek 12" descr="DIPONT_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IPONT_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00C9">
      <w:rPr>
        <w:rFonts w:ascii="Calibri" w:hAnsi="Calibri"/>
        <w:noProof/>
        <w:sz w:val="22"/>
        <w:szCs w:val="22"/>
      </w:rPr>
      <w:t xml:space="preserve">Zakázka: </w:t>
    </w:r>
    <w:r w:rsidR="00656D96">
      <w:rPr>
        <w:rFonts w:ascii="Calibri" w:hAnsi="Calibri"/>
        <w:noProof/>
        <w:sz w:val="22"/>
        <w:szCs w:val="22"/>
      </w:rPr>
      <w:t xml:space="preserve"> </w:t>
    </w:r>
    <w:r>
      <w:rPr>
        <w:rFonts w:ascii="Calibri" w:hAnsi="Calibri"/>
        <w:noProof/>
        <w:sz w:val="22"/>
        <w:szCs w:val="22"/>
      </w:rPr>
      <w:t>D191</w:t>
    </w:r>
    <w:r w:rsidR="00656D96">
      <w:rPr>
        <w:rFonts w:ascii="Calibri" w:hAnsi="Calibri"/>
        <w:noProof/>
        <w:sz w:val="22"/>
        <w:szCs w:val="22"/>
      </w:rPr>
      <w:t>09</w:t>
    </w:r>
  </w:p>
  <w:p w14:paraId="67A9B995" w14:textId="27AD779C" w:rsidR="00C95138" w:rsidRPr="00274F1D" w:rsidRDefault="00C95138" w:rsidP="00274F1D">
    <w:pPr>
      <w:pStyle w:val="Zhlav"/>
      <w:tabs>
        <w:tab w:val="clear" w:pos="4536"/>
        <w:tab w:val="clear" w:pos="9072"/>
        <w:tab w:val="left" w:pos="5925"/>
      </w:tabs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Stavba: </w:t>
    </w:r>
    <w:r w:rsidR="00656D96">
      <w:rPr>
        <w:rFonts w:ascii="Calibri" w:hAnsi="Calibri"/>
        <w:sz w:val="22"/>
        <w:szCs w:val="22"/>
      </w:rPr>
      <w:t xml:space="preserve">   II/112 Křelovice – propustek ev.č. 112-219P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5080D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A894B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AC8E9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211CBBC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0630DC2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4EABD4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9C98DD52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93B87680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DCA8C64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C121D0"/>
    <w:multiLevelType w:val="hybridMultilevel"/>
    <w:tmpl w:val="D66C80A8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08BB1263"/>
    <w:multiLevelType w:val="hybridMultilevel"/>
    <w:tmpl w:val="267602D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 w15:restartNumberingAfterBreak="0">
    <w:nsid w:val="0F027C74"/>
    <w:multiLevelType w:val="singleLevel"/>
    <w:tmpl w:val="73AE63C6"/>
    <w:lvl w:ilvl="0">
      <w:start w:val="1"/>
      <w:numFmt w:val="lowerLetter"/>
      <w:pStyle w:val="Seznamabecedn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1730C92"/>
    <w:multiLevelType w:val="hybridMultilevel"/>
    <w:tmpl w:val="01683CA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 w15:restartNumberingAfterBreak="0">
    <w:nsid w:val="16572E64"/>
    <w:multiLevelType w:val="hybridMultilevel"/>
    <w:tmpl w:val="D0A03426"/>
    <w:lvl w:ilvl="0" w:tplc="306E40C6"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1797339E"/>
    <w:multiLevelType w:val="hybridMultilevel"/>
    <w:tmpl w:val="4088EFDC"/>
    <w:lvl w:ilvl="0" w:tplc="4DA4FD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FB2764"/>
    <w:multiLevelType w:val="hybridMultilevel"/>
    <w:tmpl w:val="88AE2290"/>
    <w:lvl w:ilvl="0" w:tplc="57E8DD4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242023FE"/>
    <w:multiLevelType w:val="singleLevel"/>
    <w:tmpl w:val="9ADC8D6A"/>
    <w:lvl w:ilvl="0">
      <w:start w:val="1"/>
      <w:numFmt w:val="bullet"/>
      <w:pStyle w:val="Seznamodrky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8520745"/>
    <w:multiLevelType w:val="hybridMultilevel"/>
    <w:tmpl w:val="66263DDC"/>
    <w:lvl w:ilvl="0" w:tplc="3FF6347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29834129"/>
    <w:multiLevelType w:val="hybridMultilevel"/>
    <w:tmpl w:val="F0BAD186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DBD73C3"/>
    <w:multiLevelType w:val="singleLevel"/>
    <w:tmpl w:val="907A25F4"/>
    <w:lvl w:ilvl="0">
      <w:start w:val="1"/>
      <w:numFmt w:val="decimal"/>
      <w:pStyle w:val="Seznamslovan"/>
      <w:lvlText w:val="%1)"/>
      <w:lvlJc w:val="left"/>
      <w:pPr>
        <w:tabs>
          <w:tab w:val="num" w:pos="680"/>
        </w:tabs>
        <w:ind w:left="680" w:hanging="453"/>
      </w:pPr>
    </w:lvl>
  </w:abstractNum>
  <w:abstractNum w:abstractNumId="20" w15:restartNumberingAfterBreak="0">
    <w:nsid w:val="34195DF1"/>
    <w:multiLevelType w:val="hybridMultilevel"/>
    <w:tmpl w:val="426824F6"/>
    <w:lvl w:ilvl="0" w:tplc="B70A9F14">
      <w:start w:val="36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7DD6B44"/>
    <w:multiLevelType w:val="hybridMultilevel"/>
    <w:tmpl w:val="7C7C13B2"/>
    <w:lvl w:ilvl="0" w:tplc="604A6C9E">
      <w:start w:val="3"/>
      <w:numFmt w:val="bullet"/>
      <w:lvlText w:val="-"/>
      <w:lvlJc w:val="left"/>
      <w:pPr>
        <w:ind w:left="4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 w15:restartNumberingAfterBreak="0">
    <w:nsid w:val="38FA0619"/>
    <w:multiLevelType w:val="hybridMultilevel"/>
    <w:tmpl w:val="74FC85CE"/>
    <w:lvl w:ilvl="0" w:tplc="43F68DEA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C674F4AE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44E45F90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A5CAA188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67C8BEAE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B0FA0568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ADC0499C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63B0B9E8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A790B9EE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 w15:restartNumberingAfterBreak="0">
    <w:nsid w:val="3F8920AA"/>
    <w:multiLevelType w:val="hybridMultilevel"/>
    <w:tmpl w:val="B004F844"/>
    <w:lvl w:ilvl="0" w:tplc="1C90048E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3650F8DC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C896B736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102D404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165E733C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62C23F06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147E9046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62061526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9782EDFE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3FA3230D"/>
    <w:multiLevelType w:val="hybridMultilevel"/>
    <w:tmpl w:val="5C7A1390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 w15:restartNumberingAfterBreak="0">
    <w:nsid w:val="42475D58"/>
    <w:multiLevelType w:val="hybridMultilevel"/>
    <w:tmpl w:val="6AF497E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 w15:restartNumberingAfterBreak="0">
    <w:nsid w:val="48454E6E"/>
    <w:multiLevelType w:val="multilevel"/>
    <w:tmpl w:val="CD2469AC"/>
    <w:lvl w:ilvl="0">
      <w:start w:val="1"/>
      <w:numFmt w:val="decimal"/>
      <w:pStyle w:val="Nadpis1"/>
      <w:lvlText w:val="%1."/>
      <w:lvlJc w:val="left"/>
      <w:pPr>
        <w:tabs>
          <w:tab w:val="num" w:pos="822"/>
        </w:tabs>
        <w:ind w:left="822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 w15:restartNumberingAfterBreak="0">
    <w:nsid w:val="49E771E9"/>
    <w:multiLevelType w:val="hybridMultilevel"/>
    <w:tmpl w:val="6D443E0A"/>
    <w:lvl w:ilvl="0" w:tplc="6666F696">
      <w:start w:val="1"/>
      <w:numFmt w:val="decimal"/>
      <w:lvlText w:val="[%1]"/>
      <w:lvlJc w:val="left"/>
      <w:pPr>
        <w:ind w:left="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6AB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415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94A4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B216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7E00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CCB3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B267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82C4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D921C76"/>
    <w:multiLevelType w:val="hybridMultilevel"/>
    <w:tmpl w:val="0C5ECAB6"/>
    <w:lvl w:ilvl="0" w:tplc="D8CA464E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96EAF278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8320E7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F465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84D2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6E7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A47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839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C8F8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5352C3"/>
    <w:multiLevelType w:val="hybridMultilevel"/>
    <w:tmpl w:val="DDE09600"/>
    <w:lvl w:ilvl="0" w:tplc="319C7D32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C44F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A82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D46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949A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40AB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A9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8B1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1CF5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2B07F3"/>
    <w:multiLevelType w:val="hybridMultilevel"/>
    <w:tmpl w:val="60CCEE58"/>
    <w:lvl w:ilvl="0" w:tplc="306E40C6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A34CC"/>
    <w:multiLevelType w:val="hybridMultilevel"/>
    <w:tmpl w:val="2E18B610"/>
    <w:lvl w:ilvl="0" w:tplc="306E40C6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CA31913"/>
    <w:multiLevelType w:val="hybridMultilevel"/>
    <w:tmpl w:val="88AE2290"/>
    <w:lvl w:ilvl="0" w:tplc="57E8DD4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626C2210"/>
    <w:multiLevelType w:val="hybridMultilevel"/>
    <w:tmpl w:val="EB584E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6E7212"/>
    <w:multiLevelType w:val="hybridMultilevel"/>
    <w:tmpl w:val="C58ABF80"/>
    <w:lvl w:ilvl="0" w:tplc="20F83CE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20A33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4813E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80B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F25D6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960BE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5A668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180EB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9682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34528C8"/>
    <w:multiLevelType w:val="hybridMultilevel"/>
    <w:tmpl w:val="91E455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63FD7"/>
    <w:multiLevelType w:val="hybridMultilevel"/>
    <w:tmpl w:val="88AE2290"/>
    <w:lvl w:ilvl="0" w:tplc="57E8DD4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7" w15:restartNumberingAfterBreak="0">
    <w:nsid w:val="6BF6087F"/>
    <w:multiLevelType w:val="multilevel"/>
    <w:tmpl w:val="5E10FD1C"/>
    <w:lvl w:ilvl="0">
      <w:start w:val="1"/>
      <w:numFmt w:val="decimal"/>
      <w:pStyle w:val="slovannadpis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pStyle w:val="slovanpodnadpis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pStyle w:val="slovanpodnadpsek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6C3619FA"/>
    <w:multiLevelType w:val="hybridMultilevel"/>
    <w:tmpl w:val="2046626A"/>
    <w:lvl w:ilvl="0" w:tplc="06DEAE38">
      <w:start w:val="1"/>
      <w:numFmt w:val="bullet"/>
      <w:pStyle w:val="Klasicke-odrazky-obecne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6E5B5C79"/>
    <w:multiLevelType w:val="hybridMultilevel"/>
    <w:tmpl w:val="4164E7F8"/>
    <w:lvl w:ilvl="0" w:tplc="04050001">
      <w:start w:val="1"/>
      <w:numFmt w:val="decimal"/>
      <w:lvlText w:val="[%1]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EA86037"/>
    <w:multiLevelType w:val="multilevel"/>
    <w:tmpl w:val="BDF05A96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70523904"/>
    <w:multiLevelType w:val="hybridMultilevel"/>
    <w:tmpl w:val="04C429FA"/>
    <w:lvl w:ilvl="0" w:tplc="B9543A4E">
      <w:start w:val="14"/>
      <w:numFmt w:val="decimal"/>
      <w:lvlText w:val="[%1]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8473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5CB4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1403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10DE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220E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CAFC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1458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4E1E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E9B5497"/>
    <w:multiLevelType w:val="hybridMultilevel"/>
    <w:tmpl w:val="6234BC4C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3" w15:restartNumberingAfterBreak="0">
    <w:nsid w:val="7F1F2ED3"/>
    <w:multiLevelType w:val="hybridMultilevel"/>
    <w:tmpl w:val="3224E6A8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4" w15:restartNumberingAfterBreak="0">
    <w:nsid w:val="7F5A04CB"/>
    <w:multiLevelType w:val="hybridMultilevel"/>
    <w:tmpl w:val="8CB8E318"/>
    <w:lvl w:ilvl="0" w:tplc="C786F76C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16"/>
  </w:num>
  <w:num w:numId="5">
    <w:abstractNumId w:val="40"/>
  </w:num>
  <w:num w:numId="6">
    <w:abstractNumId w:val="6"/>
  </w:num>
  <w:num w:numId="7">
    <w:abstractNumId w:val="8"/>
  </w:num>
  <w:num w:numId="8">
    <w:abstractNumId w:val="30"/>
  </w:num>
  <w:num w:numId="9">
    <w:abstractNumId w:val="37"/>
  </w:num>
  <w:num w:numId="10">
    <w:abstractNumId w:val="39"/>
  </w:num>
  <w:num w:numId="11">
    <w:abstractNumId w:val="13"/>
  </w:num>
  <w:num w:numId="1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9"/>
  </w:num>
  <w:num w:numId="15">
    <w:abstractNumId w:val="23"/>
  </w:num>
  <w:num w:numId="16">
    <w:abstractNumId w:val="31"/>
  </w:num>
  <w:num w:numId="17">
    <w:abstractNumId w:val="12"/>
  </w:num>
  <w:num w:numId="18">
    <w:abstractNumId w:val="18"/>
  </w:num>
  <w:num w:numId="19">
    <w:abstractNumId w:val="38"/>
  </w:num>
  <w:num w:numId="20">
    <w:abstractNumId w:val="42"/>
  </w:num>
  <w:num w:numId="21">
    <w:abstractNumId w:val="24"/>
  </w:num>
  <w:num w:numId="22">
    <w:abstractNumId w:val="10"/>
  </w:num>
  <w:num w:numId="23">
    <w:abstractNumId w:val="43"/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"/>
  </w:num>
  <w:num w:numId="27">
    <w:abstractNumId w:val="0"/>
  </w:num>
  <w:num w:numId="28">
    <w:abstractNumId w:val="5"/>
  </w:num>
  <w:num w:numId="29">
    <w:abstractNumId w:val="4"/>
  </w:num>
  <w:num w:numId="30">
    <w:abstractNumId w:val="3"/>
  </w:num>
  <w:num w:numId="31">
    <w:abstractNumId w:val="36"/>
  </w:num>
  <w:num w:numId="32">
    <w:abstractNumId w:val="17"/>
  </w:num>
  <w:num w:numId="33">
    <w:abstractNumId w:val="26"/>
  </w:num>
  <w:num w:numId="34">
    <w:abstractNumId w:val="32"/>
  </w:num>
  <w:num w:numId="35">
    <w:abstractNumId w:val="35"/>
  </w:num>
  <w:num w:numId="36">
    <w:abstractNumId w:val="33"/>
  </w:num>
  <w:num w:numId="37">
    <w:abstractNumId w:val="15"/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9"/>
  </w:num>
  <w:num w:numId="41">
    <w:abstractNumId w:val="25"/>
  </w:num>
  <w:num w:numId="42">
    <w:abstractNumId w:val="21"/>
  </w:num>
  <w:num w:numId="43">
    <w:abstractNumId w:val="34"/>
  </w:num>
  <w:num w:numId="44">
    <w:abstractNumId w:val="27"/>
  </w:num>
  <w:num w:numId="45">
    <w:abstractNumId w:val="41"/>
  </w:num>
  <w:num w:numId="46">
    <w:abstractNumId w:val="20"/>
  </w:num>
  <w:num w:numId="47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E06"/>
    <w:rsid w:val="0000012A"/>
    <w:rsid w:val="00001028"/>
    <w:rsid w:val="00001FE1"/>
    <w:rsid w:val="00002A08"/>
    <w:rsid w:val="00003517"/>
    <w:rsid w:val="000035C1"/>
    <w:rsid w:val="000039AE"/>
    <w:rsid w:val="00003CFA"/>
    <w:rsid w:val="00003E12"/>
    <w:rsid w:val="00004598"/>
    <w:rsid w:val="00006981"/>
    <w:rsid w:val="000069CF"/>
    <w:rsid w:val="00007027"/>
    <w:rsid w:val="00007A27"/>
    <w:rsid w:val="00010D10"/>
    <w:rsid w:val="0001161B"/>
    <w:rsid w:val="000116FA"/>
    <w:rsid w:val="00011EA1"/>
    <w:rsid w:val="000133ED"/>
    <w:rsid w:val="000136BA"/>
    <w:rsid w:val="0001378A"/>
    <w:rsid w:val="0001389D"/>
    <w:rsid w:val="00013A02"/>
    <w:rsid w:val="00013F0A"/>
    <w:rsid w:val="00014BE7"/>
    <w:rsid w:val="00016E1D"/>
    <w:rsid w:val="00017948"/>
    <w:rsid w:val="00017D40"/>
    <w:rsid w:val="0002024F"/>
    <w:rsid w:val="000204ED"/>
    <w:rsid w:val="00020867"/>
    <w:rsid w:val="0002097D"/>
    <w:rsid w:val="00020A49"/>
    <w:rsid w:val="00020CDA"/>
    <w:rsid w:val="0002105C"/>
    <w:rsid w:val="00022896"/>
    <w:rsid w:val="00022B7D"/>
    <w:rsid w:val="0002384F"/>
    <w:rsid w:val="00024107"/>
    <w:rsid w:val="000255C0"/>
    <w:rsid w:val="000263EE"/>
    <w:rsid w:val="000266C5"/>
    <w:rsid w:val="00026A0A"/>
    <w:rsid w:val="0002796C"/>
    <w:rsid w:val="00027EC8"/>
    <w:rsid w:val="00030052"/>
    <w:rsid w:val="00030190"/>
    <w:rsid w:val="00030420"/>
    <w:rsid w:val="00030464"/>
    <w:rsid w:val="00030E28"/>
    <w:rsid w:val="00032327"/>
    <w:rsid w:val="000324DF"/>
    <w:rsid w:val="0003335E"/>
    <w:rsid w:val="00033F2F"/>
    <w:rsid w:val="00034176"/>
    <w:rsid w:val="00034DBE"/>
    <w:rsid w:val="00034FF1"/>
    <w:rsid w:val="00035DD1"/>
    <w:rsid w:val="000360E9"/>
    <w:rsid w:val="00037CF1"/>
    <w:rsid w:val="00037FEA"/>
    <w:rsid w:val="00040B96"/>
    <w:rsid w:val="00041485"/>
    <w:rsid w:val="00041555"/>
    <w:rsid w:val="000419AB"/>
    <w:rsid w:val="00041DE9"/>
    <w:rsid w:val="0004292F"/>
    <w:rsid w:val="00043F9A"/>
    <w:rsid w:val="00046987"/>
    <w:rsid w:val="0004759E"/>
    <w:rsid w:val="000478F1"/>
    <w:rsid w:val="000479B4"/>
    <w:rsid w:val="00050BA8"/>
    <w:rsid w:val="00050DED"/>
    <w:rsid w:val="000510B5"/>
    <w:rsid w:val="0005227E"/>
    <w:rsid w:val="0005269A"/>
    <w:rsid w:val="0005397E"/>
    <w:rsid w:val="00053C91"/>
    <w:rsid w:val="00054083"/>
    <w:rsid w:val="000546A1"/>
    <w:rsid w:val="000549AF"/>
    <w:rsid w:val="00055945"/>
    <w:rsid w:val="000559C7"/>
    <w:rsid w:val="00055D42"/>
    <w:rsid w:val="00055EB4"/>
    <w:rsid w:val="00056A72"/>
    <w:rsid w:val="00056CB4"/>
    <w:rsid w:val="00057C03"/>
    <w:rsid w:val="000603CE"/>
    <w:rsid w:val="000609F1"/>
    <w:rsid w:val="00060C8C"/>
    <w:rsid w:val="000615CF"/>
    <w:rsid w:val="00061BC6"/>
    <w:rsid w:val="00062155"/>
    <w:rsid w:val="00062307"/>
    <w:rsid w:val="00062BDE"/>
    <w:rsid w:val="00063315"/>
    <w:rsid w:val="00063B36"/>
    <w:rsid w:val="0006508E"/>
    <w:rsid w:val="00065516"/>
    <w:rsid w:val="00065A6A"/>
    <w:rsid w:val="000669FE"/>
    <w:rsid w:val="00070832"/>
    <w:rsid w:val="00072BE3"/>
    <w:rsid w:val="000737C9"/>
    <w:rsid w:val="00073EE8"/>
    <w:rsid w:val="0007527C"/>
    <w:rsid w:val="00076DBF"/>
    <w:rsid w:val="00077908"/>
    <w:rsid w:val="000802AA"/>
    <w:rsid w:val="000813ED"/>
    <w:rsid w:val="00081436"/>
    <w:rsid w:val="000816BE"/>
    <w:rsid w:val="00081A5C"/>
    <w:rsid w:val="00081F55"/>
    <w:rsid w:val="0008339B"/>
    <w:rsid w:val="000835DE"/>
    <w:rsid w:val="00083A3F"/>
    <w:rsid w:val="00083C37"/>
    <w:rsid w:val="00083CD9"/>
    <w:rsid w:val="0008561E"/>
    <w:rsid w:val="00085786"/>
    <w:rsid w:val="00085950"/>
    <w:rsid w:val="00085E2F"/>
    <w:rsid w:val="000861DD"/>
    <w:rsid w:val="00087BE1"/>
    <w:rsid w:val="00090082"/>
    <w:rsid w:val="0009052D"/>
    <w:rsid w:val="000905EA"/>
    <w:rsid w:val="00090A1A"/>
    <w:rsid w:val="00090B3B"/>
    <w:rsid w:val="00090CCE"/>
    <w:rsid w:val="00090EE5"/>
    <w:rsid w:val="00091A42"/>
    <w:rsid w:val="00092043"/>
    <w:rsid w:val="000929B8"/>
    <w:rsid w:val="00092AF1"/>
    <w:rsid w:val="000934BE"/>
    <w:rsid w:val="000939EC"/>
    <w:rsid w:val="00093A41"/>
    <w:rsid w:val="00094230"/>
    <w:rsid w:val="00094B53"/>
    <w:rsid w:val="0009512E"/>
    <w:rsid w:val="00095EA5"/>
    <w:rsid w:val="0009608E"/>
    <w:rsid w:val="000962E6"/>
    <w:rsid w:val="00096820"/>
    <w:rsid w:val="0009685E"/>
    <w:rsid w:val="00096C48"/>
    <w:rsid w:val="00096C5F"/>
    <w:rsid w:val="00096D52"/>
    <w:rsid w:val="0009748B"/>
    <w:rsid w:val="000A0E5F"/>
    <w:rsid w:val="000A1035"/>
    <w:rsid w:val="000A10C2"/>
    <w:rsid w:val="000A1574"/>
    <w:rsid w:val="000A242B"/>
    <w:rsid w:val="000A2968"/>
    <w:rsid w:val="000A2CEC"/>
    <w:rsid w:val="000A3764"/>
    <w:rsid w:val="000A4F48"/>
    <w:rsid w:val="000A578E"/>
    <w:rsid w:val="000A5972"/>
    <w:rsid w:val="000A59D1"/>
    <w:rsid w:val="000A5D6E"/>
    <w:rsid w:val="000A5F11"/>
    <w:rsid w:val="000A61ED"/>
    <w:rsid w:val="000A6434"/>
    <w:rsid w:val="000A6AAB"/>
    <w:rsid w:val="000A79ED"/>
    <w:rsid w:val="000B0143"/>
    <w:rsid w:val="000B0E9C"/>
    <w:rsid w:val="000B14F6"/>
    <w:rsid w:val="000B286D"/>
    <w:rsid w:val="000B4420"/>
    <w:rsid w:val="000B49AB"/>
    <w:rsid w:val="000B4E21"/>
    <w:rsid w:val="000B5370"/>
    <w:rsid w:val="000B5AC3"/>
    <w:rsid w:val="000B5D8C"/>
    <w:rsid w:val="000B5F46"/>
    <w:rsid w:val="000B6263"/>
    <w:rsid w:val="000B6AF8"/>
    <w:rsid w:val="000B779F"/>
    <w:rsid w:val="000B7B0E"/>
    <w:rsid w:val="000C19CC"/>
    <w:rsid w:val="000C259B"/>
    <w:rsid w:val="000C2668"/>
    <w:rsid w:val="000C2757"/>
    <w:rsid w:val="000C3AD8"/>
    <w:rsid w:val="000C4835"/>
    <w:rsid w:val="000C4C62"/>
    <w:rsid w:val="000C4FFE"/>
    <w:rsid w:val="000C504C"/>
    <w:rsid w:val="000C64C7"/>
    <w:rsid w:val="000C6AB2"/>
    <w:rsid w:val="000C7502"/>
    <w:rsid w:val="000C76AB"/>
    <w:rsid w:val="000D1182"/>
    <w:rsid w:val="000D13E5"/>
    <w:rsid w:val="000D168D"/>
    <w:rsid w:val="000D16FD"/>
    <w:rsid w:val="000D2103"/>
    <w:rsid w:val="000D23CD"/>
    <w:rsid w:val="000D2D90"/>
    <w:rsid w:val="000D3B55"/>
    <w:rsid w:val="000D47F4"/>
    <w:rsid w:val="000D4B28"/>
    <w:rsid w:val="000D5406"/>
    <w:rsid w:val="000D5BBB"/>
    <w:rsid w:val="000D676B"/>
    <w:rsid w:val="000D6BA2"/>
    <w:rsid w:val="000D70D5"/>
    <w:rsid w:val="000E097A"/>
    <w:rsid w:val="000E0DEC"/>
    <w:rsid w:val="000E10EC"/>
    <w:rsid w:val="000E11BC"/>
    <w:rsid w:val="000E151A"/>
    <w:rsid w:val="000E2606"/>
    <w:rsid w:val="000E2CF3"/>
    <w:rsid w:val="000E30DC"/>
    <w:rsid w:val="000E34AC"/>
    <w:rsid w:val="000E3580"/>
    <w:rsid w:val="000E406D"/>
    <w:rsid w:val="000E5565"/>
    <w:rsid w:val="000E5924"/>
    <w:rsid w:val="000E6743"/>
    <w:rsid w:val="000E754E"/>
    <w:rsid w:val="000E7D0B"/>
    <w:rsid w:val="000F08FC"/>
    <w:rsid w:val="000F0C1A"/>
    <w:rsid w:val="000F1D30"/>
    <w:rsid w:val="000F260C"/>
    <w:rsid w:val="000F33BE"/>
    <w:rsid w:val="000F34B5"/>
    <w:rsid w:val="000F38AF"/>
    <w:rsid w:val="000F3AEF"/>
    <w:rsid w:val="000F3B89"/>
    <w:rsid w:val="000F40FB"/>
    <w:rsid w:val="000F519D"/>
    <w:rsid w:val="000F5FED"/>
    <w:rsid w:val="000F6379"/>
    <w:rsid w:val="000F6A5F"/>
    <w:rsid w:val="000F77D0"/>
    <w:rsid w:val="00100030"/>
    <w:rsid w:val="00100331"/>
    <w:rsid w:val="00100AED"/>
    <w:rsid w:val="00100BE9"/>
    <w:rsid w:val="00101269"/>
    <w:rsid w:val="00101437"/>
    <w:rsid w:val="00101715"/>
    <w:rsid w:val="00101A8A"/>
    <w:rsid w:val="001021E1"/>
    <w:rsid w:val="00102883"/>
    <w:rsid w:val="001028C3"/>
    <w:rsid w:val="0010312D"/>
    <w:rsid w:val="0010369C"/>
    <w:rsid w:val="00103727"/>
    <w:rsid w:val="00103E99"/>
    <w:rsid w:val="001044E9"/>
    <w:rsid w:val="001050B4"/>
    <w:rsid w:val="00106128"/>
    <w:rsid w:val="001069A3"/>
    <w:rsid w:val="0010749C"/>
    <w:rsid w:val="0011041E"/>
    <w:rsid w:val="001106E5"/>
    <w:rsid w:val="00110CE8"/>
    <w:rsid w:val="00110D70"/>
    <w:rsid w:val="00112ED0"/>
    <w:rsid w:val="0011442E"/>
    <w:rsid w:val="001159E6"/>
    <w:rsid w:val="001163EA"/>
    <w:rsid w:val="00117E93"/>
    <w:rsid w:val="00120CF0"/>
    <w:rsid w:val="00121CD2"/>
    <w:rsid w:val="001242C0"/>
    <w:rsid w:val="0012436E"/>
    <w:rsid w:val="00124C95"/>
    <w:rsid w:val="00124F32"/>
    <w:rsid w:val="00125275"/>
    <w:rsid w:val="00126BE5"/>
    <w:rsid w:val="00126DD2"/>
    <w:rsid w:val="001278A1"/>
    <w:rsid w:val="0012799A"/>
    <w:rsid w:val="00130752"/>
    <w:rsid w:val="00130CAC"/>
    <w:rsid w:val="001314C0"/>
    <w:rsid w:val="001325E6"/>
    <w:rsid w:val="00133609"/>
    <w:rsid w:val="0013487A"/>
    <w:rsid w:val="001353C4"/>
    <w:rsid w:val="0013706C"/>
    <w:rsid w:val="00137518"/>
    <w:rsid w:val="00137F04"/>
    <w:rsid w:val="00140299"/>
    <w:rsid w:val="00140580"/>
    <w:rsid w:val="00140D6A"/>
    <w:rsid w:val="001414D4"/>
    <w:rsid w:val="0014151A"/>
    <w:rsid w:val="001417FE"/>
    <w:rsid w:val="00141D18"/>
    <w:rsid w:val="00143428"/>
    <w:rsid w:val="0014418F"/>
    <w:rsid w:val="001442B0"/>
    <w:rsid w:val="00144901"/>
    <w:rsid w:val="0014512C"/>
    <w:rsid w:val="00145A09"/>
    <w:rsid w:val="00146E1C"/>
    <w:rsid w:val="001471EB"/>
    <w:rsid w:val="001475C6"/>
    <w:rsid w:val="0014763A"/>
    <w:rsid w:val="0014792B"/>
    <w:rsid w:val="00147A8F"/>
    <w:rsid w:val="00150790"/>
    <w:rsid w:val="001516B3"/>
    <w:rsid w:val="00151711"/>
    <w:rsid w:val="001517A5"/>
    <w:rsid w:val="001521AE"/>
    <w:rsid w:val="00152466"/>
    <w:rsid w:val="001527C9"/>
    <w:rsid w:val="00152D14"/>
    <w:rsid w:val="00152F56"/>
    <w:rsid w:val="00152FC1"/>
    <w:rsid w:val="00154286"/>
    <w:rsid w:val="0015501D"/>
    <w:rsid w:val="00155445"/>
    <w:rsid w:val="00155D68"/>
    <w:rsid w:val="00156A4D"/>
    <w:rsid w:val="00157CC4"/>
    <w:rsid w:val="00157E0D"/>
    <w:rsid w:val="00161337"/>
    <w:rsid w:val="001631C2"/>
    <w:rsid w:val="00163BFC"/>
    <w:rsid w:val="001645D2"/>
    <w:rsid w:val="00164DE8"/>
    <w:rsid w:val="00166640"/>
    <w:rsid w:val="00167413"/>
    <w:rsid w:val="00167553"/>
    <w:rsid w:val="00167806"/>
    <w:rsid w:val="00171027"/>
    <w:rsid w:val="001716F1"/>
    <w:rsid w:val="0017184D"/>
    <w:rsid w:val="00171E0A"/>
    <w:rsid w:val="001721C4"/>
    <w:rsid w:val="001726BA"/>
    <w:rsid w:val="0017388A"/>
    <w:rsid w:val="00173D74"/>
    <w:rsid w:val="001744FA"/>
    <w:rsid w:val="0017467B"/>
    <w:rsid w:val="00175A0D"/>
    <w:rsid w:val="00175CC9"/>
    <w:rsid w:val="001760CB"/>
    <w:rsid w:val="001763B4"/>
    <w:rsid w:val="00176477"/>
    <w:rsid w:val="0017653B"/>
    <w:rsid w:val="001775DB"/>
    <w:rsid w:val="00177999"/>
    <w:rsid w:val="00177DFD"/>
    <w:rsid w:val="00177F39"/>
    <w:rsid w:val="001809F3"/>
    <w:rsid w:val="00180BF6"/>
    <w:rsid w:val="00181169"/>
    <w:rsid w:val="0018121C"/>
    <w:rsid w:val="00181AB5"/>
    <w:rsid w:val="00181C92"/>
    <w:rsid w:val="00181D7D"/>
    <w:rsid w:val="00182029"/>
    <w:rsid w:val="00182A94"/>
    <w:rsid w:val="00183758"/>
    <w:rsid w:val="001842DE"/>
    <w:rsid w:val="00184404"/>
    <w:rsid w:val="00184646"/>
    <w:rsid w:val="0018470A"/>
    <w:rsid w:val="00184A0D"/>
    <w:rsid w:val="00184BF7"/>
    <w:rsid w:val="001854F4"/>
    <w:rsid w:val="0018556F"/>
    <w:rsid w:val="00186D8C"/>
    <w:rsid w:val="00187A75"/>
    <w:rsid w:val="00187C40"/>
    <w:rsid w:val="001906D3"/>
    <w:rsid w:val="0019210B"/>
    <w:rsid w:val="0019276E"/>
    <w:rsid w:val="001930B5"/>
    <w:rsid w:val="00193C7F"/>
    <w:rsid w:val="00193FF3"/>
    <w:rsid w:val="001940DF"/>
    <w:rsid w:val="00194677"/>
    <w:rsid w:val="00195BA0"/>
    <w:rsid w:val="00197F56"/>
    <w:rsid w:val="001A1515"/>
    <w:rsid w:val="001A1CCC"/>
    <w:rsid w:val="001A265E"/>
    <w:rsid w:val="001A2EA5"/>
    <w:rsid w:val="001A2EF0"/>
    <w:rsid w:val="001A3851"/>
    <w:rsid w:val="001A4573"/>
    <w:rsid w:val="001A4714"/>
    <w:rsid w:val="001A5BB4"/>
    <w:rsid w:val="001A6139"/>
    <w:rsid w:val="001A6278"/>
    <w:rsid w:val="001A6540"/>
    <w:rsid w:val="001A6874"/>
    <w:rsid w:val="001A7345"/>
    <w:rsid w:val="001A7745"/>
    <w:rsid w:val="001B11C5"/>
    <w:rsid w:val="001B176B"/>
    <w:rsid w:val="001B1B43"/>
    <w:rsid w:val="001B1C33"/>
    <w:rsid w:val="001B1E62"/>
    <w:rsid w:val="001B3451"/>
    <w:rsid w:val="001B46F4"/>
    <w:rsid w:val="001B49E9"/>
    <w:rsid w:val="001B4CFA"/>
    <w:rsid w:val="001B4F80"/>
    <w:rsid w:val="001B52C9"/>
    <w:rsid w:val="001B5EEB"/>
    <w:rsid w:val="001B6A00"/>
    <w:rsid w:val="001B6BF0"/>
    <w:rsid w:val="001B749C"/>
    <w:rsid w:val="001B7718"/>
    <w:rsid w:val="001B7A52"/>
    <w:rsid w:val="001B7CA1"/>
    <w:rsid w:val="001C0CDC"/>
    <w:rsid w:val="001C10EE"/>
    <w:rsid w:val="001C1248"/>
    <w:rsid w:val="001C1D9A"/>
    <w:rsid w:val="001C277B"/>
    <w:rsid w:val="001C2B0B"/>
    <w:rsid w:val="001C2BEF"/>
    <w:rsid w:val="001C2E9D"/>
    <w:rsid w:val="001C3085"/>
    <w:rsid w:val="001C527C"/>
    <w:rsid w:val="001C5AD2"/>
    <w:rsid w:val="001C5BCC"/>
    <w:rsid w:val="001C5E9E"/>
    <w:rsid w:val="001C5F04"/>
    <w:rsid w:val="001C6313"/>
    <w:rsid w:val="001C6571"/>
    <w:rsid w:val="001C6F49"/>
    <w:rsid w:val="001C78AB"/>
    <w:rsid w:val="001C7B5C"/>
    <w:rsid w:val="001C7BE3"/>
    <w:rsid w:val="001D04E1"/>
    <w:rsid w:val="001D09C7"/>
    <w:rsid w:val="001D09CC"/>
    <w:rsid w:val="001D0CBF"/>
    <w:rsid w:val="001D0D5B"/>
    <w:rsid w:val="001D146F"/>
    <w:rsid w:val="001D1B83"/>
    <w:rsid w:val="001D1C78"/>
    <w:rsid w:val="001D20B9"/>
    <w:rsid w:val="001D22A9"/>
    <w:rsid w:val="001D3168"/>
    <w:rsid w:val="001D3A4B"/>
    <w:rsid w:val="001D3F52"/>
    <w:rsid w:val="001D5B27"/>
    <w:rsid w:val="001D5F73"/>
    <w:rsid w:val="001D6158"/>
    <w:rsid w:val="001D68ED"/>
    <w:rsid w:val="001D7373"/>
    <w:rsid w:val="001D74F8"/>
    <w:rsid w:val="001D7B04"/>
    <w:rsid w:val="001D7D8B"/>
    <w:rsid w:val="001E12EA"/>
    <w:rsid w:val="001E1980"/>
    <w:rsid w:val="001E27AF"/>
    <w:rsid w:val="001E2F1F"/>
    <w:rsid w:val="001E3750"/>
    <w:rsid w:val="001E376D"/>
    <w:rsid w:val="001E3964"/>
    <w:rsid w:val="001E3C51"/>
    <w:rsid w:val="001E3CD1"/>
    <w:rsid w:val="001E3D29"/>
    <w:rsid w:val="001E3ED0"/>
    <w:rsid w:val="001E4FF0"/>
    <w:rsid w:val="001E5974"/>
    <w:rsid w:val="001E5A68"/>
    <w:rsid w:val="001E5A96"/>
    <w:rsid w:val="001E5B70"/>
    <w:rsid w:val="001E6323"/>
    <w:rsid w:val="001E6554"/>
    <w:rsid w:val="001E6C69"/>
    <w:rsid w:val="001E714C"/>
    <w:rsid w:val="001E75E6"/>
    <w:rsid w:val="001F06D0"/>
    <w:rsid w:val="001F0848"/>
    <w:rsid w:val="001F0D1B"/>
    <w:rsid w:val="001F10B6"/>
    <w:rsid w:val="001F1DE0"/>
    <w:rsid w:val="001F1DFA"/>
    <w:rsid w:val="001F2172"/>
    <w:rsid w:val="001F224D"/>
    <w:rsid w:val="001F2E30"/>
    <w:rsid w:val="001F309D"/>
    <w:rsid w:val="001F448C"/>
    <w:rsid w:val="001F48D4"/>
    <w:rsid w:val="001F4D56"/>
    <w:rsid w:val="001F4E22"/>
    <w:rsid w:val="001F59E2"/>
    <w:rsid w:val="001F6093"/>
    <w:rsid w:val="001F6152"/>
    <w:rsid w:val="001F65DB"/>
    <w:rsid w:val="001F7854"/>
    <w:rsid w:val="001F7C5D"/>
    <w:rsid w:val="001F7DD3"/>
    <w:rsid w:val="001F7E58"/>
    <w:rsid w:val="001F7E79"/>
    <w:rsid w:val="002009CF"/>
    <w:rsid w:val="002013E4"/>
    <w:rsid w:val="002019D3"/>
    <w:rsid w:val="002027C8"/>
    <w:rsid w:val="002029DE"/>
    <w:rsid w:val="0020351A"/>
    <w:rsid w:val="002038EB"/>
    <w:rsid w:val="00204FED"/>
    <w:rsid w:val="00205968"/>
    <w:rsid w:val="00205ED4"/>
    <w:rsid w:val="00205F1C"/>
    <w:rsid w:val="0020662F"/>
    <w:rsid w:val="00206A2F"/>
    <w:rsid w:val="00206AF9"/>
    <w:rsid w:val="00210521"/>
    <w:rsid w:val="00210A45"/>
    <w:rsid w:val="00211429"/>
    <w:rsid w:val="0021201E"/>
    <w:rsid w:val="002131F6"/>
    <w:rsid w:val="0021376A"/>
    <w:rsid w:val="00213C04"/>
    <w:rsid w:val="00214022"/>
    <w:rsid w:val="00214253"/>
    <w:rsid w:val="00214C33"/>
    <w:rsid w:val="00214D5A"/>
    <w:rsid w:val="00214D64"/>
    <w:rsid w:val="00214F94"/>
    <w:rsid w:val="00215791"/>
    <w:rsid w:val="002175F3"/>
    <w:rsid w:val="0021776C"/>
    <w:rsid w:val="00217B2E"/>
    <w:rsid w:val="00221010"/>
    <w:rsid w:val="0022142D"/>
    <w:rsid w:val="00222F1A"/>
    <w:rsid w:val="002235EB"/>
    <w:rsid w:val="002251D6"/>
    <w:rsid w:val="0022522E"/>
    <w:rsid w:val="00226ED8"/>
    <w:rsid w:val="00226F78"/>
    <w:rsid w:val="002272BF"/>
    <w:rsid w:val="0023029A"/>
    <w:rsid w:val="0023035E"/>
    <w:rsid w:val="00231796"/>
    <w:rsid w:val="00231CED"/>
    <w:rsid w:val="002322A6"/>
    <w:rsid w:val="00232712"/>
    <w:rsid w:val="00233272"/>
    <w:rsid w:val="00233637"/>
    <w:rsid w:val="0023367F"/>
    <w:rsid w:val="00233770"/>
    <w:rsid w:val="00235CEB"/>
    <w:rsid w:val="00236428"/>
    <w:rsid w:val="002369AB"/>
    <w:rsid w:val="00236E06"/>
    <w:rsid w:val="002371BD"/>
    <w:rsid w:val="00237CD5"/>
    <w:rsid w:val="00237FCF"/>
    <w:rsid w:val="00240071"/>
    <w:rsid w:val="00240E11"/>
    <w:rsid w:val="0024105C"/>
    <w:rsid w:val="002418FC"/>
    <w:rsid w:val="002422A1"/>
    <w:rsid w:val="002427B2"/>
    <w:rsid w:val="002427C3"/>
    <w:rsid w:val="00243207"/>
    <w:rsid w:val="002448CA"/>
    <w:rsid w:val="00244B00"/>
    <w:rsid w:val="00245B0F"/>
    <w:rsid w:val="00250449"/>
    <w:rsid w:val="00250615"/>
    <w:rsid w:val="00251C6B"/>
    <w:rsid w:val="00251F18"/>
    <w:rsid w:val="00252038"/>
    <w:rsid w:val="002524F5"/>
    <w:rsid w:val="00252855"/>
    <w:rsid w:val="0025342A"/>
    <w:rsid w:val="002535C0"/>
    <w:rsid w:val="00253857"/>
    <w:rsid w:val="0025391E"/>
    <w:rsid w:val="002540CF"/>
    <w:rsid w:val="002544BE"/>
    <w:rsid w:val="00254587"/>
    <w:rsid w:val="00254DE4"/>
    <w:rsid w:val="002574A2"/>
    <w:rsid w:val="002576F1"/>
    <w:rsid w:val="0026007C"/>
    <w:rsid w:val="0026079F"/>
    <w:rsid w:val="002611EB"/>
    <w:rsid w:val="00262285"/>
    <w:rsid w:val="00262612"/>
    <w:rsid w:val="002631D6"/>
    <w:rsid w:val="002638CA"/>
    <w:rsid w:val="00263E5B"/>
    <w:rsid w:val="002640C1"/>
    <w:rsid w:val="00264B95"/>
    <w:rsid w:val="00264ED4"/>
    <w:rsid w:val="00266217"/>
    <w:rsid w:val="00266643"/>
    <w:rsid w:val="00266C27"/>
    <w:rsid w:val="00266E83"/>
    <w:rsid w:val="00266EE7"/>
    <w:rsid w:val="00267946"/>
    <w:rsid w:val="00270501"/>
    <w:rsid w:val="002719D4"/>
    <w:rsid w:val="00271AAE"/>
    <w:rsid w:val="00272EF7"/>
    <w:rsid w:val="00273B6C"/>
    <w:rsid w:val="00273F4E"/>
    <w:rsid w:val="00274B2A"/>
    <w:rsid w:val="00274B63"/>
    <w:rsid w:val="00274C58"/>
    <w:rsid w:val="00274F1D"/>
    <w:rsid w:val="0027530F"/>
    <w:rsid w:val="00275371"/>
    <w:rsid w:val="00275582"/>
    <w:rsid w:val="0027602C"/>
    <w:rsid w:val="0027613D"/>
    <w:rsid w:val="00276832"/>
    <w:rsid w:val="00276D33"/>
    <w:rsid w:val="002775D8"/>
    <w:rsid w:val="00277758"/>
    <w:rsid w:val="00280095"/>
    <w:rsid w:val="00280138"/>
    <w:rsid w:val="0028028C"/>
    <w:rsid w:val="002807C6"/>
    <w:rsid w:val="00280EAA"/>
    <w:rsid w:val="00281548"/>
    <w:rsid w:val="00281D00"/>
    <w:rsid w:val="00281EC0"/>
    <w:rsid w:val="00282B70"/>
    <w:rsid w:val="00283A82"/>
    <w:rsid w:val="00283B3D"/>
    <w:rsid w:val="00284991"/>
    <w:rsid w:val="00284EE1"/>
    <w:rsid w:val="00284F7B"/>
    <w:rsid w:val="00285B8B"/>
    <w:rsid w:val="00285CFD"/>
    <w:rsid w:val="00285D5F"/>
    <w:rsid w:val="00287B97"/>
    <w:rsid w:val="00287CDD"/>
    <w:rsid w:val="00290C06"/>
    <w:rsid w:val="00290CF8"/>
    <w:rsid w:val="00291A00"/>
    <w:rsid w:val="00291C91"/>
    <w:rsid w:val="00291C93"/>
    <w:rsid w:val="00294181"/>
    <w:rsid w:val="00294E37"/>
    <w:rsid w:val="002950E1"/>
    <w:rsid w:val="002957F5"/>
    <w:rsid w:val="0029615A"/>
    <w:rsid w:val="002973E8"/>
    <w:rsid w:val="00297C97"/>
    <w:rsid w:val="002A2523"/>
    <w:rsid w:val="002A27C6"/>
    <w:rsid w:val="002A3540"/>
    <w:rsid w:val="002A35DB"/>
    <w:rsid w:val="002A4BAA"/>
    <w:rsid w:val="002A4E5E"/>
    <w:rsid w:val="002A55A1"/>
    <w:rsid w:val="002A5A09"/>
    <w:rsid w:val="002A778F"/>
    <w:rsid w:val="002A7968"/>
    <w:rsid w:val="002A7C4C"/>
    <w:rsid w:val="002A7E69"/>
    <w:rsid w:val="002B0A3C"/>
    <w:rsid w:val="002B0BB8"/>
    <w:rsid w:val="002B0F63"/>
    <w:rsid w:val="002B14C9"/>
    <w:rsid w:val="002B1E6F"/>
    <w:rsid w:val="002B242A"/>
    <w:rsid w:val="002B276F"/>
    <w:rsid w:val="002B2DF0"/>
    <w:rsid w:val="002B3197"/>
    <w:rsid w:val="002B376E"/>
    <w:rsid w:val="002B3C0E"/>
    <w:rsid w:val="002B4170"/>
    <w:rsid w:val="002B4294"/>
    <w:rsid w:val="002B4B75"/>
    <w:rsid w:val="002B559F"/>
    <w:rsid w:val="002B5FF8"/>
    <w:rsid w:val="002B6074"/>
    <w:rsid w:val="002B6478"/>
    <w:rsid w:val="002B664B"/>
    <w:rsid w:val="002B66C6"/>
    <w:rsid w:val="002B6C1B"/>
    <w:rsid w:val="002B70EE"/>
    <w:rsid w:val="002B7B8F"/>
    <w:rsid w:val="002C0177"/>
    <w:rsid w:val="002C0A3F"/>
    <w:rsid w:val="002C15D9"/>
    <w:rsid w:val="002C189F"/>
    <w:rsid w:val="002C236E"/>
    <w:rsid w:val="002C27D6"/>
    <w:rsid w:val="002C2F79"/>
    <w:rsid w:val="002C351C"/>
    <w:rsid w:val="002C42FB"/>
    <w:rsid w:val="002C49BC"/>
    <w:rsid w:val="002C4D6B"/>
    <w:rsid w:val="002C58BD"/>
    <w:rsid w:val="002C5AC2"/>
    <w:rsid w:val="002C62AD"/>
    <w:rsid w:val="002C6E40"/>
    <w:rsid w:val="002C72F0"/>
    <w:rsid w:val="002C740A"/>
    <w:rsid w:val="002C7EB5"/>
    <w:rsid w:val="002C7F40"/>
    <w:rsid w:val="002D0D03"/>
    <w:rsid w:val="002D4681"/>
    <w:rsid w:val="002D4DAC"/>
    <w:rsid w:val="002D50C2"/>
    <w:rsid w:val="002D5755"/>
    <w:rsid w:val="002D69D1"/>
    <w:rsid w:val="002D7858"/>
    <w:rsid w:val="002E0918"/>
    <w:rsid w:val="002E1A26"/>
    <w:rsid w:val="002E1A45"/>
    <w:rsid w:val="002E3DA2"/>
    <w:rsid w:val="002E3E7A"/>
    <w:rsid w:val="002E4C4A"/>
    <w:rsid w:val="002E6093"/>
    <w:rsid w:val="002E6B3C"/>
    <w:rsid w:val="002E7D3F"/>
    <w:rsid w:val="002F170E"/>
    <w:rsid w:val="002F216F"/>
    <w:rsid w:val="002F357C"/>
    <w:rsid w:val="002F36F0"/>
    <w:rsid w:val="002F46AE"/>
    <w:rsid w:val="002F47F0"/>
    <w:rsid w:val="002F4A06"/>
    <w:rsid w:val="002F4C1D"/>
    <w:rsid w:val="002F4CC2"/>
    <w:rsid w:val="002F5630"/>
    <w:rsid w:val="002F7452"/>
    <w:rsid w:val="003006A0"/>
    <w:rsid w:val="003006D4"/>
    <w:rsid w:val="0030120F"/>
    <w:rsid w:val="003014F0"/>
    <w:rsid w:val="00301B3A"/>
    <w:rsid w:val="003023B4"/>
    <w:rsid w:val="00302769"/>
    <w:rsid w:val="00303781"/>
    <w:rsid w:val="00303C68"/>
    <w:rsid w:val="00303DB1"/>
    <w:rsid w:val="003047FD"/>
    <w:rsid w:val="00304AF3"/>
    <w:rsid w:val="00304EED"/>
    <w:rsid w:val="0030515E"/>
    <w:rsid w:val="00305DF9"/>
    <w:rsid w:val="00306249"/>
    <w:rsid w:val="003068D3"/>
    <w:rsid w:val="00307B0F"/>
    <w:rsid w:val="00307F35"/>
    <w:rsid w:val="00310060"/>
    <w:rsid w:val="00310BA0"/>
    <w:rsid w:val="00310E24"/>
    <w:rsid w:val="00310FEB"/>
    <w:rsid w:val="003116CA"/>
    <w:rsid w:val="00311748"/>
    <w:rsid w:val="00311D3B"/>
    <w:rsid w:val="00311D62"/>
    <w:rsid w:val="00312C92"/>
    <w:rsid w:val="00312C9A"/>
    <w:rsid w:val="00312F01"/>
    <w:rsid w:val="00312FAD"/>
    <w:rsid w:val="00313A20"/>
    <w:rsid w:val="00313F6E"/>
    <w:rsid w:val="00314904"/>
    <w:rsid w:val="00314939"/>
    <w:rsid w:val="003154F9"/>
    <w:rsid w:val="00315554"/>
    <w:rsid w:val="00315F6E"/>
    <w:rsid w:val="00315FFD"/>
    <w:rsid w:val="00316553"/>
    <w:rsid w:val="003165E1"/>
    <w:rsid w:val="00316AB3"/>
    <w:rsid w:val="00317252"/>
    <w:rsid w:val="0031765F"/>
    <w:rsid w:val="003178F1"/>
    <w:rsid w:val="00320932"/>
    <w:rsid w:val="003213FE"/>
    <w:rsid w:val="00321EC4"/>
    <w:rsid w:val="00321EC7"/>
    <w:rsid w:val="003229E7"/>
    <w:rsid w:val="0032353F"/>
    <w:rsid w:val="00323B68"/>
    <w:rsid w:val="0032410C"/>
    <w:rsid w:val="00324A19"/>
    <w:rsid w:val="00324D1E"/>
    <w:rsid w:val="00324DDF"/>
    <w:rsid w:val="0032566F"/>
    <w:rsid w:val="003258F1"/>
    <w:rsid w:val="00326595"/>
    <w:rsid w:val="00326E47"/>
    <w:rsid w:val="00326E57"/>
    <w:rsid w:val="00327162"/>
    <w:rsid w:val="003274C4"/>
    <w:rsid w:val="003305B4"/>
    <w:rsid w:val="00330655"/>
    <w:rsid w:val="00330974"/>
    <w:rsid w:val="003315F1"/>
    <w:rsid w:val="00331873"/>
    <w:rsid w:val="00331CDD"/>
    <w:rsid w:val="00331EE9"/>
    <w:rsid w:val="00333041"/>
    <w:rsid w:val="00333231"/>
    <w:rsid w:val="003340E5"/>
    <w:rsid w:val="003348DD"/>
    <w:rsid w:val="00334B65"/>
    <w:rsid w:val="00334BC7"/>
    <w:rsid w:val="00334C44"/>
    <w:rsid w:val="00334F79"/>
    <w:rsid w:val="00335646"/>
    <w:rsid w:val="003359FA"/>
    <w:rsid w:val="00335A23"/>
    <w:rsid w:val="00337AFE"/>
    <w:rsid w:val="00340914"/>
    <w:rsid w:val="00341317"/>
    <w:rsid w:val="00341A82"/>
    <w:rsid w:val="00341B58"/>
    <w:rsid w:val="00341CCA"/>
    <w:rsid w:val="00341D7B"/>
    <w:rsid w:val="00342289"/>
    <w:rsid w:val="003432BC"/>
    <w:rsid w:val="003444AC"/>
    <w:rsid w:val="0034462A"/>
    <w:rsid w:val="00344F21"/>
    <w:rsid w:val="00344F7A"/>
    <w:rsid w:val="003457CC"/>
    <w:rsid w:val="003458D8"/>
    <w:rsid w:val="00345B55"/>
    <w:rsid w:val="00346845"/>
    <w:rsid w:val="00346861"/>
    <w:rsid w:val="00350263"/>
    <w:rsid w:val="003510A1"/>
    <w:rsid w:val="003511ED"/>
    <w:rsid w:val="00351E3B"/>
    <w:rsid w:val="00352C8F"/>
    <w:rsid w:val="00352EB7"/>
    <w:rsid w:val="00353D69"/>
    <w:rsid w:val="00353EB0"/>
    <w:rsid w:val="0035463D"/>
    <w:rsid w:val="00354FB1"/>
    <w:rsid w:val="00355504"/>
    <w:rsid w:val="003558EE"/>
    <w:rsid w:val="00355BB0"/>
    <w:rsid w:val="003560D0"/>
    <w:rsid w:val="003576F2"/>
    <w:rsid w:val="003578C6"/>
    <w:rsid w:val="00357AE0"/>
    <w:rsid w:val="003600A6"/>
    <w:rsid w:val="00360529"/>
    <w:rsid w:val="00360B53"/>
    <w:rsid w:val="00361302"/>
    <w:rsid w:val="00361A59"/>
    <w:rsid w:val="00362277"/>
    <w:rsid w:val="00362778"/>
    <w:rsid w:val="003629F3"/>
    <w:rsid w:val="00363165"/>
    <w:rsid w:val="003639E1"/>
    <w:rsid w:val="00364022"/>
    <w:rsid w:val="00364050"/>
    <w:rsid w:val="00364589"/>
    <w:rsid w:val="0036484D"/>
    <w:rsid w:val="00364B73"/>
    <w:rsid w:val="00365642"/>
    <w:rsid w:val="003659BF"/>
    <w:rsid w:val="00365C73"/>
    <w:rsid w:val="003670DE"/>
    <w:rsid w:val="00370837"/>
    <w:rsid w:val="00370970"/>
    <w:rsid w:val="003709D0"/>
    <w:rsid w:val="003711BF"/>
    <w:rsid w:val="00371C5A"/>
    <w:rsid w:val="00371E41"/>
    <w:rsid w:val="00371EBC"/>
    <w:rsid w:val="00371FD3"/>
    <w:rsid w:val="003733F9"/>
    <w:rsid w:val="003739F3"/>
    <w:rsid w:val="00373B9A"/>
    <w:rsid w:val="00374B59"/>
    <w:rsid w:val="00374C4C"/>
    <w:rsid w:val="00375206"/>
    <w:rsid w:val="00375251"/>
    <w:rsid w:val="00375860"/>
    <w:rsid w:val="00375A24"/>
    <w:rsid w:val="00375B0C"/>
    <w:rsid w:val="00376C06"/>
    <w:rsid w:val="00377214"/>
    <w:rsid w:val="00377E37"/>
    <w:rsid w:val="0038021C"/>
    <w:rsid w:val="00380AC9"/>
    <w:rsid w:val="00380B9D"/>
    <w:rsid w:val="00380DC2"/>
    <w:rsid w:val="00381212"/>
    <w:rsid w:val="0038130B"/>
    <w:rsid w:val="00381FB3"/>
    <w:rsid w:val="003835BB"/>
    <w:rsid w:val="003842EF"/>
    <w:rsid w:val="00384568"/>
    <w:rsid w:val="00385A62"/>
    <w:rsid w:val="00385F7F"/>
    <w:rsid w:val="003863A7"/>
    <w:rsid w:val="003863ED"/>
    <w:rsid w:val="0038676E"/>
    <w:rsid w:val="00386945"/>
    <w:rsid w:val="00387441"/>
    <w:rsid w:val="00387667"/>
    <w:rsid w:val="0039140A"/>
    <w:rsid w:val="003916C3"/>
    <w:rsid w:val="003920A2"/>
    <w:rsid w:val="00392817"/>
    <w:rsid w:val="00392F4A"/>
    <w:rsid w:val="00393327"/>
    <w:rsid w:val="003938D1"/>
    <w:rsid w:val="00393BE5"/>
    <w:rsid w:val="00393D86"/>
    <w:rsid w:val="00394625"/>
    <w:rsid w:val="00395665"/>
    <w:rsid w:val="003960D9"/>
    <w:rsid w:val="003965B9"/>
    <w:rsid w:val="0039723F"/>
    <w:rsid w:val="003A05A3"/>
    <w:rsid w:val="003A0604"/>
    <w:rsid w:val="003A067A"/>
    <w:rsid w:val="003A069C"/>
    <w:rsid w:val="003A0DDF"/>
    <w:rsid w:val="003A19CD"/>
    <w:rsid w:val="003A260F"/>
    <w:rsid w:val="003A2ADC"/>
    <w:rsid w:val="003A31C2"/>
    <w:rsid w:val="003A3409"/>
    <w:rsid w:val="003A365D"/>
    <w:rsid w:val="003A36E5"/>
    <w:rsid w:val="003A40DC"/>
    <w:rsid w:val="003A46CF"/>
    <w:rsid w:val="003A560B"/>
    <w:rsid w:val="003A5785"/>
    <w:rsid w:val="003A58D8"/>
    <w:rsid w:val="003A5924"/>
    <w:rsid w:val="003A595E"/>
    <w:rsid w:val="003A6984"/>
    <w:rsid w:val="003A6E9D"/>
    <w:rsid w:val="003A7313"/>
    <w:rsid w:val="003A73C2"/>
    <w:rsid w:val="003B1A57"/>
    <w:rsid w:val="003B1C45"/>
    <w:rsid w:val="003B1EC8"/>
    <w:rsid w:val="003B2088"/>
    <w:rsid w:val="003B22A3"/>
    <w:rsid w:val="003B2AE4"/>
    <w:rsid w:val="003B321D"/>
    <w:rsid w:val="003B41C1"/>
    <w:rsid w:val="003B4592"/>
    <w:rsid w:val="003B499A"/>
    <w:rsid w:val="003B52AD"/>
    <w:rsid w:val="003B5BAF"/>
    <w:rsid w:val="003B6125"/>
    <w:rsid w:val="003C0086"/>
    <w:rsid w:val="003C01FE"/>
    <w:rsid w:val="003C056E"/>
    <w:rsid w:val="003C13F5"/>
    <w:rsid w:val="003C17E1"/>
    <w:rsid w:val="003C386E"/>
    <w:rsid w:val="003C3B7C"/>
    <w:rsid w:val="003C3E06"/>
    <w:rsid w:val="003C4CC9"/>
    <w:rsid w:val="003C59D7"/>
    <w:rsid w:val="003C5C5B"/>
    <w:rsid w:val="003C60FA"/>
    <w:rsid w:val="003C665E"/>
    <w:rsid w:val="003C686B"/>
    <w:rsid w:val="003C68CC"/>
    <w:rsid w:val="003C6E96"/>
    <w:rsid w:val="003C70C9"/>
    <w:rsid w:val="003C7545"/>
    <w:rsid w:val="003D0131"/>
    <w:rsid w:val="003D099F"/>
    <w:rsid w:val="003D1075"/>
    <w:rsid w:val="003D110B"/>
    <w:rsid w:val="003D20BC"/>
    <w:rsid w:val="003D2AFF"/>
    <w:rsid w:val="003D391A"/>
    <w:rsid w:val="003D3CD1"/>
    <w:rsid w:val="003D46CD"/>
    <w:rsid w:val="003D4971"/>
    <w:rsid w:val="003D4DCA"/>
    <w:rsid w:val="003D5182"/>
    <w:rsid w:val="003D5DB6"/>
    <w:rsid w:val="003D5E22"/>
    <w:rsid w:val="003D680D"/>
    <w:rsid w:val="003D7F90"/>
    <w:rsid w:val="003E00C7"/>
    <w:rsid w:val="003E0429"/>
    <w:rsid w:val="003E0BD4"/>
    <w:rsid w:val="003E171F"/>
    <w:rsid w:val="003E1994"/>
    <w:rsid w:val="003E1F59"/>
    <w:rsid w:val="003E1FFD"/>
    <w:rsid w:val="003E2743"/>
    <w:rsid w:val="003E2CEE"/>
    <w:rsid w:val="003E2EA5"/>
    <w:rsid w:val="003E31ED"/>
    <w:rsid w:val="003E366F"/>
    <w:rsid w:val="003E3A80"/>
    <w:rsid w:val="003E3CDB"/>
    <w:rsid w:val="003E4143"/>
    <w:rsid w:val="003E4567"/>
    <w:rsid w:val="003E4A0C"/>
    <w:rsid w:val="003E4E0E"/>
    <w:rsid w:val="003E5114"/>
    <w:rsid w:val="003E56B6"/>
    <w:rsid w:val="003E5C61"/>
    <w:rsid w:val="003E5E42"/>
    <w:rsid w:val="003E68F7"/>
    <w:rsid w:val="003E7662"/>
    <w:rsid w:val="003E7691"/>
    <w:rsid w:val="003E7A63"/>
    <w:rsid w:val="003E7F4F"/>
    <w:rsid w:val="003F012D"/>
    <w:rsid w:val="003F19BD"/>
    <w:rsid w:val="003F3221"/>
    <w:rsid w:val="003F399D"/>
    <w:rsid w:val="003F3BA6"/>
    <w:rsid w:val="003F5B72"/>
    <w:rsid w:val="003F626E"/>
    <w:rsid w:val="003F6BA0"/>
    <w:rsid w:val="003F6E25"/>
    <w:rsid w:val="003F71EB"/>
    <w:rsid w:val="003F71EE"/>
    <w:rsid w:val="003F7519"/>
    <w:rsid w:val="003F7580"/>
    <w:rsid w:val="003F75A1"/>
    <w:rsid w:val="0040063E"/>
    <w:rsid w:val="00400659"/>
    <w:rsid w:val="004006AB"/>
    <w:rsid w:val="00400D73"/>
    <w:rsid w:val="004016C4"/>
    <w:rsid w:val="00401D7D"/>
    <w:rsid w:val="0040202B"/>
    <w:rsid w:val="004022A8"/>
    <w:rsid w:val="00403114"/>
    <w:rsid w:val="00404EDC"/>
    <w:rsid w:val="00405266"/>
    <w:rsid w:val="00405B7B"/>
    <w:rsid w:val="004069E6"/>
    <w:rsid w:val="00407667"/>
    <w:rsid w:val="00407889"/>
    <w:rsid w:val="00407953"/>
    <w:rsid w:val="00407A5F"/>
    <w:rsid w:val="0041089C"/>
    <w:rsid w:val="004108D9"/>
    <w:rsid w:val="0041098C"/>
    <w:rsid w:val="00410C83"/>
    <w:rsid w:val="00411CE9"/>
    <w:rsid w:val="004122D6"/>
    <w:rsid w:val="0041238A"/>
    <w:rsid w:val="004133E6"/>
    <w:rsid w:val="004153CF"/>
    <w:rsid w:val="0041557C"/>
    <w:rsid w:val="00415E11"/>
    <w:rsid w:val="00416051"/>
    <w:rsid w:val="0041664A"/>
    <w:rsid w:val="00417775"/>
    <w:rsid w:val="004177B3"/>
    <w:rsid w:val="00417848"/>
    <w:rsid w:val="00417A03"/>
    <w:rsid w:val="00420546"/>
    <w:rsid w:val="00420C00"/>
    <w:rsid w:val="00420ECF"/>
    <w:rsid w:val="0042122E"/>
    <w:rsid w:val="00421821"/>
    <w:rsid w:val="00422A9C"/>
    <w:rsid w:val="004231F6"/>
    <w:rsid w:val="00424279"/>
    <w:rsid w:val="0042604D"/>
    <w:rsid w:val="0042646E"/>
    <w:rsid w:val="004273F6"/>
    <w:rsid w:val="00430B25"/>
    <w:rsid w:val="00431085"/>
    <w:rsid w:val="004318E4"/>
    <w:rsid w:val="00431AFE"/>
    <w:rsid w:val="00432503"/>
    <w:rsid w:val="00434089"/>
    <w:rsid w:val="004343D1"/>
    <w:rsid w:val="00434658"/>
    <w:rsid w:val="004346B1"/>
    <w:rsid w:val="00434EA1"/>
    <w:rsid w:val="00434EBE"/>
    <w:rsid w:val="00436809"/>
    <w:rsid w:val="00436D43"/>
    <w:rsid w:val="00437275"/>
    <w:rsid w:val="0044025C"/>
    <w:rsid w:val="00440544"/>
    <w:rsid w:val="00440B01"/>
    <w:rsid w:val="004411D4"/>
    <w:rsid w:val="0044127B"/>
    <w:rsid w:val="0044212D"/>
    <w:rsid w:val="00442603"/>
    <w:rsid w:val="00442B15"/>
    <w:rsid w:val="004430A8"/>
    <w:rsid w:val="00443A29"/>
    <w:rsid w:val="00444670"/>
    <w:rsid w:val="0044478E"/>
    <w:rsid w:val="00444E77"/>
    <w:rsid w:val="00445800"/>
    <w:rsid w:val="00446507"/>
    <w:rsid w:val="004469A0"/>
    <w:rsid w:val="00447AE4"/>
    <w:rsid w:val="00450A01"/>
    <w:rsid w:val="00450A8A"/>
    <w:rsid w:val="00451A3C"/>
    <w:rsid w:val="00451CF4"/>
    <w:rsid w:val="0045254F"/>
    <w:rsid w:val="0045265A"/>
    <w:rsid w:val="004535B4"/>
    <w:rsid w:val="00453C9B"/>
    <w:rsid w:val="004542C6"/>
    <w:rsid w:val="00454A54"/>
    <w:rsid w:val="00454F6B"/>
    <w:rsid w:val="00455FD7"/>
    <w:rsid w:val="00461FF1"/>
    <w:rsid w:val="00462123"/>
    <w:rsid w:val="00462251"/>
    <w:rsid w:val="004627A5"/>
    <w:rsid w:val="004631F0"/>
    <w:rsid w:val="00463904"/>
    <w:rsid w:val="004648FC"/>
    <w:rsid w:val="0046496B"/>
    <w:rsid w:val="00464FE2"/>
    <w:rsid w:val="00465FA3"/>
    <w:rsid w:val="00466254"/>
    <w:rsid w:val="00466307"/>
    <w:rsid w:val="0046673A"/>
    <w:rsid w:val="00466C68"/>
    <w:rsid w:val="00467160"/>
    <w:rsid w:val="00467888"/>
    <w:rsid w:val="004679F5"/>
    <w:rsid w:val="00467CC9"/>
    <w:rsid w:val="00467D3F"/>
    <w:rsid w:val="00470641"/>
    <w:rsid w:val="00470BC3"/>
    <w:rsid w:val="00472AC2"/>
    <w:rsid w:val="00472BC6"/>
    <w:rsid w:val="00472E81"/>
    <w:rsid w:val="0047334B"/>
    <w:rsid w:val="00473869"/>
    <w:rsid w:val="00473C5B"/>
    <w:rsid w:val="004743F1"/>
    <w:rsid w:val="004747C7"/>
    <w:rsid w:val="00474866"/>
    <w:rsid w:val="00474AE6"/>
    <w:rsid w:val="00474C33"/>
    <w:rsid w:val="00475824"/>
    <w:rsid w:val="00476496"/>
    <w:rsid w:val="004770B0"/>
    <w:rsid w:val="004774D4"/>
    <w:rsid w:val="004775B0"/>
    <w:rsid w:val="004807FB"/>
    <w:rsid w:val="004815E5"/>
    <w:rsid w:val="00482C28"/>
    <w:rsid w:val="00482E21"/>
    <w:rsid w:val="00483547"/>
    <w:rsid w:val="0048375B"/>
    <w:rsid w:val="00483EB4"/>
    <w:rsid w:val="0048441D"/>
    <w:rsid w:val="004846C9"/>
    <w:rsid w:val="00484A34"/>
    <w:rsid w:val="00484BDD"/>
    <w:rsid w:val="004856B1"/>
    <w:rsid w:val="004856DA"/>
    <w:rsid w:val="00485CF6"/>
    <w:rsid w:val="00485DD5"/>
    <w:rsid w:val="00487DF4"/>
    <w:rsid w:val="004900AB"/>
    <w:rsid w:val="0049020D"/>
    <w:rsid w:val="00491A3F"/>
    <w:rsid w:val="00491D72"/>
    <w:rsid w:val="00492D48"/>
    <w:rsid w:val="004934DA"/>
    <w:rsid w:val="00494473"/>
    <w:rsid w:val="00494793"/>
    <w:rsid w:val="004948BE"/>
    <w:rsid w:val="00494D85"/>
    <w:rsid w:val="0049530B"/>
    <w:rsid w:val="00495793"/>
    <w:rsid w:val="00495A0B"/>
    <w:rsid w:val="00495A6C"/>
    <w:rsid w:val="00495AAF"/>
    <w:rsid w:val="00495AC3"/>
    <w:rsid w:val="00495BBF"/>
    <w:rsid w:val="00495C6E"/>
    <w:rsid w:val="00495E5F"/>
    <w:rsid w:val="00496972"/>
    <w:rsid w:val="0049699F"/>
    <w:rsid w:val="0049703A"/>
    <w:rsid w:val="0049724E"/>
    <w:rsid w:val="00497B5B"/>
    <w:rsid w:val="00497C80"/>
    <w:rsid w:val="00497D2A"/>
    <w:rsid w:val="004A043C"/>
    <w:rsid w:val="004A0506"/>
    <w:rsid w:val="004A0D42"/>
    <w:rsid w:val="004A11C7"/>
    <w:rsid w:val="004A1A65"/>
    <w:rsid w:val="004A1E53"/>
    <w:rsid w:val="004A3E2D"/>
    <w:rsid w:val="004A3E9B"/>
    <w:rsid w:val="004A42EC"/>
    <w:rsid w:val="004A463C"/>
    <w:rsid w:val="004A4A6C"/>
    <w:rsid w:val="004A5164"/>
    <w:rsid w:val="004A5241"/>
    <w:rsid w:val="004A56F3"/>
    <w:rsid w:val="004A5D48"/>
    <w:rsid w:val="004A6096"/>
    <w:rsid w:val="004A6BA5"/>
    <w:rsid w:val="004A750E"/>
    <w:rsid w:val="004B0313"/>
    <w:rsid w:val="004B08D8"/>
    <w:rsid w:val="004B0AF9"/>
    <w:rsid w:val="004B1E7F"/>
    <w:rsid w:val="004B1FE2"/>
    <w:rsid w:val="004B232A"/>
    <w:rsid w:val="004B2C96"/>
    <w:rsid w:val="004B33AD"/>
    <w:rsid w:val="004B365F"/>
    <w:rsid w:val="004B36B7"/>
    <w:rsid w:val="004B3C86"/>
    <w:rsid w:val="004B5780"/>
    <w:rsid w:val="004B581A"/>
    <w:rsid w:val="004B67F1"/>
    <w:rsid w:val="004B6D14"/>
    <w:rsid w:val="004B7061"/>
    <w:rsid w:val="004C03ED"/>
    <w:rsid w:val="004C053A"/>
    <w:rsid w:val="004C0E21"/>
    <w:rsid w:val="004C19FD"/>
    <w:rsid w:val="004C1AFC"/>
    <w:rsid w:val="004C2DE2"/>
    <w:rsid w:val="004C45B1"/>
    <w:rsid w:val="004C505B"/>
    <w:rsid w:val="004C52B0"/>
    <w:rsid w:val="004C5D54"/>
    <w:rsid w:val="004C61DD"/>
    <w:rsid w:val="004C72BF"/>
    <w:rsid w:val="004C7B10"/>
    <w:rsid w:val="004D0CC0"/>
    <w:rsid w:val="004D0DD3"/>
    <w:rsid w:val="004D1941"/>
    <w:rsid w:val="004D1B3F"/>
    <w:rsid w:val="004D1FC4"/>
    <w:rsid w:val="004D233D"/>
    <w:rsid w:val="004D31BA"/>
    <w:rsid w:val="004D399F"/>
    <w:rsid w:val="004D4452"/>
    <w:rsid w:val="004D46DD"/>
    <w:rsid w:val="004D4864"/>
    <w:rsid w:val="004D499B"/>
    <w:rsid w:val="004D53A8"/>
    <w:rsid w:val="004D5B71"/>
    <w:rsid w:val="004D77B9"/>
    <w:rsid w:val="004E0755"/>
    <w:rsid w:val="004E0F34"/>
    <w:rsid w:val="004E179F"/>
    <w:rsid w:val="004E1F06"/>
    <w:rsid w:val="004E2177"/>
    <w:rsid w:val="004E2B50"/>
    <w:rsid w:val="004E40D2"/>
    <w:rsid w:val="004E4B57"/>
    <w:rsid w:val="004E4E9F"/>
    <w:rsid w:val="004E4F61"/>
    <w:rsid w:val="004E5327"/>
    <w:rsid w:val="004E5C67"/>
    <w:rsid w:val="004E5EE2"/>
    <w:rsid w:val="004E669D"/>
    <w:rsid w:val="004E6D0C"/>
    <w:rsid w:val="004F0200"/>
    <w:rsid w:val="004F0B8A"/>
    <w:rsid w:val="004F11F0"/>
    <w:rsid w:val="004F13F6"/>
    <w:rsid w:val="004F1966"/>
    <w:rsid w:val="004F1C68"/>
    <w:rsid w:val="004F1C73"/>
    <w:rsid w:val="004F1FB1"/>
    <w:rsid w:val="004F2ED0"/>
    <w:rsid w:val="004F396B"/>
    <w:rsid w:val="004F4747"/>
    <w:rsid w:val="004F4A49"/>
    <w:rsid w:val="004F4AF4"/>
    <w:rsid w:val="004F4ECE"/>
    <w:rsid w:val="004F546D"/>
    <w:rsid w:val="004F5834"/>
    <w:rsid w:val="004F5CBC"/>
    <w:rsid w:val="004F697A"/>
    <w:rsid w:val="004F6ACE"/>
    <w:rsid w:val="004F6B96"/>
    <w:rsid w:val="004F6BB5"/>
    <w:rsid w:val="004F6CA0"/>
    <w:rsid w:val="004F71AC"/>
    <w:rsid w:val="005003A2"/>
    <w:rsid w:val="00502CF9"/>
    <w:rsid w:val="00502E72"/>
    <w:rsid w:val="00502FA9"/>
    <w:rsid w:val="0050408C"/>
    <w:rsid w:val="00504234"/>
    <w:rsid w:val="005042AE"/>
    <w:rsid w:val="00504F8B"/>
    <w:rsid w:val="0050629B"/>
    <w:rsid w:val="005067D5"/>
    <w:rsid w:val="00506B3B"/>
    <w:rsid w:val="00507C4F"/>
    <w:rsid w:val="005100C7"/>
    <w:rsid w:val="005112D8"/>
    <w:rsid w:val="0051166B"/>
    <w:rsid w:val="00511BF3"/>
    <w:rsid w:val="00511EEB"/>
    <w:rsid w:val="00512956"/>
    <w:rsid w:val="005143F0"/>
    <w:rsid w:val="0051511F"/>
    <w:rsid w:val="005154DB"/>
    <w:rsid w:val="0051608E"/>
    <w:rsid w:val="00516729"/>
    <w:rsid w:val="00516E31"/>
    <w:rsid w:val="00517A16"/>
    <w:rsid w:val="00521D44"/>
    <w:rsid w:val="0052237C"/>
    <w:rsid w:val="005223D4"/>
    <w:rsid w:val="00522569"/>
    <w:rsid w:val="00522D2D"/>
    <w:rsid w:val="00522E10"/>
    <w:rsid w:val="00523197"/>
    <w:rsid w:val="00523767"/>
    <w:rsid w:val="00523A65"/>
    <w:rsid w:val="00523CF5"/>
    <w:rsid w:val="005241F1"/>
    <w:rsid w:val="00524AD7"/>
    <w:rsid w:val="00525148"/>
    <w:rsid w:val="00525467"/>
    <w:rsid w:val="00525D70"/>
    <w:rsid w:val="00526ECC"/>
    <w:rsid w:val="00527102"/>
    <w:rsid w:val="005275C8"/>
    <w:rsid w:val="005277FC"/>
    <w:rsid w:val="00527F20"/>
    <w:rsid w:val="00530115"/>
    <w:rsid w:val="00530F6D"/>
    <w:rsid w:val="005319ED"/>
    <w:rsid w:val="00531B13"/>
    <w:rsid w:val="00531C2E"/>
    <w:rsid w:val="00532473"/>
    <w:rsid w:val="00532890"/>
    <w:rsid w:val="0053293F"/>
    <w:rsid w:val="00533FA1"/>
    <w:rsid w:val="00534156"/>
    <w:rsid w:val="005349BE"/>
    <w:rsid w:val="00534AF1"/>
    <w:rsid w:val="00535AFB"/>
    <w:rsid w:val="005361F4"/>
    <w:rsid w:val="0053658A"/>
    <w:rsid w:val="00536D46"/>
    <w:rsid w:val="00537097"/>
    <w:rsid w:val="00537578"/>
    <w:rsid w:val="0054066F"/>
    <w:rsid w:val="00540C82"/>
    <w:rsid w:val="00541CED"/>
    <w:rsid w:val="005429F3"/>
    <w:rsid w:val="00542C6A"/>
    <w:rsid w:val="005435BD"/>
    <w:rsid w:val="00543964"/>
    <w:rsid w:val="005439FE"/>
    <w:rsid w:val="0054433D"/>
    <w:rsid w:val="005443CC"/>
    <w:rsid w:val="00544EE7"/>
    <w:rsid w:val="0054510D"/>
    <w:rsid w:val="00545279"/>
    <w:rsid w:val="005457A2"/>
    <w:rsid w:val="0054606E"/>
    <w:rsid w:val="005463BB"/>
    <w:rsid w:val="005463FB"/>
    <w:rsid w:val="0054789C"/>
    <w:rsid w:val="00550C56"/>
    <w:rsid w:val="00551D71"/>
    <w:rsid w:val="00551E01"/>
    <w:rsid w:val="00551FF3"/>
    <w:rsid w:val="00551FF8"/>
    <w:rsid w:val="00552117"/>
    <w:rsid w:val="00552F72"/>
    <w:rsid w:val="005531F1"/>
    <w:rsid w:val="005538B9"/>
    <w:rsid w:val="00553BF2"/>
    <w:rsid w:val="005547ED"/>
    <w:rsid w:val="005549F7"/>
    <w:rsid w:val="0055574F"/>
    <w:rsid w:val="00556D99"/>
    <w:rsid w:val="00560BAA"/>
    <w:rsid w:val="00560BAF"/>
    <w:rsid w:val="005611DD"/>
    <w:rsid w:val="00561208"/>
    <w:rsid w:val="00561A49"/>
    <w:rsid w:val="00563C23"/>
    <w:rsid w:val="00563DDF"/>
    <w:rsid w:val="005642F2"/>
    <w:rsid w:val="0056432A"/>
    <w:rsid w:val="00564D0A"/>
    <w:rsid w:val="005652A8"/>
    <w:rsid w:val="005656B8"/>
    <w:rsid w:val="00565A1B"/>
    <w:rsid w:val="005661FD"/>
    <w:rsid w:val="00570166"/>
    <w:rsid w:val="00570754"/>
    <w:rsid w:val="00570AF6"/>
    <w:rsid w:val="005720A6"/>
    <w:rsid w:val="005724DD"/>
    <w:rsid w:val="005724FD"/>
    <w:rsid w:val="005729D4"/>
    <w:rsid w:val="00572A83"/>
    <w:rsid w:val="0057307E"/>
    <w:rsid w:val="005732C5"/>
    <w:rsid w:val="0057332F"/>
    <w:rsid w:val="00574387"/>
    <w:rsid w:val="00574554"/>
    <w:rsid w:val="00574663"/>
    <w:rsid w:val="00574922"/>
    <w:rsid w:val="00574D0D"/>
    <w:rsid w:val="00575531"/>
    <w:rsid w:val="00575BDD"/>
    <w:rsid w:val="00575FC9"/>
    <w:rsid w:val="00576017"/>
    <w:rsid w:val="005764A0"/>
    <w:rsid w:val="00576AEC"/>
    <w:rsid w:val="00576BE2"/>
    <w:rsid w:val="00577296"/>
    <w:rsid w:val="0057794B"/>
    <w:rsid w:val="00577D87"/>
    <w:rsid w:val="005805DA"/>
    <w:rsid w:val="00580FA7"/>
    <w:rsid w:val="005820B9"/>
    <w:rsid w:val="005828BF"/>
    <w:rsid w:val="0058332A"/>
    <w:rsid w:val="00584177"/>
    <w:rsid w:val="00584323"/>
    <w:rsid w:val="00584EFF"/>
    <w:rsid w:val="005857CA"/>
    <w:rsid w:val="00585C2D"/>
    <w:rsid w:val="00585E1B"/>
    <w:rsid w:val="00586483"/>
    <w:rsid w:val="00586D5C"/>
    <w:rsid w:val="0058737B"/>
    <w:rsid w:val="005874CD"/>
    <w:rsid w:val="00590802"/>
    <w:rsid w:val="00590C88"/>
    <w:rsid w:val="0059181A"/>
    <w:rsid w:val="00592F02"/>
    <w:rsid w:val="00593113"/>
    <w:rsid w:val="005940F4"/>
    <w:rsid w:val="00594880"/>
    <w:rsid w:val="00594F8C"/>
    <w:rsid w:val="00595B03"/>
    <w:rsid w:val="00595CBE"/>
    <w:rsid w:val="00596013"/>
    <w:rsid w:val="005962C9"/>
    <w:rsid w:val="00596639"/>
    <w:rsid w:val="0059684A"/>
    <w:rsid w:val="00596C32"/>
    <w:rsid w:val="00596E71"/>
    <w:rsid w:val="005A03D4"/>
    <w:rsid w:val="005A03EB"/>
    <w:rsid w:val="005A0777"/>
    <w:rsid w:val="005A0D92"/>
    <w:rsid w:val="005A16DA"/>
    <w:rsid w:val="005A1A23"/>
    <w:rsid w:val="005A2D3A"/>
    <w:rsid w:val="005A30C0"/>
    <w:rsid w:val="005A3110"/>
    <w:rsid w:val="005A415B"/>
    <w:rsid w:val="005A4D76"/>
    <w:rsid w:val="005A73CD"/>
    <w:rsid w:val="005B0361"/>
    <w:rsid w:val="005B086F"/>
    <w:rsid w:val="005B093E"/>
    <w:rsid w:val="005B0969"/>
    <w:rsid w:val="005B0B85"/>
    <w:rsid w:val="005B0BC8"/>
    <w:rsid w:val="005B12FB"/>
    <w:rsid w:val="005B142D"/>
    <w:rsid w:val="005B16CA"/>
    <w:rsid w:val="005B19C5"/>
    <w:rsid w:val="005B217F"/>
    <w:rsid w:val="005B2A19"/>
    <w:rsid w:val="005B32E7"/>
    <w:rsid w:val="005B397A"/>
    <w:rsid w:val="005B3AB5"/>
    <w:rsid w:val="005B4D0F"/>
    <w:rsid w:val="005B4EB7"/>
    <w:rsid w:val="005B4FDD"/>
    <w:rsid w:val="005B524A"/>
    <w:rsid w:val="005B57E6"/>
    <w:rsid w:val="005B71C1"/>
    <w:rsid w:val="005B7545"/>
    <w:rsid w:val="005B79AA"/>
    <w:rsid w:val="005C01E0"/>
    <w:rsid w:val="005C05CF"/>
    <w:rsid w:val="005C14FE"/>
    <w:rsid w:val="005C18F6"/>
    <w:rsid w:val="005C241C"/>
    <w:rsid w:val="005C29E0"/>
    <w:rsid w:val="005C419F"/>
    <w:rsid w:val="005C42C3"/>
    <w:rsid w:val="005C4EAD"/>
    <w:rsid w:val="005C6625"/>
    <w:rsid w:val="005C6C36"/>
    <w:rsid w:val="005C747E"/>
    <w:rsid w:val="005C75F4"/>
    <w:rsid w:val="005D03A3"/>
    <w:rsid w:val="005D0867"/>
    <w:rsid w:val="005D0AEC"/>
    <w:rsid w:val="005D0CE5"/>
    <w:rsid w:val="005D0E99"/>
    <w:rsid w:val="005D11AA"/>
    <w:rsid w:val="005D1AF4"/>
    <w:rsid w:val="005D1F1A"/>
    <w:rsid w:val="005D2508"/>
    <w:rsid w:val="005D27DD"/>
    <w:rsid w:val="005D2893"/>
    <w:rsid w:val="005D30C2"/>
    <w:rsid w:val="005D3478"/>
    <w:rsid w:val="005D4314"/>
    <w:rsid w:val="005D483C"/>
    <w:rsid w:val="005D5C12"/>
    <w:rsid w:val="005D638E"/>
    <w:rsid w:val="005D64CE"/>
    <w:rsid w:val="005E29A6"/>
    <w:rsid w:val="005E2D8B"/>
    <w:rsid w:val="005E3244"/>
    <w:rsid w:val="005E379D"/>
    <w:rsid w:val="005E3852"/>
    <w:rsid w:val="005E3D3D"/>
    <w:rsid w:val="005E4478"/>
    <w:rsid w:val="005E4697"/>
    <w:rsid w:val="005E5056"/>
    <w:rsid w:val="005E5160"/>
    <w:rsid w:val="005E5398"/>
    <w:rsid w:val="005E53DC"/>
    <w:rsid w:val="005E581E"/>
    <w:rsid w:val="005E5D77"/>
    <w:rsid w:val="005E62F0"/>
    <w:rsid w:val="005E6671"/>
    <w:rsid w:val="005E6AD4"/>
    <w:rsid w:val="005F05C3"/>
    <w:rsid w:val="005F07AF"/>
    <w:rsid w:val="005F0912"/>
    <w:rsid w:val="005F0980"/>
    <w:rsid w:val="005F0C81"/>
    <w:rsid w:val="005F1390"/>
    <w:rsid w:val="005F2B03"/>
    <w:rsid w:val="005F4153"/>
    <w:rsid w:val="005F45B8"/>
    <w:rsid w:val="005F4DF0"/>
    <w:rsid w:val="005F4EE8"/>
    <w:rsid w:val="005F5D37"/>
    <w:rsid w:val="005F63D0"/>
    <w:rsid w:val="005F63DB"/>
    <w:rsid w:val="005F6A75"/>
    <w:rsid w:val="005F70DC"/>
    <w:rsid w:val="005F7568"/>
    <w:rsid w:val="005F75FF"/>
    <w:rsid w:val="005F7AEE"/>
    <w:rsid w:val="005F7C35"/>
    <w:rsid w:val="0060274B"/>
    <w:rsid w:val="00602B6B"/>
    <w:rsid w:val="006031BB"/>
    <w:rsid w:val="006033E1"/>
    <w:rsid w:val="006037C4"/>
    <w:rsid w:val="00603AF8"/>
    <w:rsid w:val="00603EDD"/>
    <w:rsid w:val="006043CA"/>
    <w:rsid w:val="0060514C"/>
    <w:rsid w:val="0060588D"/>
    <w:rsid w:val="00605A25"/>
    <w:rsid w:val="0060606C"/>
    <w:rsid w:val="006063BF"/>
    <w:rsid w:val="006064AA"/>
    <w:rsid w:val="0060701D"/>
    <w:rsid w:val="00607231"/>
    <w:rsid w:val="006078B6"/>
    <w:rsid w:val="00607AD1"/>
    <w:rsid w:val="00610A2E"/>
    <w:rsid w:val="00610BC3"/>
    <w:rsid w:val="00610F3C"/>
    <w:rsid w:val="006115A3"/>
    <w:rsid w:val="00612260"/>
    <w:rsid w:val="006124A0"/>
    <w:rsid w:val="00612BF8"/>
    <w:rsid w:val="00612FCD"/>
    <w:rsid w:val="006136D0"/>
    <w:rsid w:val="006142D8"/>
    <w:rsid w:val="00614614"/>
    <w:rsid w:val="0061477E"/>
    <w:rsid w:val="00614A1C"/>
    <w:rsid w:val="00614AEF"/>
    <w:rsid w:val="00614E5E"/>
    <w:rsid w:val="006150D1"/>
    <w:rsid w:val="00615C3A"/>
    <w:rsid w:val="006160FB"/>
    <w:rsid w:val="00620EA1"/>
    <w:rsid w:val="006215A6"/>
    <w:rsid w:val="006216F9"/>
    <w:rsid w:val="00621825"/>
    <w:rsid w:val="00621DBF"/>
    <w:rsid w:val="00622122"/>
    <w:rsid w:val="00622E7A"/>
    <w:rsid w:val="0062312A"/>
    <w:rsid w:val="006236F9"/>
    <w:rsid w:val="006247F9"/>
    <w:rsid w:val="006254E8"/>
    <w:rsid w:val="00626E6C"/>
    <w:rsid w:val="006272EC"/>
    <w:rsid w:val="00627AB4"/>
    <w:rsid w:val="00627B89"/>
    <w:rsid w:val="0063142A"/>
    <w:rsid w:val="00631BFD"/>
    <w:rsid w:val="0063279B"/>
    <w:rsid w:val="00632FD1"/>
    <w:rsid w:val="00633439"/>
    <w:rsid w:val="00634822"/>
    <w:rsid w:val="00636459"/>
    <w:rsid w:val="00636FFA"/>
    <w:rsid w:val="00637130"/>
    <w:rsid w:val="00637171"/>
    <w:rsid w:val="00637388"/>
    <w:rsid w:val="0063755E"/>
    <w:rsid w:val="00637EA7"/>
    <w:rsid w:val="00637F6A"/>
    <w:rsid w:val="00640736"/>
    <w:rsid w:val="00641DB5"/>
    <w:rsid w:val="00642F50"/>
    <w:rsid w:val="0064475A"/>
    <w:rsid w:val="00644771"/>
    <w:rsid w:val="00644978"/>
    <w:rsid w:val="0064548F"/>
    <w:rsid w:val="00645848"/>
    <w:rsid w:val="00645A77"/>
    <w:rsid w:val="00647A1D"/>
    <w:rsid w:val="0065045C"/>
    <w:rsid w:val="00650863"/>
    <w:rsid w:val="00650CD6"/>
    <w:rsid w:val="006520A3"/>
    <w:rsid w:val="00653B0F"/>
    <w:rsid w:val="0065437B"/>
    <w:rsid w:val="006547D2"/>
    <w:rsid w:val="006554A5"/>
    <w:rsid w:val="00655C46"/>
    <w:rsid w:val="00656D96"/>
    <w:rsid w:val="0066091B"/>
    <w:rsid w:val="00660C08"/>
    <w:rsid w:val="006610CB"/>
    <w:rsid w:val="00661473"/>
    <w:rsid w:val="006615D7"/>
    <w:rsid w:val="0066195E"/>
    <w:rsid w:val="00661BF7"/>
    <w:rsid w:val="0066314F"/>
    <w:rsid w:val="006633D7"/>
    <w:rsid w:val="006644C6"/>
    <w:rsid w:val="00664532"/>
    <w:rsid w:val="00664BBC"/>
    <w:rsid w:val="006657C3"/>
    <w:rsid w:val="00665854"/>
    <w:rsid w:val="00666099"/>
    <w:rsid w:val="006668F6"/>
    <w:rsid w:val="0066746B"/>
    <w:rsid w:val="0066765D"/>
    <w:rsid w:val="00667BBC"/>
    <w:rsid w:val="00670A17"/>
    <w:rsid w:val="00670C27"/>
    <w:rsid w:val="006711DE"/>
    <w:rsid w:val="0067207B"/>
    <w:rsid w:val="006729E4"/>
    <w:rsid w:val="00672B75"/>
    <w:rsid w:val="00672DE1"/>
    <w:rsid w:val="00673D1D"/>
    <w:rsid w:val="006740C1"/>
    <w:rsid w:val="006743F7"/>
    <w:rsid w:val="006752DB"/>
    <w:rsid w:val="00675C9E"/>
    <w:rsid w:val="00676156"/>
    <w:rsid w:val="0067699B"/>
    <w:rsid w:val="00676AA8"/>
    <w:rsid w:val="00676B2F"/>
    <w:rsid w:val="00676F36"/>
    <w:rsid w:val="0067721D"/>
    <w:rsid w:val="00680B74"/>
    <w:rsid w:val="006811BC"/>
    <w:rsid w:val="00681370"/>
    <w:rsid w:val="00681AFF"/>
    <w:rsid w:val="00682818"/>
    <w:rsid w:val="006828E3"/>
    <w:rsid w:val="00682AB3"/>
    <w:rsid w:val="00682D00"/>
    <w:rsid w:val="00683F2A"/>
    <w:rsid w:val="006846FA"/>
    <w:rsid w:val="00684738"/>
    <w:rsid w:val="00684E37"/>
    <w:rsid w:val="00685550"/>
    <w:rsid w:val="0068587A"/>
    <w:rsid w:val="0068635D"/>
    <w:rsid w:val="006863B5"/>
    <w:rsid w:val="00686539"/>
    <w:rsid w:val="00686590"/>
    <w:rsid w:val="0068684B"/>
    <w:rsid w:val="006875B5"/>
    <w:rsid w:val="00687741"/>
    <w:rsid w:val="006877A6"/>
    <w:rsid w:val="00687CE3"/>
    <w:rsid w:val="00690050"/>
    <w:rsid w:val="006903D8"/>
    <w:rsid w:val="00690955"/>
    <w:rsid w:val="006912A6"/>
    <w:rsid w:val="00691C47"/>
    <w:rsid w:val="00693330"/>
    <w:rsid w:val="0069383A"/>
    <w:rsid w:val="006938D5"/>
    <w:rsid w:val="00693DE5"/>
    <w:rsid w:val="0069415A"/>
    <w:rsid w:val="0069474B"/>
    <w:rsid w:val="006953D3"/>
    <w:rsid w:val="006956AA"/>
    <w:rsid w:val="00695BC5"/>
    <w:rsid w:val="00695F25"/>
    <w:rsid w:val="00696039"/>
    <w:rsid w:val="006964CB"/>
    <w:rsid w:val="0069691C"/>
    <w:rsid w:val="00696E6A"/>
    <w:rsid w:val="006974CD"/>
    <w:rsid w:val="006A0FC7"/>
    <w:rsid w:val="006A1598"/>
    <w:rsid w:val="006A2C0C"/>
    <w:rsid w:val="006A3DD3"/>
    <w:rsid w:val="006A421C"/>
    <w:rsid w:val="006A4685"/>
    <w:rsid w:val="006A4B47"/>
    <w:rsid w:val="006A54F2"/>
    <w:rsid w:val="006A5567"/>
    <w:rsid w:val="006A558B"/>
    <w:rsid w:val="006A5678"/>
    <w:rsid w:val="006A5A7E"/>
    <w:rsid w:val="006A5D62"/>
    <w:rsid w:val="006A6C8E"/>
    <w:rsid w:val="006A6DDB"/>
    <w:rsid w:val="006A7158"/>
    <w:rsid w:val="006B091E"/>
    <w:rsid w:val="006B0DED"/>
    <w:rsid w:val="006B17F2"/>
    <w:rsid w:val="006B1B9C"/>
    <w:rsid w:val="006B2923"/>
    <w:rsid w:val="006B33DC"/>
    <w:rsid w:val="006B3FF8"/>
    <w:rsid w:val="006B4736"/>
    <w:rsid w:val="006B481F"/>
    <w:rsid w:val="006B50F0"/>
    <w:rsid w:val="006B52C6"/>
    <w:rsid w:val="006B6B7C"/>
    <w:rsid w:val="006B7814"/>
    <w:rsid w:val="006B7892"/>
    <w:rsid w:val="006B7AE4"/>
    <w:rsid w:val="006B7C17"/>
    <w:rsid w:val="006B7F3A"/>
    <w:rsid w:val="006C08ED"/>
    <w:rsid w:val="006C1300"/>
    <w:rsid w:val="006C1DA1"/>
    <w:rsid w:val="006C2754"/>
    <w:rsid w:val="006C2910"/>
    <w:rsid w:val="006C3099"/>
    <w:rsid w:val="006C38B6"/>
    <w:rsid w:val="006C39AE"/>
    <w:rsid w:val="006C3B28"/>
    <w:rsid w:val="006C40C3"/>
    <w:rsid w:val="006C45E0"/>
    <w:rsid w:val="006C4694"/>
    <w:rsid w:val="006C57EC"/>
    <w:rsid w:val="006C6639"/>
    <w:rsid w:val="006C7CEA"/>
    <w:rsid w:val="006D0581"/>
    <w:rsid w:val="006D064A"/>
    <w:rsid w:val="006D0B54"/>
    <w:rsid w:val="006D1ED8"/>
    <w:rsid w:val="006D2E30"/>
    <w:rsid w:val="006D2ECD"/>
    <w:rsid w:val="006D41D1"/>
    <w:rsid w:val="006D4665"/>
    <w:rsid w:val="006D485E"/>
    <w:rsid w:val="006D4B1A"/>
    <w:rsid w:val="006D6847"/>
    <w:rsid w:val="006D6E20"/>
    <w:rsid w:val="006D7109"/>
    <w:rsid w:val="006D763D"/>
    <w:rsid w:val="006E0806"/>
    <w:rsid w:val="006E12F8"/>
    <w:rsid w:val="006E1485"/>
    <w:rsid w:val="006E14F5"/>
    <w:rsid w:val="006E15DD"/>
    <w:rsid w:val="006E27D7"/>
    <w:rsid w:val="006E36E4"/>
    <w:rsid w:val="006E37A8"/>
    <w:rsid w:val="006E3940"/>
    <w:rsid w:val="006E42A7"/>
    <w:rsid w:val="006E42C7"/>
    <w:rsid w:val="006E43F2"/>
    <w:rsid w:val="006E4426"/>
    <w:rsid w:val="006E47AC"/>
    <w:rsid w:val="006E4D8B"/>
    <w:rsid w:val="006E5D7F"/>
    <w:rsid w:val="006E627E"/>
    <w:rsid w:val="006E6F14"/>
    <w:rsid w:val="006E795F"/>
    <w:rsid w:val="006E7DD4"/>
    <w:rsid w:val="006E7FC3"/>
    <w:rsid w:val="006F196B"/>
    <w:rsid w:val="006F22DD"/>
    <w:rsid w:val="006F3810"/>
    <w:rsid w:val="006F3D23"/>
    <w:rsid w:val="006F3D81"/>
    <w:rsid w:val="006F46BB"/>
    <w:rsid w:val="006F492E"/>
    <w:rsid w:val="006F521F"/>
    <w:rsid w:val="006F5332"/>
    <w:rsid w:val="006F5CD7"/>
    <w:rsid w:val="006F6D22"/>
    <w:rsid w:val="006F7584"/>
    <w:rsid w:val="006F79C1"/>
    <w:rsid w:val="006F7BBA"/>
    <w:rsid w:val="006F7F72"/>
    <w:rsid w:val="007002CD"/>
    <w:rsid w:val="0070079C"/>
    <w:rsid w:val="00700AEF"/>
    <w:rsid w:val="00700EA7"/>
    <w:rsid w:val="0070133C"/>
    <w:rsid w:val="0070289D"/>
    <w:rsid w:val="007028BE"/>
    <w:rsid w:val="00702F04"/>
    <w:rsid w:val="00703A53"/>
    <w:rsid w:val="007042B4"/>
    <w:rsid w:val="007044E0"/>
    <w:rsid w:val="007045A5"/>
    <w:rsid w:val="007045FC"/>
    <w:rsid w:val="007052E9"/>
    <w:rsid w:val="00706324"/>
    <w:rsid w:val="007067D5"/>
    <w:rsid w:val="007073BE"/>
    <w:rsid w:val="007102AB"/>
    <w:rsid w:val="00710D90"/>
    <w:rsid w:val="00711C97"/>
    <w:rsid w:val="00711CA1"/>
    <w:rsid w:val="0071224F"/>
    <w:rsid w:val="00712E07"/>
    <w:rsid w:val="00713240"/>
    <w:rsid w:val="007132F1"/>
    <w:rsid w:val="007137AA"/>
    <w:rsid w:val="007148AC"/>
    <w:rsid w:val="00714A02"/>
    <w:rsid w:val="00714BBE"/>
    <w:rsid w:val="00715404"/>
    <w:rsid w:val="00715DD2"/>
    <w:rsid w:val="00715DDD"/>
    <w:rsid w:val="0071648F"/>
    <w:rsid w:val="00716A73"/>
    <w:rsid w:val="00716F7C"/>
    <w:rsid w:val="0071719F"/>
    <w:rsid w:val="00717A7A"/>
    <w:rsid w:val="0072060C"/>
    <w:rsid w:val="00720894"/>
    <w:rsid w:val="007212C2"/>
    <w:rsid w:val="00721E42"/>
    <w:rsid w:val="00724DE5"/>
    <w:rsid w:val="0072500B"/>
    <w:rsid w:val="007256C5"/>
    <w:rsid w:val="00726340"/>
    <w:rsid w:val="0072735B"/>
    <w:rsid w:val="007278C2"/>
    <w:rsid w:val="0073076D"/>
    <w:rsid w:val="00730B72"/>
    <w:rsid w:val="0073122D"/>
    <w:rsid w:val="00731B23"/>
    <w:rsid w:val="00731C33"/>
    <w:rsid w:val="0073232A"/>
    <w:rsid w:val="007327D3"/>
    <w:rsid w:val="0073332C"/>
    <w:rsid w:val="007341F6"/>
    <w:rsid w:val="0073494A"/>
    <w:rsid w:val="007356DF"/>
    <w:rsid w:val="00735CE5"/>
    <w:rsid w:val="00735E7C"/>
    <w:rsid w:val="00736355"/>
    <w:rsid w:val="0073676D"/>
    <w:rsid w:val="007369C3"/>
    <w:rsid w:val="00737241"/>
    <w:rsid w:val="00737273"/>
    <w:rsid w:val="00737524"/>
    <w:rsid w:val="00737FCC"/>
    <w:rsid w:val="00740106"/>
    <w:rsid w:val="00741011"/>
    <w:rsid w:val="007421B9"/>
    <w:rsid w:val="007429DB"/>
    <w:rsid w:val="00742B46"/>
    <w:rsid w:val="007436A4"/>
    <w:rsid w:val="007443C7"/>
    <w:rsid w:val="007447D3"/>
    <w:rsid w:val="00744A4C"/>
    <w:rsid w:val="00744DEA"/>
    <w:rsid w:val="007463A7"/>
    <w:rsid w:val="00746D79"/>
    <w:rsid w:val="007500C9"/>
    <w:rsid w:val="007519F4"/>
    <w:rsid w:val="00751DE9"/>
    <w:rsid w:val="00753E84"/>
    <w:rsid w:val="00754508"/>
    <w:rsid w:val="00754D83"/>
    <w:rsid w:val="00754E31"/>
    <w:rsid w:val="00755911"/>
    <w:rsid w:val="00755A14"/>
    <w:rsid w:val="007569A0"/>
    <w:rsid w:val="007569BB"/>
    <w:rsid w:val="0075705C"/>
    <w:rsid w:val="007571A3"/>
    <w:rsid w:val="007574C2"/>
    <w:rsid w:val="00757D13"/>
    <w:rsid w:val="00757DFF"/>
    <w:rsid w:val="007600BC"/>
    <w:rsid w:val="00760773"/>
    <w:rsid w:val="0076132B"/>
    <w:rsid w:val="007616D8"/>
    <w:rsid w:val="00761877"/>
    <w:rsid w:val="00763224"/>
    <w:rsid w:val="007634D4"/>
    <w:rsid w:val="007635F0"/>
    <w:rsid w:val="00763A6F"/>
    <w:rsid w:val="00763CA7"/>
    <w:rsid w:val="007645B1"/>
    <w:rsid w:val="007649BD"/>
    <w:rsid w:val="00765A9D"/>
    <w:rsid w:val="00766E48"/>
    <w:rsid w:val="0077005A"/>
    <w:rsid w:val="007710B8"/>
    <w:rsid w:val="007718B6"/>
    <w:rsid w:val="00772105"/>
    <w:rsid w:val="0077231B"/>
    <w:rsid w:val="00773562"/>
    <w:rsid w:val="00773604"/>
    <w:rsid w:val="007745F6"/>
    <w:rsid w:val="00774CFB"/>
    <w:rsid w:val="00774F34"/>
    <w:rsid w:val="00776572"/>
    <w:rsid w:val="0077684A"/>
    <w:rsid w:val="007769BC"/>
    <w:rsid w:val="007771FB"/>
    <w:rsid w:val="00777911"/>
    <w:rsid w:val="00777BC0"/>
    <w:rsid w:val="007811D3"/>
    <w:rsid w:val="00781698"/>
    <w:rsid w:val="00781A7D"/>
    <w:rsid w:val="00781FE8"/>
    <w:rsid w:val="00783F24"/>
    <w:rsid w:val="00784677"/>
    <w:rsid w:val="0078502D"/>
    <w:rsid w:val="00786FC7"/>
    <w:rsid w:val="00787B34"/>
    <w:rsid w:val="00787D18"/>
    <w:rsid w:val="007905E7"/>
    <w:rsid w:val="00790B16"/>
    <w:rsid w:val="00791110"/>
    <w:rsid w:val="00791F5C"/>
    <w:rsid w:val="00791F8C"/>
    <w:rsid w:val="00792313"/>
    <w:rsid w:val="00792420"/>
    <w:rsid w:val="00793481"/>
    <w:rsid w:val="00793B21"/>
    <w:rsid w:val="00793F5E"/>
    <w:rsid w:val="0079483A"/>
    <w:rsid w:val="00794BDF"/>
    <w:rsid w:val="00794F68"/>
    <w:rsid w:val="0079526D"/>
    <w:rsid w:val="00795CD1"/>
    <w:rsid w:val="00796BA4"/>
    <w:rsid w:val="0079718B"/>
    <w:rsid w:val="00797578"/>
    <w:rsid w:val="00797E59"/>
    <w:rsid w:val="007A15D4"/>
    <w:rsid w:val="007A15EE"/>
    <w:rsid w:val="007A2C85"/>
    <w:rsid w:val="007A3CCA"/>
    <w:rsid w:val="007A3F01"/>
    <w:rsid w:val="007A43BA"/>
    <w:rsid w:val="007A4893"/>
    <w:rsid w:val="007A4A86"/>
    <w:rsid w:val="007A4B14"/>
    <w:rsid w:val="007A4F68"/>
    <w:rsid w:val="007A52F5"/>
    <w:rsid w:val="007A56FE"/>
    <w:rsid w:val="007A5FBA"/>
    <w:rsid w:val="007A612B"/>
    <w:rsid w:val="007A7972"/>
    <w:rsid w:val="007B0100"/>
    <w:rsid w:val="007B0275"/>
    <w:rsid w:val="007B20E9"/>
    <w:rsid w:val="007B2A8F"/>
    <w:rsid w:val="007B3020"/>
    <w:rsid w:val="007B4371"/>
    <w:rsid w:val="007B4B2C"/>
    <w:rsid w:val="007B4C77"/>
    <w:rsid w:val="007B4E46"/>
    <w:rsid w:val="007B64AF"/>
    <w:rsid w:val="007B6667"/>
    <w:rsid w:val="007B714D"/>
    <w:rsid w:val="007B71B0"/>
    <w:rsid w:val="007B7598"/>
    <w:rsid w:val="007B7D4C"/>
    <w:rsid w:val="007C01D7"/>
    <w:rsid w:val="007C0870"/>
    <w:rsid w:val="007C18BC"/>
    <w:rsid w:val="007C3E03"/>
    <w:rsid w:val="007C3E6C"/>
    <w:rsid w:val="007C405B"/>
    <w:rsid w:val="007C480A"/>
    <w:rsid w:val="007C5662"/>
    <w:rsid w:val="007C5EAF"/>
    <w:rsid w:val="007C64D8"/>
    <w:rsid w:val="007C651E"/>
    <w:rsid w:val="007C6A55"/>
    <w:rsid w:val="007C6B78"/>
    <w:rsid w:val="007C6D04"/>
    <w:rsid w:val="007C6E66"/>
    <w:rsid w:val="007C6F0E"/>
    <w:rsid w:val="007C7191"/>
    <w:rsid w:val="007C747C"/>
    <w:rsid w:val="007C78C2"/>
    <w:rsid w:val="007D06DE"/>
    <w:rsid w:val="007D10FD"/>
    <w:rsid w:val="007D1F48"/>
    <w:rsid w:val="007D23A9"/>
    <w:rsid w:val="007D2BF9"/>
    <w:rsid w:val="007D346E"/>
    <w:rsid w:val="007D3602"/>
    <w:rsid w:val="007D4BBE"/>
    <w:rsid w:val="007D4EF4"/>
    <w:rsid w:val="007D5542"/>
    <w:rsid w:val="007D5B5B"/>
    <w:rsid w:val="007D5BC3"/>
    <w:rsid w:val="007D61CF"/>
    <w:rsid w:val="007D6790"/>
    <w:rsid w:val="007D6B82"/>
    <w:rsid w:val="007D6C20"/>
    <w:rsid w:val="007D788D"/>
    <w:rsid w:val="007E0F82"/>
    <w:rsid w:val="007E1456"/>
    <w:rsid w:val="007E1484"/>
    <w:rsid w:val="007E14A6"/>
    <w:rsid w:val="007E1A2A"/>
    <w:rsid w:val="007E1EC1"/>
    <w:rsid w:val="007E2845"/>
    <w:rsid w:val="007E2B6D"/>
    <w:rsid w:val="007E3473"/>
    <w:rsid w:val="007E3BD3"/>
    <w:rsid w:val="007E4463"/>
    <w:rsid w:val="007E49CF"/>
    <w:rsid w:val="007E4B2E"/>
    <w:rsid w:val="007E4EF6"/>
    <w:rsid w:val="007E54E3"/>
    <w:rsid w:val="007E5943"/>
    <w:rsid w:val="007E5FE6"/>
    <w:rsid w:val="007E6526"/>
    <w:rsid w:val="007E68C2"/>
    <w:rsid w:val="007E7014"/>
    <w:rsid w:val="007E705E"/>
    <w:rsid w:val="007E785A"/>
    <w:rsid w:val="007F081B"/>
    <w:rsid w:val="007F0EC3"/>
    <w:rsid w:val="007F1021"/>
    <w:rsid w:val="007F114E"/>
    <w:rsid w:val="007F127B"/>
    <w:rsid w:val="007F1C67"/>
    <w:rsid w:val="007F1E34"/>
    <w:rsid w:val="007F1ED4"/>
    <w:rsid w:val="007F267F"/>
    <w:rsid w:val="007F28CF"/>
    <w:rsid w:val="007F28D8"/>
    <w:rsid w:val="007F350D"/>
    <w:rsid w:val="007F44E7"/>
    <w:rsid w:val="007F45D1"/>
    <w:rsid w:val="007F60E8"/>
    <w:rsid w:val="007F6ADA"/>
    <w:rsid w:val="007F7955"/>
    <w:rsid w:val="007F7F97"/>
    <w:rsid w:val="00800DC7"/>
    <w:rsid w:val="00801318"/>
    <w:rsid w:val="0080144E"/>
    <w:rsid w:val="00801E53"/>
    <w:rsid w:val="00802811"/>
    <w:rsid w:val="00802924"/>
    <w:rsid w:val="00803CAE"/>
    <w:rsid w:val="00804897"/>
    <w:rsid w:val="0080493D"/>
    <w:rsid w:val="008052EF"/>
    <w:rsid w:val="00805730"/>
    <w:rsid w:val="00806988"/>
    <w:rsid w:val="00807810"/>
    <w:rsid w:val="00807E6C"/>
    <w:rsid w:val="00810137"/>
    <w:rsid w:val="00810760"/>
    <w:rsid w:val="0081128E"/>
    <w:rsid w:val="00812AF5"/>
    <w:rsid w:val="00812B41"/>
    <w:rsid w:val="008131FA"/>
    <w:rsid w:val="00814051"/>
    <w:rsid w:val="00814F1E"/>
    <w:rsid w:val="008156E3"/>
    <w:rsid w:val="008158BF"/>
    <w:rsid w:val="00815B3D"/>
    <w:rsid w:val="008163D2"/>
    <w:rsid w:val="00816610"/>
    <w:rsid w:val="00816A3C"/>
    <w:rsid w:val="00816C12"/>
    <w:rsid w:val="008170B2"/>
    <w:rsid w:val="00817313"/>
    <w:rsid w:val="00820D6E"/>
    <w:rsid w:val="00822496"/>
    <w:rsid w:val="0082267F"/>
    <w:rsid w:val="008229ED"/>
    <w:rsid w:val="00823766"/>
    <w:rsid w:val="0082383C"/>
    <w:rsid w:val="00823A19"/>
    <w:rsid w:val="00824271"/>
    <w:rsid w:val="00824EF1"/>
    <w:rsid w:val="00825677"/>
    <w:rsid w:val="00825841"/>
    <w:rsid w:val="00825C12"/>
    <w:rsid w:val="00827C64"/>
    <w:rsid w:val="00830912"/>
    <w:rsid w:val="00830CD8"/>
    <w:rsid w:val="00830E14"/>
    <w:rsid w:val="00831479"/>
    <w:rsid w:val="00831E64"/>
    <w:rsid w:val="0083203C"/>
    <w:rsid w:val="0083209B"/>
    <w:rsid w:val="00832C0B"/>
    <w:rsid w:val="00832ED7"/>
    <w:rsid w:val="008342D2"/>
    <w:rsid w:val="00834346"/>
    <w:rsid w:val="00834FE5"/>
    <w:rsid w:val="00835407"/>
    <w:rsid w:val="00835A2F"/>
    <w:rsid w:val="00835D99"/>
    <w:rsid w:val="0083756C"/>
    <w:rsid w:val="00840C76"/>
    <w:rsid w:val="00841208"/>
    <w:rsid w:val="00842223"/>
    <w:rsid w:val="0084227E"/>
    <w:rsid w:val="00842673"/>
    <w:rsid w:val="00843C0E"/>
    <w:rsid w:val="00843F40"/>
    <w:rsid w:val="0084447F"/>
    <w:rsid w:val="00844D41"/>
    <w:rsid w:val="00844E60"/>
    <w:rsid w:val="00845158"/>
    <w:rsid w:val="00845813"/>
    <w:rsid w:val="00845A53"/>
    <w:rsid w:val="008461FA"/>
    <w:rsid w:val="00846810"/>
    <w:rsid w:val="0084728A"/>
    <w:rsid w:val="0084740A"/>
    <w:rsid w:val="00847A8A"/>
    <w:rsid w:val="00847CB7"/>
    <w:rsid w:val="00850037"/>
    <w:rsid w:val="0085071F"/>
    <w:rsid w:val="00850754"/>
    <w:rsid w:val="00850D16"/>
    <w:rsid w:val="00850FB2"/>
    <w:rsid w:val="0085109E"/>
    <w:rsid w:val="00851A5D"/>
    <w:rsid w:val="008529F5"/>
    <w:rsid w:val="00852AA0"/>
    <w:rsid w:val="00852ED2"/>
    <w:rsid w:val="00852F7F"/>
    <w:rsid w:val="00853AC6"/>
    <w:rsid w:val="008542EF"/>
    <w:rsid w:val="00854F93"/>
    <w:rsid w:val="0085514D"/>
    <w:rsid w:val="008569D3"/>
    <w:rsid w:val="00856CBD"/>
    <w:rsid w:val="00856DC4"/>
    <w:rsid w:val="00856E0F"/>
    <w:rsid w:val="008570C5"/>
    <w:rsid w:val="008575B8"/>
    <w:rsid w:val="00857C5A"/>
    <w:rsid w:val="00857F92"/>
    <w:rsid w:val="008600E7"/>
    <w:rsid w:val="00860441"/>
    <w:rsid w:val="00860E0D"/>
    <w:rsid w:val="008616C7"/>
    <w:rsid w:val="00861D64"/>
    <w:rsid w:val="00861EE2"/>
    <w:rsid w:val="00861F38"/>
    <w:rsid w:val="00863FC4"/>
    <w:rsid w:val="00864A6D"/>
    <w:rsid w:val="00864B37"/>
    <w:rsid w:val="008650D2"/>
    <w:rsid w:val="008652EB"/>
    <w:rsid w:val="0086560D"/>
    <w:rsid w:val="008659A1"/>
    <w:rsid w:val="008660AC"/>
    <w:rsid w:val="0086779A"/>
    <w:rsid w:val="00867EC9"/>
    <w:rsid w:val="008704DD"/>
    <w:rsid w:val="008708F9"/>
    <w:rsid w:val="00872A9A"/>
    <w:rsid w:val="00873521"/>
    <w:rsid w:val="00873D0E"/>
    <w:rsid w:val="00874526"/>
    <w:rsid w:val="00874D42"/>
    <w:rsid w:val="00875018"/>
    <w:rsid w:val="0087660C"/>
    <w:rsid w:val="00876DF3"/>
    <w:rsid w:val="00876FAC"/>
    <w:rsid w:val="0087750B"/>
    <w:rsid w:val="0087764B"/>
    <w:rsid w:val="00877F30"/>
    <w:rsid w:val="00881ADA"/>
    <w:rsid w:val="00882A7D"/>
    <w:rsid w:val="00884368"/>
    <w:rsid w:val="00884555"/>
    <w:rsid w:val="0088590D"/>
    <w:rsid w:val="00886602"/>
    <w:rsid w:val="00887745"/>
    <w:rsid w:val="00890494"/>
    <w:rsid w:val="008905C5"/>
    <w:rsid w:val="0089119A"/>
    <w:rsid w:val="008912A9"/>
    <w:rsid w:val="00891BE2"/>
    <w:rsid w:val="00891CB2"/>
    <w:rsid w:val="00892187"/>
    <w:rsid w:val="0089275C"/>
    <w:rsid w:val="00892D16"/>
    <w:rsid w:val="008937FE"/>
    <w:rsid w:val="00893E2C"/>
    <w:rsid w:val="00893E5F"/>
    <w:rsid w:val="008950E3"/>
    <w:rsid w:val="0089631D"/>
    <w:rsid w:val="008963EF"/>
    <w:rsid w:val="00896631"/>
    <w:rsid w:val="008972D6"/>
    <w:rsid w:val="0089773B"/>
    <w:rsid w:val="008978A1"/>
    <w:rsid w:val="008A09A3"/>
    <w:rsid w:val="008A0CD3"/>
    <w:rsid w:val="008A1231"/>
    <w:rsid w:val="008A1537"/>
    <w:rsid w:val="008A21BB"/>
    <w:rsid w:val="008A2A2B"/>
    <w:rsid w:val="008A391E"/>
    <w:rsid w:val="008A3D38"/>
    <w:rsid w:val="008A3DCB"/>
    <w:rsid w:val="008A40D2"/>
    <w:rsid w:val="008A46A6"/>
    <w:rsid w:val="008A536A"/>
    <w:rsid w:val="008A5E69"/>
    <w:rsid w:val="008A608A"/>
    <w:rsid w:val="008A652E"/>
    <w:rsid w:val="008A678C"/>
    <w:rsid w:val="008A734F"/>
    <w:rsid w:val="008A7381"/>
    <w:rsid w:val="008A7607"/>
    <w:rsid w:val="008B013A"/>
    <w:rsid w:val="008B06A8"/>
    <w:rsid w:val="008B0B11"/>
    <w:rsid w:val="008B1B60"/>
    <w:rsid w:val="008B241C"/>
    <w:rsid w:val="008B258B"/>
    <w:rsid w:val="008B2842"/>
    <w:rsid w:val="008B3026"/>
    <w:rsid w:val="008B3C9B"/>
    <w:rsid w:val="008B4329"/>
    <w:rsid w:val="008B4542"/>
    <w:rsid w:val="008B4DCC"/>
    <w:rsid w:val="008B56B8"/>
    <w:rsid w:val="008B56C5"/>
    <w:rsid w:val="008B617B"/>
    <w:rsid w:val="008B794F"/>
    <w:rsid w:val="008B7C22"/>
    <w:rsid w:val="008B7CB7"/>
    <w:rsid w:val="008B7F73"/>
    <w:rsid w:val="008C0FE3"/>
    <w:rsid w:val="008C1665"/>
    <w:rsid w:val="008C1F04"/>
    <w:rsid w:val="008C1FAC"/>
    <w:rsid w:val="008C2280"/>
    <w:rsid w:val="008C26C1"/>
    <w:rsid w:val="008C2728"/>
    <w:rsid w:val="008C3B46"/>
    <w:rsid w:val="008C3E1D"/>
    <w:rsid w:val="008C485F"/>
    <w:rsid w:val="008C4E62"/>
    <w:rsid w:val="008C5545"/>
    <w:rsid w:val="008C597B"/>
    <w:rsid w:val="008C5A6E"/>
    <w:rsid w:val="008C6386"/>
    <w:rsid w:val="008C70D7"/>
    <w:rsid w:val="008C7F75"/>
    <w:rsid w:val="008D0382"/>
    <w:rsid w:val="008D0795"/>
    <w:rsid w:val="008D11CF"/>
    <w:rsid w:val="008D2661"/>
    <w:rsid w:val="008D32F5"/>
    <w:rsid w:val="008D357B"/>
    <w:rsid w:val="008D46C4"/>
    <w:rsid w:val="008D47B3"/>
    <w:rsid w:val="008D591D"/>
    <w:rsid w:val="008D5CAC"/>
    <w:rsid w:val="008D5FEB"/>
    <w:rsid w:val="008D625F"/>
    <w:rsid w:val="008D63B2"/>
    <w:rsid w:val="008D6471"/>
    <w:rsid w:val="008D6934"/>
    <w:rsid w:val="008D6D03"/>
    <w:rsid w:val="008D6D80"/>
    <w:rsid w:val="008D724F"/>
    <w:rsid w:val="008D7542"/>
    <w:rsid w:val="008E14DA"/>
    <w:rsid w:val="008E17A9"/>
    <w:rsid w:val="008E1B08"/>
    <w:rsid w:val="008E1D83"/>
    <w:rsid w:val="008E2084"/>
    <w:rsid w:val="008E2482"/>
    <w:rsid w:val="008E2792"/>
    <w:rsid w:val="008E2949"/>
    <w:rsid w:val="008E2DF6"/>
    <w:rsid w:val="008E3048"/>
    <w:rsid w:val="008E3126"/>
    <w:rsid w:val="008E3B1C"/>
    <w:rsid w:val="008E3BED"/>
    <w:rsid w:val="008E3C94"/>
    <w:rsid w:val="008E49F0"/>
    <w:rsid w:val="008E5521"/>
    <w:rsid w:val="008E5F4D"/>
    <w:rsid w:val="008E6EC7"/>
    <w:rsid w:val="008E7AC6"/>
    <w:rsid w:val="008F09DE"/>
    <w:rsid w:val="008F0BEC"/>
    <w:rsid w:val="008F10DF"/>
    <w:rsid w:val="008F1757"/>
    <w:rsid w:val="008F1EAA"/>
    <w:rsid w:val="008F2679"/>
    <w:rsid w:val="008F31C1"/>
    <w:rsid w:val="008F356A"/>
    <w:rsid w:val="008F38BF"/>
    <w:rsid w:val="008F4404"/>
    <w:rsid w:val="008F475C"/>
    <w:rsid w:val="008F4863"/>
    <w:rsid w:val="008F4B5A"/>
    <w:rsid w:val="008F51A4"/>
    <w:rsid w:val="008F5350"/>
    <w:rsid w:val="008F57BC"/>
    <w:rsid w:val="008F5F37"/>
    <w:rsid w:val="008F604D"/>
    <w:rsid w:val="008F6555"/>
    <w:rsid w:val="008F6649"/>
    <w:rsid w:val="0090042A"/>
    <w:rsid w:val="009007EE"/>
    <w:rsid w:val="00900FFE"/>
    <w:rsid w:val="00901A1F"/>
    <w:rsid w:val="00901BBF"/>
    <w:rsid w:val="00901CBD"/>
    <w:rsid w:val="00902708"/>
    <w:rsid w:val="00902875"/>
    <w:rsid w:val="0090295A"/>
    <w:rsid w:val="00902989"/>
    <w:rsid w:val="0090333A"/>
    <w:rsid w:val="009035ED"/>
    <w:rsid w:val="00903A7A"/>
    <w:rsid w:val="00904996"/>
    <w:rsid w:val="009049B9"/>
    <w:rsid w:val="009056E6"/>
    <w:rsid w:val="00905961"/>
    <w:rsid w:val="00906145"/>
    <w:rsid w:val="0090686A"/>
    <w:rsid w:val="00906899"/>
    <w:rsid w:val="0090698C"/>
    <w:rsid w:val="00906A58"/>
    <w:rsid w:val="009075EE"/>
    <w:rsid w:val="00907C95"/>
    <w:rsid w:val="00907CEB"/>
    <w:rsid w:val="0091048E"/>
    <w:rsid w:val="009105EE"/>
    <w:rsid w:val="00911233"/>
    <w:rsid w:val="00911E2A"/>
    <w:rsid w:val="0091233C"/>
    <w:rsid w:val="0091241C"/>
    <w:rsid w:val="009129A7"/>
    <w:rsid w:val="00913091"/>
    <w:rsid w:val="009135D8"/>
    <w:rsid w:val="009143B4"/>
    <w:rsid w:val="009146CA"/>
    <w:rsid w:val="0091479B"/>
    <w:rsid w:val="00915511"/>
    <w:rsid w:val="00915E99"/>
    <w:rsid w:val="009160AE"/>
    <w:rsid w:val="0091659C"/>
    <w:rsid w:val="00916616"/>
    <w:rsid w:val="00916A05"/>
    <w:rsid w:val="00916D2B"/>
    <w:rsid w:val="00917567"/>
    <w:rsid w:val="0092000C"/>
    <w:rsid w:val="00920147"/>
    <w:rsid w:val="00920DA5"/>
    <w:rsid w:val="00920E6F"/>
    <w:rsid w:val="00921B8B"/>
    <w:rsid w:val="00922A10"/>
    <w:rsid w:val="0092407D"/>
    <w:rsid w:val="009244D7"/>
    <w:rsid w:val="00924A45"/>
    <w:rsid w:val="009253C4"/>
    <w:rsid w:val="00925F7F"/>
    <w:rsid w:val="009260CA"/>
    <w:rsid w:val="00926C76"/>
    <w:rsid w:val="00927057"/>
    <w:rsid w:val="00927641"/>
    <w:rsid w:val="00927FDB"/>
    <w:rsid w:val="00930063"/>
    <w:rsid w:val="00930164"/>
    <w:rsid w:val="00930C52"/>
    <w:rsid w:val="00931906"/>
    <w:rsid w:val="00931DEA"/>
    <w:rsid w:val="00932349"/>
    <w:rsid w:val="009325DA"/>
    <w:rsid w:val="009345FA"/>
    <w:rsid w:val="00934CC5"/>
    <w:rsid w:val="009351C8"/>
    <w:rsid w:val="00935490"/>
    <w:rsid w:val="00935696"/>
    <w:rsid w:val="009358AB"/>
    <w:rsid w:val="00935CE2"/>
    <w:rsid w:val="0093630F"/>
    <w:rsid w:val="0094192D"/>
    <w:rsid w:val="009419C7"/>
    <w:rsid w:val="00941C36"/>
    <w:rsid w:val="00941E80"/>
    <w:rsid w:val="00942F52"/>
    <w:rsid w:val="00942F7C"/>
    <w:rsid w:val="009434C7"/>
    <w:rsid w:val="009439A3"/>
    <w:rsid w:val="0094490D"/>
    <w:rsid w:val="00944D34"/>
    <w:rsid w:val="00945D69"/>
    <w:rsid w:val="00945F05"/>
    <w:rsid w:val="009460E4"/>
    <w:rsid w:val="009462DE"/>
    <w:rsid w:val="009463B9"/>
    <w:rsid w:val="0095016F"/>
    <w:rsid w:val="009504B4"/>
    <w:rsid w:val="0095095F"/>
    <w:rsid w:val="00950AE8"/>
    <w:rsid w:val="00950D72"/>
    <w:rsid w:val="00951707"/>
    <w:rsid w:val="00951CB8"/>
    <w:rsid w:val="0095284B"/>
    <w:rsid w:val="00953302"/>
    <w:rsid w:val="0095450F"/>
    <w:rsid w:val="009546D1"/>
    <w:rsid w:val="00954F15"/>
    <w:rsid w:val="0095624A"/>
    <w:rsid w:val="0095649A"/>
    <w:rsid w:val="009566F9"/>
    <w:rsid w:val="00956B2F"/>
    <w:rsid w:val="00956CCC"/>
    <w:rsid w:val="00960139"/>
    <w:rsid w:val="009602E8"/>
    <w:rsid w:val="009605EC"/>
    <w:rsid w:val="00961DC0"/>
    <w:rsid w:val="0096247A"/>
    <w:rsid w:val="00963AA9"/>
    <w:rsid w:val="00963F3F"/>
    <w:rsid w:val="00964D99"/>
    <w:rsid w:val="00964E65"/>
    <w:rsid w:val="0096529D"/>
    <w:rsid w:val="00965D23"/>
    <w:rsid w:val="00966784"/>
    <w:rsid w:val="00967432"/>
    <w:rsid w:val="0096758B"/>
    <w:rsid w:val="00967ABA"/>
    <w:rsid w:val="00967B38"/>
    <w:rsid w:val="00970031"/>
    <w:rsid w:val="00970E5B"/>
    <w:rsid w:val="00971148"/>
    <w:rsid w:val="00971F40"/>
    <w:rsid w:val="0097248F"/>
    <w:rsid w:val="0097297B"/>
    <w:rsid w:val="00972C94"/>
    <w:rsid w:val="009748A1"/>
    <w:rsid w:val="00975C97"/>
    <w:rsid w:val="0097645A"/>
    <w:rsid w:val="0097650C"/>
    <w:rsid w:val="0097664E"/>
    <w:rsid w:val="00980B0D"/>
    <w:rsid w:val="0098131F"/>
    <w:rsid w:val="00981D19"/>
    <w:rsid w:val="00981FA6"/>
    <w:rsid w:val="009823E1"/>
    <w:rsid w:val="00982504"/>
    <w:rsid w:val="00982612"/>
    <w:rsid w:val="00982B86"/>
    <w:rsid w:val="00983056"/>
    <w:rsid w:val="0098321E"/>
    <w:rsid w:val="00983D60"/>
    <w:rsid w:val="00985AC0"/>
    <w:rsid w:val="00985E16"/>
    <w:rsid w:val="00987194"/>
    <w:rsid w:val="00987275"/>
    <w:rsid w:val="00990180"/>
    <w:rsid w:val="0099049C"/>
    <w:rsid w:val="00990747"/>
    <w:rsid w:val="00991265"/>
    <w:rsid w:val="0099299D"/>
    <w:rsid w:val="00992A07"/>
    <w:rsid w:val="00992B2B"/>
    <w:rsid w:val="00992EAD"/>
    <w:rsid w:val="00993719"/>
    <w:rsid w:val="009938EA"/>
    <w:rsid w:val="0099441B"/>
    <w:rsid w:val="009945BF"/>
    <w:rsid w:val="0099615A"/>
    <w:rsid w:val="00996168"/>
    <w:rsid w:val="009961F1"/>
    <w:rsid w:val="0099648F"/>
    <w:rsid w:val="0099744B"/>
    <w:rsid w:val="009A044F"/>
    <w:rsid w:val="009A145C"/>
    <w:rsid w:val="009A593B"/>
    <w:rsid w:val="009A5B09"/>
    <w:rsid w:val="009A6542"/>
    <w:rsid w:val="009A6DF6"/>
    <w:rsid w:val="009A77B6"/>
    <w:rsid w:val="009B026A"/>
    <w:rsid w:val="009B0753"/>
    <w:rsid w:val="009B0A6A"/>
    <w:rsid w:val="009B1803"/>
    <w:rsid w:val="009B25AA"/>
    <w:rsid w:val="009B34A1"/>
    <w:rsid w:val="009B3747"/>
    <w:rsid w:val="009B413E"/>
    <w:rsid w:val="009B4EA8"/>
    <w:rsid w:val="009B4F64"/>
    <w:rsid w:val="009B5CC7"/>
    <w:rsid w:val="009B6273"/>
    <w:rsid w:val="009B6749"/>
    <w:rsid w:val="009B68C4"/>
    <w:rsid w:val="009C0024"/>
    <w:rsid w:val="009C136F"/>
    <w:rsid w:val="009C13D4"/>
    <w:rsid w:val="009C2155"/>
    <w:rsid w:val="009C21F0"/>
    <w:rsid w:val="009C2B89"/>
    <w:rsid w:val="009C2BBB"/>
    <w:rsid w:val="009C32CC"/>
    <w:rsid w:val="009C3561"/>
    <w:rsid w:val="009C3852"/>
    <w:rsid w:val="009C4BE0"/>
    <w:rsid w:val="009C6586"/>
    <w:rsid w:val="009C6B9D"/>
    <w:rsid w:val="009C6DD3"/>
    <w:rsid w:val="009C72C3"/>
    <w:rsid w:val="009D15CE"/>
    <w:rsid w:val="009D1808"/>
    <w:rsid w:val="009D3F82"/>
    <w:rsid w:val="009D4943"/>
    <w:rsid w:val="009D494E"/>
    <w:rsid w:val="009D58E1"/>
    <w:rsid w:val="009D5C96"/>
    <w:rsid w:val="009D5FA7"/>
    <w:rsid w:val="009D6510"/>
    <w:rsid w:val="009D6CD2"/>
    <w:rsid w:val="009D708E"/>
    <w:rsid w:val="009D7665"/>
    <w:rsid w:val="009E0A6D"/>
    <w:rsid w:val="009E13E5"/>
    <w:rsid w:val="009E184F"/>
    <w:rsid w:val="009E1E75"/>
    <w:rsid w:val="009E243F"/>
    <w:rsid w:val="009E251E"/>
    <w:rsid w:val="009E260D"/>
    <w:rsid w:val="009E2714"/>
    <w:rsid w:val="009E2B11"/>
    <w:rsid w:val="009E3FF9"/>
    <w:rsid w:val="009E4648"/>
    <w:rsid w:val="009E466B"/>
    <w:rsid w:val="009E4D65"/>
    <w:rsid w:val="009E5089"/>
    <w:rsid w:val="009E51A7"/>
    <w:rsid w:val="009E53EC"/>
    <w:rsid w:val="009E5ACD"/>
    <w:rsid w:val="009E5B77"/>
    <w:rsid w:val="009E6300"/>
    <w:rsid w:val="009E7019"/>
    <w:rsid w:val="009E77E8"/>
    <w:rsid w:val="009F098C"/>
    <w:rsid w:val="009F145F"/>
    <w:rsid w:val="009F1514"/>
    <w:rsid w:val="009F176C"/>
    <w:rsid w:val="009F1AA3"/>
    <w:rsid w:val="009F1F01"/>
    <w:rsid w:val="009F28D7"/>
    <w:rsid w:val="009F2B62"/>
    <w:rsid w:val="009F35F0"/>
    <w:rsid w:val="009F36D0"/>
    <w:rsid w:val="009F3FFF"/>
    <w:rsid w:val="009F40BD"/>
    <w:rsid w:val="009F5A31"/>
    <w:rsid w:val="009F61CA"/>
    <w:rsid w:val="009F67CA"/>
    <w:rsid w:val="009F6912"/>
    <w:rsid w:val="009F7B7B"/>
    <w:rsid w:val="00A00277"/>
    <w:rsid w:val="00A006CA"/>
    <w:rsid w:val="00A00C38"/>
    <w:rsid w:val="00A01187"/>
    <w:rsid w:val="00A01DE9"/>
    <w:rsid w:val="00A029AF"/>
    <w:rsid w:val="00A02F13"/>
    <w:rsid w:val="00A037FD"/>
    <w:rsid w:val="00A03ABD"/>
    <w:rsid w:val="00A03EC0"/>
    <w:rsid w:val="00A0498F"/>
    <w:rsid w:val="00A04C8F"/>
    <w:rsid w:val="00A05D7E"/>
    <w:rsid w:val="00A05EFE"/>
    <w:rsid w:val="00A05FFD"/>
    <w:rsid w:val="00A070E4"/>
    <w:rsid w:val="00A077C9"/>
    <w:rsid w:val="00A078D3"/>
    <w:rsid w:val="00A07D6A"/>
    <w:rsid w:val="00A101DF"/>
    <w:rsid w:val="00A113D3"/>
    <w:rsid w:val="00A1152B"/>
    <w:rsid w:val="00A12805"/>
    <w:rsid w:val="00A12C90"/>
    <w:rsid w:val="00A12CF0"/>
    <w:rsid w:val="00A137F2"/>
    <w:rsid w:val="00A1387B"/>
    <w:rsid w:val="00A13C38"/>
    <w:rsid w:val="00A146D9"/>
    <w:rsid w:val="00A14A8F"/>
    <w:rsid w:val="00A1502E"/>
    <w:rsid w:val="00A15A4A"/>
    <w:rsid w:val="00A15FE2"/>
    <w:rsid w:val="00A16B23"/>
    <w:rsid w:val="00A16B4E"/>
    <w:rsid w:val="00A17056"/>
    <w:rsid w:val="00A170AE"/>
    <w:rsid w:val="00A1717E"/>
    <w:rsid w:val="00A1742D"/>
    <w:rsid w:val="00A17BB3"/>
    <w:rsid w:val="00A17C04"/>
    <w:rsid w:val="00A2006C"/>
    <w:rsid w:val="00A200AE"/>
    <w:rsid w:val="00A20E41"/>
    <w:rsid w:val="00A2105A"/>
    <w:rsid w:val="00A21152"/>
    <w:rsid w:val="00A214C9"/>
    <w:rsid w:val="00A215DC"/>
    <w:rsid w:val="00A21C6C"/>
    <w:rsid w:val="00A22D5A"/>
    <w:rsid w:val="00A234DC"/>
    <w:rsid w:val="00A23B3F"/>
    <w:rsid w:val="00A247E6"/>
    <w:rsid w:val="00A24A85"/>
    <w:rsid w:val="00A24B25"/>
    <w:rsid w:val="00A24C1E"/>
    <w:rsid w:val="00A25F62"/>
    <w:rsid w:val="00A2611A"/>
    <w:rsid w:val="00A266B8"/>
    <w:rsid w:val="00A26D28"/>
    <w:rsid w:val="00A26EA4"/>
    <w:rsid w:val="00A27F89"/>
    <w:rsid w:val="00A3024C"/>
    <w:rsid w:val="00A3029C"/>
    <w:rsid w:val="00A30326"/>
    <w:rsid w:val="00A308A5"/>
    <w:rsid w:val="00A30C80"/>
    <w:rsid w:val="00A31DEF"/>
    <w:rsid w:val="00A31F54"/>
    <w:rsid w:val="00A320D8"/>
    <w:rsid w:val="00A32147"/>
    <w:rsid w:val="00A322B6"/>
    <w:rsid w:val="00A3247F"/>
    <w:rsid w:val="00A347FB"/>
    <w:rsid w:val="00A35927"/>
    <w:rsid w:val="00A35A6E"/>
    <w:rsid w:val="00A367E1"/>
    <w:rsid w:val="00A36BA5"/>
    <w:rsid w:val="00A370F1"/>
    <w:rsid w:val="00A37DD6"/>
    <w:rsid w:val="00A4017C"/>
    <w:rsid w:val="00A40450"/>
    <w:rsid w:val="00A417A1"/>
    <w:rsid w:val="00A41EC3"/>
    <w:rsid w:val="00A426A2"/>
    <w:rsid w:val="00A42EF1"/>
    <w:rsid w:val="00A42F3B"/>
    <w:rsid w:val="00A43C38"/>
    <w:rsid w:val="00A446A4"/>
    <w:rsid w:val="00A44E96"/>
    <w:rsid w:val="00A4534B"/>
    <w:rsid w:val="00A45D23"/>
    <w:rsid w:val="00A460B9"/>
    <w:rsid w:val="00A46121"/>
    <w:rsid w:val="00A463DB"/>
    <w:rsid w:val="00A467B8"/>
    <w:rsid w:val="00A46A4F"/>
    <w:rsid w:val="00A46A77"/>
    <w:rsid w:val="00A46D4E"/>
    <w:rsid w:val="00A46EDA"/>
    <w:rsid w:val="00A47E53"/>
    <w:rsid w:val="00A52B00"/>
    <w:rsid w:val="00A5304E"/>
    <w:rsid w:val="00A530E7"/>
    <w:rsid w:val="00A538C4"/>
    <w:rsid w:val="00A54021"/>
    <w:rsid w:val="00A54756"/>
    <w:rsid w:val="00A548D2"/>
    <w:rsid w:val="00A55814"/>
    <w:rsid w:val="00A55E93"/>
    <w:rsid w:val="00A56282"/>
    <w:rsid w:val="00A56ABD"/>
    <w:rsid w:val="00A56F18"/>
    <w:rsid w:val="00A57683"/>
    <w:rsid w:val="00A57839"/>
    <w:rsid w:val="00A57BAE"/>
    <w:rsid w:val="00A57D8E"/>
    <w:rsid w:val="00A63657"/>
    <w:rsid w:val="00A6460C"/>
    <w:rsid w:val="00A64A57"/>
    <w:rsid w:val="00A64E47"/>
    <w:rsid w:val="00A657F2"/>
    <w:rsid w:val="00A65B1C"/>
    <w:rsid w:val="00A65BCD"/>
    <w:rsid w:val="00A70D3E"/>
    <w:rsid w:val="00A7148E"/>
    <w:rsid w:val="00A7154E"/>
    <w:rsid w:val="00A71D53"/>
    <w:rsid w:val="00A71E46"/>
    <w:rsid w:val="00A7253B"/>
    <w:rsid w:val="00A72AC7"/>
    <w:rsid w:val="00A74AC3"/>
    <w:rsid w:val="00A74ED4"/>
    <w:rsid w:val="00A75866"/>
    <w:rsid w:val="00A759BC"/>
    <w:rsid w:val="00A75FFF"/>
    <w:rsid w:val="00A76AB6"/>
    <w:rsid w:val="00A76E07"/>
    <w:rsid w:val="00A777B3"/>
    <w:rsid w:val="00A80254"/>
    <w:rsid w:val="00A8033E"/>
    <w:rsid w:val="00A8181B"/>
    <w:rsid w:val="00A837B3"/>
    <w:rsid w:val="00A8424B"/>
    <w:rsid w:val="00A84465"/>
    <w:rsid w:val="00A846C9"/>
    <w:rsid w:val="00A84AB6"/>
    <w:rsid w:val="00A84BE7"/>
    <w:rsid w:val="00A85283"/>
    <w:rsid w:val="00A855D3"/>
    <w:rsid w:val="00A85855"/>
    <w:rsid w:val="00A85887"/>
    <w:rsid w:val="00A87836"/>
    <w:rsid w:val="00A879E2"/>
    <w:rsid w:val="00A906CC"/>
    <w:rsid w:val="00A912C8"/>
    <w:rsid w:val="00A91B6C"/>
    <w:rsid w:val="00A91BE6"/>
    <w:rsid w:val="00A91BFB"/>
    <w:rsid w:val="00A927DD"/>
    <w:rsid w:val="00A93C41"/>
    <w:rsid w:val="00A94020"/>
    <w:rsid w:val="00A94487"/>
    <w:rsid w:val="00A9463B"/>
    <w:rsid w:val="00A94E54"/>
    <w:rsid w:val="00A95619"/>
    <w:rsid w:val="00A95BBA"/>
    <w:rsid w:val="00A95C2D"/>
    <w:rsid w:val="00A96EB4"/>
    <w:rsid w:val="00A971F5"/>
    <w:rsid w:val="00A974CE"/>
    <w:rsid w:val="00A977E3"/>
    <w:rsid w:val="00AA06FC"/>
    <w:rsid w:val="00AA1096"/>
    <w:rsid w:val="00AA256B"/>
    <w:rsid w:val="00AA2CA6"/>
    <w:rsid w:val="00AA30D7"/>
    <w:rsid w:val="00AA3203"/>
    <w:rsid w:val="00AA3224"/>
    <w:rsid w:val="00AA4042"/>
    <w:rsid w:val="00AA47E3"/>
    <w:rsid w:val="00AA4FE8"/>
    <w:rsid w:val="00AA513F"/>
    <w:rsid w:val="00AA5650"/>
    <w:rsid w:val="00AA5EC3"/>
    <w:rsid w:val="00AA5ECF"/>
    <w:rsid w:val="00AA6B81"/>
    <w:rsid w:val="00AA7096"/>
    <w:rsid w:val="00AA72C5"/>
    <w:rsid w:val="00AA749B"/>
    <w:rsid w:val="00AA7D8F"/>
    <w:rsid w:val="00AB1A84"/>
    <w:rsid w:val="00AB1D58"/>
    <w:rsid w:val="00AB2A84"/>
    <w:rsid w:val="00AB3258"/>
    <w:rsid w:val="00AB339C"/>
    <w:rsid w:val="00AB3AC7"/>
    <w:rsid w:val="00AB3CE8"/>
    <w:rsid w:val="00AB3F77"/>
    <w:rsid w:val="00AB404C"/>
    <w:rsid w:val="00AB4271"/>
    <w:rsid w:val="00AB43BB"/>
    <w:rsid w:val="00AB4A42"/>
    <w:rsid w:val="00AB4C9F"/>
    <w:rsid w:val="00AB56ED"/>
    <w:rsid w:val="00AB6691"/>
    <w:rsid w:val="00AB68D3"/>
    <w:rsid w:val="00AB6C6B"/>
    <w:rsid w:val="00AB6FAB"/>
    <w:rsid w:val="00AB7900"/>
    <w:rsid w:val="00AC050C"/>
    <w:rsid w:val="00AC0A73"/>
    <w:rsid w:val="00AC0EFD"/>
    <w:rsid w:val="00AC1495"/>
    <w:rsid w:val="00AC302E"/>
    <w:rsid w:val="00AC3CFA"/>
    <w:rsid w:val="00AC3F62"/>
    <w:rsid w:val="00AC3FE5"/>
    <w:rsid w:val="00AC45AE"/>
    <w:rsid w:val="00AC4871"/>
    <w:rsid w:val="00AC5418"/>
    <w:rsid w:val="00AC6127"/>
    <w:rsid w:val="00AC61ED"/>
    <w:rsid w:val="00AC630D"/>
    <w:rsid w:val="00AC66C8"/>
    <w:rsid w:val="00AC67D8"/>
    <w:rsid w:val="00AC6A06"/>
    <w:rsid w:val="00AD002F"/>
    <w:rsid w:val="00AD009C"/>
    <w:rsid w:val="00AD0549"/>
    <w:rsid w:val="00AD0675"/>
    <w:rsid w:val="00AD15FE"/>
    <w:rsid w:val="00AD2032"/>
    <w:rsid w:val="00AD20A2"/>
    <w:rsid w:val="00AD20BB"/>
    <w:rsid w:val="00AD2378"/>
    <w:rsid w:val="00AD257D"/>
    <w:rsid w:val="00AD2FD9"/>
    <w:rsid w:val="00AD3030"/>
    <w:rsid w:val="00AD3329"/>
    <w:rsid w:val="00AD35E1"/>
    <w:rsid w:val="00AD3AF8"/>
    <w:rsid w:val="00AD3E8D"/>
    <w:rsid w:val="00AD45D7"/>
    <w:rsid w:val="00AD46AC"/>
    <w:rsid w:val="00AD4ADE"/>
    <w:rsid w:val="00AD4D17"/>
    <w:rsid w:val="00AD502F"/>
    <w:rsid w:val="00AD6492"/>
    <w:rsid w:val="00AD720C"/>
    <w:rsid w:val="00AD78CC"/>
    <w:rsid w:val="00AD7A97"/>
    <w:rsid w:val="00AE0141"/>
    <w:rsid w:val="00AE12AE"/>
    <w:rsid w:val="00AE2170"/>
    <w:rsid w:val="00AE2367"/>
    <w:rsid w:val="00AE2F49"/>
    <w:rsid w:val="00AE3168"/>
    <w:rsid w:val="00AE3DA0"/>
    <w:rsid w:val="00AE3F58"/>
    <w:rsid w:val="00AE4661"/>
    <w:rsid w:val="00AE511A"/>
    <w:rsid w:val="00AE59CD"/>
    <w:rsid w:val="00AE5C65"/>
    <w:rsid w:val="00AE6186"/>
    <w:rsid w:val="00AE653E"/>
    <w:rsid w:val="00AF0141"/>
    <w:rsid w:val="00AF07FA"/>
    <w:rsid w:val="00AF16D3"/>
    <w:rsid w:val="00AF2B2E"/>
    <w:rsid w:val="00AF2E04"/>
    <w:rsid w:val="00AF2E08"/>
    <w:rsid w:val="00AF3358"/>
    <w:rsid w:val="00AF3F3F"/>
    <w:rsid w:val="00AF476B"/>
    <w:rsid w:val="00AF5547"/>
    <w:rsid w:val="00AF5BCE"/>
    <w:rsid w:val="00AF6FEB"/>
    <w:rsid w:val="00AF7190"/>
    <w:rsid w:val="00AF71A9"/>
    <w:rsid w:val="00AF7354"/>
    <w:rsid w:val="00B00755"/>
    <w:rsid w:val="00B02713"/>
    <w:rsid w:val="00B028C1"/>
    <w:rsid w:val="00B030B3"/>
    <w:rsid w:val="00B0372D"/>
    <w:rsid w:val="00B03739"/>
    <w:rsid w:val="00B043CD"/>
    <w:rsid w:val="00B053D8"/>
    <w:rsid w:val="00B0560C"/>
    <w:rsid w:val="00B0600B"/>
    <w:rsid w:val="00B0643B"/>
    <w:rsid w:val="00B07BE2"/>
    <w:rsid w:val="00B117D2"/>
    <w:rsid w:val="00B129F8"/>
    <w:rsid w:val="00B12DFE"/>
    <w:rsid w:val="00B130FE"/>
    <w:rsid w:val="00B13323"/>
    <w:rsid w:val="00B1492C"/>
    <w:rsid w:val="00B15F67"/>
    <w:rsid w:val="00B15FC7"/>
    <w:rsid w:val="00B16BA9"/>
    <w:rsid w:val="00B17E4A"/>
    <w:rsid w:val="00B201AA"/>
    <w:rsid w:val="00B202D4"/>
    <w:rsid w:val="00B20398"/>
    <w:rsid w:val="00B206BC"/>
    <w:rsid w:val="00B20C77"/>
    <w:rsid w:val="00B20C85"/>
    <w:rsid w:val="00B20F0F"/>
    <w:rsid w:val="00B20FBC"/>
    <w:rsid w:val="00B21215"/>
    <w:rsid w:val="00B212CE"/>
    <w:rsid w:val="00B218E9"/>
    <w:rsid w:val="00B22210"/>
    <w:rsid w:val="00B237FE"/>
    <w:rsid w:val="00B24036"/>
    <w:rsid w:val="00B245FC"/>
    <w:rsid w:val="00B25B14"/>
    <w:rsid w:val="00B2666F"/>
    <w:rsid w:val="00B26915"/>
    <w:rsid w:val="00B2767C"/>
    <w:rsid w:val="00B27D0A"/>
    <w:rsid w:val="00B27E50"/>
    <w:rsid w:val="00B30669"/>
    <w:rsid w:val="00B3150A"/>
    <w:rsid w:val="00B31B1D"/>
    <w:rsid w:val="00B3215C"/>
    <w:rsid w:val="00B32B46"/>
    <w:rsid w:val="00B338CD"/>
    <w:rsid w:val="00B33A37"/>
    <w:rsid w:val="00B34389"/>
    <w:rsid w:val="00B344E9"/>
    <w:rsid w:val="00B35B61"/>
    <w:rsid w:val="00B3610C"/>
    <w:rsid w:val="00B36273"/>
    <w:rsid w:val="00B36A5E"/>
    <w:rsid w:val="00B36AEC"/>
    <w:rsid w:val="00B37D87"/>
    <w:rsid w:val="00B400C5"/>
    <w:rsid w:val="00B40A7A"/>
    <w:rsid w:val="00B40D87"/>
    <w:rsid w:val="00B4167D"/>
    <w:rsid w:val="00B42802"/>
    <w:rsid w:val="00B428C6"/>
    <w:rsid w:val="00B43F84"/>
    <w:rsid w:val="00B442D9"/>
    <w:rsid w:val="00B44C15"/>
    <w:rsid w:val="00B453DB"/>
    <w:rsid w:val="00B45830"/>
    <w:rsid w:val="00B45E15"/>
    <w:rsid w:val="00B46250"/>
    <w:rsid w:val="00B46733"/>
    <w:rsid w:val="00B46DF7"/>
    <w:rsid w:val="00B47193"/>
    <w:rsid w:val="00B4756D"/>
    <w:rsid w:val="00B50CBA"/>
    <w:rsid w:val="00B5252B"/>
    <w:rsid w:val="00B52BBC"/>
    <w:rsid w:val="00B5325C"/>
    <w:rsid w:val="00B53BAD"/>
    <w:rsid w:val="00B54306"/>
    <w:rsid w:val="00B54D56"/>
    <w:rsid w:val="00B55239"/>
    <w:rsid w:val="00B55494"/>
    <w:rsid w:val="00B55CDD"/>
    <w:rsid w:val="00B572B5"/>
    <w:rsid w:val="00B57C70"/>
    <w:rsid w:val="00B604CA"/>
    <w:rsid w:val="00B62007"/>
    <w:rsid w:val="00B626CA"/>
    <w:rsid w:val="00B629B0"/>
    <w:rsid w:val="00B631BA"/>
    <w:rsid w:val="00B63631"/>
    <w:rsid w:val="00B637EE"/>
    <w:rsid w:val="00B63AE2"/>
    <w:rsid w:val="00B6578D"/>
    <w:rsid w:val="00B65B07"/>
    <w:rsid w:val="00B65B84"/>
    <w:rsid w:val="00B666FC"/>
    <w:rsid w:val="00B66F00"/>
    <w:rsid w:val="00B6766B"/>
    <w:rsid w:val="00B67FBA"/>
    <w:rsid w:val="00B70D9D"/>
    <w:rsid w:val="00B718BA"/>
    <w:rsid w:val="00B71EC7"/>
    <w:rsid w:val="00B72335"/>
    <w:rsid w:val="00B72C4B"/>
    <w:rsid w:val="00B72CF7"/>
    <w:rsid w:val="00B73B60"/>
    <w:rsid w:val="00B75105"/>
    <w:rsid w:val="00B7515A"/>
    <w:rsid w:val="00B75AF9"/>
    <w:rsid w:val="00B75C5C"/>
    <w:rsid w:val="00B75E3A"/>
    <w:rsid w:val="00B7666C"/>
    <w:rsid w:val="00B76814"/>
    <w:rsid w:val="00B76978"/>
    <w:rsid w:val="00B76D1E"/>
    <w:rsid w:val="00B778E6"/>
    <w:rsid w:val="00B8027E"/>
    <w:rsid w:val="00B804F0"/>
    <w:rsid w:val="00B81447"/>
    <w:rsid w:val="00B82BA4"/>
    <w:rsid w:val="00B83F2B"/>
    <w:rsid w:val="00B848F1"/>
    <w:rsid w:val="00B851F9"/>
    <w:rsid w:val="00B85425"/>
    <w:rsid w:val="00B85569"/>
    <w:rsid w:val="00B856A8"/>
    <w:rsid w:val="00B85774"/>
    <w:rsid w:val="00B86179"/>
    <w:rsid w:val="00B86219"/>
    <w:rsid w:val="00B86951"/>
    <w:rsid w:val="00B906E5"/>
    <w:rsid w:val="00B90DFC"/>
    <w:rsid w:val="00B91472"/>
    <w:rsid w:val="00B91549"/>
    <w:rsid w:val="00B91C51"/>
    <w:rsid w:val="00B91D8D"/>
    <w:rsid w:val="00B92733"/>
    <w:rsid w:val="00B92E34"/>
    <w:rsid w:val="00B936EF"/>
    <w:rsid w:val="00B93748"/>
    <w:rsid w:val="00B93926"/>
    <w:rsid w:val="00B93CEF"/>
    <w:rsid w:val="00B93E3E"/>
    <w:rsid w:val="00B940D0"/>
    <w:rsid w:val="00B9474B"/>
    <w:rsid w:val="00B950C0"/>
    <w:rsid w:val="00B9511C"/>
    <w:rsid w:val="00B95965"/>
    <w:rsid w:val="00B95CB6"/>
    <w:rsid w:val="00B95F8A"/>
    <w:rsid w:val="00B96E8F"/>
    <w:rsid w:val="00B97553"/>
    <w:rsid w:val="00B97597"/>
    <w:rsid w:val="00B9792D"/>
    <w:rsid w:val="00B97AB9"/>
    <w:rsid w:val="00B97AEB"/>
    <w:rsid w:val="00B97B56"/>
    <w:rsid w:val="00BA00DB"/>
    <w:rsid w:val="00BA0A7C"/>
    <w:rsid w:val="00BA0B47"/>
    <w:rsid w:val="00BA0F7E"/>
    <w:rsid w:val="00BA1392"/>
    <w:rsid w:val="00BA1803"/>
    <w:rsid w:val="00BA1BDB"/>
    <w:rsid w:val="00BA2225"/>
    <w:rsid w:val="00BA23DF"/>
    <w:rsid w:val="00BA474F"/>
    <w:rsid w:val="00BA4D16"/>
    <w:rsid w:val="00BA4E62"/>
    <w:rsid w:val="00BA6561"/>
    <w:rsid w:val="00BA68B2"/>
    <w:rsid w:val="00BA6ABB"/>
    <w:rsid w:val="00BA74A6"/>
    <w:rsid w:val="00BA7616"/>
    <w:rsid w:val="00BA7B59"/>
    <w:rsid w:val="00BA7E23"/>
    <w:rsid w:val="00BA7E6F"/>
    <w:rsid w:val="00BA7F69"/>
    <w:rsid w:val="00BB0933"/>
    <w:rsid w:val="00BB1576"/>
    <w:rsid w:val="00BB1865"/>
    <w:rsid w:val="00BB1892"/>
    <w:rsid w:val="00BB1A91"/>
    <w:rsid w:val="00BB21F6"/>
    <w:rsid w:val="00BB31BD"/>
    <w:rsid w:val="00BB31C4"/>
    <w:rsid w:val="00BB39DB"/>
    <w:rsid w:val="00BB3C67"/>
    <w:rsid w:val="00BB46A9"/>
    <w:rsid w:val="00BB58B3"/>
    <w:rsid w:val="00BB6038"/>
    <w:rsid w:val="00BB6CC4"/>
    <w:rsid w:val="00BB729F"/>
    <w:rsid w:val="00BC03B6"/>
    <w:rsid w:val="00BC0532"/>
    <w:rsid w:val="00BC07F3"/>
    <w:rsid w:val="00BC0D3E"/>
    <w:rsid w:val="00BC1140"/>
    <w:rsid w:val="00BC152F"/>
    <w:rsid w:val="00BC171B"/>
    <w:rsid w:val="00BC18DA"/>
    <w:rsid w:val="00BC1C9C"/>
    <w:rsid w:val="00BC1F20"/>
    <w:rsid w:val="00BC31DA"/>
    <w:rsid w:val="00BC3472"/>
    <w:rsid w:val="00BC34C8"/>
    <w:rsid w:val="00BC39EF"/>
    <w:rsid w:val="00BC40C3"/>
    <w:rsid w:val="00BC4173"/>
    <w:rsid w:val="00BC55B9"/>
    <w:rsid w:val="00BC5FB8"/>
    <w:rsid w:val="00BC74B5"/>
    <w:rsid w:val="00BC7600"/>
    <w:rsid w:val="00BD055B"/>
    <w:rsid w:val="00BD0D12"/>
    <w:rsid w:val="00BD0F76"/>
    <w:rsid w:val="00BD124E"/>
    <w:rsid w:val="00BD1A63"/>
    <w:rsid w:val="00BD1C98"/>
    <w:rsid w:val="00BD228F"/>
    <w:rsid w:val="00BD22E1"/>
    <w:rsid w:val="00BD2DB1"/>
    <w:rsid w:val="00BD3C86"/>
    <w:rsid w:val="00BD3D4A"/>
    <w:rsid w:val="00BD3DEF"/>
    <w:rsid w:val="00BD463A"/>
    <w:rsid w:val="00BD4755"/>
    <w:rsid w:val="00BD49E9"/>
    <w:rsid w:val="00BD5E9F"/>
    <w:rsid w:val="00BD5FE6"/>
    <w:rsid w:val="00BD61EC"/>
    <w:rsid w:val="00BD6FE7"/>
    <w:rsid w:val="00BD7F9C"/>
    <w:rsid w:val="00BE0060"/>
    <w:rsid w:val="00BE022D"/>
    <w:rsid w:val="00BE11A9"/>
    <w:rsid w:val="00BE1950"/>
    <w:rsid w:val="00BE1978"/>
    <w:rsid w:val="00BE1B47"/>
    <w:rsid w:val="00BE20F6"/>
    <w:rsid w:val="00BE27C7"/>
    <w:rsid w:val="00BE2D97"/>
    <w:rsid w:val="00BE370E"/>
    <w:rsid w:val="00BE470A"/>
    <w:rsid w:val="00BE48EB"/>
    <w:rsid w:val="00BE4EA7"/>
    <w:rsid w:val="00BE59A8"/>
    <w:rsid w:val="00BE5EAD"/>
    <w:rsid w:val="00BE6329"/>
    <w:rsid w:val="00BE64AC"/>
    <w:rsid w:val="00BE6583"/>
    <w:rsid w:val="00BE65DB"/>
    <w:rsid w:val="00BE765D"/>
    <w:rsid w:val="00BE7B07"/>
    <w:rsid w:val="00BF013D"/>
    <w:rsid w:val="00BF0204"/>
    <w:rsid w:val="00BF0F3D"/>
    <w:rsid w:val="00BF1210"/>
    <w:rsid w:val="00BF13F4"/>
    <w:rsid w:val="00BF18F6"/>
    <w:rsid w:val="00BF2D28"/>
    <w:rsid w:val="00BF2F4E"/>
    <w:rsid w:val="00BF3731"/>
    <w:rsid w:val="00BF38AF"/>
    <w:rsid w:val="00BF3E99"/>
    <w:rsid w:val="00BF43E1"/>
    <w:rsid w:val="00BF4AF4"/>
    <w:rsid w:val="00BF4CEC"/>
    <w:rsid w:val="00BF4E0B"/>
    <w:rsid w:val="00BF5059"/>
    <w:rsid w:val="00BF52C4"/>
    <w:rsid w:val="00BF67E2"/>
    <w:rsid w:val="00BF6ACA"/>
    <w:rsid w:val="00BF6C29"/>
    <w:rsid w:val="00BF76CE"/>
    <w:rsid w:val="00BF77AE"/>
    <w:rsid w:val="00C00435"/>
    <w:rsid w:val="00C00663"/>
    <w:rsid w:val="00C010EB"/>
    <w:rsid w:val="00C01343"/>
    <w:rsid w:val="00C02202"/>
    <w:rsid w:val="00C0230C"/>
    <w:rsid w:val="00C02CAC"/>
    <w:rsid w:val="00C033FB"/>
    <w:rsid w:val="00C03AE5"/>
    <w:rsid w:val="00C043BB"/>
    <w:rsid w:val="00C046C6"/>
    <w:rsid w:val="00C048A3"/>
    <w:rsid w:val="00C04C40"/>
    <w:rsid w:val="00C0562F"/>
    <w:rsid w:val="00C06B7E"/>
    <w:rsid w:val="00C07461"/>
    <w:rsid w:val="00C10CAB"/>
    <w:rsid w:val="00C114CC"/>
    <w:rsid w:val="00C11AE6"/>
    <w:rsid w:val="00C126F6"/>
    <w:rsid w:val="00C132F7"/>
    <w:rsid w:val="00C13340"/>
    <w:rsid w:val="00C139EE"/>
    <w:rsid w:val="00C13C2E"/>
    <w:rsid w:val="00C13C35"/>
    <w:rsid w:val="00C14093"/>
    <w:rsid w:val="00C14828"/>
    <w:rsid w:val="00C15C7E"/>
    <w:rsid w:val="00C1615A"/>
    <w:rsid w:val="00C1663E"/>
    <w:rsid w:val="00C1672F"/>
    <w:rsid w:val="00C17989"/>
    <w:rsid w:val="00C17BFA"/>
    <w:rsid w:val="00C17EB0"/>
    <w:rsid w:val="00C20223"/>
    <w:rsid w:val="00C209DF"/>
    <w:rsid w:val="00C20D05"/>
    <w:rsid w:val="00C20E07"/>
    <w:rsid w:val="00C20E93"/>
    <w:rsid w:val="00C22A96"/>
    <w:rsid w:val="00C22F3C"/>
    <w:rsid w:val="00C23044"/>
    <w:rsid w:val="00C23258"/>
    <w:rsid w:val="00C23665"/>
    <w:rsid w:val="00C23959"/>
    <w:rsid w:val="00C23A15"/>
    <w:rsid w:val="00C23C52"/>
    <w:rsid w:val="00C23E82"/>
    <w:rsid w:val="00C24A0D"/>
    <w:rsid w:val="00C24A91"/>
    <w:rsid w:val="00C277F9"/>
    <w:rsid w:val="00C30627"/>
    <w:rsid w:val="00C3107F"/>
    <w:rsid w:val="00C314CD"/>
    <w:rsid w:val="00C318D7"/>
    <w:rsid w:val="00C320F2"/>
    <w:rsid w:val="00C33209"/>
    <w:rsid w:val="00C3476A"/>
    <w:rsid w:val="00C34E2E"/>
    <w:rsid w:val="00C37894"/>
    <w:rsid w:val="00C4002A"/>
    <w:rsid w:val="00C40AEF"/>
    <w:rsid w:val="00C4156A"/>
    <w:rsid w:val="00C41826"/>
    <w:rsid w:val="00C419EF"/>
    <w:rsid w:val="00C4230E"/>
    <w:rsid w:val="00C428F3"/>
    <w:rsid w:val="00C42DCA"/>
    <w:rsid w:val="00C4351F"/>
    <w:rsid w:val="00C43B6C"/>
    <w:rsid w:val="00C4412A"/>
    <w:rsid w:val="00C455C8"/>
    <w:rsid w:val="00C4567E"/>
    <w:rsid w:val="00C45799"/>
    <w:rsid w:val="00C46329"/>
    <w:rsid w:val="00C46369"/>
    <w:rsid w:val="00C46B46"/>
    <w:rsid w:val="00C46E07"/>
    <w:rsid w:val="00C46F7F"/>
    <w:rsid w:val="00C47024"/>
    <w:rsid w:val="00C47072"/>
    <w:rsid w:val="00C47462"/>
    <w:rsid w:val="00C47F4A"/>
    <w:rsid w:val="00C502DA"/>
    <w:rsid w:val="00C5042A"/>
    <w:rsid w:val="00C5042F"/>
    <w:rsid w:val="00C50AA0"/>
    <w:rsid w:val="00C50AE8"/>
    <w:rsid w:val="00C51154"/>
    <w:rsid w:val="00C5157F"/>
    <w:rsid w:val="00C51746"/>
    <w:rsid w:val="00C537C4"/>
    <w:rsid w:val="00C53BD6"/>
    <w:rsid w:val="00C54FCA"/>
    <w:rsid w:val="00C5510B"/>
    <w:rsid w:val="00C55AF3"/>
    <w:rsid w:val="00C55EF1"/>
    <w:rsid w:val="00C56671"/>
    <w:rsid w:val="00C56979"/>
    <w:rsid w:val="00C5740D"/>
    <w:rsid w:val="00C57756"/>
    <w:rsid w:val="00C57D0B"/>
    <w:rsid w:val="00C57E14"/>
    <w:rsid w:val="00C611A3"/>
    <w:rsid w:val="00C61C3E"/>
    <w:rsid w:val="00C61D0E"/>
    <w:rsid w:val="00C62285"/>
    <w:rsid w:val="00C626D8"/>
    <w:rsid w:val="00C629AE"/>
    <w:rsid w:val="00C62AA0"/>
    <w:rsid w:val="00C639DD"/>
    <w:rsid w:val="00C63A67"/>
    <w:rsid w:val="00C63D17"/>
    <w:rsid w:val="00C642B7"/>
    <w:rsid w:val="00C65A37"/>
    <w:rsid w:val="00C65D0E"/>
    <w:rsid w:val="00C66260"/>
    <w:rsid w:val="00C66EAB"/>
    <w:rsid w:val="00C672EF"/>
    <w:rsid w:val="00C678B1"/>
    <w:rsid w:val="00C67A2E"/>
    <w:rsid w:val="00C67F54"/>
    <w:rsid w:val="00C67FB1"/>
    <w:rsid w:val="00C7013A"/>
    <w:rsid w:val="00C70255"/>
    <w:rsid w:val="00C7050E"/>
    <w:rsid w:val="00C7085A"/>
    <w:rsid w:val="00C71961"/>
    <w:rsid w:val="00C71DEB"/>
    <w:rsid w:val="00C735A6"/>
    <w:rsid w:val="00C73926"/>
    <w:rsid w:val="00C7428E"/>
    <w:rsid w:val="00C74975"/>
    <w:rsid w:val="00C75B19"/>
    <w:rsid w:val="00C76AD0"/>
    <w:rsid w:val="00C770A5"/>
    <w:rsid w:val="00C77668"/>
    <w:rsid w:val="00C802F6"/>
    <w:rsid w:val="00C80673"/>
    <w:rsid w:val="00C808CB"/>
    <w:rsid w:val="00C81F38"/>
    <w:rsid w:val="00C82684"/>
    <w:rsid w:val="00C82A37"/>
    <w:rsid w:val="00C8352A"/>
    <w:rsid w:val="00C83736"/>
    <w:rsid w:val="00C84C43"/>
    <w:rsid w:val="00C85434"/>
    <w:rsid w:val="00C86146"/>
    <w:rsid w:val="00C87649"/>
    <w:rsid w:val="00C87EB9"/>
    <w:rsid w:val="00C90FAE"/>
    <w:rsid w:val="00C91C8C"/>
    <w:rsid w:val="00C92A7B"/>
    <w:rsid w:val="00C93072"/>
    <w:rsid w:val="00C93C28"/>
    <w:rsid w:val="00C93EA8"/>
    <w:rsid w:val="00C95138"/>
    <w:rsid w:val="00C9713A"/>
    <w:rsid w:val="00C97AFB"/>
    <w:rsid w:val="00C97B6C"/>
    <w:rsid w:val="00C97C96"/>
    <w:rsid w:val="00CA1490"/>
    <w:rsid w:val="00CA15D9"/>
    <w:rsid w:val="00CA19FC"/>
    <w:rsid w:val="00CA2288"/>
    <w:rsid w:val="00CA228E"/>
    <w:rsid w:val="00CA22A8"/>
    <w:rsid w:val="00CA2468"/>
    <w:rsid w:val="00CA2598"/>
    <w:rsid w:val="00CA282B"/>
    <w:rsid w:val="00CA42D7"/>
    <w:rsid w:val="00CA43DE"/>
    <w:rsid w:val="00CA46DB"/>
    <w:rsid w:val="00CA5D32"/>
    <w:rsid w:val="00CA77EE"/>
    <w:rsid w:val="00CA78B0"/>
    <w:rsid w:val="00CA7B10"/>
    <w:rsid w:val="00CB104A"/>
    <w:rsid w:val="00CB11EC"/>
    <w:rsid w:val="00CB120D"/>
    <w:rsid w:val="00CB175A"/>
    <w:rsid w:val="00CB1B86"/>
    <w:rsid w:val="00CB2171"/>
    <w:rsid w:val="00CB22BC"/>
    <w:rsid w:val="00CB265F"/>
    <w:rsid w:val="00CB4BBD"/>
    <w:rsid w:val="00CB4CAA"/>
    <w:rsid w:val="00CB50A9"/>
    <w:rsid w:val="00CB5F01"/>
    <w:rsid w:val="00CB5FF7"/>
    <w:rsid w:val="00CB715A"/>
    <w:rsid w:val="00CB7A65"/>
    <w:rsid w:val="00CB7F48"/>
    <w:rsid w:val="00CC1634"/>
    <w:rsid w:val="00CC18AE"/>
    <w:rsid w:val="00CC1986"/>
    <w:rsid w:val="00CC1FCB"/>
    <w:rsid w:val="00CC2826"/>
    <w:rsid w:val="00CC36E6"/>
    <w:rsid w:val="00CC3AFF"/>
    <w:rsid w:val="00CC3B49"/>
    <w:rsid w:val="00CC3BF8"/>
    <w:rsid w:val="00CC40CC"/>
    <w:rsid w:val="00CC495F"/>
    <w:rsid w:val="00CC535A"/>
    <w:rsid w:val="00CC5F44"/>
    <w:rsid w:val="00CC60AE"/>
    <w:rsid w:val="00CC6274"/>
    <w:rsid w:val="00CC6E4A"/>
    <w:rsid w:val="00CC7505"/>
    <w:rsid w:val="00CC7BA7"/>
    <w:rsid w:val="00CC7E94"/>
    <w:rsid w:val="00CD07BB"/>
    <w:rsid w:val="00CD0F5E"/>
    <w:rsid w:val="00CD1588"/>
    <w:rsid w:val="00CD16A2"/>
    <w:rsid w:val="00CD27B0"/>
    <w:rsid w:val="00CD28F8"/>
    <w:rsid w:val="00CD2AB7"/>
    <w:rsid w:val="00CD2E04"/>
    <w:rsid w:val="00CD39F0"/>
    <w:rsid w:val="00CD421B"/>
    <w:rsid w:val="00CD4357"/>
    <w:rsid w:val="00CD4A4C"/>
    <w:rsid w:val="00CD5F6C"/>
    <w:rsid w:val="00CD773D"/>
    <w:rsid w:val="00CE0025"/>
    <w:rsid w:val="00CE0531"/>
    <w:rsid w:val="00CE079C"/>
    <w:rsid w:val="00CE0ABB"/>
    <w:rsid w:val="00CE0C6E"/>
    <w:rsid w:val="00CE0C9E"/>
    <w:rsid w:val="00CE0DEB"/>
    <w:rsid w:val="00CE10F8"/>
    <w:rsid w:val="00CE1459"/>
    <w:rsid w:val="00CE180D"/>
    <w:rsid w:val="00CE2424"/>
    <w:rsid w:val="00CE330C"/>
    <w:rsid w:val="00CE5A0B"/>
    <w:rsid w:val="00CE5C04"/>
    <w:rsid w:val="00CE5C17"/>
    <w:rsid w:val="00CE5F92"/>
    <w:rsid w:val="00CE6268"/>
    <w:rsid w:val="00CE64EE"/>
    <w:rsid w:val="00CE6968"/>
    <w:rsid w:val="00CE7069"/>
    <w:rsid w:val="00CE7145"/>
    <w:rsid w:val="00CF0E52"/>
    <w:rsid w:val="00CF0E5D"/>
    <w:rsid w:val="00CF0EBA"/>
    <w:rsid w:val="00CF0EED"/>
    <w:rsid w:val="00CF288B"/>
    <w:rsid w:val="00CF2907"/>
    <w:rsid w:val="00CF3741"/>
    <w:rsid w:val="00CF3D86"/>
    <w:rsid w:val="00CF3FA2"/>
    <w:rsid w:val="00CF5740"/>
    <w:rsid w:val="00CF58D6"/>
    <w:rsid w:val="00CF5A00"/>
    <w:rsid w:val="00CF5BE7"/>
    <w:rsid w:val="00CF5FE1"/>
    <w:rsid w:val="00CF615D"/>
    <w:rsid w:val="00CF6299"/>
    <w:rsid w:val="00CF6B3F"/>
    <w:rsid w:val="00CF6CDC"/>
    <w:rsid w:val="00CF7D2B"/>
    <w:rsid w:val="00D00611"/>
    <w:rsid w:val="00D00788"/>
    <w:rsid w:val="00D0078E"/>
    <w:rsid w:val="00D009B5"/>
    <w:rsid w:val="00D00A59"/>
    <w:rsid w:val="00D0144E"/>
    <w:rsid w:val="00D01505"/>
    <w:rsid w:val="00D01AD2"/>
    <w:rsid w:val="00D02321"/>
    <w:rsid w:val="00D0245E"/>
    <w:rsid w:val="00D02BE0"/>
    <w:rsid w:val="00D03A0D"/>
    <w:rsid w:val="00D06014"/>
    <w:rsid w:val="00D0776A"/>
    <w:rsid w:val="00D10459"/>
    <w:rsid w:val="00D108FB"/>
    <w:rsid w:val="00D1142E"/>
    <w:rsid w:val="00D117BD"/>
    <w:rsid w:val="00D1226B"/>
    <w:rsid w:val="00D123CE"/>
    <w:rsid w:val="00D1254F"/>
    <w:rsid w:val="00D128AC"/>
    <w:rsid w:val="00D129D6"/>
    <w:rsid w:val="00D1324B"/>
    <w:rsid w:val="00D1336E"/>
    <w:rsid w:val="00D13752"/>
    <w:rsid w:val="00D139D0"/>
    <w:rsid w:val="00D13A29"/>
    <w:rsid w:val="00D14101"/>
    <w:rsid w:val="00D1436E"/>
    <w:rsid w:val="00D14E46"/>
    <w:rsid w:val="00D14EC7"/>
    <w:rsid w:val="00D152BC"/>
    <w:rsid w:val="00D15B91"/>
    <w:rsid w:val="00D16112"/>
    <w:rsid w:val="00D162DD"/>
    <w:rsid w:val="00D164BB"/>
    <w:rsid w:val="00D16D9F"/>
    <w:rsid w:val="00D20D59"/>
    <w:rsid w:val="00D20F62"/>
    <w:rsid w:val="00D20FC3"/>
    <w:rsid w:val="00D2157D"/>
    <w:rsid w:val="00D21A0F"/>
    <w:rsid w:val="00D221EE"/>
    <w:rsid w:val="00D22231"/>
    <w:rsid w:val="00D2237C"/>
    <w:rsid w:val="00D22B46"/>
    <w:rsid w:val="00D22B56"/>
    <w:rsid w:val="00D23402"/>
    <w:rsid w:val="00D237A7"/>
    <w:rsid w:val="00D23B9E"/>
    <w:rsid w:val="00D2430B"/>
    <w:rsid w:val="00D24448"/>
    <w:rsid w:val="00D24E86"/>
    <w:rsid w:val="00D25655"/>
    <w:rsid w:val="00D260A5"/>
    <w:rsid w:val="00D26261"/>
    <w:rsid w:val="00D266A5"/>
    <w:rsid w:val="00D26965"/>
    <w:rsid w:val="00D26DEA"/>
    <w:rsid w:val="00D27774"/>
    <w:rsid w:val="00D27C7C"/>
    <w:rsid w:val="00D300CC"/>
    <w:rsid w:val="00D30191"/>
    <w:rsid w:val="00D30B60"/>
    <w:rsid w:val="00D30C14"/>
    <w:rsid w:val="00D31585"/>
    <w:rsid w:val="00D322A3"/>
    <w:rsid w:val="00D32D37"/>
    <w:rsid w:val="00D33223"/>
    <w:rsid w:val="00D3333C"/>
    <w:rsid w:val="00D335AB"/>
    <w:rsid w:val="00D338A5"/>
    <w:rsid w:val="00D34694"/>
    <w:rsid w:val="00D349B6"/>
    <w:rsid w:val="00D34A3F"/>
    <w:rsid w:val="00D34BD5"/>
    <w:rsid w:val="00D35913"/>
    <w:rsid w:val="00D35ACB"/>
    <w:rsid w:val="00D36B3C"/>
    <w:rsid w:val="00D402F8"/>
    <w:rsid w:val="00D40777"/>
    <w:rsid w:val="00D409D6"/>
    <w:rsid w:val="00D422AF"/>
    <w:rsid w:val="00D423DA"/>
    <w:rsid w:val="00D42430"/>
    <w:rsid w:val="00D42674"/>
    <w:rsid w:val="00D427AA"/>
    <w:rsid w:val="00D42BAE"/>
    <w:rsid w:val="00D42C6F"/>
    <w:rsid w:val="00D44614"/>
    <w:rsid w:val="00D457F8"/>
    <w:rsid w:val="00D45806"/>
    <w:rsid w:val="00D46347"/>
    <w:rsid w:val="00D465AC"/>
    <w:rsid w:val="00D46C32"/>
    <w:rsid w:val="00D46CAE"/>
    <w:rsid w:val="00D470F3"/>
    <w:rsid w:val="00D514AA"/>
    <w:rsid w:val="00D515D4"/>
    <w:rsid w:val="00D51926"/>
    <w:rsid w:val="00D52B0F"/>
    <w:rsid w:val="00D52F75"/>
    <w:rsid w:val="00D52F82"/>
    <w:rsid w:val="00D53B52"/>
    <w:rsid w:val="00D543F1"/>
    <w:rsid w:val="00D543F8"/>
    <w:rsid w:val="00D554D6"/>
    <w:rsid w:val="00D5588F"/>
    <w:rsid w:val="00D56400"/>
    <w:rsid w:val="00D5669D"/>
    <w:rsid w:val="00D5671D"/>
    <w:rsid w:val="00D56ADE"/>
    <w:rsid w:val="00D56FE7"/>
    <w:rsid w:val="00D60BF4"/>
    <w:rsid w:val="00D60EE3"/>
    <w:rsid w:val="00D60F0D"/>
    <w:rsid w:val="00D618C1"/>
    <w:rsid w:val="00D62028"/>
    <w:rsid w:val="00D6250E"/>
    <w:rsid w:val="00D62DC5"/>
    <w:rsid w:val="00D632A9"/>
    <w:rsid w:val="00D6359C"/>
    <w:rsid w:val="00D63C9C"/>
    <w:rsid w:val="00D642E4"/>
    <w:rsid w:val="00D64381"/>
    <w:rsid w:val="00D65841"/>
    <w:rsid w:val="00D65BB7"/>
    <w:rsid w:val="00D6630E"/>
    <w:rsid w:val="00D66557"/>
    <w:rsid w:val="00D665EA"/>
    <w:rsid w:val="00D6694F"/>
    <w:rsid w:val="00D66D9D"/>
    <w:rsid w:val="00D67327"/>
    <w:rsid w:val="00D67B84"/>
    <w:rsid w:val="00D703BE"/>
    <w:rsid w:val="00D70C02"/>
    <w:rsid w:val="00D71A4D"/>
    <w:rsid w:val="00D71B7B"/>
    <w:rsid w:val="00D72D47"/>
    <w:rsid w:val="00D737C8"/>
    <w:rsid w:val="00D73C3A"/>
    <w:rsid w:val="00D73DCA"/>
    <w:rsid w:val="00D74BE1"/>
    <w:rsid w:val="00D757E4"/>
    <w:rsid w:val="00D76479"/>
    <w:rsid w:val="00D76746"/>
    <w:rsid w:val="00D76B6F"/>
    <w:rsid w:val="00D773CD"/>
    <w:rsid w:val="00D774CA"/>
    <w:rsid w:val="00D7776F"/>
    <w:rsid w:val="00D77A20"/>
    <w:rsid w:val="00D77B4A"/>
    <w:rsid w:val="00D8003D"/>
    <w:rsid w:val="00D803DA"/>
    <w:rsid w:val="00D80772"/>
    <w:rsid w:val="00D80EE5"/>
    <w:rsid w:val="00D81336"/>
    <w:rsid w:val="00D81375"/>
    <w:rsid w:val="00D81911"/>
    <w:rsid w:val="00D82165"/>
    <w:rsid w:val="00D82B77"/>
    <w:rsid w:val="00D8366B"/>
    <w:rsid w:val="00D8386F"/>
    <w:rsid w:val="00D83956"/>
    <w:rsid w:val="00D83B10"/>
    <w:rsid w:val="00D83F40"/>
    <w:rsid w:val="00D842FF"/>
    <w:rsid w:val="00D8442C"/>
    <w:rsid w:val="00D84ED2"/>
    <w:rsid w:val="00D859B0"/>
    <w:rsid w:val="00D868EE"/>
    <w:rsid w:val="00D86A86"/>
    <w:rsid w:val="00D9055E"/>
    <w:rsid w:val="00D90CC8"/>
    <w:rsid w:val="00D90FF2"/>
    <w:rsid w:val="00D91558"/>
    <w:rsid w:val="00D91D77"/>
    <w:rsid w:val="00D922A3"/>
    <w:rsid w:val="00D92844"/>
    <w:rsid w:val="00D92860"/>
    <w:rsid w:val="00D93168"/>
    <w:rsid w:val="00D93202"/>
    <w:rsid w:val="00D93A2C"/>
    <w:rsid w:val="00D93C18"/>
    <w:rsid w:val="00D93C53"/>
    <w:rsid w:val="00D94C23"/>
    <w:rsid w:val="00D9578E"/>
    <w:rsid w:val="00D958CC"/>
    <w:rsid w:val="00D95CC5"/>
    <w:rsid w:val="00D96E72"/>
    <w:rsid w:val="00D97B13"/>
    <w:rsid w:val="00DA1B6A"/>
    <w:rsid w:val="00DA24E5"/>
    <w:rsid w:val="00DA2916"/>
    <w:rsid w:val="00DA2935"/>
    <w:rsid w:val="00DA36C0"/>
    <w:rsid w:val="00DA37EE"/>
    <w:rsid w:val="00DA3C9C"/>
    <w:rsid w:val="00DA3CD8"/>
    <w:rsid w:val="00DA4296"/>
    <w:rsid w:val="00DA464A"/>
    <w:rsid w:val="00DA466D"/>
    <w:rsid w:val="00DA5175"/>
    <w:rsid w:val="00DA53A8"/>
    <w:rsid w:val="00DA5479"/>
    <w:rsid w:val="00DA5FFF"/>
    <w:rsid w:val="00DA6841"/>
    <w:rsid w:val="00DA6F0C"/>
    <w:rsid w:val="00DA7BAF"/>
    <w:rsid w:val="00DA7ECD"/>
    <w:rsid w:val="00DB0871"/>
    <w:rsid w:val="00DB0A4A"/>
    <w:rsid w:val="00DB0DBB"/>
    <w:rsid w:val="00DB0DE0"/>
    <w:rsid w:val="00DB1287"/>
    <w:rsid w:val="00DB12CF"/>
    <w:rsid w:val="00DB1E75"/>
    <w:rsid w:val="00DB2664"/>
    <w:rsid w:val="00DB2791"/>
    <w:rsid w:val="00DB37E0"/>
    <w:rsid w:val="00DB3D2B"/>
    <w:rsid w:val="00DB40D2"/>
    <w:rsid w:val="00DB4238"/>
    <w:rsid w:val="00DB5172"/>
    <w:rsid w:val="00DB5600"/>
    <w:rsid w:val="00DB5873"/>
    <w:rsid w:val="00DB6544"/>
    <w:rsid w:val="00DB673E"/>
    <w:rsid w:val="00DB6B01"/>
    <w:rsid w:val="00DB7487"/>
    <w:rsid w:val="00DB77D4"/>
    <w:rsid w:val="00DC0058"/>
    <w:rsid w:val="00DC0CA0"/>
    <w:rsid w:val="00DC12ED"/>
    <w:rsid w:val="00DC1CCD"/>
    <w:rsid w:val="00DC1D54"/>
    <w:rsid w:val="00DC2568"/>
    <w:rsid w:val="00DC2A18"/>
    <w:rsid w:val="00DC34D3"/>
    <w:rsid w:val="00DC3620"/>
    <w:rsid w:val="00DC3D76"/>
    <w:rsid w:val="00DC4DC0"/>
    <w:rsid w:val="00DC5521"/>
    <w:rsid w:val="00DC571E"/>
    <w:rsid w:val="00DC6391"/>
    <w:rsid w:val="00DC6E94"/>
    <w:rsid w:val="00DC7165"/>
    <w:rsid w:val="00DC7306"/>
    <w:rsid w:val="00DC7A91"/>
    <w:rsid w:val="00DD01C0"/>
    <w:rsid w:val="00DD035B"/>
    <w:rsid w:val="00DD083F"/>
    <w:rsid w:val="00DD092F"/>
    <w:rsid w:val="00DD1856"/>
    <w:rsid w:val="00DD1C01"/>
    <w:rsid w:val="00DD1EB0"/>
    <w:rsid w:val="00DD2706"/>
    <w:rsid w:val="00DD28E7"/>
    <w:rsid w:val="00DD2BE2"/>
    <w:rsid w:val="00DD3300"/>
    <w:rsid w:val="00DD34BC"/>
    <w:rsid w:val="00DD36FB"/>
    <w:rsid w:val="00DD4030"/>
    <w:rsid w:val="00DD45C3"/>
    <w:rsid w:val="00DD5223"/>
    <w:rsid w:val="00DD5DE1"/>
    <w:rsid w:val="00DD730C"/>
    <w:rsid w:val="00DD7F6C"/>
    <w:rsid w:val="00DE0D71"/>
    <w:rsid w:val="00DE0EFA"/>
    <w:rsid w:val="00DE10B8"/>
    <w:rsid w:val="00DE1218"/>
    <w:rsid w:val="00DE1231"/>
    <w:rsid w:val="00DE1B0A"/>
    <w:rsid w:val="00DE1B5B"/>
    <w:rsid w:val="00DE2588"/>
    <w:rsid w:val="00DE2830"/>
    <w:rsid w:val="00DE2920"/>
    <w:rsid w:val="00DE2CD0"/>
    <w:rsid w:val="00DE2E22"/>
    <w:rsid w:val="00DE2FB6"/>
    <w:rsid w:val="00DE39EF"/>
    <w:rsid w:val="00DE3C84"/>
    <w:rsid w:val="00DE44E9"/>
    <w:rsid w:val="00DE4DA5"/>
    <w:rsid w:val="00DE5935"/>
    <w:rsid w:val="00DE5B15"/>
    <w:rsid w:val="00DE604E"/>
    <w:rsid w:val="00DE634F"/>
    <w:rsid w:val="00DE649D"/>
    <w:rsid w:val="00DE6AAA"/>
    <w:rsid w:val="00DE7134"/>
    <w:rsid w:val="00DE75E5"/>
    <w:rsid w:val="00DE7850"/>
    <w:rsid w:val="00DF0018"/>
    <w:rsid w:val="00DF04E0"/>
    <w:rsid w:val="00DF0582"/>
    <w:rsid w:val="00DF07FA"/>
    <w:rsid w:val="00DF09BE"/>
    <w:rsid w:val="00DF09CF"/>
    <w:rsid w:val="00DF1197"/>
    <w:rsid w:val="00DF23FA"/>
    <w:rsid w:val="00DF2633"/>
    <w:rsid w:val="00DF32E5"/>
    <w:rsid w:val="00DF3BD7"/>
    <w:rsid w:val="00DF44A7"/>
    <w:rsid w:val="00DF6207"/>
    <w:rsid w:val="00DF634F"/>
    <w:rsid w:val="00DF6E22"/>
    <w:rsid w:val="00DF71E5"/>
    <w:rsid w:val="00DF73A2"/>
    <w:rsid w:val="00DF75C7"/>
    <w:rsid w:val="00DF7DF0"/>
    <w:rsid w:val="00E004C6"/>
    <w:rsid w:val="00E00D5A"/>
    <w:rsid w:val="00E00DDD"/>
    <w:rsid w:val="00E01138"/>
    <w:rsid w:val="00E01916"/>
    <w:rsid w:val="00E0192A"/>
    <w:rsid w:val="00E01D90"/>
    <w:rsid w:val="00E026A1"/>
    <w:rsid w:val="00E032D5"/>
    <w:rsid w:val="00E03AD0"/>
    <w:rsid w:val="00E03DCB"/>
    <w:rsid w:val="00E03EF1"/>
    <w:rsid w:val="00E050DD"/>
    <w:rsid w:val="00E05B3E"/>
    <w:rsid w:val="00E05E01"/>
    <w:rsid w:val="00E0629E"/>
    <w:rsid w:val="00E062DA"/>
    <w:rsid w:val="00E06A78"/>
    <w:rsid w:val="00E06E0D"/>
    <w:rsid w:val="00E077D4"/>
    <w:rsid w:val="00E07878"/>
    <w:rsid w:val="00E07C4F"/>
    <w:rsid w:val="00E10555"/>
    <w:rsid w:val="00E10622"/>
    <w:rsid w:val="00E10A0B"/>
    <w:rsid w:val="00E11637"/>
    <w:rsid w:val="00E11A45"/>
    <w:rsid w:val="00E11BC6"/>
    <w:rsid w:val="00E11F9C"/>
    <w:rsid w:val="00E13AB0"/>
    <w:rsid w:val="00E13BFA"/>
    <w:rsid w:val="00E14C6A"/>
    <w:rsid w:val="00E14E12"/>
    <w:rsid w:val="00E15844"/>
    <w:rsid w:val="00E15AA5"/>
    <w:rsid w:val="00E15BC3"/>
    <w:rsid w:val="00E15E36"/>
    <w:rsid w:val="00E1667C"/>
    <w:rsid w:val="00E16AF6"/>
    <w:rsid w:val="00E173C5"/>
    <w:rsid w:val="00E17444"/>
    <w:rsid w:val="00E2093D"/>
    <w:rsid w:val="00E20E26"/>
    <w:rsid w:val="00E20E6A"/>
    <w:rsid w:val="00E226B1"/>
    <w:rsid w:val="00E23CE5"/>
    <w:rsid w:val="00E23F14"/>
    <w:rsid w:val="00E240D5"/>
    <w:rsid w:val="00E24945"/>
    <w:rsid w:val="00E253B6"/>
    <w:rsid w:val="00E2587F"/>
    <w:rsid w:val="00E25B11"/>
    <w:rsid w:val="00E26459"/>
    <w:rsid w:val="00E26805"/>
    <w:rsid w:val="00E26A06"/>
    <w:rsid w:val="00E26DC2"/>
    <w:rsid w:val="00E26E6C"/>
    <w:rsid w:val="00E279DB"/>
    <w:rsid w:val="00E27A15"/>
    <w:rsid w:val="00E27A21"/>
    <w:rsid w:val="00E27BCB"/>
    <w:rsid w:val="00E27D5F"/>
    <w:rsid w:val="00E27DE8"/>
    <w:rsid w:val="00E3052A"/>
    <w:rsid w:val="00E3120C"/>
    <w:rsid w:val="00E32877"/>
    <w:rsid w:val="00E32DCA"/>
    <w:rsid w:val="00E33B36"/>
    <w:rsid w:val="00E34269"/>
    <w:rsid w:val="00E348A4"/>
    <w:rsid w:val="00E349B3"/>
    <w:rsid w:val="00E3542A"/>
    <w:rsid w:val="00E35AFA"/>
    <w:rsid w:val="00E35C3D"/>
    <w:rsid w:val="00E35C62"/>
    <w:rsid w:val="00E35ED4"/>
    <w:rsid w:val="00E35EF5"/>
    <w:rsid w:val="00E364F0"/>
    <w:rsid w:val="00E369A2"/>
    <w:rsid w:val="00E372D7"/>
    <w:rsid w:val="00E3740C"/>
    <w:rsid w:val="00E37525"/>
    <w:rsid w:val="00E37601"/>
    <w:rsid w:val="00E37735"/>
    <w:rsid w:val="00E401E1"/>
    <w:rsid w:val="00E414F6"/>
    <w:rsid w:val="00E415CE"/>
    <w:rsid w:val="00E42366"/>
    <w:rsid w:val="00E42C20"/>
    <w:rsid w:val="00E4495C"/>
    <w:rsid w:val="00E44BBB"/>
    <w:rsid w:val="00E44EEF"/>
    <w:rsid w:val="00E455F8"/>
    <w:rsid w:val="00E50035"/>
    <w:rsid w:val="00E513AC"/>
    <w:rsid w:val="00E515E1"/>
    <w:rsid w:val="00E525B9"/>
    <w:rsid w:val="00E53C70"/>
    <w:rsid w:val="00E545A1"/>
    <w:rsid w:val="00E54EE8"/>
    <w:rsid w:val="00E55205"/>
    <w:rsid w:val="00E5590D"/>
    <w:rsid w:val="00E55A30"/>
    <w:rsid w:val="00E55ACA"/>
    <w:rsid w:val="00E55C94"/>
    <w:rsid w:val="00E55E3B"/>
    <w:rsid w:val="00E56ACD"/>
    <w:rsid w:val="00E5715C"/>
    <w:rsid w:val="00E57A2C"/>
    <w:rsid w:val="00E57D9B"/>
    <w:rsid w:val="00E601A5"/>
    <w:rsid w:val="00E605F8"/>
    <w:rsid w:val="00E6080B"/>
    <w:rsid w:val="00E6119D"/>
    <w:rsid w:val="00E62509"/>
    <w:rsid w:val="00E625EE"/>
    <w:rsid w:val="00E6271B"/>
    <w:rsid w:val="00E6319B"/>
    <w:rsid w:val="00E63488"/>
    <w:rsid w:val="00E635C6"/>
    <w:rsid w:val="00E636C1"/>
    <w:rsid w:val="00E648B8"/>
    <w:rsid w:val="00E64C59"/>
    <w:rsid w:val="00E65207"/>
    <w:rsid w:val="00E65D9C"/>
    <w:rsid w:val="00E66045"/>
    <w:rsid w:val="00E660EA"/>
    <w:rsid w:val="00E66678"/>
    <w:rsid w:val="00E66AF2"/>
    <w:rsid w:val="00E67B90"/>
    <w:rsid w:val="00E704D4"/>
    <w:rsid w:val="00E70AA9"/>
    <w:rsid w:val="00E71804"/>
    <w:rsid w:val="00E71B3D"/>
    <w:rsid w:val="00E72754"/>
    <w:rsid w:val="00E72B00"/>
    <w:rsid w:val="00E74C58"/>
    <w:rsid w:val="00E74FC4"/>
    <w:rsid w:val="00E750F3"/>
    <w:rsid w:val="00E75258"/>
    <w:rsid w:val="00E7545F"/>
    <w:rsid w:val="00E75D12"/>
    <w:rsid w:val="00E760FD"/>
    <w:rsid w:val="00E76493"/>
    <w:rsid w:val="00E76940"/>
    <w:rsid w:val="00E76ED3"/>
    <w:rsid w:val="00E77481"/>
    <w:rsid w:val="00E77581"/>
    <w:rsid w:val="00E77754"/>
    <w:rsid w:val="00E77825"/>
    <w:rsid w:val="00E77C78"/>
    <w:rsid w:val="00E80127"/>
    <w:rsid w:val="00E804E8"/>
    <w:rsid w:val="00E80658"/>
    <w:rsid w:val="00E80703"/>
    <w:rsid w:val="00E81C98"/>
    <w:rsid w:val="00E82503"/>
    <w:rsid w:val="00E827DF"/>
    <w:rsid w:val="00E829F4"/>
    <w:rsid w:val="00E83422"/>
    <w:rsid w:val="00E8386E"/>
    <w:rsid w:val="00E8495E"/>
    <w:rsid w:val="00E84B43"/>
    <w:rsid w:val="00E853A0"/>
    <w:rsid w:val="00E859CD"/>
    <w:rsid w:val="00E8610E"/>
    <w:rsid w:val="00E863DB"/>
    <w:rsid w:val="00E86665"/>
    <w:rsid w:val="00E907BD"/>
    <w:rsid w:val="00E91015"/>
    <w:rsid w:val="00E920B5"/>
    <w:rsid w:val="00E93117"/>
    <w:rsid w:val="00E93795"/>
    <w:rsid w:val="00E94702"/>
    <w:rsid w:val="00E952DF"/>
    <w:rsid w:val="00E956CC"/>
    <w:rsid w:val="00E963F0"/>
    <w:rsid w:val="00E966D7"/>
    <w:rsid w:val="00E96EC0"/>
    <w:rsid w:val="00E97303"/>
    <w:rsid w:val="00E97886"/>
    <w:rsid w:val="00E97F66"/>
    <w:rsid w:val="00EA043B"/>
    <w:rsid w:val="00EA044A"/>
    <w:rsid w:val="00EA0C68"/>
    <w:rsid w:val="00EA1C46"/>
    <w:rsid w:val="00EA244D"/>
    <w:rsid w:val="00EA29A8"/>
    <w:rsid w:val="00EA29C4"/>
    <w:rsid w:val="00EA2CE4"/>
    <w:rsid w:val="00EA3B9A"/>
    <w:rsid w:val="00EA3F21"/>
    <w:rsid w:val="00EA4825"/>
    <w:rsid w:val="00EA4CF4"/>
    <w:rsid w:val="00EA4DD1"/>
    <w:rsid w:val="00EA515C"/>
    <w:rsid w:val="00EA5502"/>
    <w:rsid w:val="00EA598D"/>
    <w:rsid w:val="00EA5A7D"/>
    <w:rsid w:val="00EA604E"/>
    <w:rsid w:val="00EA628B"/>
    <w:rsid w:val="00EA640E"/>
    <w:rsid w:val="00EA64B8"/>
    <w:rsid w:val="00EA6A91"/>
    <w:rsid w:val="00EA7A92"/>
    <w:rsid w:val="00EA7D2A"/>
    <w:rsid w:val="00EB0606"/>
    <w:rsid w:val="00EB08B4"/>
    <w:rsid w:val="00EB0900"/>
    <w:rsid w:val="00EB17A0"/>
    <w:rsid w:val="00EB1940"/>
    <w:rsid w:val="00EB1CDE"/>
    <w:rsid w:val="00EB24CF"/>
    <w:rsid w:val="00EB2F13"/>
    <w:rsid w:val="00EB3152"/>
    <w:rsid w:val="00EB38F4"/>
    <w:rsid w:val="00EB3CDE"/>
    <w:rsid w:val="00EB3DA0"/>
    <w:rsid w:val="00EB3E5E"/>
    <w:rsid w:val="00EB4204"/>
    <w:rsid w:val="00EB525C"/>
    <w:rsid w:val="00EB53EE"/>
    <w:rsid w:val="00EB5A07"/>
    <w:rsid w:val="00EB6275"/>
    <w:rsid w:val="00EB6DF2"/>
    <w:rsid w:val="00EB6F8D"/>
    <w:rsid w:val="00EB76A9"/>
    <w:rsid w:val="00EB7705"/>
    <w:rsid w:val="00EB78BC"/>
    <w:rsid w:val="00EB78DD"/>
    <w:rsid w:val="00EB7BA3"/>
    <w:rsid w:val="00EC0D68"/>
    <w:rsid w:val="00EC19C1"/>
    <w:rsid w:val="00EC28FF"/>
    <w:rsid w:val="00EC3667"/>
    <w:rsid w:val="00EC461E"/>
    <w:rsid w:val="00EC7885"/>
    <w:rsid w:val="00ED0322"/>
    <w:rsid w:val="00ED0AC9"/>
    <w:rsid w:val="00ED2EDF"/>
    <w:rsid w:val="00ED33F4"/>
    <w:rsid w:val="00ED3CD2"/>
    <w:rsid w:val="00ED4086"/>
    <w:rsid w:val="00ED43BD"/>
    <w:rsid w:val="00ED43CB"/>
    <w:rsid w:val="00ED45D8"/>
    <w:rsid w:val="00ED6819"/>
    <w:rsid w:val="00ED70DF"/>
    <w:rsid w:val="00ED7352"/>
    <w:rsid w:val="00ED7718"/>
    <w:rsid w:val="00ED7833"/>
    <w:rsid w:val="00EE03BF"/>
    <w:rsid w:val="00EE049C"/>
    <w:rsid w:val="00EE0D62"/>
    <w:rsid w:val="00EE108C"/>
    <w:rsid w:val="00EE1130"/>
    <w:rsid w:val="00EE1871"/>
    <w:rsid w:val="00EE22C3"/>
    <w:rsid w:val="00EE2706"/>
    <w:rsid w:val="00EE2B20"/>
    <w:rsid w:val="00EE2F0B"/>
    <w:rsid w:val="00EE3EC1"/>
    <w:rsid w:val="00EE4703"/>
    <w:rsid w:val="00EE4C1A"/>
    <w:rsid w:val="00EE4CCE"/>
    <w:rsid w:val="00EE543B"/>
    <w:rsid w:val="00EE562E"/>
    <w:rsid w:val="00EE5680"/>
    <w:rsid w:val="00EE5862"/>
    <w:rsid w:val="00EE5B4D"/>
    <w:rsid w:val="00EE5E73"/>
    <w:rsid w:val="00EE5F98"/>
    <w:rsid w:val="00EE68E1"/>
    <w:rsid w:val="00EE6FE1"/>
    <w:rsid w:val="00EE76A6"/>
    <w:rsid w:val="00EE7918"/>
    <w:rsid w:val="00EE7E45"/>
    <w:rsid w:val="00EE7F5C"/>
    <w:rsid w:val="00EF0388"/>
    <w:rsid w:val="00EF124F"/>
    <w:rsid w:val="00EF26E5"/>
    <w:rsid w:val="00EF2765"/>
    <w:rsid w:val="00EF27A5"/>
    <w:rsid w:val="00EF2D54"/>
    <w:rsid w:val="00EF3464"/>
    <w:rsid w:val="00EF360F"/>
    <w:rsid w:val="00EF3EC6"/>
    <w:rsid w:val="00EF44E6"/>
    <w:rsid w:val="00EF4E3D"/>
    <w:rsid w:val="00EF5260"/>
    <w:rsid w:val="00EF5A18"/>
    <w:rsid w:val="00EF65D0"/>
    <w:rsid w:val="00EF6857"/>
    <w:rsid w:val="00EF6A6E"/>
    <w:rsid w:val="00F008E7"/>
    <w:rsid w:val="00F00988"/>
    <w:rsid w:val="00F00B5C"/>
    <w:rsid w:val="00F0127C"/>
    <w:rsid w:val="00F01AD6"/>
    <w:rsid w:val="00F02271"/>
    <w:rsid w:val="00F02C12"/>
    <w:rsid w:val="00F02F7C"/>
    <w:rsid w:val="00F0327B"/>
    <w:rsid w:val="00F039DA"/>
    <w:rsid w:val="00F03F10"/>
    <w:rsid w:val="00F048D7"/>
    <w:rsid w:val="00F04A13"/>
    <w:rsid w:val="00F04D25"/>
    <w:rsid w:val="00F0517B"/>
    <w:rsid w:val="00F05212"/>
    <w:rsid w:val="00F0657F"/>
    <w:rsid w:val="00F06765"/>
    <w:rsid w:val="00F070AB"/>
    <w:rsid w:val="00F07A89"/>
    <w:rsid w:val="00F07B98"/>
    <w:rsid w:val="00F1013F"/>
    <w:rsid w:val="00F1020C"/>
    <w:rsid w:val="00F103CE"/>
    <w:rsid w:val="00F107FE"/>
    <w:rsid w:val="00F110EF"/>
    <w:rsid w:val="00F1152E"/>
    <w:rsid w:val="00F11760"/>
    <w:rsid w:val="00F1181A"/>
    <w:rsid w:val="00F11BC0"/>
    <w:rsid w:val="00F11D16"/>
    <w:rsid w:val="00F129FB"/>
    <w:rsid w:val="00F13230"/>
    <w:rsid w:val="00F13ABA"/>
    <w:rsid w:val="00F13D25"/>
    <w:rsid w:val="00F13DBE"/>
    <w:rsid w:val="00F13E8D"/>
    <w:rsid w:val="00F140CF"/>
    <w:rsid w:val="00F14534"/>
    <w:rsid w:val="00F149CB"/>
    <w:rsid w:val="00F15032"/>
    <w:rsid w:val="00F15C03"/>
    <w:rsid w:val="00F15DA6"/>
    <w:rsid w:val="00F1615C"/>
    <w:rsid w:val="00F16166"/>
    <w:rsid w:val="00F169B0"/>
    <w:rsid w:val="00F17432"/>
    <w:rsid w:val="00F17637"/>
    <w:rsid w:val="00F17725"/>
    <w:rsid w:val="00F20261"/>
    <w:rsid w:val="00F21187"/>
    <w:rsid w:val="00F21BB9"/>
    <w:rsid w:val="00F221E2"/>
    <w:rsid w:val="00F2275F"/>
    <w:rsid w:val="00F23D05"/>
    <w:rsid w:val="00F24279"/>
    <w:rsid w:val="00F24A67"/>
    <w:rsid w:val="00F250C1"/>
    <w:rsid w:val="00F25EC7"/>
    <w:rsid w:val="00F301B8"/>
    <w:rsid w:val="00F304BD"/>
    <w:rsid w:val="00F3066E"/>
    <w:rsid w:val="00F310A2"/>
    <w:rsid w:val="00F3177B"/>
    <w:rsid w:val="00F319B1"/>
    <w:rsid w:val="00F31FB3"/>
    <w:rsid w:val="00F32088"/>
    <w:rsid w:val="00F320E8"/>
    <w:rsid w:val="00F32408"/>
    <w:rsid w:val="00F336DE"/>
    <w:rsid w:val="00F346D8"/>
    <w:rsid w:val="00F34974"/>
    <w:rsid w:val="00F351CB"/>
    <w:rsid w:val="00F35286"/>
    <w:rsid w:val="00F355BB"/>
    <w:rsid w:val="00F357C2"/>
    <w:rsid w:val="00F35DEA"/>
    <w:rsid w:val="00F3635C"/>
    <w:rsid w:val="00F36849"/>
    <w:rsid w:val="00F369D3"/>
    <w:rsid w:val="00F40CF1"/>
    <w:rsid w:val="00F41227"/>
    <w:rsid w:val="00F41557"/>
    <w:rsid w:val="00F41632"/>
    <w:rsid w:val="00F419DB"/>
    <w:rsid w:val="00F41CAE"/>
    <w:rsid w:val="00F422B8"/>
    <w:rsid w:val="00F42358"/>
    <w:rsid w:val="00F42442"/>
    <w:rsid w:val="00F42DD6"/>
    <w:rsid w:val="00F43AC0"/>
    <w:rsid w:val="00F43FCC"/>
    <w:rsid w:val="00F442BF"/>
    <w:rsid w:val="00F44578"/>
    <w:rsid w:val="00F453C5"/>
    <w:rsid w:val="00F457DC"/>
    <w:rsid w:val="00F45CBE"/>
    <w:rsid w:val="00F46271"/>
    <w:rsid w:val="00F463FA"/>
    <w:rsid w:val="00F47253"/>
    <w:rsid w:val="00F47588"/>
    <w:rsid w:val="00F50DD9"/>
    <w:rsid w:val="00F50F29"/>
    <w:rsid w:val="00F50F99"/>
    <w:rsid w:val="00F51AF8"/>
    <w:rsid w:val="00F52D3E"/>
    <w:rsid w:val="00F53725"/>
    <w:rsid w:val="00F537BE"/>
    <w:rsid w:val="00F5466A"/>
    <w:rsid w:val="00F54A18"/>
    <w:rsid w:val="00F54DD6"/>
    <w:rsid w:val="00F54E15"/>
    <w:rsid w:val="00F552FE"/>
    <w:rsid w:val="00F5592C"/>
    <w:rsid w:val="00F55B03"/>
    <w:rsid w:val="00F573C7"/>
    <w:rsid w:val="00F6032B"/>
    <w:rsid w:val="00F60775"/>
    <w:rsid w:val="00F60A21"/>
    <w:rsid w:val="00F60CDF"/>
    <w:rsid w:val="00F6117A"/>
    <w:rsid w:val="00F618FE"/>
    <w:rsid w:val="00F619F2"/>
    <w:rsid w:val="00F62769"/>
    <w:rsid w:val="00F62E41"/>
    <w:rsid w:val="00F6347C"/>
    <w:rsid w:val="00F63676"/>
    <w:rsid w:val="00F639A8"/>
    <w:rsid w:val="00F63E45"/>
    <w:rsid w:val="00F65EB2"/>
    <w:rsid w:val="00F6633E"/>
    <w:rsid w:val="00F6668F"/>
    <w:rsid w:val="00F66777"/>
    <w:rsid w:val="00F66C85"/>
    <w:rsid w:val="00F67518"/>
    <w:rsid w:val="00F679BE"/>
    <w:rsid w:val="00F7030B"/>
    <w:rsid w:val="00F70ACE"/>
    <w:rsid w:val="00F71327"/>
    <w:rsid w:val="00F719E8"/>
    <w:rsid w:val="00F72CB3"/>
    <w:rsid w:val="00F72E49"/>
    <w:rsid w:val="00F741CA"/>
    <w:rsid w:val="00F743CC"/>
    <w:rsid w:val="00F74BCA"/>
    <w:rsid w:val="00F7530E"/>
    <w:rsid w:val="00F75D8F"/>
    <w:rsid w:val="00F75EFF"/>
    <w:rsid w:val="00F76146"/>
    <w:rsid w:val="00F76334"/>
    <w:rsid w:val="00F76DDE"/>
    <w:rsid w:val="00F7779C"/>
    <w:rsid w:val="00F77D60"/>
    <w:rsid w:val="00F77EF6"/>
    <w:rsid w:val="00F82444"/>
    <w:rsid w:val="00F828D4"/>
    <w:rsid w:val="00F83860"/>
    <w:rsid w:val="00F838A3"/>
    <w:rsid w:val="00F843AF"/>
    <w:rsid w:val="00F8447E"/>
    <w:rsid w:val="00F85054"/>
    <w:rsid w:val="00F86F61"/>
    <w:rsid w:val="00F8753A"/>
    <w:rsid w:val="00F90517"/>
    <w:rsid w:val="00F9101B"/>
    <w:rsid w:val="00F92B53"/>
    <w:rsid w:val="00F944D1"/>
    <w:rsid w:val="00F9462B"/>
    <w:rsid w:val="00F949D1"/>
    <w:rsid w:val="00F952DB"/>
    <w:rsid w:val="00F96414"/>
    <w:rsid w:val="00F96655"/>
    <w:rsid w:val="00F97220"/>
    <w:rsid w:val="00F979D9"/>
    <w:rsid w:val="00FA006E"/>
    <w:rsid w:val="00FA21DA"/>
    <w:rsid w:val="00FA301E"/>
    <w:rsid w:val="00FA3020"/>
    <w:rsid w:val="00FA33BF"/>
    <w:rsid w:val="00FA371D"/>
    <w:rsid w:val="00FA38D1"/>
    <w:rsid w:val="00FA4364"/>
    <w:rsid w:val="00FA4A04"/>
    <w:rsid w:val="00FA4E89"/>
    <w:rsid w:val="00FA521E"/>
    <w:rsid w:val="00FA5257"/>
    <w:rsid w:val="00FA531D"/>
    <w:rsid w:val="00FA5BEF"/>
    <w:rsid w:val="00FA60BB"/>
    <w:rsid w:val="00FA6877"/>
    <w:rsid w:val="00FA6985"/>
    <w:rsid w:val="00FA73A3"/>
    <w:rsid w:val="00FA7494"/>
    <w:rsid w:val="00FA781B"/>
    <w:rsid w:val="00FA7A13"/>
    <w:rsid w:val="00FB0DD6"/>
    <w:rsid w:val="00FB0E64"/>
    <w:rsid w:val="00FB18AD"/>
    <w:rsid w:val="00FB18F9"/>
    <w:rsid w:val="00FB1930"/>
    <w:rsid w:val="00FB1C64"/>
    <w:rsid w:val="00FB21C2"/>
    <w:rsid w:val="00FB2471"/>
    <w:rsid w:val="00FB27C8"/>
    <w:rsid w:val="00FB281B"/>
    <w:rsid w:val="00FB2992"/>
    <w:rsid w:val="00FB2A25"/>
    <w:rsid w:val="00FB2AEA"/>
    <w:rsid w:val="00FB345A"/>
    <w:rsid w:val="00FB3F9A"/>
    <w:rsid w:val="00FB42F7"/>
    <w:rsid w:val="00FB4B44"/>
    <w:rsid w:val="00FB4FAB"/>
    <w:rsid w:val="00FB69C8"/>
    <w:rsid w:val="00FB6E00"/>
    <w:rsid w:val="00FB76C6"/>
    <w:rsid w:val="00FB787B"/>
    <w:rsid w:val="00FB7D03"/>
    <w:rsid w:val="00FB7E89"/>
    <w:rsid w:val="00FC017F"/>
    <w:rsid w:val="00FC0399"/>
    <w:rsid w:val="00FC0A63"/>
    <w:rsid w:val="00FC1DE0"/>
    <w:rsid w:val="00FC1E5F"/>
    <w:rsid w:val="00FC311B"/>
    <w:rsid w:val="00FC3A42"/>
    <w:rsid w:val="00FC3D8A"/>
    <w:rsid w:val="00FC4465"/>
    <w:rsid w:val="00FC4F04"/>
    <w:rsid w:val="00FC59FB"/>
    <w:rsid w:val="00FC5FFC"/>
    <w:rsid w:val="00FC678A"/>
    <w:rsid w:val="00FC73E2"/>
    <w:rsid w:val="00FC7735"/>
    <w:rsid w:val="00FD0689"/>
    <w:rsid w:val="00FD0AB1"/>
    <w:rsid w:val="00FD0B2C"/>
    <w:rsid w:val="00FD14C0"/>
    <w:rsid w:val="00FD1A25"/>
    <w:rsid w:val="00FD1D4D"/>
    <w:rsid w:val="00FD23F9"/>
    <w:rsid w:val="00FD2D1F"/>
    <w:rsid w:val="00FD32C9"/>
    <w:rsid w:val="00FD3D72"/>
    <w:rsid w:val="00FD45F9"/>
    <w:rsid w:val="00FD46EC"/>
    <w:rsid w:val="00FD48DD"/>
    <w:rsid w:val="00FD55A5"/>
    <w:rsid w:val="00FD638F"/>
    <w:rsid w:val="00FD6605"/>
    <w:rsid w:val="00FD6D41"/>
    <w:rsid w:val="00FD7B14"/>
    <w:rsid w:val="00FD7CBC"/>
    <w:rsid w:val="00FD7CC9"/>
    <w:rsid w:val="00FE0544"/>
    <w:rsid w:val="00FE2291"/>
    <w:rsid w:val="00FE2853"/>
    <w:rsid w:val="00FE2DA5"/>
    <w:rsid w:val="00FE3AE5"/>
    <w:rsid w:val="00FE3B39"/>
    <w:rsid w:val="00FE403F"/>
    <w:rsid w:val="00FE4953"/>
    <w:rsid w:val="00FE4D2E"/>
    <w:rsid w:val="00FE5923"/>
    <w:rsid w:val="00FE5EA1"/>
    <w:rsid w:val="00FE6248"/>
    <w:rsid w:val="00FE654A"/>
    <w:rsid w:val="00FE6B5F"/>
    <w:rsid w:val="00FE7A54"/>
    <w:rsid w:val="00FE7C6E"/>
    <w:rsid w:val="00FF0237"/>
    <w:rsid w:val="00FF0F0F"/>
    <w:rsid w:val="00FF105C"/>
    <w:rsid w:val="00FF18E1"/>
    <w:rsid w:val="00FF1D2C"/>
    <w:rsid w:val="00FF28C5"/>
    <w:rsid w:val="00FF29DB"/>
    <w:rsid w:val="00FF3E1D"/>
    <w:rsid w:val="00FF62E0"/>
    <w:rsid w:val="00FF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7A9B77C"/>
  <w15:chartTrackingRefBased/>
  <w15:docId w15:val="{C7760991-4EBF-41FE-B2CB-14523A26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B7061"/>
    <w:pPr>
      <w:ind w:firstLine="709"/>
    </w:pPr>
    <w:rPr>
      <w:sz w:val="24"/>
    </w:rPr>
  </w:style>
  <w:style w:type="paragraph" w:styleId="Nadpis10">
    <w:name w:val="heading 1"/>
    <w:basedOn w:val="Normln"/>
    <w:next w:val="Normln"/>
    <w:qFormat/>
    <w:rsid w:val="00EA604E"/>
    <w:pPr>
      <w:keepNext/>
      <w:numPr>
        <w:numId w:val="5"/>
      </w:numPr>
      <w:suppressAutoHyphens/>
      <w:spacing w:before="480" w:after="120"/>
      <w:outlineLvl w:val="0"/>
    </w:pPr>
    <w:rPr>
      <w:rFonts w:ascii="Arial" w:hAnsi="Arial"/>
      <w:b/>
      <w:sz w:val="32"/>
    </w:rPr>
  </w:style>
  <w:style w:type="paragraph" w:styleId="Nadpis20">
    <w:name w:val="heading 2"/>
    <w:basedOn w:val="Normln"/>
    <w:next w:val="Zkladntext"/>
    <w:link w:val="Nadpis2Char"/>
    <w:qFormat/>
    <w:rsid w:val="00EA604E"/>
    <w:pPr>
      <w:keepNext/>
      <w:numPr>
        <w:ilvl w:val="1"/>
        <w:numId w:val="5"/>
      </w:numPr>
      <w:suppressAutoHyphens/>
      <w:spacing w:before="240" w:after="120"/>
      <w:outlineLvl w:val="1"/>
    </w:pPr>
    <w:rPr>
      <w:rFonts w:ascii="Arial" w:hAnsi="Arial"/>
      <w:b/>
      <w:sz w:val="28"/>
    </w:rPr>
  </w:style>
  <w:style w:type="paragraph" w:styleId="Nadpis30">
    <w:name w:val="heading 3"/>
    <w:basedOn w:val="Normln"/>
    <w:next w:val="Zkladntext"/>
    <w:link w:val="Nadpis3Char"/>
    <w:qFormat/>
    <w:rsid w:val="00EA604E"/>
    <w:pPr>
      <w:keepNext/>
      <w:numPr>
        <w:ilvl w:val="2"/>
        <w:numId w:val="5"/>
      </w:numPr>
      <w:suppressAutoHyphens/>
      <w:spacing w:before="120" w:after="120"/>
      <w:outlineLvl w:val="2"/>
    </w:pPr>
    <w:rPr>
      <w:rFonts w:ascii="Arial" w:hAnsi="Arial"/>
      <w:b/>
    </w:rPr>
  </w:style>
  <w:style w:type="paragraph" w:styleId="Nadpis4">
    <w:name w:val="heading 4"/>
    <w:basedOn w:val="Normln"/>
    <w:next w:val="Zkladntext"/>
    <w:qFormat/>
    <w:rsid w:val="00E415CE"/>
    <w:pPr>
      <w:keepNext/>
      <w:numPr>
        <w:ilvl w:val="3"/>
        <w:numId w:val="5"/>
      </w:numPr>
      <w:spacing w:before="120" w:after="60"/>
      <w:jc w:val="both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EA604E"/>
    <w:pPr>
      <w:numPr>
        <w:ilvl w:val="4"/>
        <w:numId w:val="5"/>
      </w:numPr>
      <w:spacing w:before="240" w:after="60"/>
      <w:jc w:val="both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EA604E"/>
    <w:pPr>
      <w:numPr>
        <w:ilvl w:val="5"/>
        <w:numId w:val="5"/>
      </w:num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EA604E"/>
    <w:pPr>
      <w:numPr>
        <w:ilvl w:val="6"/>
        <w:numId w:val="5"/>
      </w:numPr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EA604E"/>
    <w:pPr>
      <w:numPr>
        <w:ilvl w:val="7"/>
        <w:numId w:val="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EA604E"/>
    <w:pPr>
      <w:numPr>
        <w:ilvl w:val="8"/>
        <w:numId w:val="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_Výchozí"/>
    <w:pPr>
      <w:spacing w:after="60"/>
      <w:jc w:val="both"/>
    </w:pPr>
    <w:rPr>
      <w:sz w:val="24"/>
    </w:rPr>
  </w:style>
  <w:style w:type="paragraph" w:customStyle="1" w:styleId="Odsazentext">
    <w:name w:val="_Odsazený text"/>
    <w:basedOn w:val="Vchoz"/>
    <w:pPr>
      <w:ind w:left="680"/>
    </w:pPr>
  </w:style>
  <w:style w:type="paragraph" w:styleId="Zkladntext">
    <w:name w:val="Body Text"/>
    <w:basedOn w:val="Normln"/>
    <w:link w:val="ZkladntextChar"/>
    <w:rsid w:val="00EA604E"/>
    <w:pPr>
      <w:spacing w:after="60"/>
      <w:ind w:firstLine="680"/>
      <w:jc w:val="both"/>
    </w:pPr>
  </w:style>
  <w:style w:type="character" w:customStyle="1" w:styleId="ZkladntextChar">
    <w:name w:val="Základní text Char"/>
    <w:link w:val="Zkladntext"/>
    <w:rsid w:val="00EA604E"/>
    <w:rPr>
      <w:sz w:val="24"/>
      <w:lang w:val="cs-CZ" w:eastAsia="cs-CZ" w:bidi="ar-SA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63EA"/>
  </w:style>
  <w:style w:type="paragraph" w:customStyle="1" w:styleId="Seznamslovan">
    <w:name w:val="_Seznam číslovaný"/>
    <w:basedOn w:val="Vchoz"/>
    <w:pPr>
      <w:keepNext/>
      <w:numPr>
        <w:numId w:val="1"/>
      </w:numPr>
      <w:ind w:left="681" w:hanging="454"/>
      <w:jc w:val="left"/>
    </w:pPr>
  </w:style>
  <w:style w:type="paragraph" w:styleId="slovanseznam">
    <w:name w:val="List Number"/>
    <w:basedOn w:val="Normln"/>
    <w:pPr>
      <w:tabs>
        <w:tab w:val="num" w:pos="360"/>
      </w:tabs>
      <w:ind w:left="360" w:hanging="360"/>
    </w:pPr>
  </w:style>
  <w:style w:type="paragraph" w:customStyle="1" w:styleId="Seznamabecedn">
    <w:name w:val="_Seznam abecední"/>
    <w:basedOn w:val="Vchoz"/>
    <w:pPr>
      <w:numPr>
        <w:numId w:val="3"/>
      </w:numPr>
      <w:tabs>
        <w:tab w:val="clear" w:pos="360"/>
        <w:tab w:val="num" w:pos="680"/>
      </w:tabs>
      <w:ind w:left="681" w:hanging="454"/>
      <w:jc w:val="left"/>
    </w:pPr>
  </w:style>
  <w:style w:type="paragraph" w:customStyle="1" w:styleId="Seznamodrky">
    <w:name w:val="_Seznam odrážky"/>
    <w:basedOn w:val="Vchoz"/>
    <w:pPr>
      <w:numPr>
        <w:numId w:val="4"/>
      </w:numPr>
      <w:tabs>
        <w:tab w:val="clear" w:pos="360"/>
        <w:tab w:val="left" w:pos="680"/>
      </w:tabs>
      <w:ind w:left="681" w:hanging="454"/>
      <w:jc w:val="left"/>
    </w:pPr>
  </w:style>
  <w:style w:type="paragraph" w:customStyle="1" w:styleId="Pedsazentext">
    <w:name w:val="_Předsazený text"/>
    <w:basedOn w:val="Vchoz"/>
    <w:next w:val="Odsazentext"/>
    <w:pPr>
      <w:ind w:left="680" w:hanging="68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customStyle="1" w:styleId="Rozvrendokumentu">
    <w:name w:val="Rozvržení dokumentu"/>
    <w:basedOn w:val="Normln"/>
    <w:semiHidden/>
    <w:pPr>
      <w:shd w:val="clear" w:color="auto" w:fill="000080"/>
      <w:jc w:val="both"/>
    </w:pPr>
    <w:rPr>
      <w:rFonts w:ascii="Tahoma" w:hAnsi="Tahoma"/>
    </w:rPr>
  </w:style>
  <w:style w:type="character" w:styleId="Hypertextovodkaz">
    <w:name w:val="Hyperlink"/>
    <w:uiPriority w:val="99"/>
    <w:rPr>
      <w:color w:val="008080"/>
      <w:u w:val="single"/>
    </w:rPr>
  </w:style>
  <w:style w:type="paragraph" w:styleId="Seznamsodrkami2">
    <w:name w:val="List Bullet 2"/>
    <w:basedOn w:val="Normln"/>
    <w:autoRedefine/>
    <w:pPr>
      <w:numPr>
        <w:numId w:val="6"/>
      </w:numPr>
      <w:tabs>
        <w:tab w:val="clear" w:pos="643"/>
        <w:tab w:val="num" w:pos="567"/>
      </w:tabs>
      <w:ind w:left="568" w:hanging="284"/>
      <w:jc w:val="both"/>
    </w:pPr>
  </w:style>
  <w:style w:type="paragraph" w:styleId="Seznam">
    <w:name w:val="List"/>
    <w:basedOn w:val="Normln"/>
    <w:pPr>
      <w:ind w:left="567" w:hanging="567"/>
      <w:jc w:val="both"/>
    </w:pPr>
  </w:style>
  <w:style w:type="paragraph" w:styleId="Pokraovnseznamu">
    <w:name w:val="List Continue"/>
    <w:basedOn w:val="Normln"/>
    <w:pPr>
      <w:spacing w:after="60"/>
      <w:ind w:left="567"/>
      <w:jc w:val="both"/>
    </w:pPr>
  </w:style>
  <w:style w:type="paragraph" w:styleId="Seznam2">
    <w:name w:val="List 2"/>
    <w:basedOn w:val="Normln"/>
    <w:pPr>
      <w:ind w:left="566" w:hanging="283"/>
      <w:jc w:val="both"/>
    </w:pPr>
  </w:style>
  <w:style w:type="paragraph" w:styleId="Podpis">
    <w:name w:val="Signature"/>
    <w:basedOn w:val="Normln"/>
    <w:pPr>
      <w:ind w:left="4253"/>
      <w:jc w:val="both"/>
    </w:pPr>
  </w:style>
  <w:style w:type="paragraph" w:styleId="Pokraovnseznamu2">
    <w:name w:val="List Continue 2"/>
    <w:basedOn w:val="Normln"/>
    <w:pPr>
      <w:spacing w:after="60"/>
      <w:ind w:left="567"/>
      <w:jc w:val="both"/>
    </w:pPr>
  </w:style>
  <w:style w:type="paragraph" w:styleId="Pokraovnseznamu3">
    <w:name w:val="List Continue 3"/>
    <w:basedOn w:val="Normln"/>
    <w:pPr>
      <w:spacing w:after="120"/>
      <w:ind w:left="1134"/>
      <w:jc w:val="both"/>
    </w:pPr>
  </w:style>
  <w:style w:type="paragraph" w:styleId="Pokraovnseznamu4">
    <w:name w:val="List Continue 4"/>
    <w:basedOn w:val="Normln"/>
    <w:pPr>
      <w:spacing w:after="120"/>
      <w:ind w:left="1418"/>
      <w:jc w:val="both"/>
    </w:pPr>
  </w:style>
  <w:style w:type="paragraph" w:styleId="Pokraovnseznamu5">
    <w:name w:val="List Continue 5"/>
    <w:basedOn w:val="Normln"/>
    <w:pPr>
      <w:spacing w:after="120"/>
      <w:ind w:left="1701"/>
      <w:jc w:val="both"/>
    </w:pPr>
  </w:style>
  <w:style w:type="paragraph" w:styleId="slovanseznam2">
    <w:name w:val="List Number 2"/>
    <w:basedOn w:val="Normln"/>
    <w:pPr>
      <w:tabs>
        <w:tab w:val="num" w:pos="567"/>
        <w:tab w:val="num" w:pos="680"/>
      </w:tabs>
      <w:ind w:left="568" w:hanging="284"/>
      <w:jc w:val="both"/>
    </w:pPr>
  </w:style>
  <w:style w:type="paragraph" w:styleId="Obsah4">
    <w:name w:val="toc 4"/>
    <w:basedOn w:val="Normln"/>
    <w:next w:val="Normln"/>
    <w:autoRedefine/>
    <w:uiPriority w:val="39"/>
    <w:rsid w:val="005B2A19"/>
    <w:pPr>
      <w:ind w:left="851"/>
      <w:jc w:val="both"/>
    </w:pPr>
  </w:style>
  <w:style w:type="paragraph" w:customStyle="1" w:styleId="Prvnodsazen">
    <w:name w:val="První odsazený"/>
    <w:basedOn w:val="Normln"/>
    <w:pPr>
      <w:ind w:firstLine="567"/>
      <w:jc w:val="both"/>
    </w:pPr>
  </w:style>
  <w:style w:type="paragraph" w:styleId="Obsah1">
    <w:name w:val="toc 1"/>
    <w:basedOn w:val="Normln"/>
    <w:next w:val="Normln"/>
    <w:autoRedefine/>
    <w:uiPriority w:val="39"/>
    <w:rsid w:val="005B2A19"/>
    <w:pPr>
      <w:tabs>
        <w:tab w:val="left" w:pos="567"/>
        <w:tab w:val="right" w:leader="dot" w:pos="10052"/>
      </w:tabs>
      <w:spacing w:before="120" w:after="60"/>
      <w:jc w:val="both"/>
    </w:pPr>
    <w:rPr>
      <w:rFonts w:ascii="Arial" w:hAnsi="Arial"/>
      <w:b/>
      <w:noProof/>
    </w:rPr>
  </w:style>
  <w:style w:type="paragraph" w:styleId="Obsah2">
    <w:name w:val="toc 2"/>
    <w:basedOn w:val="Normln"/>
    <w:next w:val="Normln"/>
    <w:autoRedefine/>
    <w:uiPriority w:val="39"/>
    <w:pPr>
      <w:spacing w:after="60"/>
      <w:ind w:left="284"/>
      <w:jc w:val="both"/>
    </w:pPr>
  </w:style>
  <w:style w:type="paragraph" w:styleId="Obsah3">
    <w:name w:val="toc 3"/>
    <w:basedOn w:val="Normln"/>
    <w:next w:val="Normln"/>
    <w:autoRedefine/>
    <w:uiPriority w:val="39"/>
    <w:pPr>
      <w:spacing w:after="60"/>
      <w:ind w:left="567"/>
      <w:jc w:val="both"/>
    </w:pPr>
  </w:style>
  <w:style w:type="paragraph" w:styleId="Obsah5">
    <w:name w:val="toc 5"/>
    <w:basedOn w:val="Normln"/>
    <w:next w:val="Normln"/>
    <w:autoRedefine/>
    <w:uiPriority w:val="39"/>
    <w:pPr>
      <w:ind w:left="800"/>
      <w:jc w:val="both"/>
    </w:pPr>
  </w:style>
  <w:style w:type="paragraph" w:styleId="Obsah6">
    <w:name w:val="toc 6"/>
    <w:basedOn w:val="Normln"/>
    <w:next w:val="Normln"/>
    <w:autoRedefine/>
    <w:uiPriority w:val="39"/>
    <w:pPr>
      <w:ind w:left="1000"/>
      <w:jc w:val="both"/>
    </w:pPr>
  </w:style>
  <w:style w:type="paragraph" w:styleId="Obsah7">
    <w:name w:val="toc 7"/>
    <w:basedOn w:val="Normln"/>
    <w:next w:val="Normln"/>
    <w:autoRedefine/>
    <w:uiPriority w:val="39"/>
    <w:pPr>
      <w:ind w:left="1200"/>
      <w:jc w:val="both"/>
    </w:pPr>
  </w:style>
  <w:style w:type="paragraph" w:styleId="Obsah8">
    <w:name w:val="toc 8"/>
    <w:basedOn w:val="Normln"/>
    <w:next w:val="Normln"/>
    <w:autoRedefine/>
    <w:uiPriority w:val="39"/>
    <w:pPr>
      <w:ind w:left="1400"/>
      <w:jc w:val="both"/>
    </w:pPr>
  </w:style>
  <w:style w:type="paragraph" w:styleId="Obsah9">
    <w:name w:val="toc 9"/>
    <w:basedOn w:val="Normln"/>
    <w:next w:val="Normln"/>
    <w:autoRedefine/>
    <w:uiPriority w:val="39"/>
    <w:pPr>
      <w:ind w:left="1600"/>
      <w:jc w:val="both"/>
    </w:pPr>
  </w:style>
  <w:style w:type="paragraph" w:styleId="Hlavikaobsahu">
    <w:name w:val="toa heading"/>
    <w:basedOn w:val="Normln"/>
    <w:next w:val="Normln"/>
    <w:semiHidden/>
    <w:pPr>
      <w:spacing w:before="120"/>
      <w:jc w:val="both"/>
    </w:pPr>
    <w:rPr>
      <w:rFonts w:ascii="Arial" w:hAnsi="Arial"/>
      <w:b/>
    </w:rPr>
  </w:style>
  <w:style w:type="paragraph" w:styleId="Textpoznpodarou">
    <w:name w:val="footnote text"/>
    <w:basedOn w:val="Normln"/>
    <w:semiHidden/>
    <w:pPr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H">
    <w:name w:val="StylH"/>
    <w:basedOn w:val="Normln"/>
    <w:pPr>
      <w:tabs>
        <w:tab w:val="left" w:pos="709"/>
        <w:tab w:val="left" w:pos="3969"/>
      </w:tabs>
      <w:spacing w:before="60"/>
      <w:jc w:val="both"/>
    </w:pPr>
  </w:style>
  <w:style w:type="paragraph" w:customStyle="1" w:styleId="odraz">
    <w:name w:val="odraz"/>
    <w:basedOn w:val="Seznamsodrkami"/>
    <w:pPr>
      <w:tabs>
        <w:tab w:val="clear" w:pos="360"/>
        <w:tab w:val="left" w:pos="567"/>
        <w:tab w:val="num" w:pos="1209"/>
        <w:tab w:val="left" w:pos="4536"/>
      </w:tabs>
      <w:ind w:left="1209"/>
      <w:jc w:val="left"/>
    </w:pPr>
  </w:style>
  <w:style w:type="paragraph" w:styleId="Seznamsodrkami">
    <w:name w:val="List Bullet"/>
    <w:basedOn w:val="Normln"/>
    <w:autoRedefine/>
    <w:pPr>
      <w:numPr>
        <w:numId w:val="7"/>
      </w:numPr>
      <w:jc w:val="both"/>
    </w:pPr>
  </w:style>
  <w:style w:type="paragraph" w:customStyle="1" w:styleId="Tabulka">
    <w:name w:val="_Tabulka"/>
    <w:basedOn w:val="Vchoz"/>
    <w:pPr>
      <w:jc w:val="left"/>
    </w:pPr>
    <w:rPr>
      <w:snapToGrid w:val="0"/>
    </w:rPr>
  </w:style>
  <w:style w:type="paragraph" w:customStyle="1" w:styleId="Zpat0">
    <w:name w:val="_Zápatí"/>
    <w:basedOn w:val="Vchoz"/>
    <w:pPr>
      <w:tabs>
        <w:tab w:val="right" w:pos="9639"/>
      </w:tabs>
      <w:spacing w:before="120" w:after="0"/>
    </w:pPr>
    <w:rPr>
      <w:rFonts w:ascii="Arial" w:hAnsi="Arial"/>
    </w:rPr>
  </w:style>
  <w:style w:type="paragraph" w:customStyle="1" w:styleId="Podnadpis1">
    <w:name w:val="Podnadpis1"/>
    <w:basedOn w:val="Normln"/>
    <w:next w:val="Zkladntext"/>
    <w:pPr>
      <w:spacing w:before="413" w:after="527"/>
      <w:ind w:right="850" w:firstLine="1134"/>
    </w:pPr>
    <w:rPr>
      <w:b/>
      <w:noProof/>
      <w:u w:val="single"/>
    </w:rPr>
  </w:style>
  <w:style w:type="paragraph" w:customStyle="1" w:styleId="pedsaztext">
    <w:name w:val="pøedsaz.text"/>
    <w:basedOn w:val="Normln"/>
    <w:pPr>
      <w:ind w:left="1701" w:right="850" w:hanging="1701"/>
      <w:jc w:val="both"/>
    </w:pPr>
    <w:rPr>
      <w:noProof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rky">
    <w:name w:val="_Odrážky"/>
    <w:basedOn w:val="Normln"/>
    <w:autoRedefine/>
    <w:rsid w:val="00EA604E"/>
    <w:pPr>
      <w:numPr>
        <w:numId w:val="8"/>
      </w:numPr>
      <w:spacing w:after="60"/>
      <w:jc w:val="both"/>
    </w:pPr>
  </w:style>
  <w:style w:type="paragraph" w:customStyle="1" w:styleId="Textsodstavci">
    <w:name w:val="Text s odstavci"/>
    <w:basedOn w:val="Normln"/>
    <w:pPr>
      <w:spacing w:after="120"/>
      <w:ind w:firstLine="357"/>
      <w:jc w:val="both"/>
    </w:pPr>
  </w:style>
  <w:style w:type="paragraph" w:customStyle="1" w:styleId="slovannadpis">
    <w:name w:val="Číslovaný nadpis"/>
    <w:next w:val="Textsodstavci"/>
    <w:autoRedefine/>
    <w:pPr>
      <w:numPr>
        <w:numId w:val="9"/>
      </w:numPr>
      <w:spacing w:before="120" w:after="120"/>
      <w:ind w:left="431" w:hanging="431"/>
    </w:pPr>
    <w:rPr>
      <w:b/>
      <w:caps/>
      <w:noProof/>
      <w:sz w:val="32"/>
    </w:rPr>
  </w:style>
  <w:style w:type="paragraph" w:customStyle="1" w:styleId="slovanpodnadpis">
    <w:name w:val="Číslovaný podnadpis"/>
    <w:next w:val="Textsodstavci"/>
    <w:autoRedefine/>
    <w:pPr>
      <w:numPr>
        <w:ilvl w:val="1"/>
        <w:numId w:val="9"/>
      </w:numPr>
      <w:spacing w:before="120" w:after="60"/>
    </w:pPr>
    <w:rPr>
      <w:b/>
      <w:noProof/>
      <w:sz w:val="28"/>
    </w:rPr>
  </w:style>
  <w:style w:type="paragraph" w:customStyle="1" w:styleId="slovanpodnadpsek">
    <w:name w:val="Číslovaný podnadpísek"/>
    <w:basedOn w:val="slovanpodnadpis"/>
    <w:next w:val="Textsodstavci"/>
    <w:autoRedefine/>
    <w:pPr>
      <w:numPr>
        <w:ilvl w:val="2"/>
      </w:numPr>
      <w:tabs>
        <w:tab w:val="clear" w:pos="720"/>
        <w:tab w:val="num" w:pos="360"/>
      </w:tabs>
      <w:ind w:left="360" w:hanging="360"/>
    </w:pPr>
    <w:rPr>
      <w:bCs/>
      <w:sz w:val="24"/>
    </w:rPr>
  </w:style>
  <w:style w:type="paragraph" w:styleId="Textbubliny">
    <w:name w:val="Balloon Text"/>
    <w:basedOn w:val="Normln"/>
    <w:link w:val="TextbublinyChar"/>
    <w:rsid w:val="001163E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1163EA"/>
    <w:rPr>
      <w:rFonts w:ascii="Tahoma" w:hAnsi="Tahoma" w:cs="Tahoma"/>
      <w:sz w:val="16"/>
      <w:szCs w:val="16"/>
    </w:rPr>
  </w:style>
  <w:style w:type="paragraph" w:customStyle="1" w:styleId="dvatabeltory">
    <w:name w:val="dva tabelátory"/>
    <w:basedOn w:val="Normln"/>
    <w:rsid w:val="003576F2"/>
    <w:pPr>
      <w:tabs>
        <w:tab w:val="left" w:pos="567"/>
        <w:tab w:val="num" w:pos="4536"/>
        <w:tab w:val="left" w:pos="5387"/>
      </w:tabs>
    </w:pPr>
  </w:style>
  <w:style w:type="paragraph" w:customStyle="1" w:styleId="Zkladntext0">
    <w:name w:val="_Základní text"/>
    <w:basedOn w:val="Vchoz"/>
    <w:link w:val="ZkladntextChar0"/>
    <w:rsid w:val="00972C94"/>
    <w:pPr>
      <w:ind w:firstLine="680"/>
    </w:pPr>
    <w:rPr>
      <w:lang w:val="x-none" w:eastAsia="x-none"/>
    </w:rPr>
  </w:style>
  <w:style w:type="character" w:customStyle="1" w:styleId="ZkladntextChar0">
    <w:name w:val="_Základní text Char"/>
    <w:link w:val="Zkladntext0"/>
    <w:rsid w:val="00972C94"/>
    <w:rPr>
      <w:sz w:val="24"/>
    </w:rPr>
  </w:style>
  <w:style w:type="paragraph" w:customStyle="1" w:styleId="Nadpis40">
    <w:name w:val="_Nadpis 4."/>
    <w:basedOn w:val="Zkladntext0"/>
    <w:next w:val="Zkladntext0"/>
    <w:autoRedefine/>
    <w:rsid w:val="00090CCE"/>
    <w:pPr>
      <w:keepNext/>
      <w:spacing w:before="120"/>
      <w:ind w:firstLine="0"/>
    </w:pPr>
    <w:rPr>
      <w:b/>
      <w:bCs/>
      <w:i/>
      <w:iCs/>
    </w:rPr>
  </w:style>
  <w:style w:type="paragraph" w:customStyle="1" w:styleId="Styl1">
    <w:name w:val="Styl1"/>
    <w:basedOn w:val="Normln"/>
    <w:autoRedefine/>
    <w:rsid w:val="008E3048"/>
    <w:pPr>
      <w:numPr>
        <w:numId w:val="14"/>
      </w:numPr>
      <w:tabs>
        <w:tab w:val="left" w:pos="851"/>
        <w:tab w:val="right" w:leader="dot" w:pos="4536"/>
      </w:tabs>
      <w:spacing w:before="120" w:after="120"/>
    </w:pPr>
    <w:rPr>
      <w:rFonts w:ascii="Arial" w:hAnsi="Arial"/>
      <w:sz w:val="22"/>
      <w:szCs w:val="22"/>
    </w:rPr>
  </w:style>
  <w:style w:type="character" w:customStyle="1" w:styleId="ZpatChar">
    <w:name w:val="Zápatí Char"/>
    <w:link w:val="Zpat"/>
    <w:uiPriority w:val="99"/>
    <w:rsid w:val="000A10C2"/>
    <w:rPr>
      <w:sz w:val="24"/>
    </w:rPr>
  </w:style>
  <w:style w:type="paragraph" w:customStyle="1" w:styleId="W-normalni">
    <w:name w:val="W-normalni"/>
    <w:basedOn w:val="Normln"/>
    <w:qFormat/>
    <w:rsid w:val="000A10C2"/>
    <w:pPr>
      <w:spacing w:before="240"/>
      <w:jc w:val="both"/>
    </w:pPr>
    <w:rPr>
      <w:rFonts w:ascii="Arial" w:eastAsia="Calibri" w:hAnsi="Arial" w:cs="Arial"/>
      <w:sz w:val="20"/>
      <w:lang w:eastAsia="en-US"/>
    </w:rPr>
  </w:style>
  <w:style w:type="paragraph" w:customStyle="1" w:styleId="Klasickodstavec-1">
    <w:name w:val="Klasický odstavec-1"/>
    <w:basedOn w:val="Normln"/>
    <w:next w:val="Klasickodstavec-2"/>
    <w:rsid w:val="001F6152"/>
    <w:pPr>
      <w:spacing w:before="120" w:line="0" w:lineRule="atLeast"/>
      <w:jc w:val="both"/>
    </w:pPr>
    <w:rPr>
      <w:bCs/>
      <w:szCs w:val="24"/>
    </w:rPr>
  </w:style>
  <w:style w:type="paragraph" w:customStyle="1" w:styleId="Klasickodstavec-2">
    <w:name w:val="Klasický odstavec-2"/>
    <w:basedOn w:val="Klasickodstavec-1"/>
    <w:rsid w:val="001F6152"/>
    <w:pPr>
      <w:spacing w:before="0"/>
    </w:pPr>
  </w:style>
  <w:style w:type="paragraph" w:customStyle="1" w:styleId="Klasicke-odrazky-obecne">
    <w:name w:val="Klasicke-odrazky-obecne"/>
    <w:basedOn w:val="Klasickodstavec-1"/>
    <w:next w:val="Normln"/>
    <w:rsid w:val="00CB5F01"/>
    <w:pPr>
      <w:numPr>
        <w:numId w:val="19"/>
      </w:numPr>
      <w:tabs>
        <w:tab w:val="left" w:pos="567"/>
      </w:tabs>
    </w:pPr>
    <w:rPr>
      <w:rFonts w:cs="Arial"/>
    </w:rPr>
  </w:style>
  <w:style w:type="paragraph" w:styleId="AdresaHTML">
    <w:name w:val="HTML Address"/>
    <w:basedOn w:val="Normln"/>
    <w:link w:val="AdresaHTMLChar"/>
    <w:rsid w:val="00DC571E"/>
    <w:rPr>
      <w:i/>
      <w:iCs/>
    </w:rPr>
  </w:style>
  <w:style w:type="character" w:customStyle="1" w:styleId="AdresaHTMLChar">
    <w:name w:val="Adresa HTML Char"/>
    <w:link w:val="AdresaHTML"/>
    <w:rsid w:val="00DC571E"/>
    <w:rPr>
      <w:i/>
      <w:iCs/>
      <w:sz w:val="24"/>
    </w:rPr>
  </w:style>
  <w:style w:type="paragraph" w:styleId="Adresanaoblku">
    <w:name w:val="envelope address"/>
    <w:basedOn w:val="Normln"/>
    <w:rsid w:val="00DC571E"/>
    <w:pPr>
      <w:framePr w:w="7920" w:h="1980" w:hRule="exact" w:hSpace="141" w:wrap="auto" w:hAnchor="page" w:xAlign="center" w:yAlign="bottom"/>
      <w:ind w:left="2880"/>
    </w:pPr>
    <w:rPr>
      <w:rFonts w:ascii="Calibri Light" w:hAnsi="Calibri Light"/>
      <w:szCs w:val="24"/>
    </w:rPr>
  </w:style>
  <w:style w:type="paragraph" w:styleId="Bezmezer">
    <w:name w:val="No Spacing"/>
    <w:uiPriority w:val="1"/>
    <w:qFormat/>
    <w:rsid w:val="00DC571E"/>
    <w:rPr>
      <w:sz w:val="24"/>
    </w:rPr>
  </w:style>
  <w:style w:type="paragraph" w:styleId="Bibliografie">
    <w:name w:val="Bibliography"/>
    <w:basedOn w:val="Normln"/>
    <w:next w:val="Normln"/>
    <w:uiPriority w:val="37"/>
    <w:semiHidden/>
    <w:unhideWhenUsed/>
    <w:rsid w:val="00DC571E"/>
  </w:style>
  <w:style w:type="paragraph" w:styleId="Citt">
    <w:name w:val="Quote"/>
    <w:basedOn w:val="Normln"/>
    <w:next w:val="Normln"/>
    <w:link w:val="CittChar"/>
    <w:uiPriority w:val="29"/>
    <w:qFormat/>
    <w:rsid w:val="00DC571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DC571E"/>
    <w:rPr>
      <w:i/>
      <w:iCs/>
      <w:color w:val="404040"/>
      <w:sz w:val="24"/>
    </w:rPr>
  </w:style>
  <w:style w:type="paragraph" w:styleId="slovanseznam3">
    <w:name w:val="List Number 3"/>
    <w:basedOn w:val="Normln"/>
    <w:rsid w:val="00DC571E"/>
    <w:pPr>
      <w:numPr>
        <w:numId w:val="25"/>
      </w:numPr>
      <w:contextualSpacing/>
    </w:pPr>
  </w:style>
  <w:style w:type="paragraph" w:styleId="slovanseznam4">
    <w:name w:val="List Number 4"/>
    <w:basedOn w:val="Normln"/>
    <w:rsid w:val="00DC571E"/>
    <w:pPr>
      <w:numPr>
        <w:numId w:val="26"/>
      </w:numPr>
      <w:contextualSpacing/>
    </w:pPr>
  </w:style>
  <w:style w:type="paragraph" w:styleId="slovanseznam5">
    <w:name w:val="List Number 5"/>
    <w:basedOn w:val="Normln"/>
    <w:rsid w:val="00DC571E"/>
    <w:pPr>
      <w:numPr>
        <w:numId w:val="27"/>
      </w:numPr>
      <w:contextualSpacing/>
    </w:pPr>
  </w:style>
  <w:style w:type="paragraph" w:styleId="Datum">
    <w:name w:val="Date"/>
    <w:basedOn w:val="Normln"/>
    <w:next w:val="Normln"/>
    <w:link w:val="DatumChar"/>
    <w:rsid w:val="00DC571E"/>
  </w:style>
  <w:style w:type="character" w:customStyle="1" w:styleId="DatumChar">
    <w:name w:val="Datum Char"/>
    <w:link w:val="Datum"/>
    <w:rsid w:val="00DC571E"/>
    <w:rPr>
      <w:sz w:val="24"/>
    </w:rPr>
  </w:style>
  <w:style w:type="paragraph" w:styleId="FormtovanvHTML">
    <w:name w:val="HTML Preformatted"/>
    <w:basedOn w:val="Normln"/>
    <w:link w:val="FormtovanvHTMLChar"/>
    <w:rsid w:val="00DC571E"/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link w:val="FormtovanvHTML"/>
    <w:rsid w:val="00DC571E"/>
    <w:rPr>
      <w:rFonts w:ascii="Courier New" w:hAnsi="Courier New" w:cs="Courier New"/>
    </w:rPr>
  </w:style>
  <w:style w:type="paragraph" w:styleId="Rejstk1">
    <w:name w:val="index 1"/>
    <w:basedOn w:val="Normln"/>
    <w:next w:val="Normln"/>
    <w:autoRedefine/>
    <w:rsid w:val="00DC571E"/>
    <w:pPr>
      <w:ind w:left="240" w:hanging="240"/>
    </w:pPr>
  </w:style>
  <w:style w:type="paragraph" w:styleId="Hlavikarejstku">
    <w:name w:val="index heading"/>
    <w:basedOn w:val="Normln"/>
    <w:next w:val="Rejstk1"/>
    <w:rsid w:val="00DC571E"/>
    <w:rPr>
      <w:rFonts w:ascii="Calibri Light" w:hAnsi="Calibri Light"/>
      <w:b/>
      <w:bCs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DC571E"/>
    <w:pPr>
      <w:numPr>
        <w:numId w:val="0"/>
      </w:numPr>
      <w:suppressAutoHyphens w:val="0"/>
      <w:spacing w:before="240" w:after="60"/>
      <w:outlineLvl w:val="9"/>
    </w:pPr>
    <w:rPr>
      <w:rFonts w:ascii="Calibri Light" w:hAnsi="Calibri Light"/>
      <w:bCs/>
      <w:kern w:val="32"/>
      <w:szCs w:val="32"/>
    </w:rPr>
  </w:style>
  <w:style w:type="paragraph" w:styleId="Nadpispoznmky">
    <w:name w:val="Note Heading"/>
    <w:basedOn w:val="Normln"/>
    <w:next w:val="Normln"/>
    <w:link w:val="NadpispoznmkyChar"/>
    <w:rsid w:val="00DC571E"/>
  </w:style>
  <w:style w:type="character" w:customStyle="1" w:styleId="NadpispoznmkyChar">
    <w:name w:val="Nadpis poznámky Char"/>
    <w:link w:val="Nadpispoznmky"/>
    <w:rsid w:val="00DC571E"/>
    <w:rPr>
      <w:sz w:val="24"/>
    </w:rPr>
  </w:style>
  <w:style w:type="paragraph" w:styleId="Nzev">
    <w:name w:val="Title"/>
    <w:basedOn w:val="Normln"/>
    <w:next w:val="Normln"/>
    <w:link w:val="NzevChar"/>
    <w:qFormat/>
    <w:rsid w:val="00DC571E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DC571E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Normlnweb">
    <w:name w:val="Normal (Web)"/>
    <w:basedOn w:val="Normln"/>
    <w:rsid w:val="00DC571E"/>
    <w:rPr>
      <w:szCs w:val="24"/>
    </w:rPr>
  </w:style>
  <w:style w:type="paragraph" w:styleId="Normlnodsazen">
    <w:name w:val="Normal Indent"/>
    <w:basedOn w:val="Normln"/>
    <w:rsid w:val="00DC571E"/>
    <w:pPr>
      <w:ind w:left="708"/>
    </w:pPr>
  </w:style>
  <w:style w:type="paragraph" w:styleId="Odstavecseseznamem">
    <w:name w:val="List Paragraph"/>
    <w:basedOn w:val="Normln"/>
    <w:uiPriority w:val="34"/>
    <w:qFormat/>
    <w:rsid w:val="00DC571E"/>
    <w:pPr>
      <w:ind w:left="708"/>
    </w:pPr>
  </w:style>
  <w:style w:type="paragraph" w:styleId="Osloven">
    <w:name w:val="Salutation"/>
    <w:basedOn w:val="Normln"/>
    <w:next w:val="Normln"/>
    <w:link w:val="OslovenChar"/>
    <w:rsid w:val="00DC571E"/>
  </w:style>
  <w:style w:type="character" w:customStyle="1" w:styleId="OslovenChar">
    <w:name w:val="Oslovení Char"/>
    <w:link w:val="Osloven"/>
    <w:rsid w:val="00DC571E"/>
    <w:rPr>
      <w:sz w:val="24"/>
    </w:rPr>
  </w:style>
  <w:style w:type="paragraph" w:styleId="Podpise-mailu">
    <w:name w:val="E-mail Signature"/>
    <w:basedOn w:val="Normln"/>
    <w:link w:val="Podpise-mailuChar"/>
    <w:rsid w:val="00DC571E"/>
  </w:style>
  <w:style w:type="character" w:customStyle="1" w:styleId="Podpise-mailuChar">
    <w:name w:val="Podpis e-mailu Char"/>
    <w:link w:val="Podpise-mailu"/>
    <w:rsid w:val="00DC571E"/>
    <w:rPr>
      <w:sz w:val="24"/>
    </w:rPr>
  </w:style>
  <w:style w:type="paragraph" w:styleId="Podnadpis">
    <w:name w:val="Subtitle"/>
    <w:basedOn w:val="Normln"/>
    <w:next w:val="Normln"/>
    <w:link w:val="PodnadpisChar"/>
    <w:qFormat/>
    <w:rsid w:val="00DC571E"/>
    <w:pPr>
      <w:spacing w:after="60"/>
      <w:jc w:val="center"/>
      <w:outlineLvl w:val="1"/>
    </w:pPr>
    <w:rPr>
      <w:rFonts w:ascii="Calibri Light" w:hAnsi="Calibri Light"/>
      <w:szCs w:val="24"/>
    </w:rPr>
  </w:style>
  <w:style w:type="character" w:customStyle="1" w:styleId="PodnadpisChar">
    <w:name w:val="Podnadpis Char"/>
    <w:link w:val="Podnadpis"/>
    <w:rsid w:val="00DC571E"/>
    <w:rPr>
      <w:rFonts w:ascii="Calibri Light" w:eastAsia="Times New Roman" w:hAnsi="Calibri Light" w:cs="Times New Roman"/>
      <w:sz w:val="24"/>
      <w:szCs w:val="24"/>
    </w:rPr>
  </w:style>
  <w:style w:type="paragraph" w:styleId="Prosttext">
    <w:name w:val="Plain Text"/>
    <w:basedOn w:val="Normln"/>
    <w:link w:val="ProsttextChar"/>
    <w:rsid w:val="00DC571E"/>
    <w:rPr>
      <w:rFonts w:ascii="Courier New" w:hAnsi="Courier New" w:cs="Courier New"/>
      <w:sz w:val="20"/>
    </w:rPr>
  </w:style>
  <w:style w:type="character" w:customStyle="1" w:styleId="ProsttextChar">
    <w:name w:val="Prostý text Char"/>
    <w:link w:val="Prosttext"/>
    <w:rsid w:val="00DC571E"/>
    <w:rPr>
      <w:rFonts w:ascii="Courier New" w:hAnsi="Courier New" w:cs="Courier New"/>
    </w:rPr>
  </w:style>
  <w:style w:type="paragraph" w:styleId="Textkomente">
    <w:name w:val="annotation text"/>
    <w:basedOn w:val="Normln"/>
    <w:link w:val="TextkomenteChar"/>
    <w:rsid w:val="00DC571E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DC571E"/>
  </w:style>
  <w:style w:type="paragraph" w:styleId="Pedmtkomente">
    <w:name w:val="annotation subject"/>
    <w:basedOn w:val="Textkomente"/>
    <w:next w:val="Textkomente"/>
    <w:link w:val="PedmtkomenteChar"/>
    <w:rsid w:val="00DC571E"/>
    <w:rPr>
      <w:b/>
      <w:bCs/>
    </w:rPr>
  </w:style>
  <w:style w:type="character" w:customStyle="1" w:styleId="PedmtkomenteChar">
    <w:name w:val="Předmět komentáře Char"/>
    <w:link w:val="Pedmtkomente"/>
    <w:rsid w:val="00DC571E"/>
    <w:rPr>
      <w:b/>
      <w:bCs/>
    </w:rPr>
  </w:style>
  <w:style w:type="paragraph" w:styleId="Rejstk2">
    <w:name w:val="index 2"/>
    <w:basedOn w:val="Normln"/>
    <w:next w:val="Normln"/>
    <w:autoRedefine/>
    <w:rsid w:val="00DC571E"/>
    <w:pPr>
      <w:ind w:left="480" w:hanging="240"/>
    </w:pPr>
  </w:style>
  <w:style w:type="paragraph" w:styleId="Rejstk3">
    <w:name w:val="index 3"/>
    <w:basedOn w:val="Normln"/>
    <w:next w:val="Normln"/>
    <w:autoRedefine/>
    <w:rsid w:val="00DC571E"/>
    <w:pPr>
      <w:ind w:left="720" w:hanging="240"/>
    </w:pPr>
  </w:style>
  <w:style w:type="paragraph" w:styleId="Rejstk4">
    <w:name w:val="index 4"/>
    <w:basedOn w:val="Normln"/>
    <w:next w:val="Normln"/>
    <w:autoRedefine/>
    <w:rsid w:val="00DC571E"/>
    <w:pPr>
      <w:ind w:left="960" w:hanging="240"/>
    </w:pPr>
  </w:style>
  <w:style w:type="paragraph" w:styleId="Rejstk5">
    <w:name w:val="index 5"/>
    <w:basedOn w:val="Normln"/>
    <w:next w:val="Normln"/>
    <w:autoRedefine/>
    <w:rsid w:val="00DC571E"/>
    <w:pPr>
      <w:ind w:left="1200" w:hanging="240"/>
    </w:pPr>
  </w:style>
  <w:style w:type="paragraph" w:styleId="Rejstk6">
    <w:name w:val="index 6"/>
    <w:basedOn w:val="Normln"/>
    <w:next w:val="Normln"/>
    <w:autoRedefine/>
    <w:rsid w:val="00DC571E"/>
    <w:pPr>
      <w:ind w:left="1440" w:hanging="240"/>
    </w:pPr>
  </w:style>
  <w:style w:type="paragraph" w:styleId="Rejstk7">
    <w:name w:val="index 7"/>
    <w:basedOn w:val="Normln"/>
    <w:next w:val="Normln"/>
    <w:autoRedefine/>
    <w:rsid w:val="00DC571E"/>
    <w:pPr>
      <w:ind w:left="1680" w:hanging="240"/>
    </w:pPr>
  </w:style>
  <w:style w:type="paragraph" w:styleId="Rejstk8">
    <w:name w:val="index 8"/>
    <w:basedOn w:val="Normln"/>
    <w:next w:val="Normln"/>
    <w:autoRedefine/>
    <w:rsid w:val="00DC571E"/>
    <w:pPr>
      <w:ind w:left="1920" w:hanging="240"/>
    </w:pPr>
  </w:style>
  <w:style w:type="paragraph" w:styleId="Rejstk9">
    <w:name w:val="index 9"/>
    <w:basedOn w:val="Normln"/>
    <w:next w:val="Normln"/>
    <w:autoRedefine/>
    <w:rsid w:val="00DC571E"/>
    <w:pPr>
      <w:ind w:left="2160" w:hanging="240"/>
    </w:pPr>
  </w:style>
  <w:style w:type="paragraph" w:styleId="Seznam3">
    <w:name w:val="List 3"/>
    <w:basedOn w:val="Normln"/>
    <w:rsid w:val="00DC571E"/>
    <w:pPr>
      <w:ind w:left="849" w:hanging="283"/>
      <w:contextualSpacing/>
    </w:pPr>
  </w:style>
  <w:style w:type="paragraph" w:styleId="Seznam4">
    <w:name w:val="List 4"/>
    <w:basedOn w:val="Normln"/>
    <w:rsid w:val="00DC571E"/>
    <w:pPr>
      <w:ind w:left="1132" w:hanging="283"/>
      <w:contextualSpacing/>
    </w:pPr>
  </w:style>
  <w:style w:type="paragraph" w:styleId="Seznam5">
    <w:name w:val="List 5"/>
    <w:basedOn w:val="Normln"/>
    <w:rsid w:val="00DC571E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rsid w:val="00DC571E"/>
    <w:pPr>
      <w:ind w:left="240" w:hanging="240"/>
    </w:pPr>
  </w:style>
  <w:style w:type="paragraph" w:styleId="Seznamobrzk">
    <w:name w:val="table of figures"/>
    <w:basedOn w:val="Normln"/>
    <w:next w:val="Normln"/>
    <w:rsid w:val="00DC571E"/>
  </w:style>
  <w:style w:type="paragraph" w:styleId="Seznamsodrkami3">
    <w:name w:val="List Bullet 3"/>
    <w:basedOn w:val="Normln"/>
    <w:rsid w:val="00DC571E"/>
    <w:pPr>
      <w:numPr>
        <w:numId w:val="28"/>
      </w:numPr>
      <w:contextualSpacing/>
    </w:pPr>
  </w:style>
  <w:style w:type="paragraph" w:styleId="Seznamsodrkami4">
    <w:name w:val="List Bullet 4"/>
    <w:basedOn w:val="Normln"/>
    <w:rsid w:val="00DC571E"/>
    <w:pPr>
      <w:numPr>
        <w:numId w:val="29"/>
      </w:numPr>
      <w:contextualSpacing/>
    </w:pPr>
  </w:style>
  <w:style w:type="paragraph" w:styleId="Seznamsodrkami5">
    <w:name w:val="List Bullet 5"/>
    <w:basedOn w:val="Normln"/>
    <w:rsid w:val="00DC571E"/>
    <w:pPr>
      <w:numPr>
        <w:numId w:val="30"/>
      </w:numPr>
      <w:contextualSpacing/>
    </w:pPr>
  </w:style>
  <w:style w:type="paragraph" w:styleId="Textmakra">
    <w:name w:val="macro"/>
    <w:link w:val="TextmakraChar"/>
    <w:rsid w:val="00DC57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makraChar">
    <w:name w:val="Text makra Char"/>
    <w:link w:val="Textmakra"/>
    <w:rsid w:val="00DC571E"/>
    <w:rPr>
      <w:rFonts w:ascii="Courier New" w:hAnsi="Courier New" w:cs="Courier New"/>
    </w:rPr>
  </w:style>
  <w:style w:type="paragraph" w:styleId="Textvbloku">
    <w:name w:val="Block Text"/>
    <w:basedOn w:val="Normln"/>
    <w:rsid w:val="00DC571E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rsid w:val="00DC571E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rsid w:val="00DC571E"/>
  </w:style>
  <w:style w:type="paragraph" w:styleId="Titulek">
    <w:name w:val="caption"/>
    <w:basedOn w:val="Normln"/>
    <w:next w:val="Normln"/>
    <w:semiHidden/>
    <w:unhideWhenUsed/>
    <w:qFormat/>
    <w:rsid w:val="00DC571E"/>
    <w:rPr>
      <w:b/>
      <w:bCs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C571E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VrazncittChar">
    <w:name w:val="Výrazný citát Char"/>
    <w:link w:val="Vrazncitt"/>
    <w:uiPriority w:val="30"/>
    <w:rsid w:val="00DC571E"/>
    <w:rPr>
      <w:i/>
      <w:iCs/>
      <w:color w:val="5B9BD5"/>
      <w:sz w:val="24"/>
    </w:rPr>
  </w:style>
  <w:style w:type="paragraph" w:styleId="Zhlavzprvy">
    <w:name w:val="Message Header"/>
    <w:basedOn w:val="Normln"/>
    <w:link w:val="ZhlavzprvyChar"/>
    <w:rsid w:val="00DC57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libri Light" w:hAnsi="Calibri Light"/>
      <w:szCs w:val="24"/>
    </w:rPr>
  </w:style>
  <w:style w:type="character" w:customStyle="1" w:styleId="ZhlavzprvyChar">
    <w:name w:val="Záhlaví zprávy Char"/>
    <w:link w:val="Zhlavzprvy"/>
    <w:rsid w:val="00DC571E"/>
    <w:rPr>
      <w:rFonts w:ascii="Calibri Light" w:eastAsia="Times New Roman" w:hAnsi="Calibri Light" w:cs="Times New Roman"/>
      <w:sz w:val="24"/>
      <w:szCs w:val="24"/>
      <w:shd w:val="pct20" w:color="auto" w:fill="auto"/>
    </w:rPr>
  </w:style>
  <w:style w:type="paragraph" w:styleId="Zkladntext-prvnodsazen">
    <w:name w:val="Body Text First Indent"/>
    <w:basedOn w:val="Zkladntext"/>
    <w:link w:val="Zkladntext-prvnodsazenChar"/>
    <w:rsid w:val="00DC571E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DC571E"/>
    <w:rPr>
      <w:sz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DC571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DC571E"/>
    <w:rPr>
      <w:sz w:val="24"/>
    </w:rPr>
  </w:style>
  <w:style w:type="paragraph" w:styleId="Zkladntext-prvnodsazen2">
    <w:name w:val="Body Text First Indent 2"/>
    <w:basedOn w:val="Zkladntextodsazen"/>
    <w:link w:val="Zkladntext-prvnodsazen2Char"/>
    <w:rsid w:val="00DC571E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DC571E"/>
    <w:rPr>
      <w:sz w:val="24"/>
    </w:rPr>
  </w:style>
  <w:style w:type="paragraph" w:styleId="Zkladntext2">
    <w:name w:val="Body Text 2"/>
    <w:basedOn w:val="Normln"/>
    <w:link w:val="Zkladntext2Char"/>
    <w:rsid w:val="00DC571E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DC571E"/>
    <w:rPr>
      <w:sz w:val="24"/>
    </w:rPr>
  </w:style>
  <w:style w:type="paragraph" w:styleId="Zkladntext3">
    <w:name w:val="Body Text 3"/>
    <w:basedOn w:val="Normln"/>
    <w:link w:val="Zkladntext3Char"/>
    <w:rsid w:val="00DC571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DC571E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DC571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DC571E"/>
    <w:rPr>
      <w:sz w:val="24"/>
    </w:rPr>
  </w:style>
  <w:style w:type="paragraph" w:styleId="Zkladntextodsazen3">
    <w:name w:val="Body Text Indent 3"/>
    <w:basedOn w:val="Normln"/>
    <w:link w:val="Zkladntextodsazen3Char"/>
    <w:rsid w:val="00DC571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DC571E"/>
    <w:rPr>
      <w:sz w:val="16"/>
      <w:szCs w:val="16"/>
    </w:rPr>
  </w:style>
  <w:style w:type="paragraph" w:styleId="Zvr">
    <w:name w:val="Closing"/>
    <w:basedOn w:val="Normln"/>
    <w:link w:val="ZvrChar"/>
    <w:rsid w:val="00DC571E"/>
    <w:pPr>
      <w:ind w:left="4252"/>
    </w:pPr>
  </w:style>
  <w:style w:type="character" w:customStyle="1" w:styleId="ZvrChar">
    <w:name w:val="Závěr Char"/>
    <w:link w:val="Zvr"/>
    <w:rsid w:val="00DC571E"/>
    <w:rPr>
      <w:sz w:val="24"/>
    </w:rPr>
  </w:style>
  <w:style w:type="paragraph" w:styleId="Zptenadresanaoblku">
    <w:name w:val="envelope return"/>
    <w:basedOn w:val="Normln"/>
    <w:rsid w:val="00DC571E"/>
    <w:rPr>
      <w:rFonts w:ascii="Calibri Light" w:hAnsi="Calibri Light"/>
      <w:sz w:val="20"/>
    </w:rPr>
  </w:style>
  <w:style w:type="character" w:customStyle="1" w:styleId="ng-binding">
    <w:name w:val="ng-binding"/>
    <w:rsid w:val="007F267F"/>
  </w:style>
  <w:style w:type="paragraph" w:customStyle="1" w:styleId="Nadpis1">
    <w:name w:val="_ Nadpis 1."/>
    <w:basedOn w:val="Vchoz"/>
    <w:next w:val="Normln"/>
    <w:rsid w:val="008E17A9"/>
    <w:pPr>
      <w:keepNext/>
      <w:numPr>
        <w:numId w:val="33"/>
      </w:numPr>
      <w:suppressAutoHyphens/>
      <w:spacing w:before="480" w:after="120"/>
      <w:jc w:val="left"/>
      <w:outlineLvl w:val="0"/>
    </w:pPr>
    <w:rPr>
      <w:rFonts w:ascii="Arial" w:hAnsi="Arial"/>
      <w:b/>
      <w:sz w:val="32"/>
    </w:rPr>
  </w:style>
  <w:style w:type="paragraph" w:customStyle="1" w:styleId="Nadpis3">
    <w:name w:val="_Nadpis 3."/>
    <w:basedOn w:val="Vchoz"/>
    <w:rsid w:val="008E17A9"/>
    <w:pPr>
      <w:keepNext/>
      <w:numPr>
        <w:ilvl w:val="2"/>
        <w:numId w:val="33"/>
      </w:numPr>
      <w:suppressAutoHyphens/>
      <w:spacing w:before="120" w:after="120"/>
      <w:jc w:val="left"/>
      <w:outlineLvl w:val="2"/>
    </w:pPr>
    <w:rPr>
      <w:rFonts w:ascii="Arial" w:hAnsi="Arial"/>
      <w:b/>
    </w:rPr>
  </w:style>
  <w:style w:type="paragraph" w:customStyle="1" w:styleId="1">
    <w:name w:val="1"/>
    <w:basedOn w:val="Normln"/>
    <w:rsid w:val="00530115"/>
    <w:pPr>
      <w:spacing w:before="120"/>
      <w:ind w:firstLine="0"/>
      <w:jc w:val="both"/>
    </w:pPr>
    <w:rPr>
      <w:rFonts w:ascii="Arial" w:hAnsi="Arial"/>
    </w:rPr>
  </w:style>
  <w:style w:type="paragraph" w:customStyle="1" w:styleId="Nadpis2">
    <w:name w:val="_Nadpis 2."/>
    <w:basedOn w:val="Vchoz"/>
    <w:rsid w:val="00444670"/>
    <w:pPr>
      <w:keepNext/>
      <w:numPr>
        <w:ilvl w:val="1"/>
        <w:numId w:val="2"/>
      </w:numPr>
      <w:suppressAutoHyphens/>
      <w:spacing w:before="240" w:after="120"/>
      <w:jc w:val="left"/>
      <w:outlineLvl w:val="1"/>
    </w:pPr>
    <w:rPr>
      <w:rFonts w:ascii="Arial" w:hAnsi="Arial"/>
      <w:b/>
      <w:sz w:val="28"/>
    </w:rPr>
  </w:style>
  <w:style w:type="character" w:customStyle="1" w:styleId="ZkladntextCharChar">
    <w:name w:val="_Základní text Char Char"/>
    <w:basedOn w:val="Standardnpsmoodstavce"/>
    <w:rsid w:val="00444670"/>
    <w:rPr>
      <w:sz w:val="24"/>
      <w:lang w:val="cs-CZ" w:eastAsia="cs-CZ" w:bidi="ar-SA"/>
    </w:rPr>
  </w:style>
  <w:style w:type="character" w:customStyle="1" w:styleId="ZkladntextChar1">
    <w:name w:val="_Základní text Char1"/>
    <w:basedOn w:val="Standardnpsmoodstavce"/>
    <w:rsid w:val="00444670"/>
    <w:rPr>
      <w:sz w:val="24"/>
    </w:rPr>
  </w:style>
  <w:style w:type="character" w:customStyle="1" w:styleId="Nadpis3Char">
    <w:name w:val="Nadpis 3 Char"/>
    <w:link w:val="Nadpis30"/>
    <w:locked/>
    <w:rsid w:val="00754D83"/>
    <w:rPr>
      <w:rFonts w:ascii="Arial" w:hAnsi="Arial"/>
      <w:b/>
      <w:sz w:val="24"/>
    </w:rPr>
  </w:style>
  <w:style w:type="character" w:customStyle="1" w:styleId="Nadpis2Char">
    <w:name w:val="Nadpis 2 Char"/>
    <w:basedOn w:val="Standardnpsmoodstavce"/>
    <w:link w:val="Nadpis20"/>
    <w:rsid w:val="00F17637"/>
    <w:rPr>
      <w:rFonts w:ascii="Arial" w:hAnsi="Arial"/>
      <w:b/>
      <w:sz w:val="28"/>
    </w:rPr>
  </w:style>
  <w:style w:type="character" w:styleId="Nevyeenzmnka">
    <w:name w:val="Unresolved Mention"/>
    <w:basedOn w:val="Standardnpsmoodstavce"/>
    <w:uiPriority w:val="99"/>
    <w:semiHidden/>
    <w:unhideWhenUsed/>
    <w:rsid w:val="004133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gram%20Files\Microsoft%20Office\Sablony\Promo\Technick&#225;%20zpr&#225;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F5BC-B283-414E-9BB3-126B78C1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528</TotalTime>
  <Pages>3</Pages>
  <Words>279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 - SO 201</vt:lpstr>
    </vt:vector>
  </TitlesOfParts>
  <Manager>Ing. Petr Novák</Manager>
  <Company>Dipont, s.r.o.</Company>
  <LinksUpToDate>false</LinksUpToDate>
  <CharactersWithSpaces>2389</CharactersWithSpaces>
  <SharedDoc>false</SharedDoc>
  <HLinks>
    <vt:vector size="294" baseType="variant"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_Toc523392934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_Toc523392933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_Toc523392932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_Toc523392931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_Toc523392930</vt:lpwstr>
      </vt:variant>
      <vt:variant>
        <vt:i4>1441846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_Toc523392929</vt:lpwstr>
      </vt:variant>
      <vt:variant>
        <vt:i4>1441846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_Toc523392928</vt:lpwstr>
      </vt:variant>
      <vt:variant>
        <vt:i4>1441846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_Toc523392927</vt:lpwstr>
      </vt:variant>
      <vt:variant>
        <vt:i4>1441846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_Toc523392926</vt:lpwstr>
      </vt:variant>
      <vt:variant>
        <vt:i4>1441846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_Toc523392925</vt:lpwstr>
      </vt:variant>
      <vt:variant>
        <vt:i4>1441846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_Toc523392924</vt:lpwstr>
      </vt:variant>
      <vt:variant>
        <vt:i4>1441846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_Toc523392923</vt:lpwstr>
      </vt:variant>
      <vt:variant>
        <vt:i4>1441846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_Toc523392922</vt:lpwstr>
      </vt:variant>
      <vt:variant>
        <vt:i4>1441846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_Toc523392921</vt:lpwstr>
      </vt:variant>
      <vt:variant>
        <vt:i4>1441846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_Toc523392920</vt:lpwstr>
      </vt:variant>
      <vt:variant>
        <vt:i4>1376310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_Toc523392919</vt:lpwstr>
      </vt:variant>
      <vt:variant>
        <vt:i4>1376310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_Toc523392918</vt:lpwstr>
      </vt:variant>
      <vt:variant>
        <vt:i4>1376310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_Toc523392917</vt:lpwstr>
      </vt:variant>
      <vt:variant>
        <vt:i4>1376310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_Toc523392916</vt:lpwstr>
      </vt:variant>
      <vt:variant>
        <vt:i4>1376310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_Toc523392915</vt:lpwstr>
      </vt:variant>
      <vt:variant>
        <vt:i4>1376310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_Toc523392914</vt:lpwstr>
      </vt:variant>
      <vt:variant>
        <vt:i4>1376310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_Toc523392913</vt:lpwstr>
      </vt:variant>
      <vt:variant>
        <vt:i4>1376310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_Toc523392912</vt:lpwstr>
      </vt:variant>
      <vt:variant>
        <vt:i4>1376310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_Toc523392911</vt:lpwstr>
      </vt:variant>
      <vt:variant>
        <vt:i4>1376310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_Toc523392910</vt:lpwstr>
      </vt:variant>
      <vt:variant>
        <vt:i4>1310774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_Toc523392909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_Toc523392908</vt:lpwstr>
      </vt:variant>
      <vt:variant>
        <vt:i4>1310774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_Toc523392907</vt:lpwstr>
      </vt:variant>
      <vt:variant>
        <vt:i4>1310774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_Toc523392906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_Toc523392905</vt:lpwstr>
      </vt:variant>
      <vt:variant>
        <vt:i4>1310774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_Toc523392904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_Toc523392903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_Toc523392902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_Toc523392901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_Toc523392900</vt:lpwstr>
      </vt:variant>
      <vt:variant>
        <vt:i4>1900599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_Toc523392899</vt:lpwstr>
      </vt:variant>
      <vt:variant>
        <vt:i4>1900599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_Toc523392898</vt:lpwstr>
      </vt:variant>
      <vt:variant>
        <vt:i4>1900599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_Toc523392897</vt:lpwstr>
      </vt:variant>
      <vt:variant>
        <vt:i4>1900599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_Toc523392896</vt:lpwstr>
      </vt:variant>
      <vt:variant>
        <vt:i4>1900599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_Toc523392895</vt:lpwstr>
      </vt:variant>
      <vt:variant>
        <vt:i4>1900599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_Toc523392894</vt:lpwstr>
      </vt:variant>
      <vt:variant>
        <vt:i4>1900599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_Toc523392893</vt:lpwstr>
      </vt:variant>
      <vt:variant>
        <vt:i4>1900599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_Toc523392892</vt:lpwstr>
      </vt:variant>
      <vt:variant>
        <vt:i4>1900599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_Toc523392891</vt:lpwstr>
      </vt:variant>
      <vt:variant>
        <vt:i4>1900599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_Toc523392890</vt:lpwstr>
      </vt:variant>
      <vt:variant>
        <vt:i4>1835063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_Toc523392889</vt:lpwstr>
      </vt:variant>
      <vt:variant>
        <vt:i4>1835063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_Toc523392888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_Toc523392887</vt:lpwstr>
      </vt:variant>
      <vt:variant>
        <vt:i4>1835063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_Toc523392886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 - SO 201</dc:title>
  <dc:subject>Rekonstrukce mostu Hradiště</dc:subject>
  <dc:creator>František Kortus</dc:creator>
  <cp:keywords/>
  <cp:lastModifiedBy>Jan Rosík</cp:lastModifiedBy>
  <cp:revision>11</cp:revision>
  <cp:lastPrinted>2019-06-24T11:21:00Z</cp:lastPrinted>
  <dcterms:created xsi:type="dcterms:W3CDTF">2019-09-03T12:28:00Z</dcterms:created>
  <dcterms:modified xsi:type="dcterms:W3CDTF">2020-03-20T09:56:00Z</dcterms:modified>
</cp:coreProperties>
</file>